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31" w:rsidRPr="002762BD" w:rsidRDefault="00460C31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62BD">
        <w:rPr>
          <w:rFonts w:ascii="Times New Roman" w:hAnsi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460C31" w:rsidRPr="002762BD" w:rsidRDefault="00460C31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62BD">
        <w:rPr>
          <w:rFonts w:ascii="Times New Roman" w:hAnsi="Times New Roman"/>
          <w:sz w:val="24"/>
          <w:szCs w:val="24"/>
        </w:rPr>
        <w:t>за период с 1 января 2010 года по 31 декабря 2010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52"/>
        <w:gridCol w:w="2002"/>
        <w:gridCol w:w="925"/>
        <w:gridCol w:w="1544"/>
        <w:gridCol w:w="819"/>
        <w:gridCol w:w="1157"/>
        <w:gridCol w:w="1072"/>
        <w:gridCol w:w="819"/>
        <w:gridCol w:w="1157"/>
        <w:gridCol w:w="1725"/>
        <w:gridCol w:w="1097"/>
        <w:gridCol w:w="1387"/>
      </w:tblGrid>
      <w:tr w:rsidR="00460C31" w:rsidRPr="009929A7" w:rsidTr="009929A7">
        <w:tc>
          <w:tcPr>
            <w:tcW w:w="534" w:type="dxa"/>
            <w:vMerge w:val="restart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№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п/п</w:t>
            </w:r>
          </w:p>
        </w:tc>
        <w:tc>
          <w:tcPr>
            <w:tcW w:w="1852" w:type="dxa"/>
            <w:vMerge w:val="restart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2002" w:type="dxa"/>
            <w:vMerge w:val="restart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445" w:type="dxa"/>
            <w:gridSpan w:val="4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048" w:type="dxa"/>
            <w:gridSpan w:val="3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725" w:type="dxa"/>
            <w:vMerge w:val="restart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Транспортные средства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097" w:type="dxa"/>
            <w:vMerge w:val="restart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Деклари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рованный годовой доход, руб.</w:t>
            </w:r>
          </w:p>
        </w:tc>
        <w:tc>
          <w:tcPr>
            <w:tcW w:w="1387" w:type="dxa"/>
            <w:vMerge w:val="restart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9A7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60C31" w:rsidRPr="009929A7" w:rsidTr="009929A7">
        <w:tc>
          <w:tcPr>
            <w:tcW w:w="534" w:type="dxa"/>
            <w:vMerge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  <w:r w:rsidRPr="009929A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9A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5" w:type="dxa"/>
            <w:vMerge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Авдеев Е.С.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цеха ЦТАО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302867,25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Оператор поста видеоконтроля отдела 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115284,27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rPr>
          <w:trHeight w:val="947"/>
        </w:trPr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Балмин В.В.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Инспектор дежурный по жилой зоне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легковой, ВАЗ 2107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275165,76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87088,92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ребенок-Балмин.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66686,85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ребенок-Балмин.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Будучин С.В.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ВАЗ 21070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266897,91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Супруга-Будучина Е.А.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Страховой агент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172426,36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ребенок-Будучин Р.С.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Бондарь П.В.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цеха  ЦТАО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легковой, Рено Лагуна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305751,66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 Бондарь О.Л.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Медицинская сестра ГБУ ЗНО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250507,31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 Бондарь Д.П.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Бухин В.М.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Помощник дежурного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2/3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244656,73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Бухина Н.Н.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Бухгалтер-кассир МУП 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ребенок-Бухина В.В.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Бондарь Д.Н.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материально-технического обеспечения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36,08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легковой, Лада Приора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346321,04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Супруга-Бондарь Т.С.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Инспектор группы учета трудового стажа осужденных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36,08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91794,9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Быстров Н.В.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легковой, Шевроле ланос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282925,31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Супруга-Быстрова И.Г.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Фельдшер медицинской части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192184,35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ребенок-Быстрова Ю.Н.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Винтонюк Е.Ф.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Оперативный дежурный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301303,66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Супруга-Винтонюк А.Н.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метрдотель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49200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ребенок-Винтонюк В.Е.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ребенок-Винтонюк М.Е.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Вареницын А.В.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Старший оперуполномоченный оперативного отдела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270305,71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Виноградов А.В.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 ВАЗ 21074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385715,03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– Виноградова Е.В.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Эколог 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99984,99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– Виноградова Ю.А.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Голубев С.В.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по воспитательной работе с осужденными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334642,79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 Голубева А.В.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Младший инспектор группы надзора участка колонии-поселения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47,1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130964,82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Голубева М.С.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rPr>
          <w:trHeight w:val="956"/>
        </w:trPr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 М.С.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Долинин А.Г.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Оперативный дежурный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272307,29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– Долинина О.Н.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36941,26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– Долинина Л.А.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– Долинин П.А.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Долинин С.Г.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367112,26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–Долинина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СузукиСвивт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89728,84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Долинина А.С.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 Д.С.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Долинина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Pr="009929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</w:t>
            </w:r>
            <w:r w:rsidRPr="009929A7">
              <w:rPr>
                <w:rFonts w:ascii="Times New Roman" w:hAnsi="Times New Roman"/>
                <w:sz w:val="24"/>
                <w:szCs w:val="24"/>
              </w:rPr>
              <w:t>Свивт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89728,84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Супруг-Долинин С.Г.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367112,26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Долинина А.С.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 Д.С.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Долонин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цеха ЦТАО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322046,82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Долонина А.И.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Младший инспектор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97421,05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Долонин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Игнатенко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С.Ф.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248190,75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 Игнатенко О.Ю.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техникума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241956,43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Клещ С.П.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 ВАЗ 1113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269985,91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Клещ О.В.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Воспитатель ДДОУ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45551,99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К.С.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ребенок-Клещ У.С.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С.С.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А.С.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Китайкина Т.Н.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345405,41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Супруг-Китайкин Э.В.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отряда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306084,42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ребенок-Китайкин А.Э.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Копейкин А.В.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335779,46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Супруга-КопейкинаЕ.А.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209831,55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Копейкина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Копейкина Е.А.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209831,55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 – Копейкин А.В.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335779,46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Копейкина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Кубышин В.М.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 Форд Фокус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379502,21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– Кубышина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Младший инспектор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300816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- Кубышина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- Кубышин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Колобкова Л.М.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кадров и работы с личным составом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391051,21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rPr>
          <w:trHeight w:val="1795"/>
        </w:trPr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Канецкис А.Р.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232458,30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Канецкис Н.Н.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Кредитный эксперт ООО Альянс-Кредит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72000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ребенокКанецкис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Лященко А.Г.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Инспектор дежурный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270676,60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Лященко Г.А.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676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97657,11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Лященко Д.А.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Лященко Д.А.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Марочкин В.В.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40,19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271613,42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Медведев А.В.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 колонии-начальник отдела охраны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929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29A7">
              <w:rPr>
                <w:rFonts w:ascii="Times New Roman" w:hAnsi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339237,19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Медведева Н.А.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директора по учебно- воспитательной работе МАОУ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208000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 Медведев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929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ребенок-Медведева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929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Минко М.Ю.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330860,92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Супруга-Минко О.Н.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472608,60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М.М.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Ю.М.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Минко О.Н.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472608,60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 - Минко М.Ю.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330860,92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Ю.М.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М.М.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Немцев Н.В.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Сузуки ЭС ИКС -4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299555,19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Супруга-Немцева Е.В.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Старший инспектор организационно-аналитической группы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145045,18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ребенок-Немцева Л.Н.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 Д.Н.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Платков С.Б.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 ВАЗ 2111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Мототранспортное средство Сова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282276,99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Супруга-Платкова Н.А.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186227,39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ребенок-Платков Д.С.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ребенок-Платков А.С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Половинкин П.Б.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КБИ и ХО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½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344357,00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–Половинкина А.Э.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½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42000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Смирнов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 колонии по охране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легковойФорд Мондео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483198,00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 Смирнова Т.Н.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Старший инспектор ОК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– Смирнова Я.А.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ребёнок Смирнов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Смирнов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отдела технического контроля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 Опель Зафира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354220,86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– Смирнова Г.Н.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248621,40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Струнин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299661,14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ребенок-Струнина Т.А.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ребенок-Струнина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Судаков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начальника-начальник ЦТАО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463829,39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Супруга-Судакова Н.В.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213506,35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 Судаков О.В.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Судакова А.В.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Соболев Е.В.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ВАЗ 21099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314239,33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Супруга-Соболева Л.Г.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221794,00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ребенок-Соболев Е.Е.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–Соболева Е.Е.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Сорокина В.И.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Главный экономист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393461,10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Тиховодов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 колонии по тылу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69,04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513530,11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Супруга-Тиховодова И.В.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главного бухгалтера РАЙПО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69,04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572565,99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Тихомиров И.Б.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 колонии по кадрам и воспитательной работе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ВАЗ 2107,мототранспортное средство – ИЖ П3 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507927,80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Тихомирова С.Г.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113759,16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Фролов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1/3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72,4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572782,81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Фролова Н.В.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Ведущий инженер отдела материально-технического обеспечения и сбыта продукции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1/3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1030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50,9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418196,51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Фролова Н.В.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Ведущий инженер отдела материально-технического обеспечения и сбыта продукции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1/3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 Общая долевая 1/2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1030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50,9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418196,51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 – Фролов В.А.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Общая долевая 1/3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72,4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572782,81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Чапыгин М.А.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инспектор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264648,40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Супруга-Чапыгина Т.В.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Сотрудник специального учета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161555,40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 Чапыгин Е.М.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ребенок-Чапыгина В.М.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Чугунов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Начальник отдельного поста ВПО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0C31" w:rsidRPr="009929A7" w:rsidRDefault="00460C31" w:rsidP="00992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ВАЗ 21124</w:t>
            </w: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334763,10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Супруга-Чугунова Ю.Ю.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Младший инспектор отдела безопасности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38,11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49524,00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ребенок-Чугунов  Ю.А.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Инвалид детства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38,11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67417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 Чугунова Е.А.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38,11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Чурмаева Т.А.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433170,67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Чурмаева А.Н.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Шалабаев А.А.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506663,00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C31" w:rsidRPr="009929A7" w:rsidTr="009929A7">
        <w:tc>
          <w:tcPr>
            <w:tcW w:w="53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Супруга Шалабаева И.А.</w:t>
            </w:r>
          </w:p>
        </w:tc>
        <w:tc>
          <w:tcPr>
            <w:tcW w:w="200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15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ВАЗ 21103</w:t>
            </w:r>
          </w:p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9A7">
              <w:rPr>
                <w:rFonts w:ascii="Times New Roman" w:hAnsi="Times New Roman"/>
                <w:sz w:val="24"/>
                <w:szCs w:val="24"/>
              </w:rPr>
              <w:t>266886,00</w:t>
            </w:r>
          </w:p>
        </w:tc>
        <w:tc>
          <w:tcPr>
            <w:tcW w:w="1387" w:type="dxa"/>
          </w:tcPr>
          <w:p w:rsidR="00460C31" w:rsidRPr="009929A7" w:rsidRDefault="00460C31" w:rsidP="0099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0C31" w:rsidRPr="002762BD" w:rsidRDefault="00460C31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0C31" w:rsidRPr="002762BD" w:rsidRDefault="00460C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460C31" w:rsidRPr="002762BD" w:rsidSect="003412B9">
      <w:pgSz w:w="16838" w:h="11906" w:orient="landscape"/>
      <w:pgMar w:top="567" w:right="39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2B9"/>
    <w:rsid w:val="0000490F"/>
    <w:rsid w:val="00016B23"/>
    <w:rsid w:val="00053FC5"/>
    <w:rsid w:val="00054034"/>
    <w:rsid w:val="00056ED1"/>
    <w:rsid w:val="00061363"/>
    <w:rsid w:val="00087A66"/>
    <w:rsid w:val="000A43B8"/>
    <w:rsid w:val="000A5F04"/>
    <w:rsid w:val="000B32EA"/>
    <w:rsid w:val="000B6514"/>
    <w:rsid w:val="000B75A1"/>
    <w:rsid w:val="000E4F39"/>
    <w:rsid w:val="00105B34"/>
    <w:rsid w:val="00105FCF"/>
    <w:rsid w:val="00107F8E"/>
    <w:rsid w:val="00115CF7"/>
    <w:rsid w:val="001229C2"/>
    <w:rsid w:val="00126F0A"/>
    <w:rsid w:val="001307AC"/>
    <w:rsid w:val="00130C10"/>
    <w:rsid w:val="00132474"/>
    <w:rsid w:val="0013500C"/>
    <w:rsid w:val="001374DC"/>
    <w:rsid w:val="00143199"/>
    <w:rsid w:val="00154AAC"/>
    <w:rsid w:val="0016654F"/>
    <w:rsid w:val="0017113E"/>
    <w:rsid w:val="001932B9"/>
    <w:rsid w:val="001A495C"/>
    <w:rsid w:val="001B2AE7"/>
    <w:rsid w:val="001C2347"/>
    <w:rsid w:val="001C3F61"/>
    <w:rsid w:val="001E7341"/>
    <w:rsid w:val="001F481B"/>
    <w:rsid w:val="00201E47"/>
    <w:rsid w:val="002127BB"/>
    <w:rsid w:val="00225E50"/>
    <w:rsid w:val="00227719"/>
    <w:rsid w:val="00235BDE"/>
    <w:rsid w:val="0025301E"/>
    <w:rsid w:val="0025789C"/>
    <w:rsid w:val="00271D80"/>
    <w:rsid w:val="002762BD"/>
    <w:rsid w:val="002768C3"/>
    <w:rsid w:val="002850EF"/>
    <w:rsid w:val="002859B3"/>
    <w:rsid w:val="00286982"/>
    <w:rsid w:val="002A24F1"/>
    <w:rsid w:val="002A4FE8"/>
    <w:rsid w:val="002A56D5"/>
    <w:rsid w:val="002A6DAB"/>
    <w:rsid w:val="002B74C6"/>
    <w:rsid w:val="002B7CB4"/>
    <w:rsid w:val="002C3831"/>
    <w:rsid w:val="002C6D87"/>
    <w:rsid w:val="002D4600"/>
    <w:rsid w:val="002E70B2"/>
    <w:rsid w:val="00304892"/>
    <w:rsid w:val="00304BD6"/>
    <w:rsid w:val="00304C12"/>
    <w:rsid w:val="0030749F"/>
    <w:rsid w:val="003171B2"/>
    <w:rsid w:val="00322C00"/>
    <w:rsid w:val="00341272"/>
    <w:rsid w:val="003412B9"/>
    <w:rsid w:val="00341CD5"/>
    <w:rsid w:val="00345371"/>
    <w:rsid w:val="00362DD6"/>
    <w:rsid w:val="00377BD5"/>
    <w:rsid w:val="00380569"/>
    <w:rsid w:val="00395B35"/>
    <w:rsid w:val="003A22A1"/>
    <w:rsid w:val="003C0212"/>
    <w:rsid w:val="003D2729"/>
    <w:rsid w:val="003D5FF8"/>
    <w:rsid w:val="003F0B27"/>
    <w:rsid w:val="0041648C"/>
    <w:rsid w:val="004171FE"/>
    <w:rsid w:val="0045677C"/>
    <w:rsid w:val="00460C31"/>
    <w:rsid w:val="00475D99"/>
    <w:rsid w:val="00481ABE"/>
    <w:rsid w:val="004A66CA"/>
    <w:rsid w:val="005268DA"/>
    <w:rsid w:val="0053257E"/>
    <w:rsid w:val="005436B3"/>
    <w:rsid w:val="00546D81"/>
    <w:rsid w:val="00551715"/>
    <w:rsid w:val="00556A52"/>
    <w:rsid w:val="005570AB"/>
    <w:rsid w:val="005940D0"/>
    <w:rsid w:val="005A2F7B"/>
    <w:rsid w:val="005C5A99"/>
    <w:rsid w:val="005C7183"/>
    <w:rsid w:val="005D1103"/>
    <w:rsid w:val="005D40BF"/>
    <w:rsid w:val="005D5112"/>
    <w:rsid w:val="005E6874"/>
    <w:rsid w:val="005F5D25"/>
    <w:rsid w:val="0060018A"/>
    <w:rsid w:val="00610C62"/>
    <w:rsid w:val="00615E92"/>
    <w:rsid w:val="00626EE1"/>
    <w:rsid w:val="0062765E"/>
    <w:rsid w:val="00634742"/>
    <w:rsid w:val="006410CD"/>
    <w:rsid w:val="0064719B"/>
    <w:rsid w:val="0065346E"/>
    <w:rsid w:val="006546E0"/>
    <w:rsid w:val="00664897"/>
    <w:rsid w:val="00676AE8"/>
    <w:rsid w:val="006920FE"/>
    <w:rsid w:val="006923FD"/>
    <w:rsid w:val="00696562"/>
    <w:rsid w:val="006E3BA1"/>
    <w:rsid w:val="006E7DCF"/>
    <w:rsid w:val="00731BA3"/>
    <w:rsid w:val="00737157"/>
    <w:rsid w:val="007443E9"/>
    <w:rsid w:val="007704B3"/>
    <w:rsid w:val="00775DBF"/>
    <w:rsid w:val="00782CC6"/>
    <w:rsid w:val="00785327"/>
    <w:rsid w:val="0079267E"/>
    <w:rsid w:val="00795B05"/>
    <w:rsid w:val="00797F67"/>
    <w:rsid w:val="007A2474"/>
    <w:rsid w:val="007B1684"/>
    <w:rsid w:val="007B1842"/>
    <w:rsid w:val="007C3D41"/>
    <w:rsid w:val="007C4DFC"/>
    <w:rsid w:val="007F7A92"/>
    <w:rsid w:val="00801DD2"/>
    <w:rsid w:val="00803906"/>
    <w:rsid w:val="00805E5F"/>
    <w:rsid w:val="00836C76"/>
    <w:rsid w:val="008422E1"/>
    <w:rsid w:val="0085259E"/>
    <w:rsid w:val="0087543A"/>
    <w:rsid w:val="00876242"/>
    <w:rsid w:val="00887579"/>
    <w:rsid w:val="008877CB"/>
    <w:rsid w:val="008A5C55"/>
    <w:rsid w:val="008D0CD5"/>
    <w:rsid w:val="008D5394"/>
    <w:rsid w:val="008E31FD"/>
    <w:rsid w:val="00910CF8"/>
    <w:rsid w:val="009364AB"/>
    <w:rsid w:val="009365D5"/>
    <w:rsid w:val="00944F6B"/>
    <w:rsid w:val="00945868"/>
    <w:rsid w:val="009500FD"/>
    <w:rsid w:val="00953142"/>
    <w:rsid w:val="009906DD"/>
    <w:rsid w:val="00990E67"/>
    <w:rsid w:val="009929A7"/>
    <w:rsid w:val="00995309"/>
    <w:rsid w:val="009961A5"/>
    <w:rsid w:val="00996987"/>
    <w:rsid w:val="009A7130"/>
    <w:rsid w:val="009B3BBB"/>
    <w:rsid w:val="009B5F68"/>
    <w:rsid w:val="009C5ED2"/>
    <w:rsid w:val="009C72C4"/>
    <w:rsid w:val="009F69DC"/>
    <w:rsid w:val="009F6C10"/>
    <w:rsid w:val="00A0396D"/>
    <w:rsid w:val="00A03D37"/>
    <w:rsid w:val="00A1423D"/>
    <w:rsid w:val="00A210DD"/>
    <w:rsid w:val="00A25D84"/>
    <w:rsid w:val="00A42DEB"/>
    <w:rsid w:val="00A52C6B"/>
    <w:rsid w:val="00A64B00"/>
    <w:rsid w:val="00A66302"/>
    <w:rsid w:val="00AD612B"/>
    <w:rsid w:val="00B01801"/>
    <w:rsid w:val="00B11633"/>
    <w:rsid w:val="00B24CA1"/>
    <w:rsid w:val="00B24CB3"/>
    <w:rsid w:val="00B26EBE"/>
    <w:rsid w:val="00B63002"/>
    <w:rsid w:val="00B658FC"/>
    <w:rsid w:val="00B941AB"/>
    <w:rsid w:val="00B96D1C"/>
    <w:rsid w:val="00B9701B"/>
    <w:rsid w:val="00B97594"/>
    <w:rsid w:val="00BA3260"/>
    <w:rsid w:val="00BB3FE3"/>
    <w:rsid w:val="00BB41CA"/>
    <w:rsid w:val="00BC56AE"/>
    <w:rsid w:val="00BF34E8"/>
    <w:rsid w:val="00BF7CC8"/>
    <w:rsid w:val="00C33510"/>
    <w:rsid w:val="00C36807"/>
    <w:rsid w:val="00C51BC6"/>
    <w:rsid w:val="00C55085"/>
    <w:rsid w:val="00C556CE"/>
    <w:rsid w:val="00C728F0"/>
    <w:rsid w:val="00C760B1"/>
    <w:rsid w:val="00C96CDB"/>
    <w:rsid w:val="00CB01A6"/>
    <w:rsid w:val="00CB4BC3"/>
    <w:rsid w:val="00CC2C0D"/>
    <w:rsid w:val="00CD1916"/>
    <w:rsid w:val="00CE0F4E"/>
    <w:rsid w:val="00CF2E6E"/>
    <w:rsid w:val="00CF57DF"/>
    <w:rsid w:val="00D05076"/>
    <w:rsid w:val="00D12345"/>
    <w:rsid w:val="00D24218"/>
    <w:rsid w:val="00D4597E"/>
    <w:rsid w:val="00D70EC3"/>
    <w:rsid w:val="00D75C39"/>
    <w:rsid w:val="00D84803"/>
    <w:rsid w:val="00D86BA9"/>
    <w:rsid w:val="00D9119B"/>
    <w:rsid w:val="00DA54AD"/>
    <w:rsid w:val="00DB17D8"/>
    <w:rsid w:val="00DC5F63"/>
    <w:rsid w:val="00E1660C"/>
    <w:rsid w:val="00E21B54"/>
    <w:rsid w:val="00E3302A"/>
    <w:rsid w:val="00E519CE"/>
    <w:rsid w:val="00E543E3"/>
    <w:rsid w:val="00E62957"/>
    <w:rsid w:val="00E7011A"/>
    <w:rsid w:val="00E75C6F"/>
    <w:rsid w:val="00E8704C"/>
    <w:rsid w:val="00E90760"/>
    <w:rsid w:val="00E910EE"/>
    <w:rsid w:val="00E92245"/>
    <w:rsid w:val="00E97A47"/>
    <w:rsid w:val="00EB489C"/>
    <w:rsid w:val="00EB700D"/>
    <w:rsid w:val="00EE444F"/>
    <w:rsid w:val="00EE64D3"/>
    <w:rsid w:val="00EE7538"/>
    <w:rsid w:val="00EE75D9"/>
    <w:rsid w:val="00F30C1A"/>
    <w:rsid w:val="00F324FC"/>
    <w:rsid w:val="00F35730"/>
    <w:rsid w:val="00F41C93"/>
    <w:rsid w:val="00F44781"/>
    <w:rsid w:val="00F46D9B"/>
    <w:rsid w:val="00F67444"/>
    <w:rsid w:val="00F71F26"/>
    <w:rsid w:val="00F86B6B"/>
    <w:rsid w:val="00F96B91"/>
    <w:rsid w:val="00FC38DE"/>
    <w:rsid w:val="00FC5F1B"/>
    <w:rsid w:val="00FE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D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12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1394</TotalTime>
  <Pages>15</Pages>
  <Words>2315</Words>
  <Characters>13196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VaginEY</cp:lastModifiedBy>
  <cp:revision>244</cp:revision>
  <dcterms:created xsi:type="dcterms:W3CDTF">2014-03-06T06:45:00Z</dcterms:created>
  <dcterms:modified xsi:type="dcterms:W3CDTF">2014-04-16T11:42:00Z</dcterms:modified>
</cp:coreProperties>
</file>