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956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 w:cs="Times New Roman"/>
          <w:b/>
          <w:sz w:val="28"/>
          <w:szCs w:val="28"/>
        </w:rPr>
        <w:t>, расходах, об имуществе и обязательствах имущественного</w:t>
      </w:r>
    </w:p>
    <w:p w:rsidR="0011652E" w:rsidRPr="00F7430F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характера за период с 01 января </w:t>
      </w:r>
      <w:r w:rsidR="00E45484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C47DA2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E45484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по 31 декабря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E45484">
        <w:rPr>
          <w:rFonts w:ascii="Times New Roman" w:hAnsi="Times New Roman" w:cs="Times New Roman"/>
          <w:b/>
          <w:sz w:val="28"/>
          <w:szCs w:val="28"/>
          <w:u w:val="single"/>
        </w:rPr>
        <w:t>09</w:t>
      </w:r>
      <w:r w:rsidR="00F7430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</w:p>
    <w:p w:rsidR="00E12F5E" w:rsidRPr="00756FCC" w:rsidRDefault="00E12F5E" w:rsidP="00E12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6FCC">
        <w:rPr>
          <w:rFonts w:ascii="Times New Roman" w:hAnsi="Times New Roman" w:cs="Times New Roman"/>
          <w:b/>
          <w:sz w:val="28"/>
          <w:szCs w:val="28"/>
          <w:u w:val="single"/>
        </w:rPr>
        <w:t>сотрудников ФКУ ИК-12 ГУФСИН России по Нижегородской области</w:t>
      </w:r>
    </w:p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41"/>
        <w:gridCol w:w="1771"/>
        <w:gridCol w:w="1582"/>
        <w:gridCol w:w="1025"/>
        <w:gridCol w:w="1285"/>
        <w:gridCol w:w="567"/>
        <w:gridCol w:w="992"/>
        <w:gridCol w:w="1134"/>
        <w:gridCol w:w="567"/>
        <w:gridCol w:w="1134"/>
        <w:gridCol w:w="1134"/>
        <w:gridCol w:w="1239"/>
        <w:gridCol w:w="1815"/>
      </w:tblGrid>
      <w:tr w:rsidR="002A1956" w:rsidRPr="002A1956" w:rsidTr="002A1956">
        <w:trPr>
          <w:cantSplit/>
          <w:trHeight w:val="1134"/>
        </w:trPr>
        <w:tc>
          <w:tcPr>
            <w:tcW w:w="541" w:type="dxa"/>
            <w:vMerge w:val="restart"/>
          </w:tcPr>
          <w:p w:rsid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95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proofErr w:type="spellStart"/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1" w:type="dxa"/>
            <w:vMerge w:val="restart"/>
          </w:tcPr>
          <w:p w:rsidR="002A1956" w:rsidRPr="002A1956" w:rsidRDefault="0045040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582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869" w:type="dxa"/>
            <w:gridSpan w:val="4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2A1956" w:rsidRPr="002A1956" w:rsidRDefault="00F7430F" w:rsidP="00F7430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1239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1815" w:type="dxa"/>
            <w:vMerge w:val="restart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1956" w:rsidRPr="002A1956" w:rsidTr="002A1956">
        <w:trPr>
          <w:cantSplit/>
          <w:trHeight w:val="2136"/>
        </w:trPr>
        <w:tc>
          <w:tcPr>
            <w:tcW w:w="54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8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567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992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567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495" w:rsidRPr="002A1956" w:rsidTr="002A1956">
        <w:tc>
          <w:tcPr>
            <w:tcW w:w="541" w:type="dxa"/>
            <w:vMerge w:val="restart"/>
          </w:tcPr>
          <w:p w:rsidR="00086495" w:rsidRDefault="0008649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1" w:type="dxa"/>
          </w:tcPr>
          <w:p w:rsidR="00086495" w:rsidRDefault="00E45484" w:rsidP="002A1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Кравцов О.Е.</w:t>
            </w:r>
          </w:p>
        </w:tc>
        <w:tc>
          <w:tcPr>
            <w:tcW w:w="1582" w:type="dxa"/>
          </w:tcPr>
          <w:p w:rsidR="00086495" w:rsidRDefault="0008649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колонии</w:t>
            </w:r>
          </w:p>
        </w:tc>
        <w:tc>
          <w:tcPr>
            <w:tcW w:w="1025" w:type="dxa"/>
          </w:tcPr>
          <w:p w:rsidR="00086495" w:rsidRPr="00AC04C2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86495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86495" w:rsidRDefault="00C844B0" w:rsidP="00DE02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86495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134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557854,87</w:t>
            </w:r>
          </w:p>
        </w:tc>
        <w:tc>
          <w:tcPr>
            <w:tcW w:w="1815" w:type="dxa"/>
          </w:tcPr>
          <w:p w:rsidR="00086495" w:rsidRPr="002A1956" w:rsidRDefault="0008649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495" w:rsidRPr="002A1956" w:rsidTr="002A1956">
        <w:tc>
          <w:tcPr>
            <w:tcW w:w="541" w:type="dxa"/>
            <w:vMerge/>
          </w:tcPr>
          <w:p w:rsidR="00086495" w:rsidRDefault="0008649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086495" w:rsidRDefault="00086495" w:rsidP="002A1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086495" w:rsidRDefault="0008649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086495" w:rsidRPr="00AC04C2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86495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86495" w:rsidRDefault="00C844B0" w:rsidP="00DE02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86495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086495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122846,67</w:t>
            </w:r>
          </w:p>
        </w:tc>
        <w:tc>
          <w:tcPr>
            <w:tcW w:w="1815" w:type="dxa"/>
          </w:tcPr>
          <w:p w:rsidR="00086495" w:rsidRPr="002A1956" w:rsidRDefault="0008649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2A1956" w:rsidTr="002A1956">
        <w:tc>
          <w:tcPr>
            <w:tcW w:w="541" w:type="dxa"/>
            <w:vMerge w:val="restart"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1" w:type="dxa"/>
          </w:tcPr>
          <w:p w:rsidR="00817C2A" w:rsidRPr="00AC04C2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Грецингер С.Г.</w:t>
            </w:r>
          </w:p>
        </w:tc>
        <w:tc>
          <w:tcPr>
            <w:tcW w:w="1582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начальника</w:t>
            </w:r>
          </w:p>
        </w:tc>
        <w:tc>
          <w:tcPr>
            <w:tcW w:w="1025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C2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523155,78</w:t>
            </w:r>
          </w:p>
        </w:tc>
        <w:tc>
          <w:tcPr>
            <w:tcW w:w="1815" w:type="dxa"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2A1956" w:rsidTr="002A1956">
        <w:tc>
          <w:tcPr>
            <w:tcW w:w="541" w:type="dxa"/>
            <w:vMerge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17C2A" w:rsidRPr="00AC04C2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992" w:type="dxa"/>
          </w:tcPr>
          <w:p w:rsidR="00817C2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17C2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260867,33</w:t>
            </w:r>
          </w:p>
        </w:tc>
        <w:tc>
          <w:tcPr>
            <w:tcW w:w="1815" w:type="dxa"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2A1956" w:rsidTr="002A1956">
        <w:tc>
          <w:tcPr>
            <w:tcW w:w="541" w:type="dxa"/>
            <w:vMerge w:val="restart"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71" w:type="dxa"/>
          </w:tcPr>
          <w:p w:rsidR="00817C2A" w:rsidRPr="00AC04C2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Цветков И.В.</w:t>
            </w:r>
          </w:p>
        </w:tc>
        <w:tc>
          <w:tcPr>
            <w:tcW w:w="1582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начальника</w:t>
            </w:r>
          </w:p>
        </w:tc>
        <w:tc>
          <w:tcPr>
            <w:tcW w:w="1025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470289,05</w:t>
            </w:r>
          </w:p>
        </w:tc>
        <w:tc>
          <w:tcPr>
            <w:tcW w:w="1815" w:type="dxa"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2A1956" w:rsidTr="002A1956">
        <w:tc>
          <w:tcPr>
            <w:tcW w:w="541" w:type="dxa"/>
            <w:vMerge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17C2A" w:rsidRPr="00AC04C2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210255,08</w:t>
            </w:r>
          </w:p>
        </w:tc>
        <w:tc>
          <w:tcPr>
            <w:tcW w:w="1815" w:type="dxa"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2A1956" w:rsidTr="002A1956">
        <w:tc>
          <w:tcPr>
            <w:tcW w:w="541" w:type="dxa"/>
            <w:vMerge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17C2A" w:rsidRPr="00AC04C2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AC04C2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17C2A" w:rsidRPr="00AC04C2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817C2A" w:rsidRPr="002A1956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3CD" w:rsidRPr="002A1956" w:rsidTr="002A1956">
        <w:tc>
          <w:tcPr>
            <w:tcW w:w="541" w:type="dxa"/>
            <w:vMerge w:val="restart"/>
          </w:tcPr>
          <w:p w:rsidR="00CD43CD" w:rsidRPr="002A1956" w:rsidRDefault="00CD43C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1" w:type="dxa"/>
          </w:tcPr>
          <w:p w:rsidR="00CD43CD" w:rsidRPr="00AC04C2" w:rsidRDefault="00CD43C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Гладилин Н.П.</w:t>
            </w:r>
          </w:p>
        </w:tc>
        <w:tc>
          <w:tcPr>
            <w:tcW w:w="1582" w:type="dxa"/>
          </w:tcPr>
          <w:p w:rsidR="00CD43CD" w:rsidRPr="00AC04C2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1025" w:type="dxa"/>
          </w:tcPr>
          <w:p w:rsidR="00CD43CD" w:rsidRPr="00AC04C2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D43CD" w:rsidRPr="00AC04C2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D43CD" w:rsidRPr="00AC04C2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D43CD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D43CD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Pr="00AC04C2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D43CD" w:rsidRPr="00AC04C2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357611,66</w:t>
            </w:r>
          </w:p>
        </w:tc>
        <w:tc>
          <w:tcPr>
            <w:tcW w:w="1815" w:type="dxa"/>
          </w:tcPr>
          <w:p w:rsidR="00CD43CD" w:rsidRPr="002A1956" w:rsidRDefault="00CD43C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3CD" w:rsidRPr="002A1956" w:rsidTr="002A1956">
        <w:tc>
          <w:tcPr>
            <w:tcW w:w="541" w:type="dxa"/>
            <w:vMerge/>
          </w:tcPr>
          <w:p w:rsidR="00CD43CD" w:rsidRPr="002A1956" w:rsidRDefault="00CD43C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D43CD" w:rsidRPr="00AC04C2" w:rsidRDefault="00CD43CD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CD43CD" w:rsidRPr="00AC04C2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43CD" w:rsidRPr="00AC04C2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85" w:type="dxa"/>
          </w:tcPr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  <w:p w:rsidR="00CD43CD" w:rsidRPr="00AC04C2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  <w:p w:rsidR="00CD43CD" w:rsidRPr="00AC04C2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D43CD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D43CD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D43CD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Pr="00AC04C2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D43CD" w:rsidRPr="00AC04C2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188907,67</w:t>
            </w:r>
          </w:p>
        </w:tc>
        <w:tc>
          <w:tcPr>
            <w:tcW w:w="1815" w:type="dxa"/>
          </w:tcPr>
          <w:p w:rsidR="00CD43CD" w:rsidRPr="002A1956" w:rsidRDefault="00CD43C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D2D" w:rsidRPr="002A1956" w:rsidTr="002A1956">
        <w:tc>
          <w:tcPr>
            <w:tcW w:w="541" w:type="dxa"/>
            <w:vMerge w:val="restart"/>
          </w:tcPr>
          <w:p w:rsidR="006A6D2D" w:rsidRPr="002A1956" w:rsidRDefault="006A6D2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1" w:type="dxa"/>
          </w:tcPr>
          <w:p w:rsidR="006A6D2D" w:rsidRPr="00AC04C2" w:rsidRDefault="006A6D2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Елькин В.А.</w:t>
            </w:r>
          </w:p>
        </w:tc>
        <w:tc>
          <w:tcPr>
            <w:tcW w:w="1582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безопасности</w:t>
            </w:r>
          </w:p>
        </w:tc>
        <w:tc>
          <w:tcPr>
            <w:tcW w:w="1025" w:type="dxa"/>
          </w:tcPr>
          <w:p w:rsidR="006A6D2D" w:rsidRPr="00AC04C2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6A6D2D" w:rsidRPr="00AC04C2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A6D2D" w:rsidRPr="00AC04C2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A6D2D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D2D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A6D2D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D2D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ВАЗ-21207</w:t>
            </w:r>
          </w:p>
        </w:tc>
        <w:tc>
          <w:tcPr>
            <w:tcW w:w="1239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332904,13</w:t>
            </w:r>
          </w:p>
        </w:tc>
        <w:tc>
          <w:tcPr>
            <w:tcW w:w="1815" w:type="dxa"/>
          </w:tcPr>
          <w:p w:rsidR="006A6D2D" w:rsidRPr="002A1956" w:rsidRDefault="006A6D2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D2D" w:rsidRPr="002A1956" w:rsidTr="002A1956">
        <w:tc>
          <w:tcPr>
            <w:tcW w:w="541" w:type="dxa"/>
            <w:vMerge/>
          </w:tcPr>
          <w:p w:rsidR="006A6D2D" w:rsidRPr="002A1956" w:rsidRDefault="006A6D2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6A6D2D" w:rsidRPr="00AC04C2" w:rsidRDefault="006A6D2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285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6A6D2D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6A6D2D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A6D2D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6D2D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52279,47</w:t>
            </w:r>
          </w:p>
        </w:tc>
        <w:tc>
          <w:tcPr>
            <w:tcW w:w="1815" w:type="dxa"/>
          </w:tcPr>
          <w:p w:rsidR="006A6D2D" w:rsidRPr="002A1956" w:rsidRDefault="006A6D2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D2D" w:rsidRPr="002A1956" w:rsidTr="002A1956">
        <w:tc>
          <w:tcPr>
            <w:tcW w:w="541" w:type="dxa"/>
            <w:vMerge/>
          </w:tcPr>
          <w:p w:rsidR="006A6D2D" w:rsidRPr="002A1956" w:rsidRDefault="006A6D2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6A6D2D" w:rsidRPr="00AC04C2" w:rsidRDefault="006A6D2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6A6D2D" w:rsidRPr="00AC04C2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6A6D2D" w:rsidRPr="00AC04C2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A6D2D" w:rsidRPr="00AC04C2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A6D2D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D2D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A6D2D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D2D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D2D" w:rsidRPr="00AC04C2" w:rsidRDefault="006A6D2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6A6D2D" w:rsidRPr="00AC04C2" w:rsidRDefault="006A6D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6A6D2D" w:rsidRPr="002A1956" w:rsidRDefault="006A6D2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C2" w:rsidRPr="002A1956" w:rsidTr="002A1956">
        <w:tc>
          <w:tcPr>
            <w:tcW w:w="541" w:type="dxa"/>
            <w:vMerge w:val="restart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71" w:type="dxa"/>
          </w:tcPr>
          <w:p w:rsidR="00F772C2" w:rsidRPr="00AC04C2" w:rsidRDefault="00F772C2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Борисенко Н.Н.</w:t>
            </w:r>
          </w:p>
        </w:tc>
        <w:tc>
          <w:tcPr>
            <w:tcW w:w="1582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ОКиРЛС</w:t>
            </w:r>
          </w:p>
        </w:tc>
        <w:tc>
          <w:tcPr>
            <w:tcW w:w="102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348239,0</w:t>
            </w:r>
          </w:p>
        </w:tc>
        <w:tc>
          <w:tcPr>
            <w:tcW w:w="1815" w:type="dxa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C2" w:rsidRPr="002A1956" w:rsidTr="002A1956">
        <w:tc>
          <w:tcPr>
            <w:tcW w:w="541" w:type="dxa"/>
            <w:vMerge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772C2" w:rsidRPr="00AC04C2" w:rsidRDefault="00F772C2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C2" w:rsidRPr="002A1956" w:rsidTr="002A1956">
        <w:tc>
          <w:tcPr>
            <w:tcW w:w="541" w:type="dxa"/>
            <w:vMerge w:val="restart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71" w:type="dxa"/>
          </w:tcPr>
          <w:p w:rsidR="00F772C2" w:rsidRPr="00AC04C2" w:rsidRDefault="00F772C2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Ашкатов В.В.</w:t>
            </w:r>
          </w:p>
        </w:tc>
        <w:tc>
          <w:tcPr>
            <w:tcW w:w="1582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 ОВР с О</w:t>
            </w:r>
          </w:p>
        </w:tc>
        <w:tc>
          <w:tcPr>
            <w:tcW w:w="102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УАЗ-31519</w:t>
            </w:r>
          </w:p>
        </w:tc>
        <w:tc>
          <w:tcPr>
            <w:tcW w:w="1239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335537,74</w:t>
            </w:r>
          </w:p>
        </w:tc>
        <w:tc>
          <w:tcPr>
            <w:tcW w:w="1815" w:type="dxa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C2" w:rsidRPr="002A1956" w:rsidTr="002A1956">
        <w:tc>
          <w:tcPr>
            <w:tcW w:w="541" w:type="dxa"/>
            <w:vMerge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772C2" w:rsidRPr="00AC04C2" w:rsidRDefault="00F772C2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147000,00</w:t>
            </w:r>
          </w:p>
        </w:tc>
        <w:tc>
          <w:tcPr>
            <w:tcW w:w="1815" w:type="dxa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C2" w:rsidRPr="002A1956" w:rsidTr="002A1956">
        <w:tc>
          <w:tcPr>
            <w:tcW w:w="541" w:type="dxa"/>
            <w:vMerge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772C2" w:rsidRPr="00AC04C2" w:rsidRDefault="00F772C2" w:rsidP="00F77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C2" w:rsidRPr="002A1956" w:rsidTr="002A1956">
        <w:tc>
          <w:tcPr>
            <w:tcW w:w="541" w:type="dxa"/>
            <w:vMerge w:val="restart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71" w:type="dxa"/>
          </w:tcPr>
          <w:p w:rsidR="00F772C2" w:rsidRPr="00AC04C2" w:rsidRDefault="00F772C2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Бледных С.В.</w:t>
            </w:r>
          </w:p>
        </w:tc>
        <w:tc>
          <w:tcPr>
            <w:tcW w:w="1582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специального учета</w:t>
            </w:r>
          </w:p>
        </w:tc>
        <w:tc>
          <w:tcPr>
            <w:tcW w:w="102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ВАЗ-2112</w:t>
            </w:r>
          </w:p>
        </w:tc>
        <w:tc>
          <w:tcPr>
            <w:tcW w:w="1239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343577,45</w:t>
            </w:r>
          </w:p>
        </w:tc>
        <w:tc>
          <w:tcPr>
            <w:tcW w:w="1815" w:type="dxa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C2" w:rsidRPr="002A1956" w:rsidTr="002A1956">
        <w:tc>
          <w:tcPr>
            <w:tcW w:w="541" w:type="dxa"/>
            <w:vMerge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772C2" w:rsidRPr="00AC04C2" w:rsidRDefault="00F772C2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Pr="00AC04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Default="00F772C2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ВАЗ-2101</w:t>
            </w:r>
          </w:p>
        </w:tc>
        <w:tc>
          <w:tcPr>
            <w:tcW w:w="1239" w:type="dxa"/>
          </w:tcPr>
          <w:p w:rsidR="00F772C2" w:rsidRPr="00AC04C2" w:rsidRDefault="00F772C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122196,00</w:t>
            </w:r>
          </w:p>
        </w:tc>
        <w:tc>
          <w:tcPr>
            <w:tcW w:w="1815" w:type="dxa"/>
          </w:tcPr>
          <w:p w:rsidR="00F772C2" w:rsidRPr="002A1956" w:rsidRDefault="00F772C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05" w:rsidRPr="002A1956" w:rsidTr="002A1956">
        <w:tc>
          <w:tcPr>
            <w:tcW w:w="541" w:type="dxa"/>
          </w:tcPr>
          <w:p w:rsidR="00016B05" w:rsidRPr="002A1956" w:rsidRDefault="00016B0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1771" w:type="dxa"/>
          </w:tcPr>
          <w:p w:rsidR="00016B05" w:rsidRPr="00AC04C2" w:rsidRDefault="00016B0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Репин Д.А.</w:t>
            </w:r>
          </w:p>
        </w:tc>
        <w:tc>
          <w:tcPr>
            <w:tcW w:w="1582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1025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348950,82</w:t>
            </w:r>
          </w:p>
        </w:tc>
        <w:tc>
          <w:tcPr>
            <w:tcW w:w="1815" w:type="dxa"/>
          </w:tcPr>
          <w:p w:rsidR="00016B05" w:rsidRPr="002A1956" w:rsidRDefault="00016B0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05" w:rsidRPr="002A1956" w:rsidTr="002A1956">
        <w:tc>
          <w:tcPr>
            <w:tcW w:w="541" w:type="dxa"/>
            <w:vMerge w:val="restart"/>
          </w:tcPr>
          <w:p w:rsidR="00016B05" w:rsidRPr="002A1956" w:rsidRDefault="00016B0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1" w:type="dxa"/>
          </w:tcPr>
          <w:p w:rsidR="00016B05" w:rsidRPr="00AC04C2" w:rsidRDefault="00016B05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Тумайкина Е.В.</w:t>
            </w:r>
          </w:p>
        </w:tc>
        <w:tc>
          <w:tcPr>
            <w:tcW w:w="1582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1025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190095,09</w:t>
            </w:r>
          </w:p>
        </w:tc>
        <w:tc>
          <w:tcPr>
            <w:tcW w:w="1815" w:type="dxa"/>
          </w:tcPr>
          <w:p w:rsidR="00016B05" w:rsidRPr="002A1956" w:rsidRDefault="00016B0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05" w:rsidRPr="002A1956" w:rsidTr="002A1956">
        <w:tc>
          <w:tcPr>
            <w:tcW w:w="541" w:type="dxa"/>
            <w:vMerge/>
          </w:tcPr>
          <w:p w:rsidR="00016B05" w:rsidRPr="002A1956" w:rsidRDefault="00016B0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016B05" w:rsidRPr="00AC04C2" w:rsidRDefault="00016B05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194733,70</w:t>
            </w:r>
          </w:p>
        </w:tc>
        <w:tc>
          <w:tcPr>
            <w:tcW w:w="1815" w:type="dxa"/>
          </w:tcPr>
          <w:p w:rsidR="00016B05" w:rsidRPr="002A1956" w:rsidRDefault="00016B0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05" w:rsidRPr="002A1956" w:rsidTr="002A1956">
        <w:tc>
          <w:tcPr>
            <w:tcW w:w="541" w:type="dxa"/>
            <w:vMerge/>
          </w:tcPr>
          <w:p w:rsidR="00016B05" w:rsidRPr="002A1956" w:rsidRDefault="00016B0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016B05" w:rsidRPr="00AC04C2" w:rsidRDefault="00016B05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16B05" w:rsidRPr="00AC04C2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Default="00016B05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016B05" w:rsidRPr="00AC04C2" w:rsidRDefault="00016B0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016B05" w:rsidRPr="002A1956" w:rsidRDefault="00016B0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F56" w:rsidRPr="002A1956" w:rsidTr="002A1956">
        <w:tc>
          <w:tcPr>
            <w:tcW w:w="541" w:type="dxa"/>
            <w:vMerge w:val="restart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1" w:type="dxa"/>
          </w:tcPr>
          <w:p w:rsidR="00A76F56" w:rsidRPr="00AC04C2" w:rsidRDefault="00A76F5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Кислицын А.М.</w:t>
            </w:r>
          </w:p>
        </w:tc>
        <w:tc>
          <w:tcPr>
            <w:tcW w:w="1582" w:type="dxa"/>
          </w:tcPr>
          <w:p w:rsidR="00A76F56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ПЧ ВПО</w:t>
            </w:r>
          </w:p>
        </w:tc>
        <w:tc>
          <w:tcPr>
            <w:tcW w:w="102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ВАЗ-21114</w:t>
            </w:r>
          </w:p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</w:p>
        </w:tc>
        <w:tc>
          <w:tcPr>
            <w:tcW w:w="1239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1815" w:type="dxa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F56" w:rsidRPr="002A1956" w:rsidTr="002A1956">
        <w:tc>
          <w:tcPr>
            <w:tcW w:w="541" w:type="dxa"/>
            <w:vMerge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76F56" w:rsidRPr="00AC04C2" w:rsidRDefault="00A76F5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  <w:tc>
          <w:tcPr>
            <w:tcW w:w="1815" w:type="dxa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F56" w:rsidRPr="002A1956" w:rsidTr="002A1956">
        <w:tc>
          <w:tcPr>
            <w:tcW w:w="541" w:type="dxa"/>
            <w:vMerge w:val="restart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71" w:type="dxa"/>
          </w:tcPr>
          <w:p w:rsidR="00A76F56" w:rsidRPr="00AC04C2" w:rsidRDefault="00A76F5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Куцова Е.Н.</w:t>
            </w:r>
          </w:p>
        </w:tc>
        <w:tc>
          <w:tcPr>
            <w:tcW w:w="1582" w:type="dxa"/>
          </w:tcPr>
          <w:p w:rsidR="00A76F56" w:rsidRPr="00AC04C2" w:rsidRDefault="00A76F56" w:rsidP="00A76F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псих. лаборатории</w:t>
            </w:r>
          </w:p>
        </w:tc>
        <w:tc>
          <w:tcPr>
            <w:tcW w:w="102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181790,35</w:t>
            </w:r>
          </w:p>
        </w:tc>
        <w:tc>
          <w:tcPr>
            <w:tcW w:w="1815" w:type="dxa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F56" w:rsidRPr="002A1956" w:rsidTr="002A1956">
        <w:tc>
          <w:tcPr>
            <w:tcW w:w="541" w:type="dxa"/>
            <w:vMerge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76F56" w:rsidRPr="00AC04C2" w:rsidRDefault="00A76F56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ВАЗ-21041</w:t>
            </w:r>
          </w:p>
        </w:tc>
        <w:tc>
          <w:tcPr>
            <w:tcW w:w="1239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315182,56</w:t>
            </w:r>
          </w:p>
        </w:tc>
        <w:tc>
          <w:tcPr>
            <w:tcW w:w="1815" w:type="dxa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F56" w:rsidRPr="002A1956" w:rsidTr="002A1956">
        <w:tc>
          <w:tcPr>
            <w:tcW w:w="541" w:type="dxa"/>
            <w:vMerge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76F56" w:rsidRPr="00AC04C2" w:rsidRDefault="00A76F56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F56" w:rsidRPr="002A1956" w:rsidTr="002A1956">
        <w:tc>
          <w:tcPr>
            <w:tcW w:w="541" w:type="dxa"/>
            <w:vMerge w:val="restart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1" w:type="dxa"/>
          </w:tcPr>
          <w:p w:rsidR="00A76F56" w:rsidRPr="00AC04C2" w:rsidRDefault="00A76F5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 Д.Н.</w:t>
            </w:r>
          </w:p>
        </w:tc>
        <w:tc>
          <w:tcPr>
            <w:tcW w:w="1582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102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ВАЗ-21041</w:t>
            </w:r>
          </w:p>
        </w:tc>
        <w:tc>
          <w:tcPr>
            <w:tcW w:w="1239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315182,56</w:t>
            </w:r>
          </w:p>
        </w:tc>
        <w:tc>
          <w:tcPr>
            <w:tcW w:w="1815" w:type="dxa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F56" w:rsidRPr="002A1956" w:rsidTr="002A1956">
        <w:tc>
          <w:tcPr>
            <w:tcW w:w="541" w:type="dxa"/>
            <w:vMerge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76F56" w:rsidRPr="00AC04C2" w:rsidRDefault="00A76F56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181790,35</w:t>
            </w:r>
          </w:p>
        </w:tc>
        <w:tc>
          <w:tcPr>
            <w:tcW w:w="1815" w:type="dxa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F56" w:rsidRPr="002A1956" w:rsidTr="002A1956">
        <w:tc>
          <w:tcPr>
            <w:tcW w:w="541" w:type="dxa"/>
            <w:vMerge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76F56" w:rsidRPr="00AC04C2" w:rsidRDefault="00A76F56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Pr="00AC04C2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Default="00A76F5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76F56" w:rsidRPr="00AC04C2" w:rsidRDefault="00A76F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A76F56" w:rsidRPr="002A1956" w:rsidRDefault="00A76F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88" w:rsidRPr="002A1956" w:rsidTr="002A1956">
        <w:tc>
          <w:tcPr>
            <w:tcW w:w="541" w:type="dxa"/>
            <w:vMerge w:val="restart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71" w:type="dxa"/>
          </w:tcPr>
          <w:p w:rsidR="00E22088" w:rsidRPr="00AC04C2" w:rsidRDefault="00E2208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Рябков В.Е.</w:t>
            </w:r>
          </w:p>
        </w:tc>
        <w:tc>
          <w:tcPr>
            <w:tcW w:w="1582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ОИиХО</w:t>
            </w:r>
            <w:proofErr w:type="spellEnd"/>
          </w:p>
        </w:tc>
        <w:tc>
          <w:tcPr>
            <w:tcW w:w="1025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317922,33</w:t>
            </w:r>
          </w:p>
        </w:tc>
        <w:tc>
          <w:tcPr>
            <w:tcW w:w="1815" w:type="dxa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88" w:rsidRPr="002A1956" w:rsidTr="002A1956">
        <w:tc>
          <w:tcPr>
            <w:tcW w:w="541" w:type="dxa"/>
            <w:vMerge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2088" w:rsidRPr="00AC04C2" w:rsidRDefault="00E2208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992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78650,18</w:t>
            </w:r>
          </w:p>
        </w:tc>
        <w:tc>
          <w:tcPr>
            <w:tcW w:w="1815" w:type="dxa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88" w:rsidRPr="002A1956" w:rsidTr="002A1956">
        <w:tc>
          <w:tcPr>
            <w:tcW w:w="541" w:type="dxa"/>
            <w:vMerge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2088" w:rsidRDefault="00E2208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E702AC" w:rsidRPr="00AC04C2" w:rsidRDefault="00E702A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88" w:rsidRPr="002A1956" w:rsidTr="00E22088">
        <w:trPr>
          <w:trHeight w:val="242"/>
        </w:trPr>
        <w:tc>
          <w:tcPr>
            <w:tcW w:w="541" w:type="dxa"/>
            <w:vMerge w:val="restart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771" w:type="dxa"/>
          </w:tcPr>
          <w:p w:rsidR="00E22088" w:rsidRPr="00AC04C2" w:rsidRDefault="00E2208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Тимкин А.М.</w:t>
            </w:r>
          </w:p>
        </w:tc>
        <w:tc>
          <w:tcPr>
            <w:tcW w:w="1582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025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Нива-Шевроле</w:t>
            </w:r>
            <w:proofErr w:type="spellEnd"/>
          </w:p>
        </w:tc>
        <w:tc>
          <w:tcPr>
            <w:tcW w:w="1239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408760,96</w:t>
            </w:r>
          </w:p>
        </w:tc>
        <w:tc>
          <w:tcPr>
            <w:tcW w:w="1815" w:type="dxa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88" w:rsidRPr="002A1956" w:rsidTr="002A1956">
        <w:tc>
          <w:tcPr>
            <w:tcW w:w="541" w:type="dxa"/>
            <w:vMerge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2088" w:rsidRPr="00AC04C2" w:rsidRDefault="00E2208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85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815" w:type="dxa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88" w:rsidRPr="002A1956" w:rsidTr="002A1956">
        <w:tc>
          <w:tcPr>
            <w:tcW w:w="541" w:type="dxa"/>
            <w:vMerge w:val="restart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71" w:type="dxa"/>
          </w:tcPr>
          <w:p w:rsidR="00E22088" w:rsidRPr="00AC04C2" w:rsidRDefault="00E2208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Филиппова Г.М.</w:t>
            </w:r>
          </w:p>
        </w:tc>
        <w:tc>
          <w:tcPr>
            <w:tcW w:w="1582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25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449776,0</w:t>
            </w:r>
          </w:p>
        </w:tc>
        <w:tc>
          <w:tcPr>
            <w:tcW w:w="1815" w:type="dxa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88" w:rsidRPr="002A1956" w:rsidTr="002A1956">
        <w:tc>
          <w:tcPr>
            <w:tcW w:w="541" w:type="dxa"/>
            <w:vMerge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2088" w:rsidRPr="00AC04C2" w:rsidRDefault="00E2208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ВАЗ-1118</w:t>
            </w:r>
          </w:p>
        </w:tc>
        <w:tc>
          <w:tcPr>
            <w:tcW w:w="1239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77954,00</w:t>
            </w:r>
          </w:p>
        </w:tc>
        <w:tc>
          <w:tcPr>
            <w:tcW w:w="1815" w:type="dxa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88" w:rsidRPr="002A1956" w:rsidTr="002A1956">
        <w:tc>
          <w:tcPr>
            <w:tcW w:w="541" w:type="dxa"/>
            <w:vMerge w:val="restart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71" w:type="dxa"/>
          </w:tcPr>
          <w:p w:rsidR="00E22088" w:rsidRPr="00AC04C2" w:rsidRDefault="00E2208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Трышкина О.В.</w:t>
            </w:r>
          </w:p>
        </w:tc>
        <w:tc>
          <w:tcPr>
            <w:tcW w:w="1582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025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279490,30</w:t>
            </w:r>
          </w:p>
        </w:tc>
        <w:tc>
          <w:tcPr>
            <w:tcW w:w="1815" w:type="dxa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088" w:rsidRPr="002A1956" w:rsidTr="002A1956">
        <w:tc>
          <w:tcPr>
            <w:tcW w:w="541" w:type="dxa"/>
            <w:vMerge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2088" w:rsidRPr="00AC04C2" w:rsidRDefault="00E2208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2088" w:rsidRPr="00AC04C2" w:rsidRDefault="00E22088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2088" w:rsidRPr="00AC04C2" w:rsidRDefault="00E2208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55321,20</w:t>
            </w:r>
          </w:p>
        </w:tc>
        <w:tc>
          <w:tcPr>
            <w:tcW w:w="1815" w:type="dxa"/>
          </w:tcPr>
          <w:p w:rsidR="00E22088" w:rsidRPr="002A1956" w:rsidRDefault="00E2208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481" w:rsidRPr="002A1956" w:rsidTr="002A1956">
        <w:tc>
          <w:tcPr>
            <w:tcW w:w="541" w:type="dxa"/>
            <w:vMerge w:val="restart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71" w:type="dxa"/>
          </w:tcPr>
          <w:p w:rsidR="00900481" w:rsidRPr="00AC04C2" w:rsidRDefault="00900481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 П.В.</w:t>
            </w:r>
          </w:p>
        </w:tc>
        <w:tc>
          <w:tcPr>
            <w:tcW w:w="1582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ОБ</w:t>
            </w:r>
          </w:p>
        </w:tc>
        <w:tc>
          <w:tcPr>
            <w:tcW w:w="102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308765,66</w:t>
            </w:r>
          </w:p>
        </w:tc>
        <w:tc>
          <w:tcPr>
            <w:tcW w:w="1815" w:type="dxa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481" w:rsidRPr="002A1956" w:rsidTr="002A1956">
        <w:tc>
          <w:tcPr>
            <w:tcW w:w="541" w:type="dxa"/>
            <w:vMerge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00481" w:rsidRPr="00AC04C2" w:rsidRDefault="00900481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179011,39</w:t>
            </w:r>
          </w:p>
        </w:tc>
        <w:tc>
          <w:tcPr>
            <w:tcW w:w="1815" w:type="dxa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481" w:rsidRPr="002A1956" w:rsidTr="002A1956">
        <w:tc>
          <w:tcPr>
            <w:tcW w:w="541" w:type="dxa"/>
            <w:vMerge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00481" w:rsidRPr="00AC04C2" w:rsidRDefault="00900481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481" w:rsidRPr="002A1956" w:rsidTr="002A1956">
        <w:tc>
          <w:tcPr>
            <w:tcW w:w="541" w:type="dxa"/>
            <w:vMerge w:val="restart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71" w:type="dxa"/>
          </w:tcPr>
          <w:p w:rsidR="00900481" w:rsidRPr="00AC04C2" w:rsidRDefault="00900481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Гусев А.А.</w:t>
            </w:r>
          </w:p>
        </w:tc>
        <w:tc>
          <w:tcPr>
            <w:tcW w:w="1582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 ОБ</w:t>
            </w:r>
          </w:p>
        </w:tc>
        <w:tc>
          <w:tcPr>
            <w:tcW w:w="1025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900481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00481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274325,48</w:t>
            </w:r>
          </w:p>
        </w:tc>
        <w:tc>
          <w:tcPr>
            <w:tcW w:w="1815" w:type="dxa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481" w:rsidRPr="002A1956" w:rsidTr="002A1956">
        <w:tc>
          <w:tcPr>
            <w:tcW w:w="541" w:type="dxa"/>
            <w:vMerge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00481" w:rsidRPr="00AC04C2" w:rsidRDefault="00900481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91200,00</w:t>
            </w:r>
          </w:p>
        </w:tc>
        <w:tc>
          <w:tcPr>
            <w:tcW w:w="1815" w:type="dxa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481" w:rsidRPr="002A1956" w:rsidTr="002A1956">
        <w:tc>
          <w:tcPr>
            <w:tcW w:w="541" w:type="dxa"/>
            <w:vMerge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00481" w:rsidRPr="00AC04C2" w:rsidRDefault="00900481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481" w:rsidRPr="002A1956" w:rsidTr="002A1956">
        <w:tc>
          <w:tcPr>
            <w:tcW w:w="541" w:type="dxa"/>
            <w:vMerge w:val="restart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71" w:type="dxa"/>
          </w:tcPr>
          <w:p w:rsidR="00900481" w:rsidRPr="00AC04C2" w:rsidRDefault="00900481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Жидких С.Л.</w:t>
            </w:r>
          </w:p>
        </w:tc>
        <w:tc>
          <w:tcPr>
            <w:tcW w:w="1582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ОБ</w:t>
            </w:r>
          </w:p>
        </w:tc>
        <w:tc>
          <w:tcPr>
            <w:tcW w:w="102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Киа-кларус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универсал</w:t>
            </w:r>
          </w:p>
        </w:tc>
        <w:tc>
          <w:tcPr>
            <w:tcW w:w="1239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282622,66</w:t>
            </w:r>
          </w:p>
        </w:tc>
        <w:tc>
          <w:tcPr>
            <w:tcW w:w="1815" w:type="dxa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481" w:rsidRPr="002A1956" w:rsidTr="002A1956">
        <w:tc>
          <w:tcPr>
            <w:tcW w:w="541" w:type="dxa"/>
            <w:vMerge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00481" w:rsidRPr="00AC04C2" w:rsidRDefault="00900481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206472,00</w:t>
            </w:r>
          </w:p>
        </w:tc>
        <w:tc>
          <w:tcPr>
            <w:tcW w:w="1815" w:type="dxa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481" w:rsidRPr="002A1956" w:rsidTr="002A1956">
        <w:tc>
          <w:tcPr>
            <w:tcW w:w="541" w:type="dxa"/>
            <w:vMerge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00481" w:rsidRPr="00AC04C2" w:rsidRDefault="00900481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Pr="00AC04C2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Default="00900481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00481" w:rsidRPr="00AC04C2" w:rsidRDefault="0090048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900481" w:rsidRPr="002A1956" w:rsidRDefault="0090048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 w:val="restart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71" w:type="dxa"/>
          </w:tcPr>
          <w:p w:rsidR="00E702AC" w:rsidRPr="00AC04C2" w:rsidRDefault="00E702A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Зыков А.Н.</w:t>
            </w:r>
          </w:p>
        </w:tc>
        <w:tc>
          <w:tcPr>
            <w:tcW w:w="1582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ОБ</w:t>
            </w:r>
          </w:p>
        </w:tc>
        <w:tc>
          <w:tcPr>
            <w:tcW w:w="102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ВАЗ-21124</w:t>
            </w:r>
          </w:p>
        </w:tc>
        <w:tc>
          <w:tcPr>
            <w:tcW w:w="1239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221068,68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702AC" w:rsidRPr="00AC04C2" w:rsidRDefault="00E702AC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250980,00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702AC" w:rsidRPr="00AC04C2" w:rsidRDefault="00E702AC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 w:val="restart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71" w:type="dxa"/>
          </w:tcPr>
          <w:p w:rsidR="00E702AC" w:rsidRPr="00AC04C2" w:rsidRDefault="00E702A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Кокоулин Е.П.</w:t>
            </w:r>
          </w:p>
        </w:tc>
        <w:tc>
          <w:tcPr>
            <w:tcW w:w="1582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ОБ</w:t>
            </w:r>
          </w:p>
        </w:tc>
        <w:tc>
          <w:tcPr>
            <w:tcW w:w="1025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992" w:type="dxa"/>
          </w:tcPr>
          <w:p w:rsidR="00E702AC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220856,46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702AC" w:rsidRPr="00AC04C2" w:rsidRDefault="00E702A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 w:val="restart"/>
          </w:tcPr>
          <w:p w:rsidR="00E702AC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71" w:type="dxa"/>
          </w:tcPr>
          <w:p w:rsidR="00E702AC" w:rsidRDefault="00E702A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Коструков Д.Е.</w:t>
            </w:r>
          </w:p>
        </w:tc>
        <w:tc>
          <w:tcPr>
            <w:tcW w:w="1582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ОБ</w:t>
            </w:r>
          </w:p>
        </w:tc>
        <w:tc>
          <w:tcPr>
            <w:tcW w:w="1025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702AC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299977,00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/>
          </w:tcPr>
          <w:p w:rsidR="00E702AC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702AC" w:rsidRPr="00AC04C2" w:rsidRDefault="00E702AC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702AC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/>
          </w:tcPr>
          <w:p w:rsidR="00E702AC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702AC" w:rsidRPr="00AC04C2" w:rsidRDefault="00E702AC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702AC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 w:val="restart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71" w:type="dxa"/>
          </w:tcPr>
          <w:p w:rsidR="00E702AC" w:rsidRPr="00AC04C2" w:rsidRDefault="00E702A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Чижов А.Д.</w:t>
            </w:r>
          </w:p>
        </w:tc>
        <w:tc>
          <w:tcPr>
            <w:tcW w:w="1582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ОБ</w:t>
            </w:r>
          </w:p>
        </w:tc>
        <w:tc>
          <w:tcPr>
            <w:tcW w:w="102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220272,36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AC" w:rsidRPr="002A1956" w:rsidTr="002A1956">
        <w:tc>
          <w:tcPr>
            <w:tcW w:w="541" w:type="dxa"/>
            <w:vMerge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702AC" w:rsidRPr="00AC04C2" w:rsidRDefault="00E702A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Pr="00AC04C2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Default="00E702AC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ВАЗ-21093</w:t>
            </w:r>
          </w:p>
        </w:tc>
        <w:tc>
          <w:tcPr>
            <w:tcW w:w="1239" w:type="dxa"/>
          </w:tcPr>
          <w:p w:rsidR="00E702AC" w:rsidRPr="00AC04C2" w:rsidRDefault="00E702A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183236,95</w:t>
            </w:r>
          </w:p>
        </w:tc>
        <w:tc>
          <w:tcPr>
            <w:tcW w:w="1815" w:type="dxa"/>
          </w:tcPr>
          <w:p w:rsidR="00E702AC" w:rsidRPr="002A1956" w:rsidRDefault="00E702A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00" w:rsidRPr="002A1956" w:rsidTr="002A1956">
        <w:tc>
          <w:tcPr>
            <w:tcW w:w="541" w:type="dxa"/>
            <w:vMerge w:val="restart"/>
          </w:tcPr>
          <w:p w:rsidR="00C53200" w:rsidRPr="002A1956" w:rsidRDefault="00C53200" w:rsidP="00E7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71" w:type="dxa"/>
          </w:tcPr>
          <w:p w:rsidR="00C53200" w:rsidRPr="00AC04C2" w:rsidRDefault="00C5320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Лугинин А.Н.</w:t>
            </w:r>
          </w:p>
        </w:tc>
        <w:tc>
          <w:tcPr>
            <w:tcW w:w="1582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ОБ</w:t>
            </w:r>
          </w:p>
        </w:tc>
        <w:tc>
          <w:tcPr>
            <w:tcW w:w="1025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3200" w:rsidRPr="00AC04C2" w:rsidRDefault="00C5320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53200" w:rsidRPr="00AC04C2" w:rsidRDefault="00C5320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290142,00</w:t>
            </w:r>
          </w:p>
        </w:tc>
        <w:tc>
          <w:tcPr>
            <w:tcW w:w="1815" w:type="dxa"/>
          </w:tcPr>
          <w:p w:rsidR="00C53200" w:rsidRPr="002A1956" w:rsidRDefault="00C5320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00" w:rsidRPr="002A1956" w:rsidTr="002A1956">
        <w:tc>
          <w:tcPr>
            <w:tcW w:w="541" w:type="dxa"/>
            <w:vMerge/>
          </w:tcPr>
          <w:p w:rsidR="00C53200" w:rsidRPr="002A1956" w:rsidRDefault="00C5320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53200" w:rsidRPr="00AC04C2" w:rsidRDefault="00C53200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C53200" w:rsidRPr="00AC04C2" w:rsidRDefault="00C5320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3200" w:rsidRPr="00AC04C2" w:rsidRDefault="00C5320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53200" w:rsidRPr="00AC04C2" w:rsidRDefault="00C5320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120313,45</w:t>
            </w:r>
          </w:p>
        </w:tc>
        <w:tc>
          <w:tcPr>
            <w:tcW w:w="1815" w:type="dxa"/>
          </w:tcPr>
          <w:p w:rsidR="00C53200" w:rsidRPr="002A1956" w:rsidRDefault="00C5320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00" w:rsidRPr="002A1956" w:rsidTr="002A1956">
        <w:tc>
          <w:tcPr>
            <w:tcW w:w="541" w:type="dxa"/>
            <w:vMerge/>
          </w:tcPr>
          <w:p w:rsidR="00C53200" w:rsidRPr="002A1956" w:rsidRDefault="00C5320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53200" w:rsidRPr="00AC04C2" w:rsidRDefault="00C53200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C53200" w:rsidRPr="00AC04C2" w:rsidRDefault="00C5320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53200" w:rsidRPr="00AC04C2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3200" w:rsidRDefault="00C53200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3200" w:rsidRPr="00AC04C2" w:rsidRDefault="00C5320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53200" w:rsidRPr="00AC04C2" w:rsidRDefault="00C5320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C53200" w:rsidRPr="002A1956" w:rsidRDefault="00C5320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16" w:rsidRPr="002A1956" w:rsidTr="002A1956">
        <w:tc>
          <w:tcPr>
            <w:tcW w:w="541" w:type="dxa"/>
            <w:vMerge w:val="restart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771" w:type="dxa"/>
          </w:tcPr>
          <w:p w:rsidR="00934916" w:rsidRPr="00AC04C2" w:rsidRDefault="0093491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Маштаков Н.Г.</w:t>
            </w:r>
          </w:p>
        </w:tc>
        <w:tc>
          <w:tcPr>
            <w:tcW w:w="1582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ОБ</w:t>
            </w:r>
          </w:p>
        </w:tc>
        <w:tc>
          <w:tcPr>
            <w:tcW w:w="102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Нива-Шевроле</w:t>
            </w:r>
            <w:proofErr w:type="spellEnd"/>
          </w:p>
        </w:tc>
        <w:tc>
          <w:tcPr>
            <w:tcW w:w="1239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243461,39</w:t>
            </w:r>
          </w:p>
        </w:tc>
        <w:tc>
          <w:tcPr>
            <w:tcW w:w="1815" w:type="dxa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16" w:rsidRPr="002A1956" w:rsidTr="002A1956">
        <w:tc>
          <w:tcPr>
            <w:tcW w:w="541" w:type="dxa"/>
            <w:vMerge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34916" w:rsidRPr="00AC04C2" w:rsidRDefault="0093491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16195,00</w:t>
            </w:r>
          </w:p>
        </w:tc>
        <w:tc>
          <w:tcPr>
            <w:tcW w:w="1815" w:type="dxa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16" w:rsidRPr="002A1956" w:rsidTr="002A1956">
        <w:tc>
          <w:tcPr>
            <w:tcW w:w="541" w:type="dxa"/>
            <w:vMerge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34916" w:rsidRPr="00AC04C2" w:rsidRDefault="0093491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16" w:rsidRPr="002A1956" w:rsidTr="002A1956">
        <w:tc>
          <w:tcPr>
            <w:tcW w:w="541" w:type="dxa"/>
            <w:vMerge w:val="restart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771" w:type="dxa"/>
          </w:tcPr>
          <w:p w:rsidR="00934916" w:rsidRPr="00AC04C2" w:rsidRDefault="0093491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Тихомиров А.С.</w:t>
            </w:r>
          </w:p>
        </w:tc>
        <w:tc>
          <w:tcPr>
            <w:tcW w:w="1582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34916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285" w:type="dxa"/>
          </w:tcPr>
          <w:p w:rsidR="00934916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934916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934916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4916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284588,56</w:t>
            </w:r>
          </w:p>
        </w:tc>
        <w:tc>
          <w:tcPr>
            <w:tcW w:w="1815" w:type="dxa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16" w:rsidRPr="002A1956" w:rsidTr="002A1956">
        <w:tc>
          <w:tcPr>
            <w:tcW w:w="541" w:type="dxa"/>
            <w:vMerge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34916" w:rsidRPr="00AC04C2" w:rsidRDefault="0093491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285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</w:tc>
        <w:tc>
          <w:tcPr>
            <w:tcW w:w="567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</w:p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Фиат </w:t>
            </w:r>
          </w:p>
        </w:tc>
        <w:tc>
          <w:tcPr>
            <w:tcW w:w="1239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149932,74</w:t>
            </w:r>
          </w:p>
        </w:tc>
        <w:tc>
          <w:tcPr>
            <w:tcW w:w="1815" w:type="dxa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16" w:rsidRPr="002A1956" w:rsidTr="002A1956">
        <w:tc>
          <w:tcPr>
            <w:tcW w:w="541" w:type="dxa"/>
            <w:vMerge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34916" w:rsidRPr="00AC04C2" w:rsidRDefault="0093491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16" w:rsidRPr="002A1956" w:rsidTr="002A1956">
        <w:tc>
          <w:tcPr>
            <w:tcW w:w="541" w:type="dxa"/>
            <w:vMerge w:val="restart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771" w:type="dxa"/>
          </w:tcPr>
          <w:p w:rsidR="00934916" w:rsidRPr="00AC04C2" w:rsidRDefault="0093491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Логовский Е.В.</w:t>
            </w:r>
          </w:p>
        </w:tc>
        <w:tc>
          <w:tcPr>
            <w:tcW w:w="1582" w:type="dxa"/>
          </w:tcPr>
          <w:p w:rsidR="00934916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категории ОБ</w:t>
            </w:r>
          </w:p>
        </w:tc>
        <w:tc>
          <w:tcPr>
            <w:tcW w:w="1025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934916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251954,03</w:t>
            </w:r>
          </w:p>
        </w:tc>
        <w:tc>
          <w:tcPr>
            <w:tcW w:w="1815" w:type="dxa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16" w:rsidRPr="002A1956" w:rsidTr="002A1956">
        <w:tc>
          <w:tcPr>
            <w:tcW w:w="541" w:type="dxa"/>
            <w:vMerge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34916" w:rsidRPr="00AC04C2" w:rsidRDefault="0093491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98323,07</w:t>
            </w:r>
          </w:p>
        </w:tc>
        <w:tc>
          <w:tcPr>
            <w:tcW w:w="1815" w:type="dxa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16" w:rsidRPr="002A1956" w:rsidTr="002A1956">
        <w:tc>
          <w:tcPr>
            <w:tcW w:w="541" w:type="dxa"/>
            <w:vMerge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34916" w:rsidRPr="00AC04C2" w:rsidRDefault="0093491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934916" w:rsidRPr="00AC04C2" w:rsidRDefault="0093491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34916" w:rsidRPr="00AC04C2" w:rsidRDefault="0093491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934916" w:rsidRPr="002A1956" w:rsidRDefault="0093491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F29" w:rsidRPr="002A1956" w:rsidTr="002A1956">
        <w:tc>
          <w:tcPr>
            <w:tcW w:w="541" w:type="dxa"/>
            <w:vMerge w:val="restart"/>
          </w:tcPr>
          <w:p w:rsidR="00211F29" w:rsidRPr="002A1956" w:rsidRDefault="00211F2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771" w:type="dxa"/>
          </w:tcPr>
          <w:p w:rsidR="00211F29" w:rsidRPr="00AC04C2" w:rsidRDefault="00211F29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Новоселов В.П.</w:t>
            </w:r>
          </w:p>
        </w:tc>
        <w:tc>
          <w:tcPr>
            <w:tcW w:w="1582" w:type="dxa"/>
          </w:tcPr>
          <w:p w:rsidR="00211F29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211F29" w:rsidRPr="00AC04C2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категории ОБ</w:t>
            </w:r>
          </w:p>
        </w:tc>
        <w:tc>
          <w:tcPr>
            <w:tcW w:w="1025" w:type="dxa"/>
          </w:tcPr>
          <w:p w:rsidR="00211F29" w:rsidRPr="00AC04C2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11F29" w:rsidRPr="00AC04C2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1F29" w:rsidRPr="00AC04C2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1F29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1F29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1F29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1F29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1F29" w:rsidRPr="00AC04C2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11F29" w:rsidRPr="00AC04C2" w:rsidRDefault="00211F2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203633,00</w:t>
            </w:r>
          </w:p>
        </w:tc>
        <w:tc>
          <w:tcPr>
            <w:tcW w:w="1815" w:type="dxa"/>
          </w:tcPr>
          <w:p w:rsidR="00211F29" w:rsidRPr="002A1956" w:rsidRDefault="00211F2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F29" w:rsidRPr="002A1956" w:rsidTr="002A1956">
        <w:tc>
          <w:tcPr>
            <w:tcW w:w="541" w:type="dxa"/>
            <w:vMerge/>
          </w:tcPr>
          <w:p w:rsidR="00211F29" w:rsidRPr="002A1956" w:rsidRDefault="00211F2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11F29" w:rsidRPr="00AC04C2" w:rsidRDefault="00211F29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211F29" w:rsidRPr="00AC04C2" w:rsidRDefault="00211F2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11F29" w:rsidRPr="00AC04C2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11F29" w:rsidRPr="00AC04C2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1F29" w:rsidRPr="00AC04C2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1F29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1F29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1F29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1F29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1F29" w:rsidRPr="00AC04C2" w:rsidRDefault="00211F2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11F29" w:rsidRPr="00AC04C2" w:rsidRDefault="00211F2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11F29" w:rsidRPr="002A1956" w:rsidRDefault="00211F2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2BE" w:rsidRPr="002A1956" w:rsidTr="002A1956">
        <w:tc>
          <w:tcPr>
            <w:tcW w:w="541" w:type="dxa"/>
            <w:vMerge w:val="restart"/>
          </w:tcPr>
          <w:p w:rsidR="00EB52BE" w:rsidRPr="002A1956" w:rsidRDefault="00EB52B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771" w:type="dxa"/>
          </w:tcPr>
          <w:p w:rsidR="00EB52BE" w:rsidRPr="00AC04C2" w:rsidRDefault="00EB52B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Новоселов Д.А.</w:t>
            </w:r>
          </w:p>
        </w:tc>
        <w:tc>
          <w:tcPr>
            <w:tcW w:w="1582" w:type="dxa"/>
          </w:tcPr>
          <w:p w:rsidR="00EB52BE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EB52BE" w:rsidRPr="00AC04C2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категории ОБ</w:t>
            </w:r>
          </w:p>
        </w:tc>
        <w:tc>
          <w:tcPr>
            <w:tcW w:w="1025" w:type="dxa"/>
          </w:tcPr>
          <w:p w:rsidR="00EB52BE" w:rsidRPr="00AC04C2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EB52BE" w:rsidRPr="00AC04C2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EB52BE" w:rsidRPr="00AC04C2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EB52BE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B52BE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52BE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B52BE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B52BE" w:rsidRPr="00AC04C2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EB52BE" w:rsidRPr="00AC04C2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214640,59</w:t>
            </w:r>
          </w:p>
        </w:tc>
        <w:tc>
          <w:tcPr>
            <w:tcW w:w="1815" w:type="dxa"/>
          </w:tcPr>
          <w:p w:rsidR="00EB52BE" w:rsidRPr="002A1956" w:rsidRDefault="00EB52B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2BE" w:rsidRPr="002A1956" w:rsidTr="002A1956">
        <w:tc>
          <w:tcPr>
            <w:tcW w:w="541" w:type="dxa"/>
            <w:vMerge/>
          </w:tcPr>
          <w:p w:rsidR="00EB52BE" w:rsidRPr="002A1956" w:rsidRDefault="00EB52B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52BE" w:rsidRPr="00AC04C2" w:rsidRDefault="00EB52BE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B52BE" w:rsidRPr="00AC04C2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B52BE" w:rsidRPr="00AC04C2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EB52BE" w:rsidRPr="00AC04C2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EB52BE" w:rsidRPr="00AC04C2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EB52BE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B52BE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567" w:type="dxa"/>
          </w:tcPr>
          <w:p w:rsidR="00EB52BE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EB52BE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B52BE" w:rsidRPr="00AC04C2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EB52BE" w:rsidRPr="00AC04C2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79297,08</w:t>
            </w:r>
          </w:p>
        </w:tc>
        <w:tc>
          <w:tcPr>
            <w:tcW w:w="1815" w:type="dxa"/>
          </w:tcPr>
          <w:p w:rsidR="00EB52BE" w:rsidRPr="002A1956" w:rsidRDefault="00EB52B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2BE" w:rsidRPr="002A1956" w:rsidTr="002A1956">
        <w:tc>
          <w:tcPr>
            <w:tcW w:w="541" w:type="dxa"/>
            <w:vMerge/>
          </w:tcPr>
          <w:p w:rsidR="00EB52BE" w:rsidRPr="002A1956" w:rsidRDefault="00EB52B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52BE" w:rsidRPr="00AC04C2" w:rsidRDefault="00EB52BE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EB52BE" w:rsidRPr="00AC04C2" w:rsidRDefault="00EB52B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B52BE" w:rsidRPr="00AC04C2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B52BE" w:rsidRPr="00AC04C2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52BE" w:rsidRPr="00AC04C2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52BE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52BE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52BE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52BE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52BE" w:rsidRPr="00AC04C2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B52BE" w:rsidRPr="00AC04C2" w:rsidRDefault="00EB52BE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EB52BE" w:rsidRPr="002A1956" w:rsidRDefault="00EB52B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BB" w:rsidRPr="002A1956" w:rsidTr="002A1956">
        <w:tc>
          <w:tcPr>
            <w:tcW w:w="541" w:type="dxa"/>
            <w:vMerge w:val="restart"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771" w:type="dxa"/>
          </w:tcPr>
          <w:p w:rsidR="00A055BB" w:rsidRPr="00AC04C2" w:rsidRDefault="00A055B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Тыщенко С.Ю.</w:t>
            </w:r>
          </w:p>
        </w:tc>
        <w:tc>
          <w:tcPr>
            <w:tcW w:w="1582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категории ОБ</w:t>
            </w:r>
          </w:p>
        </w:tc>
        <w:tc>
          <w:tcPr>
            <w:tcW w:w="102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055BB" w:rsidRPr="00AC04C2" w:rsidRDefault="00A055B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230970,93</w:t>
            </w:r>
          </w:p>
        </w:tc>
        <w:tc>
          <w:tcPr>
            <w:tcW w:w="1815" w:type="dxa"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BB" w:rsidRPr="002A1956" w:rsidTr="002A1956">
        <w:tc>
          <w:tcPr>
            <w:tcW w:w="541" w:type="dxa"/>
            <w:vMerge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055BB" w:rsidRPr="00AC04C2" w:rsidRDefault="00A055BB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A055BB" w:rsidRPr="00AC04C2" w:rsidRDefault="00A055B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055BB" w:rsidRPr="00AC04C2" w:rsidRDefault="00A055B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221829,38</w:t>
            </w:r>
          </w:p>
        </w:tc>
        <w:tc>
          <w:tcPr>
            <w:tcW w:w="1815" w:type="dxa"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BB" w:rsidRPr="002A1956" w:rsidTr="002A1956">
        <w:tc>
          <w:tcPr>
            <w:tcW w:w="541" w:type="dxa"/>
            <w:vMerge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055BB" w:rsidRPr="00AC04C2" w:rsidRDefault="00A055BB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A055BB" w:rsidRPr="00AC04C2" w:rsidRDefault="00A055B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055BB" w:rsidRPr="00AC04C2" w:rsidRDefault="00A055B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BB" w:rsidRPr="002A1956" w:rsidTr="002A1956">
        <w:tc>
          <w:tcPr>
            <w:tcW w:w="541" w:type="dxa"/>
            <w:vMerge w:val="restart"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771" w:type="dxa"/>
          </w:tcPr>
          <w:p w:rsidR="00A055BB" w:rsidRPr="00AC04C2" w:rsidRDefault="00A055B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Вергун А.Т.</w:t>
            </w:r>
          </w:p>
        </w:tc>
        <w:tc>
          <w:tcPr>
            <w:tcW w:w="1582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категории ОБ</w:t>
            </w:r>
          </w:p>
        </w:tc>
        <w:tc>
          <w:tcPr>
            <w:tcW w:w="102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055BB" w:rsidRPr="00AC04C2" w:rsidRDefault="00A055B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188174,74</w:t>
            </w:r>
          </w:p>
        </w:tc>
        <w:tc>
          <w:tcPr>
            <w:tcW w:w="1815" w:type="dxa"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BB" w:rsidRPr="002A1956" w:rsidTr="002A1956">
        <w:tc>
          <w:tcPr>
            <w:tcW w:w="541" w:type="dxa"/>
            <w:vMerge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055BB" w:rsidRPr="00AC04C2" w:rsidRDefault="00A055BB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A055BB" w:rsidRPr="00AC04C2" w:rsidRDefault="00A055B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055BB" w:rsidRPr="00AC04C2" w:rsidRDefault="00A055B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144731,95</w:t>
            </w:r>
          </w:p>
        </w:tc>
        <w:tc>
          <w:tcPr>
            <w:tcW w:w="1815" w:type="dxa"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BB" w:rsidRPr="002A1956" w:rsidTr="002A1956">
        <w:tc>
          <w:tcPr>
            <w:tcW w:w="541" w:type="dxa"/>
            <w:vMerge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055BB" w:rsidRPr="00AC04C2" w:rsidRDefault="00A055BB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A055BB" w:rsidRPr="00AC04C2" w:rsidRDefault="00A055B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055BB" w:rsidRPr="00AC04C2" w:rsidRDefault="00A055B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055BB" w:rsidRPr="00AC04C2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A055BB" w:rsidRPr="002A1956" w:rsidRDefault="00A055B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  <w:vMerge w:val="restart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771" w:type="dxa"/>
          </w:tcPr>
          <w:p w:rsidR="00501D87" w:rsidRPr="00AC04C2" w:rsidRDefault="00501D87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М.А.</w:t>
            </w:r>
          </w:p>
        </w:tc>
        <w:tc>
          <w:tcPr>
            <w:tcW w:w="158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категории ОБ</w:t>
            </w: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</w:tc>
        <w:tc>
          <w:tcPr>
            <w:tcW w:w="1239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149288,26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  <w:vMerge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01D87" w:rsidRPr="00AC04C2" w:rsidRDefault="00501D87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185402,53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  <w:vMerge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01D87" w:rsidRPr="00AC04C2" w:rsidRDefault="00501D87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01D87" w:rsidRPr="00AC04C2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  <w:vMerge w:val="restart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71" w:type="dxa"/>
          </w:tcPr>
          <w:p w:rsidR="00501D87" w:rsidRPr="00AC04C2" w:rsidRDefault="00501D87" w:rsidP="00501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Лебедев В.В.</w:t>
            </w:r>
          </w:p>
        </w:tc>
        <w:tc>
          <w:tcPr>
            <w:tcW w:w="158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категории ОБ</w:t>
            </w: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188365,25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  <w:vMerge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01D87" w:rsidRPr="00AC04C2" w:rsidRDefault="00501D87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37199,99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  <w:vMerge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01D87" w:rsidRPr="00AC04C2" w:rsidRDefault="00501D87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01D87" w:rsidRPr="00AC04C2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771" w:type="dxa"/>
          </w:tcPr>
          <w:p w:rsidR="00501D87" w:rsidRPr="00AC04C2" w:rsidRDefault="00501D87" w:rsidP="00501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Несветаева Л.А.</w:t>
            </w:r>
          </w:p>
        </w:tc>
        <w:tc>
          <w:tcPr>
            <w:tcW w:w="158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категории ОБ</w:t>
            </w: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204932,88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  <w:vMerge w:val="restart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771" w:type="dxa"/>
          </w:tcPr>
          <w:p w:rsidR="00501D87" w:rsidRPr="00AC04C2" w:rsidRDefault="00501D87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Путиков А.А.</w:t>
            </w:r>
          </w:p>
        </w:tc>
        <w:tc>
          <w:tcPr>
            <w:tcW w:w="1582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153621,51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  <w:vMerge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01D87" w:rsidRPr="00AC04C2" w:rsidRDefault="00501D87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9247,21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87" w:rsidRPr="002A1956" w:rsidTr="002A1956">
        <w:tc>
          <w:tcPr>
            <w:tcW w:w="541" w:type="dxa"/>
            <w:vMerge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01D87" w:rsidRPr="00AC04C2" w:rsidRDefault="00501D87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01D87" w:rsidRPr="00AC04C2" w:rsidRDefault="00501D87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01D87" w:rsidRPr="00AC04C2" w:rsidRDefault="00501D8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501D87" w:rsidRPr="002A1956" w:rsidRDefault="00501D8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F8D" w:rsidRPr="002A1956" w:rsidTr="002A1956">
        <w:tc>
          <w:tcPr>
            <w:tcW w:w="541" w:type="dxa"/>
          </w:tcPr>
          <w:p w:rsidR="00AB6F8D" w:rsidRPr="002A1956" w:rsidRDefault="00AB6F8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771" w:type="dxa"/>
          </w:tcPr>
          <w:p w:rsidR="00AB6F8D" w:rsidRPr="00AC04C2" w:rsidRDefault="00AB6F8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Решетняк А.В.</w:t>
            </w:r>
          </w:p>
        </w:tc>
        <w:tc>
          <w:tcPr>
            <w:tcW w:w="1582" w:type="dxa"/>
          </w:tcPr>
          <w:p w:rsidR="00AB6F8D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категории ОБ</w:t>
            </w:r>
          </w:p>
        </w:tc>
        <w:tc>
          <w:tcPr>
            <w:tcW w:w="1025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B6F8D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6F8D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567" w:type="dxa"/>
          </w:tcPr>
          <w:p w:rsidR="00AB6F8D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134" w:type="dxa"/>
          </w:tcPr>
          <w:p w:rsidR="00AB6F8D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B6F8D" w:rsidRPr="00AC04C2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B6F8D" w:rsidRPr="00AC04C2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193613,43</w:t>
            </w:r>
          </w:p>
        </w:tc>
        <w:tc>
          <w:tcPr>
            <w:tcW w:w="1815" w:type="dxa"/>
          </w:tcPr>
          <w:p w:rsidR="00AB6F8D" w:rsidRPr="002A1956" w:rsidRDefault="00AB6F8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F8D" w:rsidRPr="002A1956" w:rsidTr="002A1956">
        <w:tc>
          <w:tcPr>
            <w:tcW w:w="541" w:type="dxa"/>
          </w:tcPr>
          <w:p w:rsidR="00AB6F8D" w:rsidRPr="002A1956" w:rsidRDefault="00AB6F8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B6F8D" w:rsidRPr="00AC04C2" w:rsidRDefault="00AB6F8D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AB6F8D" w:rsidRPr="00AC04C2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B6F8D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6F8D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6F8D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6F8D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6F8D" w:rsidRPr="00AC04C2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ВАЗ-21099</w:t>
            </w:r>
          </w:p>
        </w:tc>
        <w:tc>
          <w:tcPr>
            <w:tcW w:w="1239" w:type="dxa"/>
          </w:tcPr>
          <w:p w:rsidR="00AB6F8D" w:rsidRPr="00AC04C2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75737,65</w:t>
            </w:r>
          </w:p>
        </w:tc>
        <w:tc>
          <w:tcPr>
            <w:tcW w:w="1815" w:type="dxa"/>
          </w:tcPr>
          <w:p w:rsidR="00AB6F8D" w:rsidRPr="002A1956" w:rsidRDefault="00AB6F8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F8D" w:rsidRPr="002A1956" w:rsidTr="002A1956">
        <w:tc>
          <w:tcPr>
            <w:tcW w:w="541" w:type="dxa"/>
          </w:tcPr>
          <w:p w:rsidR="00AB6F8D" w:rsidRPr="002A1956" w:rsidRDefault="00AB6F8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B6F8D" w:rsidRPr="00AC04C2" w:rsidRDefault="00AB6F8D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AB6F8D" w:rsidRPr="00AC04C2" w:rsidRDefault="00AB6F8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B6F8D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6F8D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B6F8D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6F8D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B6F8D" w:rsidRPr="00AC04C2" w:rsidRDefault="00AB6F8D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AB6F8D" w:rsidRPr="002A1956" w:rsidRDefault="00AB6F8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8B8" w:rsidRPr="002A1956" w:rsidTr="002A1956">
        <w:tc>
          <w:tcPr>
            <w:tcW w:w="541" w:type="dxa"/>
            <w:vMerge w:val="restart"/>
          </w:tcPr>
          <w:p w:rsidR="003C28B8" w:rsidRPr="002A1956" w:rsidRDefault="003C28B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771" w:type="dxa"/>
          </w:tcPr>
          <w:p w:rsidR="003C28B8" w:rsidRPr="00AC04C2" w:rsidRDefault="003C28B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 А.Е.</w:t>
            </w:r>
          </w:p>
        </w:tc>
        <w:tc>
          <w:tcPr>
            <w:tcW w:w="1582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категории ОБ</w:t>
            </w:r>
          </w:p>
        </w:tc>
        <w:tc>
          <w:tcPr>
            <w:tcW w:w="1025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3C28B8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</w:tc>
        <w:tc>
          <w:tcPr>
            <w:tcW w:w="1239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191360,04</w:t>
            </w:r>
          </w:p>
        </w:tc>
        <w:tc>
          <w:tcPr>
            <w:tcW w:w="1815" w:type="dxa"/>
          </w:tcPr>
          <w:p w:rsidR="003C28B8" w:rsidRPr="002A1956" w:rsidRDefault="003C28B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8B8" w:rsidRPr="002A1956" w:rsidTr="002A1956">
        <w:tc>
          <w:tcPr>
            <w:tcW w:w="541" w:type="dxa"/>
            <w:vMerge/>
          </w:tcPr>
          <w:p w:rsidR="003C28B8" w:rsidRPr="002A1956" w:rsidRDefault="003C28B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C28B8" w:rsidRPr="00AC04C2" w:rsidRDefault="003C28B8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51600,00</w:t>
            </w:r>
          </w:p>
        </w:tc>
        <w:tc>
          <w:tcPr>
            <w:tcW w:w="1815" w:type="dxa"/>
          </w:tcPr>
          <w:p w:rsidR="003C28B8" w:rsidRPr="002A1956" w:rsidRDefault="003C28B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8B8" w:rsidRPr="002A1956" w:rsidTr="002A1956">
        <w:tc>
          <w:tcPr>
            <w:tcW w:w="541" w:type="dxa"/>
            <w:vMerge/>
          </w:tcPr>
          <w:p w:rsidR="003C28B8" w:rsidRPr="002A1956" w:rsidRDefault="003C28B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C28B8" w:rsidRPr="00AC04C2" w:rsidRDefault="003C28B8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3C28B8" w:rsidRPr="002A1956" w:rsidRDefault="003C28B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8B8" w:rsidRPr="002A1956" w:rsidTr="002A1956">
        <w:tc>
          <w:tcPr>
            <w:tcW w:w="541" w:type="dxa"/>
          </w:tcPr>
          <w:p w:rsidR="003C28B8" w:rsidRPr="002A1956" w:rsidRDefault="003C28B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1771" w:type="dxa"/>
          </w:tcPr>
          <w:p w:rsidR="003C28B8" w:rsidRPr="00AC04C2" w:rsidRDefault="003C28B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Шилов Н.В.</w:t>
            </w:r>
          </w:p>
        </w:tc>
        <w:tc>
          <w:tcPr>
            <w:tcW w:w="1582" w:type="dxa"/>
          </w:tcPr>
          <w:p w:rsidR="003C28B8" w:rsidRDefault="003C28B8" w:rsidP="003C2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  <w:p w:rsidR="003C28B8" w:rsidRPr="00AC04C2" w:rsidRDefault="003C28B8" w:rsidP="003C2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категории ОБ</w:t>
            </w:r>
          </w:p>
        </w:tc>
        <w:tc>
          <w:tcPr>
            <w:tcW w:w="1025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28B8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28B8" w:rsidRPr="00AC04C2" w:rsidRDefault="003C28B8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C28B8" w:rsidRPr="00AC04C2" w:rsidRDefault="003C28B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181660,87</w:t>
            </w:r>
          </w:p>
        </w:tc>
        <w:tc>
          <w:tcPr>
            <w:tcW w:w="1815" w:type="dxa"/>
          </w:tcPr>
          <w:p w:rsidR="003C28B8" w:rsidRPr="002A1956" w:rsidRDefault="003C28B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D09" w:rsidRPr="002A1956" w:rsidTr="002A1956">
        <w:tc>
          <w:tcPr>
            <w:tcW w:w="541" w:type="dxa"/>
            <w:vMerge w:val="restart"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771" w:type="dxa"/>
          </w:tcPr>
          <w:p w:rsidR="00227D09" w:rsidRPr="00AC04C2" w:rsidRDefault="00227D09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Бастракова О.А.</w:t>
            </w:r>
          </w:p>
        </w:tc>
        <w:tc>
          <w:tcPr>
            <w:tcW w:w="1582" w:type="dxa"/>
          </w:tcPr>
          <w:p w:rsidR="00227D09" w:rsidRPr="00AC04C2" w:rsidRDefault="00227D09" w:rsidP="00227D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7D09" w:rsidRPr="00AC04C2" w:rsidRDefault="00227D0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178679,36</w:t>
            </w:r>
          </w:p>
        </w:tc>
        <w:tc>
          <w:tcPr>
            <w:tcW w:w="1815" w:type="dxa"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D09" w:rsidRPr="002A1956" w:rsidTr="002A1956">
        <w:tc>
          <w:tcPr>
            <w:tcW w:w="541" w:type="dxa"/>
            <w:vMerge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27D09" w:rsidRPr="00AC04C2" w:rsidRDefault="00227D09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227D09" w:rsidRPr="00AC04C2" w:rsidRDefault="00227D0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7D09" w:rsidRPr="00AC04C2" w:rsidRDefault="00227D0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D09" w:rsidRPr="002A1956" w:rsidTr="002A1956">
        <w:tc>
          <w:tcPr>
            <w:tcW w:w="541" w:type="dxa"/>
            <w:vMerge w:val="restart"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771" w:type="dxa"/>
          </w:tcPr>
          <w:p w:rsidR="00227D09" w:rsidRPr="00AC04C2" w:rsidRDefault="00227D09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Бетехтин В.А.</w:t>
            </w:r>
          </w:p>
        </w:tc>
        <w:tc>
          <w:tcPr>
            <w:tcW w:w="1582" w:type="dxa"/>
          </w:tcPr>
          <w:p w:rsidR="00227D09" w:rsidRPr="00AC04C2" w:rsidRDefault="00227D0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7D09" w:rsidRPr="00AC04C2" w:rsidRDefault="00227D0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137689,13</w:t>
            </w:r>
          </w:p>
        </w:tc>
        <w:tc>
          <w:tcPr>
            <w:tcW w:w="1815" w:type="dxa"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D09" w:rsidRPr="002A1956" w:rsidTr="002A1956">
        <w:tc>
          <w:tcPr>
            <w:tcW w:w="541" w:type="dxa"/>
            <w:vMerge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27D09" w:rsidRPr="00AC04C2" w:rsidRDefault="00227D09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27D09" w:rsidRPr="00AC04C2" w:rsidRDefault="00227D0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7D09" w:rsidRPr="00AC04C2" w:rsidRDefault="00227D0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D09" w:rsidRPr="002A1956" w:rsidTr="002A1956">
        <w:tc>
          <w:tcPr>
            <w:tcW w:w="541" w:type="dxa"/>
            <w:vMerge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27D09" w:rsidRPr="00AC04C2" w:rsidRDefault="00227D09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227D09" w:rsidRPr="00AC04C2" w:rsidRDefault="00227D0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7D09" w:rsidRPr="00AC04C2" w:rsidRDefault="00227D09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7D09" w:rsidRPr="00AC04C2" w:rsidRDefault="00227D09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27D09" w:rsidRPr="002A1956" w:rsidRDefault="00227D09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072" w:rsidRPr="002A1956" w:rsidTr="002A1956">
        <w:tc>
          <w:tcPr>
            <w:tcW w:w="541" w:type="dxa"/>
            <w:vMerge w:val="restart"/>
          </w:tcPr>
          <w:p w:rsidR="00747072" w:rsidRPr="002A1956" w:rsidRDefault="007470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771" w:type="dxa"/>
          </w:tcPr>
          <w:p w:rsidR="00747072" w:rsidRPr="00AC04C2" w:rsidRDefault="00747072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Бураков А.Ю.</w:t>
            </w:r>
          </w:p>
        </w:tc>
        <w:tc>
          <w:tcPr>
            <w:tcW w:w="1582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47072" w:rsidRPr="00AC04C2" w:rsidRDefault="007470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154314,38</w:t>
            </w:r>
          </w:p>
        </w:tc>
        <w:tc>
          <w:tcPr>
            <w:tcW w:w="1815" w:type="dxa"/>
          </w:tcPr>
          <w:p w:rsidR="00747072" w:rsidRPr="002A1956" w:rsidRDefault="007470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072" w:rsidRPr="002A1956" w:rsidTr="002A1956">
        <w:tc>
          <w:tcPr>
            <w:tcW w:w="541" w:type="dxa"/>
            <w:vMerge/>
          </w:tcPr>
          <w:p w:rsidR="00747072" w:rsidRPr="002A1956" w:rsidRDefault="007470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47072" w:rsidRPr="00AC04C2" w:rsidRDefault="00747072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47072" w:rsidRPr="00AC04C2" w:rsidRDefault="007470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47072" w:rsidRPr="00AC04C2" w:rsidRDefault="007470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47072" w:rsidRPr="00AC04C2" w:rsidRDefault="007470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35301,00</w:t>
            </w:r>
          </w:p>
        </w:tc>
        <w:tc>
          <w:tcPr>
            <w:tcW w:w="1815" w:type="dxa"/>
          </w:tcPr>
          <w:p w:rsidR="00747072" w:rsidRPr="002A1956" w:rsidRDefault="007470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 w:val="restart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771" w:type="dxa"/>
          </w:tcPr>
          <w:p w:rsidR="00F658FF" w:rsidRPr="00AC04C2" w:rsidRDefault="00F658F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 А.Л.</w:t>
            </w:r>
          </w:p>
        </w:tc>
        <w:tc>
          <w:tcPr>
            <w:tcW w:w="1582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ВАЗ-270102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200577,66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658FF" w:rsidRPr="00AC04C2" w:rsidRDefault="00F658FF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072" w:rsidRPr="002A1956" w:rsidTr="002A1956">
        <w:tc>
          <w:tcPr>
            <w:tcW w:w="541" w:type="dxa"/>
          </w:tcPr>
          <w:p w:rsidR="00747072" w:rsidRPr="002A1956" w:rsidRDefault="007470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47072" w:rsidRPr="00AC04C2" w:rsidRDefault="00747072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47072" w:rsidRPr="00AC04C2" w:rsidRDefault="007470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4707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47072" w:rsidRPr="00AC04C2" w:rsidRDefault="00747072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47072" w:rsidRPr="00AC04C2" w:rsidRDefault="007470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47072" w:rsidRPr="002A1956" w:rsidRDefault="007470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 w:val="restart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771" w:type="dxa"/>
          </w:tcPr>
          <w:p w:rsidR="00F658FF" w:rsidRPr="00AC04C2" w:rsidRDefault="00F658F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Валова Е.В.</w:t>
            </w:r>
          </w:p>
        </w:tc>
        <w:tc>
          <w:tcPr>
            <w:tcW w:w="1582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20340,00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658FF" w:rsidRPr="00AC04C2" w:rsidRDefault="00F658FF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258349,92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658FF" w:rsidRPr="00AC04C2" w:rsidRDefault="00F658FF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 w:val="restart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771" w:type="dxa"/>
          </w:tcPr>
          <w:p w:rsidR="00F658FF" w:rsidRPr="00AC04C2" w:rsidRDefault="00F658F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Гладилина Л.А.</w:t>
            </w:r>
          </w:p>
        </w:tc>
        <w:tc>
          <w:tcPr>
            <w:tcW w:w="1582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85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188907,67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658FF" w:rsidRPr="00AC04C2" w:rsidRDefault="00F658FF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357611,66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 w:val="restart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771" w:type="dxa"/>
          </w:tcPr>
          <w:p w:rsidR="00F658FF" w:rsidRPr="00AC04C2" w:rsidRDefault="00F658F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Евстропов П.А.</w:t>
            </w:r>
          </w:p>
        </w:tc>
        <w:tc>
          <w:tcPr>
            <w:tcW w:w="1582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125081,91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658FF" w:rsidRPr="00AC04C2" w:rsidRDefault="00F658FF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658FF" w:rsidRPr="00AC04C2" w:rsidRDefault="00F658FF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 w:val="restart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771" w:type="dxa"/>
          </w:tcPr>
          <w:p w:rsidR="00F658FF" w:rsidRPr="00AC04C2" w:rsidRDefault="00F658F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Ерзиков В.С.</w:t>
            </w:r>
          </w:p>
        </w:tc>
        <w:tc>
          <w:tcPr>
            <w:tcW w:w="1582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78,00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658FF" w:rsidRPr="00AC04C2" w:rsidRDefault="00F658FF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  <w:vMerge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658FF" w:rsidRPr="00AC04C2" w:rsidRDefault="00F658FF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F658F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8FF" w:rsidRPr="002A1956" w:rsidTr="002A1956">
        <w:tc>
          <w:tcPr>
            <w:tcW w:w="541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771" w:type="dxa"/>
          </w:tcPr>
          <w:p w:rsidR="00F658FF" w:rsidRPr="00AC04C2" w:rsidRDefault="00F658F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 О.И.</w:t>
            </w:r>
          </w:p>
        </w:tc>
        <w:tc>
          <w:tcPr>
            <w:tcW w:w="1582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8FF" w:rsidRPr="00AC04C2" w:rsidRDefault="00F658FF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658FF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161985,17</w:t>
            </w:r>
          </w:p>
        </w:tc>
        <w:tc>
          <w:tcPr>
            <w:tcW w:w="1815" w:type="dxa"/>
          </w:tcPr>
          <w:p w:rsidR="00F658FF" w:rsidRPr="002A1956" w:rsidRDefault="00F658F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519B6" w:rsidRPr="00AC04C2" w:rsidRDefault="002519B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137560,41</w:t>
            </w: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519B6" w:rsidRPr="00AC04C2" w:rsidRDefault="002519B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  <w:vMerge w:val="restart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771" w:type="dxa"/>
          </w:tcPr>
          <w:p w:rsidR="002519B6" w:rsidRPr="00AC04C2" w:rsidRDefault="002519B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Кудрявцева С.Н.</w:t>
            </w:r>
          </w:p>
        </w:tc>
        <w:tc>
          <w:tcPr>
            <w:tcW w:w="1582" w:type="dxa"/>
          </w:tcPr>
          <w:p w:rsidR="002519B6" w:rsidRPr="00AC04C2" w:rsidRDefault="002519B6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2E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192319,12</w:t>
            </w: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  <w:vMerge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519B6" w:rsidRPr="00AC04C2" w:rsidRDefault="002519B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519B6" w:rsidRPr="00AC04C2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519B6" w:rsidRPr="00AC04C2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Pr="00AC04C2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519B6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271389,41</w:t>
            </w: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  <w:vMerge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519B6" w:rsidRPr="00AC04C2" w:rsidRDefault="002519B6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519B6" w:rsidRPr="00AC04C2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519B6" w:rsidRPr="00AC04C2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Pr="00AC04C2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519B6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D62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  <w:vMerge w:val="restart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771" w:type="dxa"/>
          </w:tcPr>
          <w:p w:rsidR="002519B6" w:rsidRPr="00AC04C2" w:rsidRDefault="002519B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Литвинович А.Ф.</w:t>
            </w:r>
          </w:p>
        </w:tc>
        <w:tc>
          <w:tcPr>
            <w:tcW w:w="1582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992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81076,08</w:t>
            </w: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  <w:vMerge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519B6" w:rsidRPr="00AC04C2" w:rsidRDefault="002519B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992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  <w:vMerge w:val="restart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771" w:type="dxa"/>
          </w:tcPr>
          <w:p w:rsidR="002519B6" w:rsidRPr="00AC04C2" w:rsidRDefault="002519B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Малышев С.А.</w:t>
            </w:r>
          </w:p>
        </w:tc>
        <w:tc>
          <w:tcPr>
            <w:tcW w:w="1582" w:type="dxa"/>
          </w:tcPr>
          <w:p w:rsidR="002519B6" w:rsidRPr="00AC04C2" w:rsidRDefault="002519B6" w:rsidP="00353B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188031,71</w:t>
            </w: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  <w:vMerge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519B6" w:rsidRPr="00AC04C2" w:rsidRDefault="002519B6" w:rsidP="00171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519B6" w:rsidRPr="00AC04C2" w:rsidRDefault="002519B6" w:rsidP="00A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519B6" w:rsidRPr="00AC04C2" w:rsidRDefault="002519B6" w:rsidP="00A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Pr="00AC04C2" w:rsidRDefault="002519B6" w:rsidP="00A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519B6" w:rsidRDefault="002519B6" w:rsidP="00A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A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A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A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A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43200,00</w:t>
            </w: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9B6" w:rsidRPr="002A1956" w:rsidTr="002A1956">
        <w:tc>
          <w:tcPr>
            <w:tcW w:w="541" w:type="dxa"/>
            <w:vMerge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519B6" w:rsidRPr="00AC04C2" w:rsidRDefault="002519B6" w:rsidP="00171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519B6" w:rsidRPr="00AC04C2" w:rsidRDefault="002519B6" w:rsidP="0015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519B6" w:rsidRPr="00AC04C2" w:rsidRDefault="002519B6" w:rsidP="0015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Pr="00AC04C2" w:rsidRDefault="002519B6" w:rsidP="0015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519B6" w:rsidRDefault="002519B6" w:rsidP="0015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15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519B6" w:rsidRDefault="002519B6" w:rsidP="0015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Default="002519B6" w:rsidP="0015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19B6" w:rsidRPr="00AC04C2" w:rsidRDefault="002519B6" w:rsidP="0015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519B6" w:rsidRPr="00AC04C2" w:rsidRDefault="002519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519B6" w:rsidRPr="002A1956" w:rsidRDefault="002519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771" w:type="dxa"/>
          </w:tcPr>
          <w:p w:rsidR="00C61DF6" w:rsidRPr="00AC04C2" w:rsidRDefault="00C61DF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Мамзолов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582" w:type="dxa"/>
          </w:tcPr>
          <w:p w:rsidR="00C61DF6" w:rsidRPr="00AC04C2" w:rsidRDefault="00C61DF6" w:rsidP="00B53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C61DF6" w:rsidRPr="00AC04C2" w:rsidRDefault="00C61DF6" w:rsidP="00CC2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CC2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CC2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CC2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CC2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CC2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CC2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CC2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70375,00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771" w:type="dxa"/>
          </w:tcPr>
          <w:p w:rsidR="00C61DF6" w:rsidRPr="00AC04C2" w:rsidRDefault="00C61DF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Марфинин И.В.</w:t>
            </w:r>
          </w:p>
        </w:tc>
        <w:tc>
          <w:tcPr>
            <w:tcW w:w="1582" w:type="dxa"/>
          </w:tcPr>
          <w:p w:rsidR="00C61DF6" w:rsidRPr="00AC04C2" w:rsidRDefault="00C61DF6" w:rsidP="00FC5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C61DF6" w:rsidRPr="00AC04C2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162543,47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61DF6" w:rsidRPr="00AC04C2" w:rsidRDefault="00C61DF6" w:rsidP="00D27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61DF6" w:rsidRPr="00AC04C2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86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771" w:type="dxa"/>
          </w:tcPr>
          <w:p w:rsidR="00C61DF6" w:rsidRPr="00AC04C2" w:rsidRDefault="00C61DF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С.В.</w:t>
            </w:r>
          </w:p>
        </w:tc>
        <w:tc>
          <w:tcPr>
            <w:tcW w:w="1582" w:type="dxa"/>
          </w:tcPr>
          <w:p w:rsidR="00C61DF6" w:rsidRPr="00AC04C2" w:rsidRDefault="00C61DF6" w:rsidP="00D22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C61DF6" w:rsidRPr="00AC04C2" w:rsidRDefault="00C61DF6" w:rsidP="0082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82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82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82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82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82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82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82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82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771" w:type="dxa"/>
          </w:tcPr>
          <w:p w:rsidR="00C61DF6" w:rsidRPr="00AC04C2" w:rsidRDefault="00C61DF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Новоселова Н.И.</w:t>
            </w:r>
          </w:p>
        </w:tc>
        <w:tc>
          <w:tcPr>
            <w:tcW w:w="1582" w:type="dxa"/>
          </w:tcPr>
          <w:p w:rsidR="00C61DF6" w:rsidRPr="00AC04C2" w:rsidRDefault="00C61DF6" w:rsidP="00175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C61DF6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61DF6" w:rsidRDefault="00C61DF6" w:rsidP="008E0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8E0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8E0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8E0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144193,46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61DF6" w:rsidRPr="00AC04C2" w:rsidRDefault="00C61DF6" w:rsidP="0049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61DF6" w:rsidRPr="00AC04C2" w:rsidRDefault="00C61DF6" w:rsidP="00414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C61DF6" w:rsidRPr="00AC04C2" w:rsidRDefault="00C61DF6" w:rsidP="00414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C61DF6" w:rsidRPr="00AC04C2" w:rsidRDefault="00C61DF6" w:rsidP="00414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C61DF6" w:rsidRDefault="00C61DF6" w:rsidP="00414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61DF6" w:rsidRDefault="00C61DF6" w:rsidP="008E0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8E0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8E0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8E0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382982,00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61DF6" w:rsidRPr="00AC04C2" w:rsidRDefault="00C61DF6" w:rsidP="0049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61DF6" w:rsidRPr="00AC04C2" w:rsidRDefault="00C61DF6" w:rsidP="002C1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2C1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2C1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2C1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2C1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2C1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2C1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2C1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771" w:type="dxa"/>
          </w:tcPr>
          <w:p w:rsidR="00C61DF6" w:rsidRPr="00AC04C2" w:rsidRDefault="00C61DF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Петрунов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582" w:type="dxa"/>
          </w:tcPr>
          <w:p w:rsidR="00C61DF6" w:rsidRPr="00AC04C2" w:rsidRDefault="00C61DF6" w:rsidP="006763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C61DF6" w:rsidRPr="00AC04C2" w:rsidRDefault="00C61DF6" w:rsidP="00084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084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084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084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084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084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084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084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106173,89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771" w:type="dxa"/>
          </w:tcPr>
          <w:p w:rsidR="00C61DF6" w:rsidRPr="00AC04C2" w:rsidRDefault="00C61DF6" w:rsidP="0004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Тарасов С.И.</w:t>
            </w:r>
          </w:p>
        </w:tc>
        <w:tc>
          <w:tcPr>
            <w:tcW w:w="1582" w:type="dxa"/>
          </w:tcPr>
          <w:p w:rsidR="00C61DF6" w:rsidRPr="00AC04C2" w:rsidRDefault="00C61DF6" w:rsidP="00B9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C61DF6" w:rsidRPr="00AC04C2" w:rsidRDefault="00C61DF6" w:rsidP="00166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166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166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166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166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166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166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166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4265,25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  <w:vMerge w:val="restart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771" w:type="dxa"/>
          </w:tcPr>
          <w:p w:rsidR="00C61DF6" w:rsidRPr="00AC04C2" w:rsidRDefault="00C61DF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Тыщенко О.Т.</w:t>
            </w:r>
          </w:p>
        </w:tc>
        <w:tc>
          <w:tcPr>
            <w:tcW w:w="1582" w:type="dxa"/>
          </w:tcPr>
          <w:p w:rsidR="00C61DF6" w:rsidRPr="00AC04C2" w:rsidRDefault="00C61DF6" w:rsidP="0022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ОБ</w:t>
            </w:r>
          </w:p>
        </w:tc>
        <w:tc>
          <w:tcPr>
            <w:tcW w:w="1025" w:type="dxa"/>
          </w:tcPr>
          <w:p w:rsidR="00C61DF6" w:rsidRPr="00AC04C2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221829,38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  <w:vMerge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61DF6" w:rsidRPr="00AC04C2" w:rsidRDefault="00C61DF6" w:rsidP="00413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61DF6" w:rsidRPr="00AC04C2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AC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48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230970,93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  <w:vMerge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61DF6" w:rsidRPr="00AC04C2" w:rsidRDefault="00C61DF6" w:rsidP="00413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61DF6" w:rsidRPr="00AC04C2" w:rsidRDefault="00C61DF6" w:rsidP="00044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61DF6" w:rsidRPr="00AC04C2" w:rsidRDefault="00C61DF6" w:rsidP="00044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Pr="00AC04C2" w:rsidRDefault="00C61DF6" w:rsidP="00044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DF6" w:rsidRDefault="00C61DF6" w:rsidP="00044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044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61DF6" w:rsidRDefault="00C61DF6" w:rsidP="00044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Default="00C61DF6" w:rsidP="00044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DF6" w:rsidRPr="00AC04C2" w:rsidRDefault="00C61DF6" w:rsidP="00044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DF6" w:rsidRPr="002A1956" w:rsidTr="002A1956">
        <w:tc>
          <w:tcPr>
            <w:tcW w:w="541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61DF6" w:rsidRPr="00AC04C2" w:rsidRDefault="00C61DF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61DF6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DF6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61DF6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DF6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C61DF6" w:rsidRPr="00AC04C2" w:rsidRDefault="00C61DF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C61DF6" w:rsidRPr="002A1956" w:rsidRDefault="00C61DF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5500" w:type="dxa"/>
        <w:tblInd w:w="93" w:type="dxa"/>
        <w:tblLook w:val="04A0"/>
      </w:tblPr>
      <w:tblGrid>
        <w:gridCol w:w="15500"/>
      </w:tblGrid>
      <w:tr w:rsidR="00DE026A" w:rsidRPr="00DE026A" w:rsidTr="00DE026A">
        <w:trPr>
          <w:trHeight w:val="765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26A" w:rsidRPr="00DE026A" w:rsidRDefault="00C61DF6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 xml:space="preserve">  </w:t>
            </w:r>
            <w:r w:rsidR="00DE026A"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____</w:t>
            </w:r>
            <w:r w:rsidR="00DE026A" w:rsidRPr="00DE026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="00DE026A"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</w:t>
            </w:r>
            <w:r w:rsidR="00DE026A" w:rsidRPr="00DE02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DE026A" w:rsidRPr="00DE026A" w:rsidTr="00DE026A">
        <w:trPr>
          <w:trHeight w:val="495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26A" w:rsidRPr="00DE026A" w:rsidRDefault="00DE026A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lastRenderedPageBreak/>
              <w:t>_____</w:t>
            </w:r>
            <w:r w:rsidRPr="00DE026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</w:t>
            </w:r>
            <w:r w:rsidRPr="00DE02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F7430F" w:rsidRPr="002A1956" w:rsidRDefault="00F7430F" w:rsidP="00C6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7430F" w:rsidRPr="002A1956" w:rsidSect="00E31AA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90433"/>
    <w:rsid w:val="00016B05"/>
    <w:rsid w:val="00086495"/>
    <w:rsid w:val="00091BFC"/>
    <w:rsid w:val="000A4F4A"/>
    <w:rsid w:val="000A682E"/>
    <w:rsid w:val="000D207D"/>
    <w:rsid w:val="00112CDF"/>
    <w:rsid w:val="0011652E"/>
    <w:rsid w:val="00162F44"/>
    <w:rsid w:val="001F2DE3"/>
    <w:rsid w:val="00211F29"/>
    <w:rsid w:val="00227D09"/>
    <w:rsid w:val="00230D6E"/>
    <w:rsid w:val="002519B6"/>
    <w:rsid w:val="002831D0"/>
    <w:rsid w:val="00295EE3"/>
    <w:rsid w:val="002A1956"/>
    <w:rsid w:val="002D1A9C"/>
    <w:rsid w:val="00323453"/>
    <w:rsid w:val="00346D97"/>
    <w:rsid w:val="003C28B8"/>
    <w:rsid w:val="00450404"/>
    <w:rsid w:val="004A1B4B"/>
    <w:rsid w:val="00501D87"/>
    <w:rsid w:val="00565547"/>
    <w:rsid w:val="00666DCA"/>
    <w:rsid w:val="006A6D2D"/>
    <w:rsid w:val="006D5E91"/>
    <w:rsid w:val="00713EA3"/>
    <w:rsid w:val="00730836"/>
    <w:rsid w:val="00747072"/>
    <w:rsid w:val="007527AB"/>
    <w:rsid w:val="0079140C"/>
    <w:rsid w:val="007B6955"/>
    <w:rsid w:val="00803FCB"/>
    <w:rsid w:val="00817C2A"/>
    <w:rsid w:val="008241D3"/>
    <w:rsid w:val="00840901"/>
    <w:rsid w:val="0086409F"/>
    <w:rsid w:val="00900481"/>
    <w:rsid w:val="00930227"/>
    <w:rsid w:val="0093039F"/>
    <w:rsid w:val="00934916"/>
    <w:rsid w:val="009B5CC2"/>
    <w:rsid w:val="009C4ECE"/>
    <w:rsid w:val="00A055BB"/>
    <w:rsid w:val="00A76F56"/>
    <w:rsid w:val="00A84277"/>
    <w:rsid w:val="00A90433"/>
    <w:rsid w:val="00AB6F8D"/>
    <w:rsid w:val="00AC04C2"/>
    <w:rsid w:val="00AE30B2"/>
    <w:rsid w:val="00AE7257"/>
    <w:rsid w:val="00B12379"/>
    <w:rsid w:val="00B73971"/>
    <w:rsid w:val="00BE706E"/>
    <w:rsid w:val="00C47DA2"/>
    <w:rsid w:val="00C53200"/>
    <w:rsid w:val="00C61DF6"/>
    <w:rsid w:val="00C844B0"/>
    <w:rsid w:val="00C86077"/>
    <w:rsid w:val="00CB496C"/>
    <w:rsid w:val="00CD43CD"/>
    <w:rsid w:val="00D209C0"/>
    <w:rsid w:val="00D37470"/>
    <w:rsid w:val="00D461A0"/>
    <w:rsid w:val="00D779B0"/>
    <w:rsid w:val="00D83DB9"/>
    <w:rsid w:val="00DD1267"/>
    <w:rsid w:val="00DE026A"/>
    <w:rsid w:val="00E12F5E"/>
    <w:rsid w:val="00E16AF0"/>
    <w:rsid w:val="00E210BA"/>
    <w:rsid w:val="00E2133B"/>
    <w:rsid w:val="00E22088"/>
    <w:rsid w:val="00E31AA0"/>
    <w:rsid w:val="00E45484"/>
    <w:rsid w:val="00E702AC"/>
    <w:rsid w:val="00EB52BE"/>
    <w:rsid w:val="00F658FF"/>
    <w:rsid w:val="00F7430F"/>
    <w:rsid w:val="00F772C2"/>
    <w:rsid w:val="00FA1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8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ОК</cp:lastModifiedBy>
  <cp:revision>33</cp:revision>
  <cp:lastPrinted>2014-02-28T09:41:00Z</cp:lastPrinted>
  <dcterms:created xsi:type="dcterms:W3CDTF">2014-02-24T07:51:00Z</dcterms:created>
  <dcterms:modified xsi:type="dcterms:W3CDTF">2014-03-16T10:05:00Z</dcterms:modified>
</cp:coreProperties>
</file>