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536C" w:rsidRDefault="00B1536C" w:rsidP="00B1536C">
      <w:pPr>
        <w:spacing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B1536C">
        <w:rPr>
          <w:rFonts w:ascii="Times New Roman" w:hAnsi="Times New Roman" w:cs="Times New Roman"/>
          <w:sz w:val="32"/>
          <w:szCs w:val="32"/>
        </w:rPr>
        <w:t>Сведения о доходах, расходах, об имуществе и обязательствах имущественного характера</w:t>
      </w:r>
    </w:p>
    <w:p w:rsidR="009438A5" w:rsidRDefault="00B1536C" w:rsidP="00B1536C">
      <w:pPr>
        <w:spacing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B1536C">
        <w:rPr>
          <w:rFonts w:ascii="Times New Roman" w:hAnsi="Times New Roman" w:cs="Times New Roman"/>
          <w:sz w:val="32"/>
          <w:szCs w:val="32"/>
        </w:rPr>
        <w:t>за период с 01 января 2013 г. по 31 декабря 2013 года</w:t>
      </w:r>
    </w:p>
    <w:p w:rsidR="00B1536C" w:rsidRDefault="00B1536C" w:rsidP="00B1536C">
      <w:pPr>
        <w:spacing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tbl>
      <w:tblPr>
        <w:tblStyle w:val="a3"/>
        <w:tblW w:w="16018" w:type="dxa"/>
        <w:tblInd w:w="-459" w:type="dxa"/>
        <w:tblLayout w:type="fixed"/>
        <w:tblLook w:val="04A0"/>
      </w:tblPr>
      <w:tblGrid>
        <w:gridCol w:w="709"/>
        <w:gridCol w:w="1843"/>
        <w:gridCol w:w="1276"/>
        <w:gridCol w:w="141"/>
        <w:gridCol w:w="1134"/>
        <w:gridCol w:w="1134"/>
        <w:gridCol w:w="851"/>
        <w:gridCol w:w="992"/>
        <w:gridCol w:w="1134"/>
        <w:gridCol w:w="1134"/>
        <w:gridCol w:w="1559"/>
        <w:gridCol w:w="1134"/>
        <w:gridCol w:w="142"/>
        <w:gridCol w:w="1276"/>
        <w:gridCol w:w="1559"/>
      </w:tblGrid>
      <w:tr w:rsidR="00B1536C" w:rsidTr="0003575E">
        <w:tc>
          <w:tcPr>
            <w:tcW w:w="709" w:type="dxa"/>
            <w:vMerge w:val="restart"/>
          </w:tcPr>
          <w:p w:rsidR="00B1536C" w:rsidRPr="00B1536C" w:rsidRDefault="00B1536C" w:rsidP="00B153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6C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B1536C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B1536C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B1536C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843" w:type="dxa"/>
            <w:vMerge w:val="restart"/>
          </w:tcPr>
          <w:p w:rsidR="00B1536C" w:rsidRPr="00B1536C" w:rsidRDefault="00B1536C" w:rsidP="00B153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6C">
              <w:rPr>
                <w:rFonts w:ascii="Times New Roman" w:hAnsi="Times New Roman" w:cs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276" w:type="dxa"/>
            <w:vMerge w:val="restart"/>
          </w:tcPr>
          <w:p w:rsidR="00B1536C" w:rsidRPr="00B1536C" w:rsidRDefault="00B1536C" w:rsidP="00B153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6C">
              <w:rPr>
                <w:rFonts w:ascii="Times New Roman" w:hAnsi="Times New Roman" w:cs="Times New Roman"/>
                <w:sz w:val="20"/>
                <w:szCs w:val="20"/>
              </w:rPr>
              <w:t>Должность</w:t>
            </w:r>
          </w:p>
        </w:tc>
        <w:tc>
          <w:tcPr>
            <w:tcW w:w="4252" w:type="dxa"/>
            <w:gridSpan w:val="5"/>
          </w:tcPr>
          <w:p w:rsidR="00B1536C" w:rsidRPr="00B1536C" w:rsidRDefault="00B1536C" w:rsidP="00B153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6C">
              <w:rPr>
                <w:rFonts w:ascii="Times New Roman" w:hAnsi="Times New Roman" w:cs="Times New Roman"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827" w:type="dxa"/>
            <w:gridSpan w:val="3"/>
          </w:tcPr>
          <w:p w:rsidR="00B1536C" w:rsidRPr="00B1536C" w:rsidRDefault="00B1536C" w:rsidP="00B153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536C">
              <w:rPr>
                <w:rFonts w:ascii="Times New Roman" w:hAnsi="Times New Roman" w:cs="Times New Roman"/>
                <w:sz w:val="18"/>
                <w:szCs w:val="18"/>
              </w:rPr>
              <w:t>Объекты недвижимости, находящиеся в пользовании</w:t>
            </w:r>
          </w:p>
        </w:tc>
        <w:tc>
          <w:tcPr>
            <w:tcW w:w="1276" w:type="dxa"/>
            <w:gridSpan w:val="2"/>
          </w:tcPr>
          <w:p w:rsidR="00B1536C" w:rsidRPr="00B1536C" w:rsidRDefault="00B1536C" w:rsidP="00B153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Транспортные средства (вид, марка)</w:t>
            </w:r>
          </w:p>
        </w:tc>
        <w:tc>
          <w:tcPr>
            <w:tcW w:w="1276" w:type="dxa"/>
          </w:tcPr>
          <w:p w:rsidR="00B1536C" w:rsidRPr="00B1536C" w:rsidRDefault="00B1536C" w:rsidP="00B153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Декларированный годовой доход (руб.)</w:t>
            </w:r>
          </w:p>
        </w:tc>
        <w:tc>
          <w:tcPr>
            <w:tcW w:w="1559" w:type="dxa"/>
          </w:tcPr>
          <w:p w:rsidR="00B1536C" w:rsidRPr="00B1536C" w:rsidRDefault="00A3274F" w:rsidP="00B153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2C3FB9" w:rsidTr="0003575E">
        <w:tc>
          <w:tcPr>
            <w:tcW w:w="709" w:type="dxa"/>
            <w:vMerge/>
          </w:tcPr>
          <w:p w:rsidR="00B1536C" w:rsidRPr="00B1536C" w:rsidRDefault="00B1536C" w:rsidP="00B153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B1536C" w:rsidRPr="00B1536C" w:rsidRDefault="00B1536C" w:rsidP="00B153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B1536C" w:rsidRPr="00B1536C" w:rsidRDefault="00B1536C" w:rsidP="00B153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gridSpan w:val="2"/>
          </w:tcPr>
          <w:p w:rsidR="00B1536C" w:rsidRPr="00B1536C" w:rsidRDefault="00B1536C" w:rsidP="00B153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6C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1134" w:type="dxa"/>
          </w:tcPr>
          <w:p w:rsidR="00B1536C" w:rsidRPr="00B1536C" w:rsidRDefault="00B1536C" w:rsidP="00B153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6C">
              <w:rPr>
                <w:rFonts w:ascii="Times New Roman" w:hAnsi="Times New Roman" w:cs="Times New Roman"/>
                <w:sz w:val="20"/>
                <w:szCs w:val="20"/>
              </w:rPr>
              <w:t>вид собственности</w:t>
            </w:r>
          </w:p>
        </w:tc>
        <w:tc>
          <w:tcPr>
            <w:tcW w:w="851" w:type="dxa"/>
          </w:tcPr>
          <w:p w:rsidR="00B1536C" w:rsidRPr="00B1536C" w:rsidRDefault="00B1536C" w:rsidP="00B153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6C">
              <w:rPr>
                <w:rFonts w:ascii="Times New Roman" w:hAnsi="Times New Roman" w:cs="Times New Roman"/>
                <w:sz w:val="20"/>
                <w:szCs w:val="20"/>
              </w:rPr>
              <w:t>площадь (кв. м)</w:t>
            </w:r>
          </w:p>
        </w:tc>
        <w:tc>
          <w:tcPr>
            <w:tcW w:w="992" w:type="dxa"/>
          </w:tcPr>
          <w:p w:rsidR="00B1536C" w:rsidRPr="00B1536C" w:rsidRDefault="00B1536C" w:rsidP="00B153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6C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134" w:type="dxa"/>
          </w:tcPr>
          <w:p w:rsidR="00B1536C" w:rsidRDefault="00B1536C" w:rsidP="00B1536C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B1536C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1134" w:type="dxa"/>
          </w:tcPr>
          <w:p w:rsidR="00B1536C" w:rsidRPr="00B1536C" w:rsidRDefault="00B1536C" w:rsidP="00F43A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36C">
              <w:rPr>
                <w:rFonts w:ascii="Times New Roman" w:hAnsi="Times New Roman" w:cs="Times New Roman"/>
                <w:sz w:val="20"/>
                <w:szCs w:val="20"/>
              </w:rPr>
              <w:t>площадь (кв. м)</w:t>
            </w:r>
          </w:p>
        </w:tc>
        <w:tc>
          <w:tcPr>
            <w:tcW w:w="1559" w:type="dxa"/>
          </w:tcPr>
          <w:p w:rsidR="00B1536C" w:rsidRDefault="00B1536C" w:rsidP="00B1536C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B1536C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276" w:type="dxa"/>
            <w:gridSpan w:val="2"/>
          </w:tcPr>
          <w:p w:rsidR="00B1536C" w:rsidRPr="00B1536C" w:rsidRDefault="00B1536C" w:rsidP="00B153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B1536C" w:rsidRPr="00B1536C" w:rsidRDefault="00B1536C" w:rsidP="00B153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B1536C" w:rsidRPr="00B1536C" w:rsidRDefault="00B1536C" w:rsidP="00B153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3FB9" w:rsidTr="0003575E">
        <w:tc>
          <w:tcPr>
            <w:tcW w:w="16018" w:type="dxa"/>
            <w:gridSpan w:val="15"/>
          </w:tcPr>
          <w:p w:rsidR="002C3FB9" w:rsidRPr="002C3FB9" w:rsidRDefault="002C3FB9" w:rsidP="00B1536C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2C3FB9">
              <w:rPr>
                <w:rFonts w:ascii="Times New Roman" w:hAnsi="Times New Roman" w:cs="Times New Roman"/>
                <w:b/>
                <w:sz w:val="32"/>
                <w:szCs w:val="32"/>
              </w:rPr>
              <w:t>Руководство</w:t>
            </w:r>
          </w:p>
        </w:tc>
      </w:tr>
      <w:tr w:rsidR="002C3FB9" w:rsidTr="0003575E">
        <w:tc>
          <w:tcPr>
            <w:tcW w:w="709" w:type="dxa"/>
          </w:tcPr>
          <w:p w:rsidR="002C3FB9" w:rsidRPr="00D701CF" w:rsidRDefault="002C3FB9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1C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843" w:type="dxa"/>
          </w:tcPr>
          <w:p w:rsidR="002C3FB9" w:rsidRPr="00D701CF" w:rsidRDefault="002C3FB9" w:rsidP="00F43A7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701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Гришкин Сергей Геннадьевич</w:t>
            </w:r>
          </w:p>
        </w:tc>
        <w:tc>
          <w:tcPr>
            <w:tcW w:w="1276" w:type="dxa"/>
          </w:tcPr>
          <w:p w:rsidR="002C3FB9" w:rsidRPr="00D701CF" w:rsidRDefault="002C3FB9" w:rsidP="00F43A78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701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Начальник управления</w:t>
            </w:r>
          </w:p>
        </w:tc>
        <w:tc>
          <w:tcPr>
            <w:tcW w:w="1275" w:type="dxa"/>
            <w:gridSpan w:val="2"/>
          </w:tcPr>
          <w:p w:rsidR="002C3FB9" w:rsidRPr="00D701CF" w:rsidRDefault="002C3FB9" w:rsidP="002C3FB9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701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Квартира </w:t>
            </w:r>
          </w:p>
        </w:tc>
        <w:tc>
          <w:tcPr>
            <w:tcW w:w="1134" w:type="dxa"/>
          </w:tcPr>
          <w:p w:rsidR="002C3FB9" w:rsidRPr="00D701CF" w:rsidRDefault="002C3FB9" w:rsidP="00F43A7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701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Индиви</w:t>
            </w:r>
            <w:r w:rsidR="009D2E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D701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дуаль</w:t>
            </w:r>
            <w:r w:rsidR="009D2E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D701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ная</w:t>
            </w:r>
            <w:proofErr w:type="spellEnd"/>
          </w:p>
        </w:tc>
        <w:tc>
          <w:tcPr>
            <w:tcW w:w="851" w:type="dxa"/>
          </w:tcPr>
          <w:p w:rsidR="002C3FB9" w:rsidRPr="00D701CF" w:rsidRDefault="002C3FB9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1CF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992" w:type="dxa"/>
          </w:tcPr>
          <w:p w:rsidR="002C3FB9" w:rsidRPr="00D701CF" w:rsidRDefault="002C3FB9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1C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</w:tcPr>
          <w:p w:rsidR="002C3FB9" w:rsidRPr="00D701CF" w:rsidRDefault="002C3FB9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C3FB9" w:rsidRPr="00D701CF" w:rsidRDefault="002C3FB9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2C3FB9" w:rsidRPr="00D701CF" w:rsidRDefault="002C3FB9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C3FB9" w:rsidRPr="00D701CF" w:rsidRDefault="002C3FB9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01CF">
              <w:rPr>
                <w:rFonts w:ascii="Times New Roman" w:hAnsi="Times New Roman" w:cs="Times New Roman"/>
                <w:sz w:val="24"/>
                <w:szCs w:val="24"/>
              </w:rPr>
              <w:t>а\</w:t>
            </w:r>
            <w:proofErr w:type="gramStart"/>
            <w:r w:rsidRPr="00D701CF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spellEnd"/>
            <w:proofErr w:type="gramEnd"/>
            <w:r w:rsidRPr="00D701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701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Тайота</w:t>
            </w:r>
            <w:proofErr w:type="spellEnd"/>
            <w:r w:rsidRPr="00D701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Виста</w:t>
            </w:r>
          </w:p>
        </w:tc>
        <w:tc>
          <w:tcPr>
            <w:tcW w:w="1418" w:type="dxa"/>
            <w:gridSpan w:val="2"/>
          </w:tcPr>
          <w:p w:rsidR="002C3FB9" w:rsidRPr="00D701CF" w:rsidRDefault="002C3FB9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1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841308,16</w:t>
            </w:r>
          </w:p>
        </w:tc>
        <w:tc>
          <w:tcPr>
            <w:tcW w:w="1559" w:type="dxa"/>
          </w:tcPr>
          <w:p w:rsidR="002C3FB9" w:rsidRPr="00D701CF" w:rsidRDefault="002C3FB9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2E8B" w:rsidTr="0003575E">
        <w:tc>
          <w:tcPr>
            <w:tcW w:w="709" w:type="dxa"/>
          </w:tcPr>
          <w:p w:rsidR="009D2E8B" w:rsidRPr="00D701CF" w:rsidRDefault="009D2E8B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9D2E8B" w:rsidRPr="00D701CF" w:rsidRDefault="009D2E8B" w:rsidP="00F43A7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9D2E8B" w:rsidRPr="00D701CF" w:rsidRDefault="009D2E8B" w:rsidP="00F43A78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2"/>
          </w:tcPr>
          <w:p w:rsidR="009D2E8B" w:rsidRPr="00D701CF" w:rsidRDefault="009D2E8B" w:rsidP="00F43A78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701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Квартира </w:t>
            </w:r>
          </w:p>
        </w:tc>
        <w:tc>
          <w:tcPr>
            <w:tcW w:w="1134" w:type="dxa"/>
          </w:tcPr>
          <w:p w:rsidR="009D2E8B" w:rsidRPr="00D701CF" w:rsidRDefault="009D2E8B" w:rsidP="009D2E8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701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Индиви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D701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дуаль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D701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ная</w:t>
            </w:r>
            <w:proofErr w:type="spellEnd"/>
          </w:p>
        </w:tc>
        <w:tc>
          <w:tcPr>
            <w:tcW w:w="851" w:type="dxa"/>
          </w:tcPr>
          <w:p w:rsidR="009D2E8B" w:rsidRPr="00D701CF" w:rsidRDefault="009D2E8B" w:rsidP="00F43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1CF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992" w:type="dxa"/>
          </w:tcPr>
          <w:p w:rsidR="009D2E8B" w:rsidRPr="00D701CF" w:rsidRDefault="009D2E8B" w:rsidP="00F43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1C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</w:tcPr>
          <w:p w:rsidR="009D2E8B" w:rsidRPr="00D701CF" w:rsidRDefault="009D2E8B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D2E8B" w:rsidRPr="00D701CF" w:rsidRDefault="009D2E8B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2E8B" w:rsidRPr="00D701CF" w:rsidRDefault="009D2E8B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D2E8B" w:rsidRPr="00D701CF" w:rsidRDefault="009D2E8B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1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а/</w:t>
            </w:r>
            <w:proofErr w:type="gramStart"/>
            <w:r w:rsidRPr="00D701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End"/>
            <w:r w:rsidRPr="00D701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701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ММС</w:t>
            </w:r>
            <w:proofErr w:type="spellEnd"/>
            <w:r w:rsidRPr="00D701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701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Монтеро</w:t>
            </w:r>
            <w:proofErr w:type="spellEnd"/>
          </w:p>
        </w:tc>
        <w:tc>
          <w:tcPr>
            <w:tcW w:w="1418" w:type="dxa"/>
            <w:gridSpan w:val="2"/>
          </w:tcPr>
          <w:p w:rsidR="009D2E8B" w:rsidRPr="00D701CF" w:rsidRDefault="009D2E8B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2E8B" w:rsidRPr="00D701CF" w:rsidRDefault="009D2E8B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2E8B" w:rsidTr="0003575E">
        <w:tc>
          <w:tcPr>
            <w:tcW w:w="709" w:type="dxa"/>
          </w:tcPr>
          <w:p w:rsidR="009D2E8B" w:rsidRPr="00D701CF" w:rsidRDefault="009D2E8B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9D2E8B" w:rsidRPr="00D701CF" w:rsidRDefault="009D2E8B" w:rsidP="00F43A7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9D2E8B" w:rsidRPr="00D701CF" w:rsidRDefault="009D2E8B" w:rsidP="00F43A78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2"/>
          </w:tcPr>
          <w:p w:rsidR="009D2E8B" w:rsidRPr="00D701CF" w:rsidRDefault="009D2E8B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1CF"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1134" w:type="dxa"/>
          </w:tcPr>
          <w:p w:rsidR="009D2E8B" w:rsidRPr="00D701CF" w:rsidRDefault="009D2E8B" w:rsidP="009D2E8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701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Индиви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D701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дуаль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D701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ная</w:t>
            </w:r>
            <w:proofErr w:type="spellEnd"/>
          </w:p>
        </w:tc>
        <w:tc>
          <w:tcPr>
            <w:tcW w:w="851" w:type="dxa"/>
          </w:tcPr>
          <w:p w:rsidR="009D2E8B" w:rsidRPr="00D701CF" w:rsidRDefault="009D2E8B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1CF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992" w:type="dxa"/>
          </w:tcPr>
          <w:p w:rsidR="009D2E8B" w:rsidRPr="00D701CF" w:rsidRDefault="009D2E8B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1C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</w:tcPr>
          <w:p w:rsidR="009D2E8B" w:rsidRPr="00D701CF" w:rsidRDefault="009D2E8B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D2E8B" w:rsidRPr="00D701CF" w:rsidRDefault="009D2E8B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2E8B" w:rsidRPr="00D701CF" w:rsidRDefault="009D2E8B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D2E8B" w:rsidRPr="00D701CF" w:rsidRDefault="009D2E8B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9D2E8B" w:rsidRPr="00D701CF" w:rsidRDefault="009D2E8B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2E8B" w:rsidRPr="00D701CF" w:rsidRDefault="009D2E8B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2E8B" w:rsidTr="0003575E">
        <w:tc>
          <w:tcPr>
            <w:tcW w:w="709" w:type="dxa"/>
          </w:tcPr>
          <w:p w:rsidR="009D2E8B" w:rsidRPr="00D701CF" w:rsidRDefault="009D2E8B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9D2E8B" w:rsidRPr="00D701CF" w:rsidRDefault="009D2E8B" w:rsidP="00F43A7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701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супруга</w:t>
            </w:r>
          </w:p>
        </w:tc>
        <w:tc>
          <w:tcPr>
            <w:tcW w:w="1276" w:type="dxa"/>
          </w:tcPr>
          <w:p w:rsidR="009D2E8B" w:rsidRPr="00D701CF" w:rsidRDefault="009D2E8B" w:rsidP="00F43A78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2"/>
          </w:tcPr>
          <w:p w:rsidR="009D2E8B" w:rsidRPr="00D701CF" w:rsidRDefault="009D2E8B" w:rsidP="00F43A78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701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Квартира </w:t>
            </w:r>
          </w:p>
        </w:tc>
        <w:tc>
          <w:tcPr>
            <w:tcW w:w="1134" w:type="dxa"/>
          </w:tcPr>
          <w:p w:rsidR="009D2E8B" w:rsidRPr="00D701CF" w:rsidRDefault="009D2E8B" w:rsidP="009D2E8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701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Индиви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D701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дуаль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D701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ная</w:t>
            </w:r>
            <w:proofErr w:type="spellEnd"/>
          </w:p>
        </w:tc>
        <w:tc>
          <w:tcPr>
            <w:tcW w:w="851" w:type="dxa"/>
          </w:tcPr>
          <w:p w:rsidR="009D2E8B" w:rsidRPr="00D701CF" w:rsidRDefault="009D2E8B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1CF">
              <w:rPr>
                <w:rFonts w:ascii="Times New Roman" w:hAnsi="Times New Roman" w:cs="Times New Roman"/>
                <w:sz w:val="24"/>
                <w:szCs w:val="24"/>
              </w:rPr>
              <w:t>59,6</w:t>
            </w:r>
          </w:p>
        </w:tc>
        <w:tc>
          <w:tcPr>
            <w:tcW w:w="992" w:type="dxa"/>
          </w:tcPr>
          <w:p w:rsidR="009D2E8B" w:rsidRPr="00D701CF" w:rsidRDefault="009D2E8B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1C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</w:tcPr>
          <w:p w:rsidR="009D2E8B" w:rsidRPr="00D701CF" w:rsidRDefault="009D2E8B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D2E8B" w:rsidRPr="00D701CF" w:rsidRDefault="009D2E8B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2E8B" w:rsidRPr="00D701CF" w:rsidRDefault="009D2E8B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D2E8B" w:rsidRPr="00D701CF" w:rsidRDefault="009D2E8B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9D2E8B" w:rsidRPr="00D701CF" w:rsidRDefault="009D2E8B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1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461142,00</w:t>
            </w:r>
          </w:p>
        </w:tc>
        <w:tc>
          <w:tcPr>
            <w:tcW w:w="1559" w:type="dxa"/>
          </w:tcPr>
          <w:p w:rsidR="009D2E8B" w:rsidRPr="00D701CF" w:rsidRDefault="009D2E8B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3FB9" w:rsidTr="0003575E">
        <w:tc>
          <w:tcPr>
            <w:tcW w:w="709" w:type="dxa"/>
          </w:tcPr>
          <w:p w:rsidR="002C3FB9" w:rsidRPr="00D701CF" w:rsidRDefault="002C3FB9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1CF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</w:p>
        </w:tc>
        <w:tc>
          <w:tcPr>
            <w:tcW w:w="1843" w:type="dxa"/>
          </w:tcPr>
          <w:p w:rsidR="002C3FB9" w:rsidRPr="00D701CF" w:rsidRDefault="002C3FB9" w:rsidP="00F43A7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701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Фаязов</w:t>
            </w:r>
          </w:p>
          <w:p w:rsidR="002C3FB9" w:rsidRPr="00D701CF" w:rsidRDefault="002C3FB9" w:rsidP="00F43A7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701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Ирадж</w:t>
            </w:r>
            <w:proofErr w:type="spellEnd"/>
            <w:r w:rsidRPr="00D701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701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Фараджевич</w:t>
            </w:r>
            <w:proofErr w:type="spellEnd"/>
          </w:p>
        </w:tc>
        <w:tc>
          <w:tcPr>
            <w:tcW w:w="1276" w:type="dxa"/>
          </w:tcPr>
          <w:p w:rsidR="002C3FB9" w:rsidRPr="00D701CF" w:rsidRDefault="002C3FB9" w:rsidP="00F43A78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701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Заместитель начальника управления </w:t>
            </w:r>
          </w:p>
        </w:tc>
        <w:tc>
          <w:tcPr>
            <w:tcW w:w="1275" w:type="dxa"/>
            <w:gridSpan w:val="2"/>
          </w:tcPr>
          <w:p w:rsidR="002C3FB9" w:rsidRPr="00D701CF" w:rsidRDefault="002C3FB9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C3FB9" w:rsidRPr="00D701CF" w:rsidRDefault="002C3FB9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C3FB9" w:rsidRPr="00D701CF" w:rsidRDefault="002C3FB9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C3FB9" w:rsidRPr="00D701CF" w:rsidRDefault="002C3FB9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C3FB9" w:rsidRPr="00D701CF" w:rsidRDefault="00C10709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1CF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2C3FB9" w:rsidRPr="00D701CF" w:rsidRDefault="00C10709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1CF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559" w:type="dxa"/>
          </w:tcPr>
          <w:p w:rsidR="002C3FB9" w:rsidRPr="00D701CF" w:rsidRDefault="00C10709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1C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</w:tcPr>
          <w:p w:rsidR="002C3FB9" w:rsidRPr="00D701CF" w:rsidRDefault="00C10709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1CF">
              <w:rPr>
                <w:rFonts w:ascii="Times New Roman" w:hAnsi="Times New Roman" w:cs="Times New Roman"/>
                <w:sz w:val="24"/>
                <w:szCs w:val="24"/>
              </w:rPr>
              <w:t>а/</w:t>
            </w:r>
            <w:proofErr w:type="gramStart"/>
            <w:r w:rsidRPr="00D701CF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D701CF">
              <w:rPr>
                <w:rFonts w:ascii="Times New Roman" w:hAnsi="Times New Roman" w:cs="Times New Roman"/>
                <w:sz w:val="24"/>
                <w:szCs w:val="24"/>
              </w:rPr>
              <w:t xml:space="preserve"> Волга</w:t>
            </w:r>
          </w:p>
        </w:tc>
        <w:tc>
          <w:tcPr>
            <w:tcW w:w="1418" w:type="dxa"/>
            <w:gridSpan w:val="2"/>
          </w:tcPr>
          <w:p w:rsidR="002C3FB9" w:rsidRPr="00D701CF" w:rsidRDefault="00C10709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1CF">
              <w:rPr>
                <w:rFonts w:ascii="Times New Roman" w:hAnsi="Times New Roman" w:cs="Times New Roman"/>
                <w:sz w:val="24"/>
                <w:szCs w:val="24"/>
              </w:rPr>
              <w:t>1210837,76</w:t>
            </w:r>
          </w:p>
        </w:tc>
        <w:tc>
          <w:tcPr>
            <w:tcW w:w="1559" w:type="dxa"/>
          </w:tcPr>
          <w:p w:rsidR="002C3FB9" w:rsidRPr="00D701CF" w:rsidRDefault="002C3FB9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3FB9" w:rsidTr="0003575E">
        <w:tc>
          <w:tcPr>
            <w:tcW w:w="709" w:type="dxa"/>
          </w:tcPr>
          <w:p w:rsidR="002C3FB9" w:rsidRPr="00D701CF" w:rsidRDefault="002C3FB9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2C3FB9" w:rsidRPr="00D701CF" w:rsidRDefault="002C3FB9" w:rsidP="00F43A7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2C3FB9" w:rsidRPr="00D701CF" w:rsidRDefault="002C3FB9" w:rsidP="00F43A78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2"/>
          </w:tcPr>
          <w:p w:rsidR="002C3FB9" w:rsidRPr="00D701CF" w:rsidRDefault="002C3FB9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C3FB9" w:rsidRPr="00D701CF" w:rsidRDefault="002C3FB9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C3FB9" w:rsidRPr="00D701CF" w:rsidRDefault="002C3FB9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C3FB9" w:rsidRPr="00D701CF" w:rsidRDefault="002C3FB9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C3FB9" w:rsidRPr="00D701CF" w:rsidRDefault="002C3FB9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C3FB9" w:rsidRPr="00D701CF" w:rsidRDefault="002C3FB9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2C3FB9" w:rsidRPr="00D701CF" w:rsidRDefault="002C3FB9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C3FB9" w:rsidRPr="00D701CF" w:rsidRDefault="00C10709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1CF">
              <w:rPr>
                <w:rFonts w:ascii="Times New Roman" w:hAnsi="Times New Roman" w:cs="Times New Roman"/>
                <w:sz w:val="24"/>
                <w:szCs w:val="24"/>
              </w:rPr>
              <w:t>а/</w:t>
            </w:r>
            <w:proofErr w:type="gramStart"/>
            <w:r w:rsidRPr="00D701CF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D701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701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Форд-фокус</w:t>
            </w:r>
          </w:p>
        </w:tc>
        <w:tc>
          <w:tcPr>
            <w:tcW w:w="1418" w:type="dxa"/>
            <w:gridSpan w:val="2"/>
          </w:tcPr>
          <w:p w:rsidR="002C3FB9" w:rsidRPr="00D701CF" w:rsidRDefault="002C3FB9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2C3FB9" w:rsidRPr="00D701CF" w:rsidRDefault="002C3FB9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2E8B" w:rsidTr="0003575E">
        <w:tc>
          <w:tcPr>
            <w:tcW w:w="709" w:type="dxa"/>
          </w:tcPr>
          <w:p w:rsidR="009D2E8B" w:rsidRPr="00D701CF" w:rsidRDefault="009D2E8B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9D2E8B" w:rsidRPr="00D701CF" w:rsidRDefault="009D2E8B" w:rsidP="00F43A7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701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супруга</w:t>
            </w:r>
          </w:p>
        </w:tc>
        <w:tc>
          <w:tcPr>
            <w:tcW w:w="1276" w:type="dxa"/>
          </w:tcPr>
          <w:p w:rsidR="009D2E8B" w:rsidRPr="00D701CF" w:rsidRDefault="009D2E8B" w:rsidP="00F43A78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2"/>
          </w:tcPr>
          <w:p w:rsidR="009D2E8B" w:rsidRPr="00D701CF" w:rsidRDefault="009D2E8B" w:rsidP="00F43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1CF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9D2E8B" w:rsidRPr="00D701CF" w:rsidRDefault="009D2E8B" w:rsidP="009D2E8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701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Индиви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D701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дуаль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D701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ная</w:t>
            </w:r>
            <w:proofErr w:type="spellEnd"/>
          </w:p>
        </w:tc>
        <w:tc>
          <w:tcPr>
            <w:tcW w:w="851" w:type="dxa"/>
          </w:tcPr>
          <w:p w:rsidR="009D2E8B" w:rsidRPr="00D701CF" w:rsidRDefault="009D2E8B" w:rsidP="00F43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1CF">
              <w:rPr>
                <w:rFonts w:ascii="Times New Roman" w:hAnsi="Times New Roman" w:cs="Times New Roman"/>
                <w:sz w:val="24"/>
                <w:szCs w:val="24"/>
              </w:rPr>
              <w:t>34,9</w:t>
            </w:r>
          </w:p>
        </w:tc>
        <w:tc>
          <w:tcPr>
            <w:tcW w:w="992" w:type="dxa"/>
          </w:tcPr>
          <w:p w:rsidR="009D2E8B" w:rsidRPr="00D701CF" w:rsidRDefault="009D2E8B" w:rsidP="00F43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1CF">
              <w:rPr>
                <w:rFonts w:ascii="Times New Roman" w:hAnsi="Times New Roman" w:cs="Times New Roman"/>
                <w:sz w:val="24"/>
                <w:szCs w:val="24"/>
              </w:rPr>
              <w:t>Украина</w:t>
            </w:r>
          </w:p>
        </w:tc>
        <w:tc>
          <w:tcPr>
            <w:tcW w:w="1134" w:type="dxa"/>
          </w:tcPr>
          <w:p w:rsidR="009D2E8B" w:rsidRPr="00D701CF" w:rsidRDefault="009D2E8B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1CF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9D2E8B" w:rsidRPr="00D701CF" w:rsidRDefault="009D2E8B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1CF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1559" w:type="dxa"/>
          </w:tcPr>
          <w:p w:rsidR="009D2E8B" w:rsidRPr="00D701CF" w:rsidRDefault="009D2E8B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1C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</w:tcPr>
          <w:p w:rsidR="009D2E8B" w:rsidRPr="00D701CF" w:rsidRDefault="009D2E8B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9D2E8B" w:rsidRPr="00D701CF" w:rsidRDefault="009D2E8B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2E8B" w:rsidRPr="00D701CF" w:rsidRDefault="009D2E8B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0709" w:rsidTr="0003575E">
        <w:tc>
          <w:tcPr>
            <w:tcW w:w="709" w:type="dxa"/>
          </w:tcPr>
          <w:p w:rsidR="00C10709" w:rsidRPr="00D701CF" w:rsidRDefault="00C10709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1CF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</w:p>
        </w:tc>
        <w:tc>
          <w:tcPr>
            <w:tcW w:w="1843" w:type="dxa"/>
          </w:tcPr>
          <w:p w:rsidR="00C10709" w:rsidRPr="00D701CF" w:rsidRDefault="00C10709" w:rsidP="00F43A7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701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Мурыгин</w:t>
            </w:r>
            <w:proofErr w:type="spellEnd"/>
            <w:r w:rsidRPr="00D701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Иван Олегович</w:t>
            </w:r>
          </w:p>
        </w:tc>
        <w:tc>
          <w:tcPr>
            <w:tcW w:w="1276" w:type="dxa"/>
          </w:tcPr>
          <w:p w:rsidR="00C10709" w:rsidRPr="00D701CF" w:rsidRDefault="00C10709" w:rsidP="00F43A78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701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Заместитель начальника управления </w:t>
            </w:r>
          </w:p>
        </w:tc>
        <w:tc>
          <w:tcPr>
            <w:tcW w:w="1275" w:type="dxa"/>
            <w:gridSpan w:val="2"/>
          </w:tcPr>
          <w:p w:rsidR="00C10709" w:rsidRPr="00D701CF" w:rsidRDefault="00C10709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10709" w:rsidRPr="00D701CF" w:rsidRDefault="00C10709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10709" w:rsidRPr="00D701CF" w:rsidRDefault="00C10709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10709" w:rsidRPr="00D701CF" w:rsidRDefault="00C10709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10709" w:rsidRPr="00D701CF" w:rsidRDefault="00C10709" w:rsidP="00F43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1CF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C10709" w:rsidRPr="00D701CF" w:rsidRDefault="00C10709" w:rsidP="00F43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1CF">
              <w:rPr>
                <w:rFonts w:ascii="Times New Roman" w:hAnsi="Times New Roman" w:cs="Times New Roman"/>
                <w:sz w:val="24"/>
                <w:szCs w:val="24"/>
              </w:rPr>
              <w:t>37,5</w:t>
            </w:r>
          </w:p>
        </w:tc>
        <w:tc>
          <w:tcPr>
            <w:tcW w:w="1559" w:type="dxa"/>
          </w:tcPr>
          <w:p w:rsidR="00C10709" w:rsidRPr="00D701CF" w:rsidRDefault="00C10709" w:rsidP="00F43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1C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</w:tcPr>
          <w:p w:rsidR="00C10709" w:rsidRPr="00D701CF" w:rsidRDefault="00C10709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1CF">
              <w:rPr>
                <w:rFonts w:ascii="Times New Roman" w:hAnsi="Times New Roman" w:cs="Times New Roman"/>
                <w:sz w:val="24"/>
                <w:szCs w:val="24"/>
              </w:rPr>
              <w:t>а/</w:t>
            </w:r>
            <w:proofErr w:type="gramStart"/>
            <w:r w:rsidRPr="00D701CF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D701CF">
              <w:rPr>
                <w:rFonts w:ascii="Times New Roman" w:hAnsi="Times New Roman" w:cs="Times New Roman"/>
                <w:sz w:val="24"/>
                <w:szCs w:val="24"/>
              </w:rPr>
              <w:t xml:space="preserve"> Форд-фокус</w:t>
            </w:r>
          </w:p>
        </w:tc>
        <w:tc>
          <w:tcPr>
            <w:tcW w:w="1418" w:type="dxa"/>
            <w:gridSpan w:val="2"/>
          </w:tcPr>
          <w:p w:rsidR="00C10709" w:rsidRPr="00D701CF" w:rsidRDefault="00C10709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1CF">
              <w:rPr>
                <w:rFonts w:ascii="Times New Roman" w:hAnsi="Times New Roman" w:cs="Times New Roman"/>
                <w:sz w:val="24"/>
                <w:szCs w:val="24"/>
              </w:rPr>
              <w:t>833929,51</w:t>
            </w:r>
          </w:p>
        </w:tc>
        <w:tc>
          <w:tcPr>
            <w:tcW w:w="1559" w:type="dxa"/>
          </w:tcPr>
          <w:p w:rsidR="00C10709" w:rsidRPr="00D701CF" w:rsidRDefault="00C10709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0709" w:rsidTr="0003575E">
        <w:tc>
          <w:tcPr>
            <w:tcW w:w="709" w:type="dxa"/>
          </w:tcPr>
          <w:p w:rsidR="00C10709" w:rsidRPr="00D701CF" w:rsidRDefault="00C10709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C10709" w:rsidRPr="00D701CF" w:rsidRDefault="00C10709" w:rsidP="00F43A7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701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супруга</w:t>
            </w:r>
          </w:p>
        </w:tc>
        <w:tc>
          <w:tcPr>
            <w:tcW w:w="1276" w:type="dxa"/>
          </w:tcPr>
          <w:p w:rsidR="00C10709" w:rsidRPr="00D701CF" w:rsidRDefault="00C10709" w:rsidP="00F43A78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2"/>
          </w:tcPr>
          <w:p w:rsidR="00C10709" w:rsidRPr="00D701CF" w:rsidRDefault="00C10709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10709" w:rsidRPr="00D701CF" w:rsidRDefault="00C10709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10709" w:rsidRPr="00D701CF" w:rsidRDefault="00C10709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10709" w:rsidRPr="00D701CF" w:rsidRDefault="00C10709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10709" w:rsidRPr="00D701CF" w:rsidRDefault="00C10709" w:rsidP="00F43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1CF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C10709" w:rsidRPr="00D701CF" w:rsidRDefault="00C10709" w:rsidP="00F43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1CF">
              <w:rPr>
                <w:rFonts w:ascii="Times New Roman" w:hAnsi="Times New Roman" w:cs="Times New Roman"/>
                <w:sz w:val="24"/>
                <w:szCs w:val="24"/>
              </w:rPr>
              <w:t>42,4</w:t>
            </w:r>
          </w:p>
        </w:tc>
        <w:tc>
          <w:tcPr>
            <w:tcW w:w="1559" w:type="dxa"/>
          </w:tcPr>
          <w:p w:rsidR="00C10709" w:rsidRPr="00D701CF" w:rsidRDefault="00C10709" w:rsidP="00F43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1C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</w:tcPr>
          <w:p w:rsidR="00C10709" w:rsidRPr="00D701CF" w:rsidRDefault="00C10709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C10709" w:rsidRPr="00D701CF" w:rsidRDefault="00C10709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1CF">
              <w:rPr>
                <w:rFonts w:ascii="Times New Roman" w:hAnsi="Times New Roman" w:cs="Times New Roman"/>
                <w:sz w:val="24"/>
                <w:szCs w:val="24"/>
              </w:rPr>
              <w:t>52000</w:t>
            </w:r>
          </w:p>
        </w:tc>
        <w:tc>
          <w:tcPr>
            <w:tcW w:w="1559" w:type="dxa"/>
          </w:tcPr>
          <w:p w:rsidR="00C10709" w:rsidRPr="00D701CF" w:rsidRDefault="00C10709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0709" w:rsidTr="0003575E">
        <w:tc>
          <w:tcPr>
            <w:tcW w:w="709" w:type="dxa"/>
          </w:tcPr>
          <w:p w:rsidR="00C10709" w:rsidRPr="00D701CF" w:rsidRDefault="00C10709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1CF"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</w:p>
        </w:tc>
        <w:tc>
          <w:tcPr>
            <w:tcW w:w="1843" w:type="dxa"/>
          </w:tcPr>
          <w:p w:rsidR="00C10709" w:rsidRPr="00D701CF" w:rsidRDefault="00C10709" w:rsidP="00F43A7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701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Новиков</w:t>
            </w:r>
          </w:p>
          <w:p w:rsidR="00C10709" w:rsidRPr="00D701CF" w:rsidRDefault="00C10709" w:rsidP="00F43A7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701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Алексей Александрович</w:t>
            </w:r>
          </w:p>
        </w:tc>
        <w:tc>
          <w:tcPr>
            <w:tcW w:w="1276" w:type="dxa"/>
          </w:tcPr>
          <w:p w:rsidR="00C10709" w:rsidRPr="00D701CF" w:rsidRDefault="00C10709" w:rsidP="00F43A78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701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Заместитель начальника </w:t>
            </w:r>
            <w:proofErr w:type="spellStart"/>
            <w:proofErr w:type="gramStart"/>
            <w:r w:rsidRPr="00D701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управления-начальник</w:t>
            </w:r>
            <w:proofErr w:type="spellEnd"/>
            <w:proofErr w:type="gramEnd"/>
            <w:r w:rsidRPr="00D701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701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Архангель</w:t>
            </w:r>
            <w:r w:rsidR="0069005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-с</w:t>
            </w:r>
            <w:r w:rsidRPr="00D701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кого</w:t>
            </w:r>
            <w:proofErr w:type="spellEnd"/>
            <w:r w:rsidRPr="00D701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территориального отдела</w:t>
            </w:r>
          </w:p>
        </w:tc>
        <w:tc>
          <w:tcPr>
            <w:tcW w:w="1275" w:type="dxa"/>
            <w:gridSpan w:val="2"/>
          </w:tcPr>
          <w:p w:rsidR="00C10709" w:rsidRPr="00D701CF" w:rsidRDefault="00C10709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1CF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C10709" w:rsidRPr="00D701CF" w:rsidRDefault="00C10709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1CF">
              <w:rPr>
                <w:rFonts w:ascii="Times New Roman" w:hAnsi="Times New Roman" w:cs="Times New Roman"/>
                <w:sz w:val="24"/>
                <w:szCs w:val="24"/>
              </w:rPr>
              <w:t>Долевая-1/8</w:t>
            </w:r>
          </w:p>
        </w:tc>
        <w:tc>
          <w:tcPr>
            <w:tcW w:w="851" w:type="dxa"/>
          </w:tcPr>
          <w:p w:rsidR="00C10709" w:rsidRPr="00D701CF" w:rsidRDefault="00C10709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1CF">
              <w:rPr>
                <w:rFonts w:ascii="Times New Roman" w:hAnsi="Times New Roman" w:cs="Times New Roman"/>
                <w:sz w:val="24"/>
                <w:szCs w:val="24"/>
              </w:rPr>
              <w:t>52,7</w:t>
            </w:r>
          </w:p>
        </w:tc>
        <w:tc>
          <w:tcPr>
            <w:tcW w:w="992" w:type="dxa"/>
          </w:tcPr>
          <w:p w:rsidR="00C10709" w:rsidRPr="00D701CF" w:rsidRDefault="00C10709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1C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</w:tcPr>
          <w:p w:rsidR="00C10709" w:rsidRPr="00D701CF" w:rsidRDefault="00C10709" w:rsidP="00F43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10709" w:rsidRPr="00D701CF" w:rsidRDefault="00C10709" w:rsidP="00F43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10709" w:rsidRPr="00D701CF" w:rsidRDefault="00C10709" w:rsidP="00F43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10709" w:rsidRPr="00D701CF" w:rsidRDefault="00C10709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C10709" w:rsidRPr="00D701CF" w:rsidRDefault="00C10709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1CF">
              <w:rPr>
                <w:rFonts w:ascii="Times New Roman" w:hAnsi="Times New Roman" w:cs="Times New Roman"/>
                <w:sz w:val="24"/>
                <w:szCs w:val="24"/>
              </w:rPr>
              <w:t>401003,72</w:t>
            </w:r>
          </w:p>
        </w:tc>
        <w:tc>
          <w:tcPr>
            <w:tcW w:w="1559" w:type="dxa"/>
          </w:tcPr>
          <w:p w:rsidR="00C10709" w:rsidRPr="00D701CF" w:rsidRDefault="00C10709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2E8B" w:rsidTr="0003575E">
        <w:tc>
          <w:tcPr>
            <w:tcW w:w="709" w:type="dxa"/>
          </w:tcPr>
          <w:p w:rsidR="009D2E8B" w:rsidRPr="00D701CF" w:rsidRDefault="009D2E8B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1CF">
              <w:rPr>
                <w:rFonts w:ascii="Times New Roman" w:hAnsi="Times New Roman" w:cs="Times New Roman"/>
                <w:sz w:val="24"/>
                <w:szCs w:val="24"/>
              </w:rPr>
              <w:t xml:space="preserve">5. </w:t>
            </w:r>
          </w:p>
        </w:tc>
        <w:tc>
          <w:tcPr>
            <w:tcW w:w="1843" w:type="dxa"/>
          </w:tcPr>
          <w:p w:rsidR="009D2E8B" w:rsidRPr="00D701CF" w:rsidRDefault="009D2E8B" w:rsidP="00F43A7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701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Беззубов </w:t>
            </w:r>
          </w:p>
          <w:p w:rsidR="009D2E8B" w:rsidRPr="00D701CF" w:rsidRDefault="009D2E8B" w:rsidP="00F43A7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701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Олег</w:t>
            </w:r>
          </w:p>
          <w:p w:rsidR="009D2E8B" w:rsidRPr="00D701CF" w:rsidRDefault="009D2E8B" w:rsidP="00F43A7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701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Яковлевич</w:t>
            </w:r>
          </w:p>
        </w:tc>
        <w:tc>
          <w:tcPr>
            <w:tcW w:w="1276" w:type="dxa"/>
          </w:tcPr>
          <w:p w:rsidR="009D2E8B" w:rsidRPr="00D701CF" w:rsidRDefault="009D2E8B" w:rsidP="00F43A78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701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Заместитель начальника </w:t>
            </w:r>
            <w:proofErr w:type="spellStart"/>
            <w:proofErr w:type="gramStart"/>
            <w:r w:rsidRPr="00D701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управления-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начальник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701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Коми территориального отдела </w:t>
            </w:r>
          </w:p>
        </w:tc>
        <w:tc>
          <w:tcPr>
            <w:tcW w:w="1275" w:type="dxa"/>
            <w:gridSpan w:val="2"/>
          </w:tcPr>
          <w:p w:rsidR="009D2E8B" w:rsidRPr="00D701CF" w:rsidRDefault="009D2E8B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1CF">
              <w:rPr>
                <w:rFonts w:ascii="Times New Roman" w:hAnsi="Times New Roman" w:cs="Times New Roman"/>
                <w:sz w:val="24"/>
                <w:szCs w:val="24"/>
              </w:rPr>
              <w:t>комната</w:t>
            </w:r>
          </w:p>
        </w:tc>
        <w:tc>
          <w:tcPr>
            <w:tcW w:w="1134" w:type="dxa"/>
          </w:tcPr>
          <w:p w:rsidR="009D2E8B" w:rsidRPr="00D701CF" w:rsidRDefault="009D2E8B" w:rsidP="009D2E8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701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Индиви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D701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дуаль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D701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ная</w:t>
            </w:r>
            <w:proofErr w:type="spellEnd"/>
          </w:p>
        </w:tc>
        <w:tc>
          <w:tcPr>
            <w:tcW w:w="851" w:type="dxa"/>
          </w:tcPr>
          <w:p w:rsidR="009D2E8B" w:rsidRPr="00D701CF" w:rsidRDefault="009D2E8B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1CF">
              <w:rPr>
                <w:rFonts w:ascii="Times New Roman" w:hAnsi="Times New Roman" w:cs="Times New Roman"/>
                <w:sz w:val="24"/>
                <w:szCs w:val="24"/>
              </w:rPr>
              <w:t>12,7</w:t>
            </w:r>
          </w:p>
        </w:tc>
        <w:tc>
          <w:tcPr>
            <w:tcW w:w="992" w:type="dxa"/>
          </w:tcPr>
          <w:p w:rsidR="009D2E8B" w:rsidRPr="00D701CF" w:rsidRDefault="009D2E8B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1C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</w:tcPr>
          <w:p w:rsidR="009D2E8B" w:rsidRPr="00D701CF" w:rsidRDefault="009D2E8B" w:rsidP="00F43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D2E8B" w:rsidRPr="00D701CF" w:rsidRDefault="009D2E8B" w:rsidP="00F43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2E8B" w:rsidRPr="00D701CF" w:rsidRDefault="009D2E8B" w:rsidP="00F43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D2E8B" w:rsidRPr="00D701CF" w:rsidRDefault="009D2E8B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9D2E8B" w:rsidRPr="00C459F4" w:rsidRDefault="009D2E8B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59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995501,11</w:t>
            </w:r>
          </w:p>
        </w:tc>
        <w:tc>
          <w:tcPr>
            <w:tcW w:w="1559" w:type="dxa"/>
          </w:tcPr>
          <w:p w:rsidR="009D2E8B" w:rsidRPr="00D701CF" w:rsidRDefault="009D2E8B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2E8B" w:rsidTr="0003575E">
        <w:tc>
          <w:tcPr>
            <w:tcW w:w="709" w:type="dxa"/>
          </w:tcPr>
          <w:p w:rsidR="009D2E8B" w:rsidRPr="00D701CF" w:rsidRDefault="009D2E8B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9D2E8B" w:rsidRPr="00D701CF" w:rsidRDefault="009D2E8B" w:rsidP="00F43A7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9D2E8B" w:rsidRPr="00D701CF" w:rsidRDefault="009D2E8B" w:rsidP="00F43A78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2"/>
          </w:tcPr>
          <w:p w:rsidR="009D2E8B" w:rsidRPr="00D701CF" w:rsidRDefault="009D2E8B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1CF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9D2E8B" w:rsidRPr="00D701CF" w:rsidRDefault="009D2E8B" w:rsidP="009D2E8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701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Индиви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D701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дуаль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D701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ная</w:t>
            </w:r>
            <w:proofErr w:type="spellEnd"/>
          </w:p>
        </w:tc>
        <w:tc>
          <w:tcPr>
            <w:tcW w:w="851" w:type="dxa"/>
          </w:tcPr>
          <w:p w:rsidR="009D2E8B" w:rsidRPr="00D701CF" w:rsidRDefault="009D2E8B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1CF">
              <w:rPr>
                <w:rFonts w:ascii="Times New Roman" w:hAnsi="Times New Roman" w:cs="Times New Roman"/>
                <w:sz w:val="24"/>
                <w:szCs w:val="24"/>
              </w:rPr>
              <w:t>30,5</w:t>
            </w:r>
          </w:p>
        </w:tc>
        <w:tc>
          <w:tcPr>
            <w:tcW w:w="992" w:type="dxa"/>
          </w:tcPr>
          <w:p w:rsidR="009D2E8B" w:rsidRPr="00D701CF" w:rsidRDefault="009D2E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1C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</w:tcPr>
          <w:p w:rsidR="009D2E8B" w:rsidRPr="00D701CF" w:rsidRDefault="009D2E8B" w:rsidP="00F43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D2E8B" w:rsidRPr="00D701CF" w:rsidRDefault="009D2E8B" w:rsidP="00F43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2E8B" w:rsidRPr="00D701CF" w:rsidRDefault="009D2E8B" w:rsidP="00F43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D2E8B" w:rsidRPr="00D701CF" w:rsidRDefault="009D2E8B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9D2E8B" w:rsidRPr="00D701CF" w:rsidRDefault="009D2E8B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2E8B" w:rsidRPr="00D701CF" w:rsidRDefault="009D2E8B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33EE" w:rsidTr="0003575E">
        <w:tc>
          <w:tcPr>
            <w:tcW w:w="709" w:type="dxa"/>
          </w:tcPr>
          <w:p w:rsidR="007733EE" w:rsidRPr="00D701CF" w:rsidRDefault="007733EE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7733EE" w:rsidRPr="00D701CF" w:rsidRDefault="007733EE" w:rsidP="00F43A7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7733EE" w:rsidRPr="00D701CF" w:rsidRDefault="007733EE" w:rsidP="00F43A78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2"/>
          </w:tcPr>
          <w:p w:rsidR="007733EE" w:rsidRPr="00D701CF" w:rsidRDefault="007733EE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1CF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7733EE" w:rsidRPr="00D701CF" w:rsidRDefault="007733EE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1CF">
              <w:rPr>
                <w:rFonts w:ascii="Times New Roman" w:hAnsi="Times New Roman" w:cs="Times New Roman"/>
                <w:sz w:val="24"/>
                <w:szCs w:val="24"/>
              </w:rPr>
              <w:t>Долевая-5/6</w:t>
            </w:r>
          </w:p>
        </w:tc>
        <w:tc>
          <w:tcPr>
            <w:tcW w:w="851" w:type="dxa"/>
          </w:tcPr>
          <w:p w:rsidR="007733EE" w:rsidRPr="00D701CF" w:rsidRDefault="007733EE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1CF">
              <w:rPr>
                <w:rFonts w:ascii="Times New Roman" w:hAnsi="Times New Roman" w:cs="Times New Roman"/>
                <w:sz w:val="24"/>
                <w:szCs w:val="24"/>
              </w:rPr>
              <w:t>74,4</w:t>
            </w:r>
          </w:p>
        </w:tc>
        <w:tc>
          <w:tcPr>
            <w:tcW w:w="992" w:type="dxa"/>
          </w:tcPr>
          <w:p w:rsidR="007733EE" w:rsidRPr="00D701CF" w:rsidRDefault="007733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1C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</w:tcPr>
          <w:p w:rsidR="007733EE" w:rsidRPr="00D701CF" w:rsidRDefault="007733EE" w:rsidP="00F43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733EE" w:rsidRPr="00D701CF" w:rsidRDefault="007733EE" w:rsidP="00F43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7733EE" w:rsidRPr="00D701CF" w:rsidRDefault="007733EE" w:rsidP="00F43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733EE" w:rsidRPr="00D701CF" w:rsidRDefault="007733EE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7733EE" w:rsidRPr="00D701CF" w:rsidRDefault="007733EE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7733EE" w:rsidRPr="00D701CF" w:rsidRDefault="007733EE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0709" w:rsidTr="0003575E">
        <w:tc>
          <w:tcPr>
            <w:tcW w:w="709" w:type="dxa"/>
          </w:tcPr>
          <w:p w:rsidR="00C10709" w:rsidRPr="00D701CF" w:rsidRDefault="00C10709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C10709" w:rsidRPr="00D701CF" w:rsidRDefault="007733EE" w:rsidP="00F43A7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701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супруга</w:t>
            </w:r>
          </w:p>
        </w:tc>
        <w:tc>
          <w:tcPr>
            <w:tcW w:w="1276" w:type="dxa"/>
          </w:tcPr>
          <w:p w:rsidR="00C10709" w:rsidRPr="00D701CF" w:rsidRDefault="00C10709" w:rsidP="00F43A78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2"/>
          </w:tcPr>
          <w:p w:rsidR="00C10709" w:rsidRPr="00D701CF" w:rsidRDefault="00C10709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10709" w:rsidRPr="00D701CF" w:rsidRDefault="00C10709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10709" w:rsidRPr="00D701CF" w:rsidRDefault="00C10709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10709" w:rsidRPr="00D701CF" w:rsidRDefault="00C10709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10709" w:rsidRPr="00D701CF" w:rsidRDefault="007733EE" w:rsidP="00F43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1CF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C10709" w:rsidRPr="00D701CF" w:rsidRDefault="007733EE" w:rsidP="00F43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1CF">
              <w:rPr>
                <w:rFonts w:ascii="Times New Roman" w:hAnsi="Times New Roman" w:cs="Times New Roman"/>
                <w:sz w:val="24"/>
                <w:szCs w:val="24"/>
              </w:rPr>
              <w:t>74,4</w:t>
            </w:r>
          </w:p>
        </w:tc>
        <w:tc>
          <w:tcPr>
            <w:tcW w:w="1559" w:type="dxa"/>
          </w:tcPr>
          <w:p w:rsidR="00C10709" w:rsidRPr="00D701CF" w:rsidRDefault="007733EE" w:rsidP="00F43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1C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</w:tcPr>
          <w:p w:rsidR="00C10709" w:rsidRPr="00D701CF" w:rsidRDefault="00C10709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C10709" w:rsidRPr="00D701CF" w:rsidRDefault="007733EE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1CF">
              <w:rPr>
                <w:rFonts w:ascii="Times New Roman" w:hAnsi="Times New Roman" w:cs="Times New Roman"/>
                <w:sz w:val="24"/>
                <w:szCs w:val="24"/>
              </w:rPr>
              <w:t>697839,65</w:t>
            </w:r>
          </w:p>
        </w:tc>
        <w:tc>
          <w:tcPr>
            <w:tcW w:w="1559" w:type="dxa"/>
          </w:tcPr>
          <w:p w:rsidR="00C10709" w:rsidRPr="00D701CF" w:rsidRDefault="00C10709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0709" w:rsidTr="0003575E">
        <w:tc>
          <w:tcPr>
            <w:tcW w:w="709" w:type="dxa"/>
          </w:tcPr>
          <w:p w:rsidR="00C10709" w:rsidRPr="00D701CF" w:rsidRDefault="00C10709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C10709" w:rsidRPr="00D701CF" w:rsidRDefault="007733EE" w:rsidP="00F43A7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701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Несовершенно</w:t>
            </w:r>
            <w:r w:rsidRPr="00D701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летний ребенок</w:t>
            </w:r>
          </w:p>
        </w:tc>
        <w:tc>
          <w:tcPr>
            <w:tcW w:w="1276" w:type="dxa"/>
          </w:tcPr>
          <w:p w:rsidR="00C10709" w:rsidRPr="00D701CF" w:rsidRDefault="00C10709" w:rsidP="00F43A78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2"/>
          </w:tcPr>
          <w:p w:rsidR="00C10709" w:rsidRPr="00D701CF" w:rsidRDefault="007733EE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1CF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C10709" w:rsidRPr="00D701CF" w:rsidRDefault="007733EE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1CF">
              <w:rPr>
                <w:rFonts w:ascii="Times New Roman" w:hAnsi="Times New Roman" w:cs="Times New Roman"/>
                <w:sz w:val="24"/>
                <w:szCs w:val="24"/>
              </w:rPr>
              <w:t>Долевая</w:t>
            </w:r>
            <w:r w:rsidRPr="00D701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-1/6</w:t>
            </w:r>
          </w:p>
        </w:tc>
        <w:tc>
          <w:tcPr>
            <w:tcW w:w="851" w:type="dxa"/>
          </w:tcPr>
          <w:p w:rsidR="00C10709" w:rsidRPr="00D701CF" w:rsidRDefault="007733EE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1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74,4</w:t>
            </w:r>
          </w:p>
        </w:tc>
        <w:tc>
          <w:tcPr>
            <w:tcW w:w="992" w:type="dxa"/>
          </w:tcPr>
          <w:p w:rsidR="00C10709" w:rsidRPr="00D701CF" w:rsidRDefault="007733EE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1C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</w:tcPr>
          <w:p w:rsidR="00C10709" w:rsidRPr="00D701CF" w:rsidRDefault="00C10709" w:rsidP="00F43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10709" w:rsidRPr="00D701CF" w:rsidRDefault="00C10709" w:rsidP="00F43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10709" w:rsidRPr="00D701CF" w:rsidRDefault="00C10709" w:rsidP="00F43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10709" w:rsidRPr="00D701CF" w:rsidRDefault="00C10709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C10709" w:rsidRPr="00D701CF" w:rsidRDefault="00C10709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10709" w:rsidRPr="00D701CF" w:rsidRDefault="00C10709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33EE" w:rsidTr="0003575E">
        <w:tc>
          <w:tcPr>
            <w:tcW w:w="709" w:type="dxa"/>
          </w:tcPr>
          <w:p w:rsidR="007733EE" w:rsidRPr="00D701CF" w:rsidRDefault="007733EE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7733EE" w:rsidRPr="00D701CF" w:rsidRDefault="007733EE" w:rsidP="00F43A7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701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Несовершеннолетний ребенок</w:t>
            </w:r>
          </w:p>
        </w:tc>
        <w:tc>
          <w:tcPr>
            <w:tcW w:w="1276" w:type="dxa"/>
          </w:tcPr>
          <w:p w:rsidR="007733EE" w:rsidRPr="00D701CF" w:rsidRDefault="007733EE" w:rsidP="00F43A78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2"/>
          </w:tcPr>
          <w:p w:rsidR="007733EE" w:rsidRPr="00D701CF" w:rsidRDefault="007733EE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733EE" w:rsidRPr="00D701CF" w:rsidRDefault="007733EE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733EE" w:rsidRPr="00D701CF" w:rsidRDefault="007733EE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733EE" w:rsidRPr="00D701CF" w:rsidRDefault="007733EE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733EE" w:rsidRPr="00D701CF" w:rsidRDefault="007733EE" w:rsidP="00F43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1CF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7733EE" w:rsidRPr="00D701CF" w:rsidRDefault="007733EE" w:rsidP="00F43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1CF">
              <w:rPr>
                <w:rFonts w:ascii="Times New Roman" w:hAnsi="Times New Roman" w:cs="Times New Roman"/>
                <w:sz w:val="24"/>
                <w:szCs w:val="24"/>
              </w:rPr>
              <w:t>74,4</w:t>
            </w:r>
          </w:p>
        </w:tc>
        <w:tc>
          <w:tcPr>
            <w:tcW w:w="1559" w:type="dxa"/>
          </w:tcPr>
          <w:p w:rsidR="007733EE" w:rsidRPr="00D701CF" w:rsidRDefault="007733EE" w:rsidP="00F43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1C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</w:tcPr>
          <w:p w:rsidR="007733EE" w:rsidRPr="00D701CF" w:rsidRDefault="007733EE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7733EE" w:rsidRPr="00D701CF" w:rsidRDefault="007733EE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7733EE" w:rsidRPr="00D701CF" w:rsidRDefault="007733EE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33EE" w:rsidTr="0003575E">
        <w:tc>
          <w:tcPr>
            <w:tcW w:w="709" w:type="dxa"/>
          </w:tcPr>
          <w:p w:rsidR="007733EE" w:rsidRPr="00D701CF" w:rsidRDefault="007733EE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7733EE" w:rsidRPr="00D701CF" w:rsidRDefault="007733EE" w:rsidP="00F43A7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701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Несовершеннолетний ребенок</w:t>
            </w:r>
          </w:p>
        </w:tc>
        <w:tc>
          <w:tcPr>
            <w:tcW w:w="1276" w:type="dxa"/>
          </w:tcPr>
          <w:p w:rsidR="007733EE" w:rsidRPr="00D701CF" w:rsidRDefault="007733EE" w:rsidP="00F43A78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2"/>
          </w:tcPr>
          <w:p w:rsidR="007733EE" w:rsidRPr="00D701CF" w:rsidRDefault="007733EE" w:rsidP="00F43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733EE" w:rsidRPr="00D701CF" w:rsidRDefault="007733EE" w:rsidP="00F43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733EE" w:rsidRPr="00D701CF" w:rsidRDefault="007733EE" w:rsidP="00F43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733EE" w:rsidRPr="00D701CF" w:rsidRDefault="007733EE" w:rsidP="00F43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733EE" w:rsidRPr="00D701CF" w:rsidRDefault="007733EE" w:rsidP="00F43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1CF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7733EE" w:rsidRPr="00D701CF" w:rsidRDefault="007733EE" w:rsidP="00F43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1CF">
              <w:rPr>
                <w:rFonts w:ascii="Times New Roman" w:hAnsi="Times New Roman" w:cs="Times New Roman"/>
                <w:sz w:val="24"/>
                <w:szCs w:val="24"/>
              </w:rPr>
              <w:t>74,4</w:t>
            </w:r>
          </w:p>
        </w:tc>
        <w:tc>
          <w:tcPr>
            <w:tcW w:w="1559" w:type="dxa"/>
          </w:tcPr>
          <w:p w:rsidR="007733EE" w:rsidRPr="00D701CF" w:rsidRDefault="007733EE" w:rsidP="00F43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1C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</w:tcPr>
          <w:p w:rsidR="007733EE" w:rsidRPr="00D701CF" w:rsidRDefault="007733EE" w:rsidP="00F43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7733EE" w:rsidRPr="00D701CF" w:rsidRDefault="007733EE" w:rsidP="00F43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7733EE" w:rsidRPr="00D701CF" w:rsidRDefault="007733EE" w:rsidP="00F43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33EE" w:rsidTr="0003575E">
        <w:tc>
          <w:tcPr>
            <w:tcW w:w="16018" w:type="dxa"/>
            <w:gridSpan w:val="15"/>
          </w:tcPr>
          <w:p w:rsidR="007733EE" w:rsidRDefault="007733EE" w:rsidP="00B1536C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Отдел надзора за соблюдением летных стандартов и сертификацией эксплуатантов воздушного транспорта</w:t>
            </w:r>
          </w:p>
        </w:tc>
      </w:tr>
      <w:tr w:rsidR="009D2E8B" w:rsidTr="0003575E">
        <w:tc>
          <w:tcPr>
            <w:tcW w:w="709" w:type="dxa"/>
          </w:tcPr>
          <w:p w:rsidR="009D2E8B" w:rsidRPr="00D701CF" w:rsidRDefault="009D2E8B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1CF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1843" w:type="dxa"/>
          </w:tcPr>
          <w:p w:rsidR="009D2E8B" w:rsidRPr="00D701CF" w:rsidRDefault="009D2E8B" w:rsidP="00F43A7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701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Федорец</w:t>
            </w:r>
            <w:proofErr w:type="spellEnd"/>
            <w:r w:rsidRPr="00D701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Владимир Николаевич</w:t>
            </w:r>
          </w:p>
        </w:tc>
        <w:tc>
          <w:tcPr>
            <w:tcW w:w="1276" w:type="dxa"/>
          </w:tcPr>
          <w:p w:rsidR="009D2E8B" w:rsidRPr="00D701CF" w:rsidRDefault="009D2E8B" w:rsidP="00F43A78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701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Начальник отдела</w:t>
            </w:r>
          </w:p>
        </w:tc>
        <w:tc>
          <w:tcPr>
            <w:tcW w:w="1275" w:type="dxa"/>
            <w:gridSpan w:val="2"/>
          </w:tcPr>
          <w:p w:rsidR="009D2E8B" w:rsidRPr="00D701CF" w:rsidRDefault="009D2E8B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1CF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9D2E8B" w:rsidRPr="00D701CF" w:rsidRDefault="009D2E8B" w:rsidP="009D2E8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701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Индиви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D701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дуаль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D701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ная</w:t>
            </w:r>
            <w:proofErr w:type="spellEnd"/>
          </w:p>
        </w:tc>
        <w:tc>
          <w:tcPr>
            <w:tcW w:w="851" w:type="dxa"/>
          </w:tcPr>
          <w:p w:rsidR="009D2E8B" w:rsidRPr="00D701CF" w:rsidRDefault="009D2E8B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1CF">
              <w:rPr>
                <w:rFonts w:ascii="Times New Roman" w:hAnsi="Times New Roman" w:cs="Times New Roman"/>
                <w:sz w:val="24"/>
                <w:szCs w:val="24"/>
              </w:rPr>
              <w:t>77,4</w:t>
            </w:r>
          </w:p>
        </w:tc>
        <w:tc>
          <w:tcPr>
            <w:tcW w:w="992" w:type="dxa"/>
          </w:tcPr>
          <w:p w:rsidR="009D2E8B" w:rsidRPr="00D701CF" w:rsidRDefault="009D2E8B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1C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</w:tcPr>
          <w:p w:rsidR="009D2E8B" w:rsidRPr="00D701CF" w:rsidRDefault="009D2E8B" w:rsidP="00F43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D2E8B" w:rsidRPr="00D701CF" w:rsidRDefault="009D2E8B" w:rsidP="00F43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2E8B" w:rsidRPr="00D701CF" w:rsidRDefault="009D2E8B" w:rsidP="00F43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D2E8B" w:rsidRPr="00D701CF" w:rsidRDefault="009D2E8B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1CF">
              <w:rPr>
                <w:rFonts w:ascii="Times New Roman" w:hAnsi="Times New Roman" w:cs="Times New Roman"/>
                <w:sz w:val="24"/>
                <w:szCs w:val="24"/>
              </w:rPr>
              <w:t>а/</w:t>
            </w:r>
            <w:proofErr w:type="gramStart"/>
            <w:r w:rsidRPr="00D701CF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D701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701CF">
              <w:rPr>
                <w:rFonts w:ascii="Times New Roman" w:hAnsi="Times New Roman" w:cs="Times New Roman"/>
                <w:sz w:val="24"/>
                <w:szCs w:val="24"/>
              </w:rPr>
              <w:t>Фольскваген</w:t>
            </w:r>
            <w:proofErr w:type="spellEnd"/>
            <w:r w:rsidRPr="00D701CF">
              <w:rPr>
                <w:rFonts w:ascii="Times New Roman" w:hAnsi="Times New Roman" w:cs="Times New Roman"/>
                <w:sz w:val="24"/>
                <w:szCs w:val="24"/>
              </w:rPr>
              <w:t xml:space="preserve"> Пассат</w:t>
            </w:r>
          </w:p>
        </w:tc>
        <w:tc>
          <w:tcPr>
            <w:tcW w:w="1418" w:type="dxa"/>
            <w:gridSpan w:val="2"/>
          </w:tcPr>
          <w:p w:rsidR="009D2E8B" w:rsidRPr="00D701CF" w:rsidRDefault="009D2E8B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1CF">
              <w:rPr>
                <w:rFonts w:ascii="Times New Roman" w:hAnsi="Times New Roman" w:cs="Times New Roman"/>
                <w:sz w:val="24"/>
                <w:szCs w:val="24"/>
              </w:rPr>
              <w:t>1881590</w:t>
            </w:r>
          </w:p>
        </w:tc>
        <w:tc>
          <w:tcPr>
            <w:tcW w:w="1559" w:type="dxa"/>
          </w:tcPr>
          <w:p w:rsidR="009D2E8B" w:rsidRPr="00D701CF" w:rsidRDefault="009D2E8B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2E8B" w:rsidTr="0003575E">
        <w:tc>
          <w:tcPr>
            <w:tcW w:w="709" w:type="dxa"/>
          </w:tcPr>
          <w:p w:rsidR="009D2E8B" w:rsidRPr="00D701CF" w:rsidRDefault="009D2E8B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9D2E8B" w:rsidRPr="00D701CF" w:rsidRDefault="009D2E8B" w:rsidP="00F43A7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9D2E8B" w:rsidRPr="00D701CF" w:rsidRDefault="009D2E8B" w:rsidP="00F43A78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2"/>
          </w:tcPr>
          <w:p w:rsidR="009D2E8B" w:rsidRPr="00D701CF" w:rsidRDefault="009D2E8B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1CF"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1134" w:type="dxa"/>
          </w:tcPr>
          <w:p w:rsidR="009D2E8B" w:rsidRPr="00D701CF" w:rsidRDefault="009D2E8B" w:rsidP="009D2E8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701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Индиви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D701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дуаль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D701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ная</w:t>
            </w:r>
            <w:proofErr w:type="spellEnd"/>
          </w:p>
        </w:tc>
        <w:tc>
          <w:tcPr>
            <w:tcW w:w="851" w:type="dxa"/>
          </w:tcPr>
          <w:p w:rsidR="009D2E8B" w:rsidRPr="00D701CF" w:rsidRDefault="009D2E8B" w:rsidP="00F43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1CF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992" w:type="dxa"/>
          </w:tcPr>
          <w:p w:rsidR="009D2E8B" w:rsidRPr="00D701CF" w:rsidRDefault="009D2E8B" w:rsidP="00F43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1C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</w:tcPr>
          <w:p w:rsidR="009D2E8B" w:rsidRPr="00D701CF" w:rsidRDefault="009D2E8B" w:rsidP="00F43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D2E8B" w:rsidRPr="00D701CF" w:rsidRDefault="009D2E8B" w:rsidP="00F43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2E8B" w:rsidRPr="00D701CF" w:rsidRDefault="009D2E8B" w:rsidP="00F43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D2E8B" w:rsidRPr="00D701CF" w:rsidRDefault="009D2E8B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9D2E8B" w:rsidRPr="00D701CF" w:rsidRDefault="009D2E8B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2E8B" w:rsidRPr="00D701CF" w:rsidRDefault="009D2E8B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2649" w:rsidTr="0003575E">
        <w:tc>
          <w:tcPr>
            <w:tcW w:w="709" w:type="dxa"/>
          </w:tcPr>
          <w:p w:rsidR="00412649" w:rsidRPr="00D701CF" w:rsidRDefault="00412649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412649" w:rsidRPr="00D701CF" w:rsidRDefault="00412649" w:rsidP="00F43A7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701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супруга</w:t>
            </w:r>
          </w:p>
        </w:tc>
        <w:tc>
          <w:tcPr>
            <w:tcW w:w="1276" w:type="dxa"/>
          </w:tcPr>
          <w:p w:rsidR="00412649" w:rsidRPr="00D701CF" w:rsidRDefault="00412649" w:rsidP="00F43A78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2"/>
          </w:tcPr>
          <w:p w:rsidR="00412649" w:rsidRPr="00D701CF" w:rsidRDefault="00412649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12649" w:rsidRPr="00D701CF" w:rsidRDefault="00412649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412649" w:rsidRPr="00D701CF" w:rsidRDefault="00412649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12649" w:rsidRPr="00D701CF" w:rsidRDefault="00412649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12649" w:rsidRPr="00D701CF" w:rsidRDefault="00412649" w:rsidP="00F43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12649" w:rsidRPr="00D701CF" w:rsidRDefault="00412649" w:rsidP="00F43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412649" w:rsidRPr="00D701CF" w:rsidRDefault="00412649" w:rsidP="00F43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12649" w:rsidRPr="00D701CF" w:rsidRDefault="00412649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412649" w:rsidRPr="00D701CF" w:rsidRDefault="00412649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1CF">
              <w:rPr>
                <w:rFonts w:ascii="Times New Roman" w:hAnsi="Times New Roman" w:cs="Times New Roman"/>
                <w:sz w:val="24"/>
                <w:szCs w:val="24"/>
              </w:rPr>
              <w:t>895177</w:t>
            </w:r>
          </w:p>
        </w:tc>
        <w:tc>
          <w:tcPr>
            <w:tcW w:w="1559" w:type="dxa"/>
          </w:tcPr>
          <w:p w:rsidR="00412649" w:rsidRPr="00D701CF" w:rsidRDefault="00412649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2649" w:rsidTr="0003575E">
        <w:tc>
          <w:tcPr>
            <w:tcW w:w="709" w:type="dxa"/>
          </w:tcPr>
          <w:p w:rsidR="00412649" w:rsidRPr="00D701CF" w:rsidRDefault="00412649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1CF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1843" w:type="dxa"/>
          </w:tcPr>
          <w:p w:rsidR="00412649" w:rsidRPr="00D701CF" w:rsidRDefault="00412649" w:rsidP="00F43A7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701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Уфимцев Владимир </w:t>
            </w:r>
            <w:proofErr w:type="spellStart"/>
            <w:r w:rsidRPr="00D701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Марсельевич</w:t>
            </w:r>
            <w:proofErr w:type="spellEnd"/>
          </w:p>
        </w:tc>
        <w:tc>
          <w:tcPr>
            <w:tcW w:w="1276" w:type="dxa"/>
          </w:tcPr>
          <w:p w:rsidR="00412649" w:rsidRPr="00D701CF" w:rsidRDefault="00412649" w:rsidP="00F43A78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701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Заместитель начальника отдела</w:t>
            </w:r>
          </w:p>
        </w:tc>
        <w:tc>
          <w:tcPr>
            <w:tcW w:w="1275" w:type="dxa"/>
            <w:gridSpan w:val="2"/>
          </w:tcPr>
          <w:p w:rsidR="00412649" w:rsidRPr="00D701CF" w:rsidRDefault="00412649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12649" w:rsidRPr="00D701CF" w:rsidRDefault="00412649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412649" w:rsidRPr="00D701CF" w:rsidRDefault="00412649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12649" w:rsidRPr="00D701CF" w:rsidRDefault="00412649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12649" w:rsidRPr="00D701CF" w:rsidRDefault="00412649" w:rsidP="00F43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1CF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412649" w:rsidRPr="00D701CF" w:rsidRDefault="00412649" w:rsidP="00F43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1CF">
              <w:rPr>
                <w:rFonts w:ascii="Times New Roman" w:hAnsi="Times New Roman" w:cs="Times New Roman"/>
                <w:sz w:val="24"/>
                <w:szCs w:val="24"/>
              </w:rPr>
              <w:t>35,6</w:t>
            </w:r>
          </w:p>
        </w:tc>
        <w:tc>
          <w:tcPr>
            <w:tcW w:w="1559" w:type="dxa"/>
          </w:tcPr>
          <w:p w:rsidR="00412649" w:rsidRPr="00D701CF" w:rsidRDefault="00412649" w:rsidP="00F43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1C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</w:tcPr>
          <w:p w:rsidR="00412649" w:rsidRPr="00D701CF" w:rsidRDefault="00412649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412649" w:rsidRPr="00D701CF" w:rsidRDefault="00412649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1CF">
              <w:rPr>
                <w:rFonts w:ascii="Times New Roman" w:hAnsi="Times New Roman" w:cs="Times New Roman"/>
                <w:sz w:val="24"/>
                <w:szCs w:val="24"/>
              </w:rPr>
              <w:t>1446256,03</w:t>
            </w:r>
          </w:p>
        </w:tc>
        <w:tc>
          <w:tcPr>
            <w:tcW w:w="1559" w:type="dxa"/>
          </w:tcPr>
          <w:p w:rsidR="00412649" w:rsidRPr="00D701CF" w:rsidRDefault="00412649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2649" w:rsidTr="0003575E">
        <w:tc>
          <w:tcPr>
            <w:tcW w:w="709" w:type="dxa"/>
          </w:tcPr>
          <w:p w:rsidR="00412649" w:rsidRPr="00D701CF" w:rsidRDefault="00412649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1CF">
              <w:rPr>
                <w:rFonts w:ascii="Times New Roman" w:hAnsi="Times New Roman" w:cs="Times New Roman"/>
                <w:sz w:val="24"/>
                <w:szCs w:val="24"/>
              </w:rPr>
              <w:t xml:space="preserve">8. </w:t>
            </w:r>
          </w:p>
        </w:tc>
        <w:tc>
          <w:tcPr>
            <w:tcW w:w="1843" w:type="dxa"/>
          </w:tcPr>
          <w:p w:rsidR="00412649" w:rsidRPr="00D701CF" w:rsidRDefault="00412649" w:rsidP="00F43A7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701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Белявцев</w:t>
            </w:r>
            <w:proofErr w:type="spellEnd"/>
            <w:r w:rsidRPr="00D701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Сергей Иванович</w:t>
            </w:r>
          </w:p>
        </w:tc>
        <w:tc>
          <w:tcPr>
            <w:tcW w:w="1276" w:type="dxa"/>
          </w:tcPr>
          <w:p w:rsidR="00412649" w:rsidRPr="00D701CF" w:rsidRDefault="00412649" w:rsidP="00F43A78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701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Старший </w:t>
            </w:r>
            <w:proofErr w:type="spellStart"/>
            <w:proofErr w:type="gramStart"/>
            <w:r w:rsidRPr="00D701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государст</w:t>
            </w:r>
            <w:r w:rsidR="0069005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D701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венный</w:t>
            </w:r>
            <w:proofErr w:type="spellEnd"/>
            <w:proofErr w:type="gramEnd"/>
            <w:r w:rsidRPr="00D701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инспектор</w:t>
            </w:r>
          </w:p>
        </w:tc>
        <w:tc>
          <w:tcPr>
            <w:tcW w:w="1275" w:type="dxa"/>
            <w:gridSpan w:val="2"/>
          </w:tcPr>
          <w:p w:rsidR="00412649" w:rsidRPr="00D701CF" w:rsidRDefault="00412649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1CF"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134" w:type="dxa"/>
          </w:tcPr>
          <w:p w:rsidR="00412649" w:rsidRPr="00D701CF" w:rsidRDefault="00412649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1CF">
              <w:rPr>
                <w:rFonts w:ascii="Times New Roman" w:hAnsi="Times New Roman" w:cs="Times New Roman"/>
                <w:sz w:val="24"/>
                <w:szCs w:val="24"/>
              </w:rPr>
              <w:t>Долевая-1/3</w:t>
            </w:r>
          </w:p>
        </w:tc>
        <w:tc>
          <w:tcPr>
            <w:tcW w:w="851" w:type="dxa"/>
          </w:tcPr>
          <w:p w:rsidR="00412649" w:rsidRPr="00D701CF" w:rsidRDefault="00412649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1CF">
              <w:rPr>
                <w:rFonts w:ascii="Times New Roman" w:hAnsi="Times New Roman" w:cs="Times New Roman"/>
                <w:sz w:val="24"/>
                <w:szCs w:val="24"/>
              </w:rPr>
              <w:t>48,4</w:t>
            </w:r>
          </w:p>
        </w:tc>
        <w:tc>
          <w:tcPr>
            <w:tcW w:w="992" w:type="dxa"/>
          </w:tcPr>
          <w:p w:rsidR="00412649" w:rsidRPr="00D701CF" w:rsidRDefault="00412649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1C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</w:tcPr>
          <w:p w:rsidR="00412649" w:rsidRPr="00D701CF" w:rsidRDefault="00412649" w:rsidP="00F43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12649" w:rsidRPr="00D701CF" w:rsidRDefault="00412649" w:rsidP="00F43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412649" w:rsidRPr="00D701CF" w:rsidRDefault="00412649" w:rsidP="00F43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12649" w:rsidRPr="00D701CF" w:rsidRDefault="00412649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412649" w:rsidRPr="00D701CF" w:rsidRDefault="00412649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1CF">
              <w:rPr>
                <w:rFonts w:ascii="Times New Roman" w:hAnsi="Times New Roman" w:cs="Times New Roman"/>
                <w:sz w:val="24"/>
                <w:szCs w:val="24"/>
              </w:rPr>
              <w:t>2023673</w:t>
            </w:r>
          </w:p>
        </w:tc>
        <w:tc>
          <w:tcPr>
            <w:tcW w:w="1559" w:type="dxa"/>
          </w:tcPr>
          <w:p w:rsidR="00412649" w:rsidRPr="00D701CF" w:rsidRDefault="00412649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2E8B" w:rsidTr="0003575E">
        <w:tc>
          <w:tcPr>
            <w:tcW w:w="709" w:type="dxa"/>
          </w:tcPr>
          <w:p w:rsidR="009D2E8B" w:rsidRPr="00D701CF" w:rsidRDefault="009D2E8B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9D2E8B" w:rsidRPr="00D701CF" w:rsidRDefault="009D2E8B" w:rsidP="00F43A7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9D2E8B" w:rsidRPr="00D701CF" w:rsidRDefault="009D2E8B" w:rsidP="00F43A78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2"/>
          </w:tcPr>
          <w:p w:rsidR="009D2E8B" w:rsidRPr="00D701CF" w:rsidRDefault="009D2E8B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1CF"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1134" w:type="dxa"/>
          </w:tcPr>
          <w:p w:rsidR="009D2E8B" w:rsidRPr="00D701CF" w:rsidRDefault="009D2E8B" w:rsidP="009D2E8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701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Индиви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D701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дуаль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D701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ная</w:t>
            </w:r>
            <w:proofErr w:type="spellEnd"/>
          </w:p>
        </w:tc>
        <w:tc>
          <w:tcPr>
            <w:tcW w:w="851" w:type="dxa"/>
          </w:tcPr>
          <w:p w:rsidR="009D2E8B" w:rsidRPr="00D701CF" w:rsidRDefault="009D2E8B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1CF">
              <w:rPr>
                <w:rFonts w:ascii="Times New Roman" w:hAnsi="Times New Roman" w:cs="Times New Roman"/>
                <w:sz w:val="24"/>
                <w:szCs w:val="24"/>
              </w:rPr>
              <w:t>18,6</w:t>
            </w:r>
          </w:p>
        </w:tc>
        <w:tc>
          <w:tcPr>
            <w:tcW w:w="992" w:type="dxa"/>
          </w:tcPr>
          <w:p w:rsidR="009D2E8B" w:rsidRPr="00D701CF" w:rsidRDefault="009D2E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1C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</w:tcPr>
          <w:p w:rsidR="009D2E8B" w:rsidRPr="00D701CF" w:rsidRDefault="009D2E8B" w:rsidP="00F43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D2E8B" w:rsidRPr="00D701CF" w:rsidRDefault="009D2E8B" w:rsidP="00F43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2E8B" w:rsidRPr="00D701CF" w:rsidRDefault="009D2E8B" w:rsidP="00F43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D2E8B" w:rsidRPr="00D701CF" w:rsidRDefault="009D2E8B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1CF">
              <w:rPr>
                <w:rFonts w:ascii="Times New Roman" w:hAnsi="Times New Roman" w:cs="Times New Roman"/>
                <w:sz w:val="24"/>
                <w:szCs w:val="24"/>
              </w:rPr>
              <w:t>а/</w:t>
            </w:r>
            <w:proofErr w:type="gramStart"/>
            <w:r w:rsidRPr="00D701CF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D701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701CF">
              <w:rPr>
                <w:rFonts w:ascii="Times New Roman" w:hAnsi="Times New Roman" w:cs="Times New Roman"/>
                <w:sz w:val="24"/>
                <w:szCs w:val="24"/>
              </w:rPr>
              <w:t>Мицубиси</w:t>
            </w:r>
            <w:proofErr w:type="spellEnd"/>
            <w:r w:rsidRPr="00D701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701CF">
              <w:rPr>
                <w:rFonts w:ascii="Times New Roman" w:hAnsi="Times New Roman" w:cs="Times New Roman"/>
                <w:sz w:val="24"/>
                <w:szCs w:val="24"/>
              </w:rPr>
              <w:t>Лансер</w:t>
            </w:r>
            <w:proofErr w:type="spellEnd"/>
          </w:p>
        </w:tc>
        <w:tc>
          <w:tcPr>
            <w:tcW w:w="1418" w:type="dxa"/>
            <w:gridSpan w:val="2"/>
          </w:tcPr>
          <w:p w:rsidR="009D2E8B" w:rsidRPr="00D701CF" w:rsidRDefault="009D2E8B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2E8B" w:rsidRPr="00D701CF" w:rsidRDefault="009D2E8B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2E8B" w:rsidTr="0003575E">
        <w:tc>
          <w:tcPr>
            <w:tcW w:w="709" w:type="dxa"/>
          </w:tcPr>
          <w:p w:rsidR="009D2E8B" w:rsidRPr="00D701CF" w:rsidRDefault="009D2E8B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9D2E8B" w:rsidRPr="00D701CF" w:rsidRDefault="009D2E8B" w:rsidP="00F43A7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9D2E8B" w:rsidRPr="00D701CF" w:rsidRDefault="009D2E8B" w:rsidP="00F43A78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2"/>
          </w:tcPr>
          <w:p w:rsidR="009D2E8B" w:rsidRPr="00D701CF" w:rsidRDefault="009D2E8B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1CF"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1134" w:type="dxa"/>
          </w:tcPr>
          <w:p w:rsidR="009D2E8B" w:rsidRPr="00D701CF" w:rsidRDefault="009D2E8B" w:rsidP="009D2E8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701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Индиви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D701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дуаль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D701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ная</w:t>
            </w:r>
            <w:proofErr w:type="spellEnd"/>
          </w:p>
        </w:tc>
        <w:tc>
          <w:tcPr>
            <w:tcW w:w="851" w:type="dxa"/>
          </w:tcPr>
          <w:p w:rsidR="009D2E8B" w:rsidRPr="00D701CF" w:rsidRDefault="009D2E8B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1CF">
              <w:rPr>
                <w:rFonts w:ascii="Times New Roman" w:hAnsi="Times New Roman" w:cs="Times New Roman"/>
                <w:sz w:val="24"/>
                <w:szCs w:val="24"/>
              </w:rPr>
              <w:t>18,0</w:t>
            </w:r>
          </w:p>
        </w:tc>
        <w:tc>
          <w:tcPr>
            <w:tcW w:w="992" w:type="dxa"/>
          </w:tcPr>
          <w:p w:rsidR="009D2E8B" w:rsidRPr="00D701CF" w:rsidRDefault="009D2E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01C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</w:tcPr>
          <w:p w:rsidR="009D2E8B" w:rsidRPr="00D701CF" w:rsidRDefault="009D2E8B" w:rsidP="00F43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D2E8B" w:rsidRPr="00D701CF" w:rsidRDefault="009D2E8B" w:rsidP="00F43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2E8B" w:rsidRPr="00D701CF" w:rsidRDefault="009D2E8B" w:rsidP="00F43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D2E8B" w:rsidRPr="00D701CF" w:rsidRDefault="009D2E8B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9D2E8B" w:rsidRPr="00D701CF" w:rsidRDefault="009D2E8B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2E8B" w:rsidRPr="00D701CF" w:rsidRDefault="009D2E8B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2649" w:rsidTr="0003575E">
        <w:tc>
          <w:tcPr>
            <w:tcW w:w="709" w:type="dxa"/>
          </w:tcPr>
          <w:p w:rsidR="00412649" w:rsidRPr="00D701CF" w:rsidRDefault="00412649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412649" w:rsidRPr="00D701CF" w:rsidRDefault="00412649" w:rsidP="00F43A7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701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супруга</w:t>
            </w:r>
          </w:p>
        </w:tc>
        <w:tc>
          <w:tcPr>
            <w:tcW w:w="1276" w:type="dxa"/>
          </w:tcPr>
          <w:p w:rsidR="00412649" w:rsidRPr="00D701CF" w:rsidRDefault="00412649" w:rsidP="00F43A78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2"/>
          </w:tcPr>
          <w:p w:rsidR="00412649" w:rsidRPr="00D701CF" w:rsidRDefault="00412649" w:rsidP="00F43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1CF"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134" w:type="dxa"/>
          </w:tcPr>
          <w:p w:rsidR="00412649" w:rsidRPr="00D701CF" w:rsidRDefault="00412649" w:rsidP="00F43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1CF">
              <w:rPr>
                <w:rFonts w:ascii="Times New Roman" w:hAnsi="Times New Roman" w:cs="Times New Roman"/>
                <w:sz w:val="24"/>
                <w:szCs w:val="24"/>
              </w:rPr>
              <w:t>Долевая-1/3</w:t>
            </w:r>
          </w:p>
        </w:tc>
        <w:tc>
          <w:tcPr>
            <w:tcW w:w="851" w:type="dxa"/>
          </w:tcPr>
          <w:p w:rsidR="00412649" w:rsidRPr="00D701CF" w:rsidRDefault="00412649" w:rsidP="00F43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1CF">
              <w:rPr>
                <w:rFonts w:ascii="Times New Roman" w:hAnsi="Times New Roman" w:cs="Times New Roman"/>
                <w:sz w:val="24"/>
                <w:szCs w:val="24"/>
              </w:rPr>
              <w:t>48,4</w:t>
            </w:r>
          </w:p>
        </w:tc>
        <w:tc>
          <w:tcPr>
            <w:tcW w:w="992" w:type="dxa"/>
          </w:tcPr>
          <w:p w:rsidR="00412649" w:rsidRPr="00D701CF" w:rsidRDefault="00412649" w:rsidP="00F43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1C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</w:tcPr>
          <w:p w:rsidR="00412649" w:rsidRPr="00D701CF" w:rsidRDefault="00412649" w:rsidP="00F43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12649" w:rsidRPr="00D701CF" w:rsidRDefault="00412649" w:rsidP="00F43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412649" w:rsidRPr="00D701CF" w:rsidRDefault="00412649" w:rsidP="00F43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12649" w:rsidRPr="00D701CF" w:rsidRDefault="00412649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412649" w:rsidRPr="00D701CF" w:rsidRDefault="00412649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1CF">
              <w:rPr>
                <w:rFonts w:ascii="Times New Roman" w:hAnsi="Times New Roman" w:cs="Times New Roman"/>
                <w:sz w:val="24"/>
                <w:szCs w:val="24"/>
              </w:rPr>
              <w:t>132916</w:t>
            </w:r>
          </w:p>
        </w:tc>
        <w:tc>
          <w:tcPr>
            <w:tcW w:w="1559" w:type="dxa"/>
          </w:tcPr>
          <w:p w:rsidR="00412649" w:rsidRPr="00D701CF" w:rsidRDefault="00412649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2649" w:rsidTr="0003575E">
        <w:tc>
          <w:tcPr>
            <w:tcW w:w="709" w:type="dxa"/>
          </w:tcPr>
          <w:p w:rsidR="00412649" w:rsidRPr="00D701CF" w:rsidRDefault="00412649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1CF">
              <w:rPr>
                <w:rFonts w:ascii="Times New Roman" w:hAnsi="Times New Roman" w:cs="Times New Roman"/>
                <w:sz w:val="24"/>
                <w:szCs w:val="24"/>
              </w:rPr>
              <w:t xml:space="preserve">9. </w:t>
            </w:r>
          </w:p>
        </w:tc>
        <w:tc>
          <w:tcPr>
            <w:tcW w:w="1843" w:type="dxa"/>
          </w:tcPr>
          <w:p w:rsidR="00412649" w:rsidRPr="00D701CF" w:rsidRDefault="00412649" w:rsidP="00F43A7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701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Ракин</w:t>
            </w:r>
            <w:proofErr w:type="spellEnd"/>
            <w:r w:rsidRPr="00D701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Александр </w:t>
            </w:r>
            <w:proofErr w:type="spellStart"/>
            <w:r w:rsidRPr="00D701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Ремович</w:t>
            </w:r>
            <w:proofErr w:type="spellEnd"/>
          </w:p>
        </w:tc>
        <w:tc>
          <w:tcPr>
            <w:tcW w:w="1276" w:type="dxa"/>
          </w:tcPr>
          <w:p w:rsidR="00412649" w:rsidRPr="00D701CF" w:rsidRDefault="00412649" w:rsidP="00F43A78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D701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Государст</w:t>
            </w:r>
            <w:r w:rsidR="0069005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D701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венный</w:t>
            </w:r>
            <w:proofErr w:type="spellEnd"/>
            <w:proofErr w:type="gramEnd"/>
            <w:r w:rsidRPr="00D701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инспектор</w:t>
            </w:r>
          </w:p>
        </w:tc>
        <w:tc>
          <w:tcPr>
            <w:tcW w:w="1275" w:type="dxa"/>
            <w:gridSpan w:val="2"/>
          </w:tcPr>
          <w:p w:rsidR="00412649" w:rsidRPr="00D701CF" w:rsidRDefault="00412649" w:rsidP="00F43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1CF"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134" w:type="dxa"/>
          </w:tcPr>
          <w:p w:rsidR="00412649" w:rsidRPr="00D701CF" w:rsidRDefault="00412649" w:rsidP="00F43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1CF">
              <w:rPr>
                <w:rFonts w:ascii="Times New Roman" w:hAnsi="Times New Roman" w:cs="Times New Roman"/>
                <w:sz w:val="24"/>
                <w:szCs w:val="24"/>
              </w:rPr>
              <w:t>Долевая-1/3</w:t>
            </w:r>
          </w:p>
        </w:tc>
        <w:tc>
          <w:tcPr>
            <w:tcW w:w="851" w:type="dxa"/>
          </w:tcPr>
          <w:p w:rsidR="00412649" w:rsidRPr="00D701CF" w:rsidRDefault="00412649" w:rsidP="00F43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1CF">
              <w:rPr>
                <w:rFonts w:ascii="Times New Roman" w:hAnsi="Times New Roman" w:cs="Times New Roman"/>
                <w:sz w:val="24"/>
                <w:szCs w:val="24"/>
              </w:rPr>
              <w:t>76,9</w:t>
            </w:r>
          </w:p>
        </w:tc>
        <w:tc>
          <w:tcPr>
            <w:tcW w:w="992" w:type="dxa"/>
          </w:tcPr>
          <w:p w:rsidR="00412649" w:rsidRPr="00D701CF" w:rsidRDefault="00412649" w:rsidP="00F43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1C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</w:tcPr>
          <w:p w:rsidR="00412649" w:rsidRPr="00D701CF" w:rsidRDefault="00412649" w:rsidP="00F43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12649" w:rsidRPr="00D701CF" w:rsidRDefault="00412649" w:rsidP="00F43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412649" w:rsidRPr="00D701CF" w:rsidRDefault="00412649" w:rsidP="00F43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12649" w:rsidRPr="00D701CF" w:rsidRDefault="00412649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1CF">
              <w:rPr>
                <w:rFonts w:ascii="Times New Roman" w:hAnsi="Times New Roman" w:cs="Times New Roman"/>
                <w:sz w:val="24"/>
                <w:szCs w:val="24"/>
              </w:rPr>
              <w:t>а/</w:t>
            </w:r>
            <w:proofErr w:type="gramStart"/>
            <w:r w:rsidRPr="00D701CF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D701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701CF">
              <w:rPr>
                <w:rFonts w:ascii="Times New Roman" w:hAnsi="Times New Roman" w:cs="Times New Roman"/>
                <w:sz w:val="24"/>
                <w:szCs w:val="24"/>
              </w:rPr>
              <w:t>Ниссан</w:t>
            </w:r>
            <w:proofErr w:type="spellEnd"/>
          </w:p>
        </w:tc>
        <w:tc>
          <w:tcPr>
            <w:tcW w:w="1418" w:type="dxa"/>
            <w:gridSpan w:val="2"/>
          </w:tcPr>
          <w:p w:rsidR="00412649" w:rsidRPr="00D701CF" w:rsidRDefault="00412649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1CF">
              <w:rPr>
                <w:rFonts w:ascii="Times New Roman" w:hAnsi="Times New Roman" w:cs="Times New Roman"/>
                <w:sz w:val="24"/>
                <w:szCs w:val="24"/>
              </w:rPr>
              <w:t>1795142,47</w:t>
            </w:r>
          </w:p>
        </w:tc>
        <w:tc>
          <w:tcPr>
            <w:tcW w:w="1559" w:type="dxa"/>
          </w:tcPr>
          <w:p w:rsidR="00412649" w:rsidRPr="00D701CF" w:rsidRDefault="00412649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2649" w:rsidTr="0003575E">
        <w:tc>
          <w:tcPr>
            <w:tcW w:w="709" w:type="dxa"/>
          </w:tcPr>
          <w:p w:rsidR="00412649" w:rsidRPr="00D701CF" w:rsidRDefault="00412649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412649" w:rsidRPr="00D701CF" w:rsidRDefault="00412649" w:rsidP="00F43A7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701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супруга</w:t>
            </w:r>
          </w:p>
        </w:tc>
        <w:tc>
          <w:tcPr>
            <w:tcW w:w="1276" w:type="dxa"/>
          </w:tcPr>
          <w:p w:rsidR="00412649" w:rsidRPr="00D701CF" w:rsidRDefault="00412649" w:rsidP="00F43A78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2"/>
          </w:tcPr>
          <w:p w:rsidR="00412649" w:rsidRPr="00D701CF" w:rsidRDefault="00412649" w:rsidP="00F43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1CF"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134" w:type="dxa"/>
          </w:tcPr>
          <w:p w:rsidR="00412649" w:rsidRPr="00D701CF" w:rsidRDefault="00412649" w:rsidP="00F43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1CF">
              <w:rPr>
                <w:rFonts w:ascii="Times New Roman" w:hAnsi="Times New Roman" w:cs="Times New Roman"/>
                <w:sz w:val="24"/>
                <w:szCs w:val="24"/>
              </w:rPr>
              <w:t>Долевая-1/3</w:t>
            </w:r>
          </w:p>
        </w:tc>
        <w:tc>
          <w:tcPr>
            <w:tcW w:w="851" w:type="dxa"/>
          </w:tcPr>
          <w:p w:rsidR="00412649" w:rsidRPr="00D701CF" w:rsidRDefault="00412649" w:rsidP="00F43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1CF">
              <w:rPr>
                <w:rFonts w:ascii="Times New Roman" w:hAnsi="Times New Roman" w:cs="Times New Roman"/>
                <w:sz w:val="24"/>
                <w:szCs w:val="24"/>
              </w:rPr>
              <w:t>76,9</w:t>
            </w:r>
          </w:p>
        </w:tc>
        <w:tc>
          <w:tcPr>
            <w:tcW w:w="992" w:type="dxa"/>
          </w:tcPr>
          <w:p w:rsidR="00412649" w:rsidRPr="00D701CF" w:rsidRDefault="00412649" w:rsidP="00F43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1C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</w:tcPr>
          <w:p w:rsidR="00412649" w:rsidRPr="00D701CF" w:rsidRDefault="00412649" w:rsidP="00F43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12649" w:rsidRPr="00D701CF" w:rsidRDefault="00412649" w:rsidP="00F43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412649" w:rsidRPr="00D701CF" w:rsidRDefault="00412649" w:rsidP="00F43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12649" w:rsidRPr="00D701CF" w:rsidRDefault="00412649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412649" w:rsidRPr="00D701CF" w:rsidRDefault="00412649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1CF">
              <w:rPr>
                <w:rFonts w:ascii="Times New Roman" w:hAnsi="Times New Roman" w:cs="Times New Roman"/>
                <w:sz w:val="24"/>
                <w:szCs w:val="24"/>
              </w:rPr>
              <w:t>184778,25</w:t>
            </w:r>
          </w:p>
        </w:tc>
        <w:tc>
          <w:tcPr>
            <w:tcW w:w="1559" w:type="dxa"/>
          </w:tcPr>
          <w:p w:rsidR="00412649" w:rsidRPr="00D701CF" w:rsidRDefault="00412649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2E8B" w:rsidTr="0003575E">
        <w:tc>
          <w:tcPr>
            <w:tcW w:w="709" w:type="dxa"/>
          </w:tcPr>
          <w:p w:rsidR="009D2E8B" w:rsidRPr="00D701CF" w:rsidRDefault="009D2E8B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1CF">
              <w:rPr>
                <w:rFonts w:ascii="Times New Roman" w:hAnsi="Times New Roman" w:cs="Times New Roman"/>
                <w:sz w:val="24"/>
                <w:szCs w:val="24"/>
              </w:rPr>
              <w:t xml:space="preserve">10. </w:t>
            </w:r>
          </w:p>
        </w:tc>
        <w:tc>
          <w:tcPr>
            <w:tcW w:w="1843" w:type="dxa"/>
          </w:tcPr>
          <w:p w:rsidR="009D2E8B" w:rsidRPr="00D701CF" w:rsidRDefault="009D2E8B" w:rsidP="00F43A7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701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Геворкян </w:t>
            </w:r>
            <w:proofErr w:type="spellStart"/>
            <w:r w:rsidRPr="00D701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Арсэн</w:t>
            </w:r>
            <w:proofErr w:type="spellEnd"/>
            <w:r w:rsidRPr="00D701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Сергеевич</w:t>
            </w:r>
          </w:p>
        </w:tc>
        <w:tc>
          <w:tcPr>
            <w:tcW w:w="1276" w:type="dxa"/>
          </w:tcPr>
          <w:p w:rsidR="009D2E8B" w:rsidRPr="00D701CF" w:rsidRDefault="009D2E8B" w:rsidP="00F43A78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D701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Государст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D701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венный</w:t>
            </w:r>
            <w:proofErr w:type="spellEnd"/>
            <w:proofErr w:type="gramEnd"/>
            <w:r w:rsidRPr="00D701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инспектор</w:t>
            </w:r>
          </w:p>
        </w:tc>
        <w:tc>
          <w:tcPr>
            <w:tcW w:w="1275" w:type="dxa"/>
            <w:gridSpan w:val="2"/>
          </w:tcPr>
          <w:p w:rsidR="009D2E8B" w:rsidRPr="00D701CF" w:rsidRDefault="009D2E8B" w:rsidP="00F43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1CF"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134" w:type="dxa"/>
          </w:tcPr>
          <w:p w:rsidR="009D2E8B" w:rsidRPr="00D701CF" w:rsidRDefault="009D2E8B" w:rsidP="009D2E8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701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Индиви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D701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дуаль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D701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ная</w:t>
            </w:r>
            <w:proofErr w:type="spellEnd"/>
          </w:p>
        </w:tc>
        <w:tc>
          <w:tcPr>
            <w:tcW w:w="851" w:type="dxa"/>
          </w:tcPr>
          <w:p w:rsidR="009D2E8B" w:rsidRPr="00D701CF" w:rsidRDefault="009D2E8B" w:rsidP="00F43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1CF">
              <w:rPr>
                <w:rFonts w:ascii="Times New Roman" w:hAnsi="Times New Roman" w:cs="Times New Roman"/>
                <w:sz w:val="24"/>
                <w:szCs w:val="24"/>
              </w:rPr>
              <w:t>73,8</w:t>
            </w:r>
          </w:p>
        </w:tc>
        <w:tc>
          <w:tcPr>
            <w:tcW w:w="992" w:type="dxa"/>
          </w:tcPr>
          <w:p w:rsidR="009D2E8B" w:rsidRPr="00D701CF" w:rsidRDefault="009D2E8B" w:rsidP="00F43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1C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</w:tcPr>
          <w:p w:rsidR="009D2E8B" w:rsidRPr="00D701CF" w:rsidRDefault="009D2E8B" w:rsidP="00F43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D2E8B" w:rsidRPr="00D701CF" w:rsidRDefault="009D2E8B" w:rsidP="00F43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2E8B" w:rsidRPr="00D701CF" w:rsidRDefault="009D2E8B" w:rsidP="00F43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D2E8B" w:rsidRPr="00D701CF" w:rsidRDefault="009D2E8B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9D2E8B" w:rsidRPr="00D701CF" w:rsidRDefault="009D2E8B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1CF">
              <w:rPr>
                <w:rFonts w:ascii="Times New Roman" w:hAnsi="Times New Roman" w:cs="Times New Roman"/>
                <w:sz w:val="24"/>
                <w:szCs w:val="24"/>
              </w:rPr>
              <w:t>821597,08</w:t>
            </w:r>
          </w:p>
        </w:tc>
        <w:tc>
          <w:tcPr>
            <w:tcW w:w="1559" w:type="dxa"/>
          </w:tcPr>
          <w:p w:rsidR="009D2E8B" w:rsidRPr="00D701CF" w:rsidRDefault="009D2E8B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2649" w:rsidTr="0003575E">
        <w:tc>
          <w:tcPr>
            <w:tcW w:w="709" w:type="dxa"/>
          </w:tcPr>
          <w:p w:rsidR="00412649" w:rsidRPr="00D701CF" w:rsidRDefault="00412649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412649" w:rsidRPr="00D701CF" w:rsidRDefault="00412649" w:rsidP="00F43A7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701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супруга</w:t>
            </w:r>
          </w:p>
        </w:tc>
        <w:tc>
          <w:tcPr>
            <w:tcW w:w="1276" w:type="dxa"/>
          </w:tcPr>
          <w:p w:rsidR="00412649" w:rsidRPr="00D701CF" w:rsidRDefault="00412649" w:rsidP="00F43A78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2"/>
          </w:tcPr>
          <w:p w:rsidR="00412649" w:rsidRPr="00D701CF" w:rsidRDefault="00412649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12649" w:rsidRPr="00D701CF" w:rsidRDefault="00412649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412649" w:rsidRPr="00D701CF" w:rsidRDefault="00412649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12649" w:rsidRPr="00D701CF" w:rsidRDefault="004126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12649" w:rsidRPr="00D701CF" w:rsidRDefault="00412649" w:rsidP="00F43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1CF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412649" w:rsidRPr="00D701CF" w:rsidRDefault="00412649" w:rsidP="00F43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1CF">
              <w:rPr>
                <w:rFonts w:ascii="Times New Roman" w:hAnsi="Times New Roman" w:cs="Times New Roman"/>
                <w:sz w:val="24"/>
                <w:szCs w:val="24"/>
              </w:rPr>
              <w:t>73,8</w:t>
            </w:r>
          </w:p>
        </w:tc>
        <w:tc>
          <w:tcPr>
            <w:tcW w:w="1559" w:type="dxa"/>
          </w:tcPr>
          <w:p w:rsidR="00412649" w:rsidRPr="00D701CF" w:rsidRDefault="00412649" w:rsidP="00F43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1C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</w:tcPr>
          <w:p w:rsidR="00412649" w:rsidRPr="00D701CF" w:rsidRDefault="00412649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412649" w:rsidRPr="00D701CF" w:rsidRDefault="005237E4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1CF">
              <w:rPr>
                <w:rFonts w:ascii="Times New Roman" w:hAnsi="Times New Roman" w:cs="Times New Roman"/>
                <w:sz w:val="24"/>
                <w:szCs w:val="24"/>
              </w:rPr>
              <w:t>251989,5</w:t>
            </w:r>
          </w:p>
        </w:tc>
        <w:tc>
          <w:tcPr>
            <w:tcW w:w="1559" w:type="dxa"/>
          </w:tcPr>
          <w:p w:rsidR="00412649" w:rsidRPr="00D701CF" w:rsidRDefault="00412649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37E4" w:rsidTr="0003575E">
        <w:tc>
          <w:tcPr>
            <w:tcW w:w="709" w:type="dxa"/>
          </w:tcPr>
          <w:p w:rsidR="005237E4" w:rsidRPr="00D701CF" w:rsidRDefault="005237E4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1CF">
              <w:rPr>
                <w:rFonts w:ascii="Times New Roman" w:hAnsi="Times New Roman" w:cs="Times New Roman"/>
                <w:sz w:val="24"/>
                <w:szCs w:val="24"/>
              </w:rPr>
              <w:t xml:space="preserve">11. </w:t>
            </w:r>
          </w:p>
        </w:tc>
        <w:tc>
          <w:tcPr>
            <w:tcW w:w="1843" w:type="dxa"/>
          </w:tcPr>
          <w:p w:rsidR="005237E4" w:rsidRPr="00D701CF" w:rsidRDefault="005237E4" w:rsidP="00F43A7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701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Филиппов Юрий Валентинович</w:t>
            </w:r>
          </w:p>
        </w:tc>
        <w:tc>
          <w:tcPr>
            <w:tcW w:w="1276" w:type="dxa"/>
          </w:tcPr>
          <w:p w:rsidR="005237E4" w:rsidRPr="00D701CF" w:rsidRDefault="005237E4" w:rsidP="00F43A78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D701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Государст</w:t>
            </w:r>
            <w:r w:rsidR="0069005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D701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венный</w:t>
            </w:r>
            <w:proofErr w:type="spellEnd"/>
            <w:proofErr w:type="gramEnd"/>
            <w:r w:rsidRPr="00D701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инспектор</w:t>
            </w:r>
          </w:p>
        </w:tc>
        <w:tc>
          <w:tcPr>
            <w:tcW w:w="1275" w:type="dxa"/>
            <w:gridSpan w:val="2"/>
          </w:tcPr>
          <w:p w:rsidR="005237E4" w:rsidRPr="00D701CF" w:rsidRDefault="005237E4" w:rsidP="00F43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1CF"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134" w:type="dxa"/>
          </w:tcPr>
          <w:p w:rsidR="005237E4" w:rsidRPr="00D701CF" w:rsidRDefault="005237E4" w:rsidP="00F43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1CF">
              <w:rPr>
                <w:rFonts w:ascii="Times New Roman" w:hAnsi="Times New Roman" w:cs="Times New Roman"/>
                <w:sz w:val="24"/>
                <w:szCs w:val="24"/>
              </w:rPr>
              <w:t>Долевая-1/4</w:t>
            </w:r>
          </w:p>
        </w:tc>
        <w:tc>
          <w:tcPr>
            <w:tcW w:w="851" w:type="dxa"/>
          </w:tcPr>
          <w:p w:rsidR="005237E4" w:rsidRPr="00D701CF" w:rsidRDefault="005237E4" w:rsidP="00F43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1CF">
              <w:rPr>
                <w:rFonts w:ascii="Times New Roman" w:hAnsi="Times New Roman" w:cs="Times New Roman"/>
                <w:sz w:val="24"/>
                <w:szCs w:val="24"/>
              </w:rPr>
              <w:t>78,36</w:t>
            </w:r>
          </w:p>
        </w:tc>
        <w:tc>
          <w:tcPr>
            <w:tcW w:w="992" w:type="dxa"/>
          </w:tcPr>
          <w:p w:rsidR="005237E4" w:rsidRPr="00D701CF" w:rsidRDefault="005237E4" w:rsidP="00F43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1C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</w:tcPr>
          <w:p w:rsidR="005237E4" w:rsidRPr="00D701CF" w:rsidRDefault="005237E4" w:rsidP="00F43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237E4" w:rsidRPr="00D701CF" w:rsidRDefault="005237E4" w:rsidP="00F43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237E4" w:rsidRPr="00D701CF" w:rsidRDefault="005237E4" w:rsidP="00F43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237E4" w:rsidRPr="00D701CF" w:rsidRDefault="005237E4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1CF">
              <w:rPr>
                <w:rFonts w:ascii="Times New Roman" w:hAnsi="Times New Roman" w:cs="Times New Roman"/>
                <w:sz w:val="24"/>
                <w:szCs w:val="24"/>
              </w:rPr>
              <w:t>а/</w:t>
            </w:r>
            <w:proofErr w:type="gramStart"/>
            <w:r w:rsidRPr="00D701CF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D701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701CF">
              <w:rPr>
                <w:rFonts w:ascii="Times New Roman" w:hAnsi="Times New Roman" w:cs="Times New Roman"/>
                <w:sz w:val="24"/>
                <w:szCs w:val="24"/>
              </w:rPr>
              <w:t>Ниссан</w:t>
            </w:r>
            <w:proofErr w:type="spellEnd"/>
            <w:r w:rsidRPr="00D701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701CF">
              <w:rPr>
                <w:rFonts w:ascii="Times New Roman" w:hAnsi="Times New Roman" w:cs="Times New Roman"/>
                <w:sz w:val="24"/>
                <w:szCs w:val="24"/>
              </w:rPr>
              <w:t>Х-трейл</w:t>
            </w:r>
            <w:proofErr w:type="spellEnd"/>
          </w:p>
        </w:tc>
        <w:tc>
          <w:tcPr>
            <w:tcW w:w="1418" w:type="dxa"/>
            <w:gridSpan w:val="2"/>
          </w:tcPr>
          <w:p w:rsidR="005237E4" w:rsidRPr="00D701CF" w:rsidRDefault="005237E4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1CF">
              <w:rPr>
                <w:rFonts w:ascii="Times New Roman" w:hAnsi="Times New Roman" w:cs="Times New Roman"/>
                <w:sz w:val="24"/>
                <w:szCs w:val="24"/>
              </w:rPr>
              <w:t>1105333,25</w:t>
            </w:r>
          </w:p>
        </w:tc>
        <w:tc>
          <w:tcPr>
            <w:tcW w:w="1559" w:type="dxa"/>
          </w:tcPr>
          <w:p w:rsidR="005237E4" w:rsidRPr="00D701CF" w:rsidRDefault="005237E4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37E4" w:rsidTr="0003575E">
        <w:tc>
          <w:tcPr>
            <w:tcW w:w="709" w:type="dxa"/>
          </w:tcPr>
          <w:p w:rsidR="005237E4" w:rsidRPr="00D701CF" w:rsidRDefault="005237E4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237E4" w:rsidRPr="00D701CF" w:rsidRDefault="005237E4" w:rsidP="00F43A7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701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супруга</w:t>
            </w:r>
          </w:p>
        </w:tc>
        <w:tc>
          <w:tcPr>
            <w:tcW w:w="1276" w:type="dxa"/>
          </w:tcPr>
          <w:p w:rsidR="005237E4" w:rsidRPr="00D701CF" w:rsidRDefault="005237E4" w:rsidP="00F43A78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2"/>
          </w:tcPr>
          <w:p w:rsidR="005237E4" w:rsidRPr="00D701CF" w:rsidRDefault="005237E4" w:rsidP="00F43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1CF"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134" w:type="dxa"/>
          </w:tcPr>
          <w:p w:rsidR="005237E4" w:rsidRPr="00D701CF" w:rsidRDefault="005237E4" w:rsidP="00F43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1CF">
              <w:rPr>
                <w:rFonts w:ascii="Times New Roman" w:hAnsi="Times New Roman" w:cs="Times New Roman"/>
                <w:sz w:val="24"/>
                <w:szCs w:val="24"/>
              </w:rPr>
              <w:t>Долевая-1/4</w:t>
            </w:r>
          </w:p>
        </w:tc>
        <w:tc>
          <w:tcPr>
            <w:tcW w:w="851" w:type="dxa"/>
          </w:tcPr>
          <w:p w:rsidR="005237E4" w:rsidRPr="00D701CF" w:rsidRDefault="005237E4" w:rsidP="00F43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1CF">
              <w:rPr>
                <w:rFonts w:ascii="Times New Roman" w:hAnsi="Times New Roman" w:cs="Times New Roman"/>
                <w:sz w:val="24"/>
                <w:szCs w:val="24"/>
              </w:rPr>
              <w:t>78,36</w:t>
            </w:r>
          </w:p>
        </w:tc>
        <w:tc>
          <w:tcPr>
            <w:tcW w:w="992" w:type="dxa"/>
          </w:tcPr>
          <w:p w:rsidR="005237E4" w:rsidRPr="00D701CF" w:rsidRDefault="005237E4" w:rsidP="00F43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1C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</w:tcPr>
          <w:p w:rsidR="005237E4" w:rsidRPr="00D701CF" w:rsidRDefault="005237E4" w:rsidP="00F43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237E4" w:rsidRPr="00D701CF" w:rsidRDefault="005237E4" w:rsidP="00F43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237E4" w:rsidRPr="00D701CF" w:rsidRDefault="005237E4" w:rsidP="00F43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237E4" w:rsidRPr="00D701CF" w:rsidRDefault="005237E4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5237E4" w:rsidRPr="00D701CF" w:rsidRDefault="005237E4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1CF">
              <w:rPr>
                <w:rFonts w:ascii="Times New Roman" w:hAnsi="Times New Roman" w:cs="Times New Roman"/>
                <w:sz w:val="24"/>
                <w:szCs w:val="24"/>
              </w:rPr>
              <w:t>277445,26</w:t>
            </w:r>
          </w:p>
        </w:tc>
        <w:tc>
          <w:tcPr>
            <w:tcW w:w="1559" w:type="dxa"/>
          </w:tcPr>
          <w:p w:rsidR="005237E4" w:rsidRPr="00D701CF" w:rsidRDefault="005237E4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37E4" w:rsidTr="0003575E">
        <w:tc>
          <w:tcPr>
            <w:tcW w:w="709" w:type="dxa"/>
          </w:tcPr>
          <w:p w:rsidR="005237E4" w:rsidRPr="00D701CF" w:rsidRDefault="005237E4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237E4" w:rsidRPr="00D701CF" w:rsidRDefault="005237E4" w:rsidP="00F43A7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701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Несовершеннолетний ребенок</w:t>
            </w:r>
          </w:p>
        </w:tc>
        <w:tc>
          <w:tcPr>
            <w:tcW w:w="1276" w:type="dxa"/>
          </w:tcPr>
          <w:p w:rsidR="005237E4" w:rsidRPr="00D701CF" w:rsidRDefault="005237E4" w:rsidP="00F43A78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2"/>
          </w:tcPr>
          <w:p w:rsidR="005237E4" w:rsidRPr="00D701CF" w:rsidRDefault="005237E4" w:rsidP="00F43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1CF"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134" w:type="dxa"/>
          </w:tcPr>
          <w:p w:rsidR="005237E4" w:rsidRPr="00D701CF" w:rsidRDefault="005237E4" w:rsidP="00F43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1CF">
              <w:rPr>
                <w:rFonts w:ascii="Times New Roman" w:hAnsi="Times New Roman" w:cs="Times New Roman"/>
                <w:sz w:val="24"/>
                <w:szCs w:val="24"/>
              </w:rPr>
              <w:t>Долевая-1/4</w:t>
            </w:r>
          </w:p>
        </w:tc>
        <w:tc>
          <w:tcPr>
            <w:tcW w:w="851" w:type="dxa"/>
          </w:tcPr>
          <w:p w:rsidR="005237E4" w:rsidRPr="00D701CF" w:rsidRDefault="005237E4" w:rsidP="00F43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1CF">
              <w:rPr>
                <w:rFonts w:ascii="Times New Roman" w:hAnsi="Times New Roman" w:cs="Times New Roman"/>
                <w:sz w:val="24"/>
                <w:szCs w:val="24"/>
              </w:rPr>
              <w:t>78,36</w:t>
            </w:r>
          </w:p>
        </w:tc>
        <w:tc>
          <w:tcPr>
            <w:tcW w:w="992" w:type="dxa"/>
          </w:tcPr>
          <w:p w:rsidR="005237E4" w:rsidRPr="00D701CF" w:rsidRDefault="005237E4" w:rsidP="00F43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1C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</w:tcPr>
          <w:p w:rsidR="005237E4" w:rsidRPr="00D701CF" w:rsidRDefault="005237E4" w:rsidP="00F43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237E4" w:rsidRPr="00D701CF" w:rsidRDefault="005237E4" w:rsidP="00F43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237E4" w:rsidRPr="00D701CF" w:rsidRDefault="005237E4" w:rsidP="00F43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237E4" w:rsidRPr="00D701CF" w:rsidRDefault="005237E4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5237E4" w:rsidRPr="00D701CF" w:rsidRDefault="005237E4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237E4" w:rsidRPr="00D701CF" w:rsidRDefault="005237E4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37E4" w:rsidTr="0003575E">
        <w:tc>
          <w:tcPr>
            <w:tcW w:w="709" w:type="dxa"/>
          </w:tcPr>
          <w:p w:rsidR="005237E4" w:rsidRPr="00D701CF" w:rsidRDefault="005237E4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1CF">
              <w:rPr>
                <w:rFonts w:ascii="Times New Roman" w:hAnsi="Times New Roman" w:cs="Times New Roman"/>
                <w:sz w:val="24"/>
                <w:szCs w:val="24"/>
              </w:rPr>
              <w:t xml:space="preserve">12. </w:t>
            </w:r>
          </w:p>
        </w:tc>
        <w:tc>
          <w:tcPr>
            <w:tcW w:w="1843" w:type="dxa"/>
          </w:tcPr>
          <w:p w:rsidR="005237E4" w:rsidRPr="00D701CF" w:rsidRDefault="005237E4" w:rsidP="00F43A7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701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Лященко Владимир Михайлович</w:t>
            </w:r>
          </w:p>
        </w:tc>
        <w:tc>
          <w:tcPr>
            <w:tcW w:w="1276" w:type="dxa"/>
          </w:tcPr>
          <w:p w:rsidR="005237E4" w:rsidRPr="00D701CF" w:rsidRDefault="005237E4" w:rsidP="00F43A78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D701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Государст</w:t>
            </w:r>
            <w:r w:rsidR="0069005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D701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венный</w:t>
            </w:r>
            <w:proofErr w:type="spellEnd"/>
            <w:proofErr w:type="gramEnd"/>
            <w:r w:rsidRPr="00D701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инспектор</w:t>
            </w:r>
          </w:p>
        </w:tc>
        <w:tc>
          <w:tcPr>
            <w:tcW w:w="1275" w:type="dxa"/>
            <w:gridSpan w:val="2"/>
          </w:tcPr>
          <w:p w:rsidR="005237E4" w:rsidRPr="00D701CF" w:rsidRDefault="005237E4" w:rsidP="00F43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1CF"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134" w:type="dxa"/>
          </w:tcPr>
          <w:p w:rsidR="005237E4" w:rsidRPr="00D701CF" w:rsidRDefault="005237E4" w:rsidP="00F43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1CF">
              <w:rPr>
                <w:rFonts w:ascii="Times New Roman" w:hAnsi="Times New Roman" w:cs="Times New Roman"/>
                <w:sz w:val="24"/>
                <w:szCs w:val="24"/>
              </w:rPr>
              <w:t>Долевая-1/2</w:t>
            </w:r>
          </w:p>
        </w:tc>
        <w:tc>
          <w:tcPr>
            <w:tcW w:w="851" w:type="dxa"/>
          </w:tcPr>
          <w:p w:rsidR="005237E4" w:rsidRPr="00D701CF" w:rsidRDefault="005237E4" w:rsidP="00F43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1CF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992" w:type="dxa"/>
          </w:tcPr>
          <w:p w:rsidR="005237E4" w:rsidRPr="00D701CF" w:rsidRDefault="005237E4" w:rsidP="00F43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1C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</w:tcPr>
          <w:p w:rsidR="005237E4" w:rsidRPr="00D701CF" w:rsidRDefault="005237E4" w:rsidP="00F43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237E4" w:rsidRPr="00D701CF" w:rsidRDefault="005237E4" w:rsidP="00F43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237E4" w:rsidRPr="00D701CF" w:rsidRDefault="005237E4" w:rsidP="00F43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237E4" w:rsidRPr="00D701CF" w:rsidRDefault="005237E4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5237E4" w:rsidRPr="00D701CF" w:rsidRDefault="005237E4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1CF">
              <w:rPr>
                <w:rFonts w:ascii="Times New Roman" w:hAnsi="Times New Roman" w:cs="Times New Roman"/>
                <w:sz w:val="24"/>
                <w:szCs w:val="24"/>
              </w:rPr>
              <w:t>1407593,82</w:t>
            </w:r>
          </w:p>
        </w:tc>
        <w:tc>
          <w:tcPr>
            <w:tcW w:w="1559" w:type="dxa"/>
          </w:tcPr>
          <w:p w:rsidR="005237E4" w:rsidRPr="00D701CF" w:rsidRDefault="005237E4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37E4" w:rsidTr="0003575E">
        <w:tc>
          <w:tcPr>
            <w:tcW w:w="709" w:type="dxa"/>
          </w:tcPr>
          <w:p w:rsidR="005237E4" w:rsidRPr="00D701CF" w:rsidRDefault="005237E4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237E4" w:rsidRPr="00D701CF" w:rsidRDefault="005237E4" w:rsidP="00F43A7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701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супруга</w:t>
            </w:r>
          </w:p>
        </w:tc>
        <w:tc>
          <w:tcPr>
            <w:tcW w:w="1276" w:type="dxa"/>
          </w:tcPr>
          <w:p w:rsidR="005237E4" w:rsidRPr="00D701CF" w:rsidRDefault="005237E4" w:rsidP="00F43A78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2"/>
          </w:tcPr>
          <w:p w:rsidR="005237E4" w:rsidRPr="00D701CF" w:rsidRDefault="005237E4" w:rsidP="00F43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1CF"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134" w:type="dxa"/>
          </w:tcPr>
          <w:p w:rsidR="005237E4" w:rsidRPr="00D701CF" w:rsidRDefault="005237E4" w:rsidP="00F43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1CF">
              <w:rPr>
                <w:rFonts w:ascii="Times New Roman" w:hAnsi="Times New Roman" w:cs="Times New Roman"/>
                <w:sz w:val="24"/>
                <w:szCs w:val="24"/>
              </w:rPr>
              <w:t>Долевая-1/2</w:t>
            </w:r>
          </w:p>
        </w:tc>
        <w:tc>
          <w:tcPr>
            <w:tcW w:w="851" w:type="dxa"/>
          </w:tcPr>
          <w:p w:rsidR="005237E4" w:rsidRPr="00D701CF" w:rsidRDefault="005237E4" w:rsidP="00F43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1CF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992" w:type="dxa"/>
          </w:tcPr>
          <w:p w:rsidR="005237E4" w:rsidRPr="00D701CF" w:rsidRDefault="005237E4" w:rsidP="00F43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1C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</w:tcPr>
          <w:p w:rsidR="005237E4" w:rsidRPr="00D701CF" w:rsidRDefault="005237E4" w:rsidP="00F43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237E4" w:rsidRPr="00D701CF" w:rsidRDefault="005237E4" w:rsidP="00F43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237E4" w:rsidRPr="00D701CF" w:rsidRDefault="005237E4" w:rsidP="00F43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237E4" w:rsidRPr="00D701CF" w:rsidRDefault="005237E4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5237E4" w:rsidRPr="00D701CF" w:rsidRDefault="005237E4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1CF">
              <w:rPr>
                <w:rFonts w:ascii="Times New Roman" w:hAnsi="Times New Roman" w:cs="Times New Roman"/>
                <w:sz w:val="24"/>
                <w:szCs w:val="24"/>
              </w:rPr>
              <w:t>4900</w:t>
            </w:r>
          </w:p>
        </w:tc>
        <w:tc>
          <w:tcPr>
            <w:tcW w:w="1559" w:type="dxa"/>
          </w:tcPr>
          <w:p w:rsidR="005237E4" w:rsidRPr="00D701CF" w:rsidRDefault="005237E4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37E4" w:rsidTr="0003575E">
        <w:tc>
          <w:tcPr>
            <w:tcW w:w="709" w:type="dxa"/>
          </w:tcPr>
          <w:p w:rsidR="005237E4" w:rsidRPr="00D701CF" w:rsidRDefault="005237E4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1CF">
              <w:rPr>
                <w:rFonts w:ascii="Times New Roman" w:hAnsi="Times New Roman" w:cs="Times New Roman"/>
                <w:sz w:val="24"/>
                <w:szCs w:val="24"/>
              </w:rPr>
              <w:t xml:space="preserve">13. </w:t>
            </w:r>
          </w:p>
        </w:tc>
        <w:tc>
          <w:tcPr>
            <w:tcW w:w="1843" w:type="dxa"/>
          </w:tcPr>
          <w:p w:rsidR="005237E4" w:rsidRPr="00D701CF" w:rsidRDefault="005237E4" w:rsidP="00F43A7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701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Коновалов</w:t>
            </w:r>
            <w:proofErr w:type="gramEnd"/>
            <w:r w:rsidRPr="00D701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Василий Святославович</w:t>
            </w:r>
          </w:p>
        </w:tc>
        <w:tc>
          <w:tcPr>
            <w:tcW w:w="1276" w:type="dxa"/>
          </w:tcPr>
          <w:p w:rsidR="005237E4" w:rsidRPr="00D701CF" w:rsidRDefault="005237E4" w:rsidP="00F43A78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D701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Государст</w:t>
            </w:r>
            <w:r w:rsidR="0069005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D701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венный</w:t>
            </w:r>
            <w:proofErr w:type="spellEnd"/>
            <w:proofErr w:type="gramEnd"/>
            <w:r w:rsidRPr="00D701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инспектор</w:t>
            </w:r>
          </w:p>
        </w:tc>
        <w:tc>
          <w:tcPr>
            <w:tcW w:w="1275" w:type="dxa"/>
            <w:gridSpan w:val="2"/>
          </w:tcPr>
          <w:p w:rsidR="005237E4" w:rsidRPr="00D701CF" w:rsidRDefault="005237E4" w:rsidP="00F43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237E4" w:rsidRPr="00D701CF" w:rsidRDefault="005237E4" w:rsidP="00F43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237E4" w:rsidRPr="00D701CF" w:rsidRDefault="005237E4" w:rsidP="00F43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237E4" w:rsidRPr="00D701CF" w:rsidRDefault="005237E4" w:rsidP="00F43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237E4" w:rsidRPr="00D701CF" w:rsidRDefault="005237E4" w:rsidP="00F43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1CF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5237E4" w:rsidRPr="00D701CF" w:rsidRDefault="005237E4" w:rsidP="00F43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1CF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1559" w:type="dxa"/>
          </w:tcPr>
          <w:p w:rsidR="005237E4" w:rsidRPr="00D701CF" w:rsidRDefault="005237E4" w:rsidP="00F43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1C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</w:tcPr>
          <w:p w:rsidR="005237E4" w:rsidRPr="00D701CF" w:rsidRDefault="005237E4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5237E4" w:rsidRPr="00D701CF" w:rsidRDefault="005237E4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1CF">
              <w:rPr>
                <w:rFonts w:ascii="Times New Roman" w:hAnsi="Times New Roman" w:cs="Times New Roman"/>
                <w:sz w:val="24"/>
                <w:szCs w:val="24"/>
              </w:rPr>
              <w:t>158300,07</w:t>
            </w:r>
          </w:p>
        </w:tc>
        <w:tc>
          <w:tcPr>
            <w:tcW w:w="1559" w:type="dxa"/>
          </w:tcPr>
          <w:p w:rsidR="005237E4" w:rsidRPr="00D701CF" w:rsidRDefault="005237E4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37E4" w:rsidTr="0003575E">
        <w:tc>
          <w:tcPr>
            <w:tcW w:w="709" w:type="dxa"/>
          </w:tcPr>
          <w:p w:rsidR="005237E4" w:rsidRPr="00D701CF" w:rsidRDefault="005237E4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237E4" w:rsidRPr="00D701CF" w:rsidRDefault="005237E4" w:rsidP="00F43A7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701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Несовершеннолетний ребенок</w:t>
            </w:r>
          </w:p>
        </w:tc>
        <w:tc>
          <w:tcPr>
            <w:tcW w:w="1276" w:type="dxa"/>
          </w:tcPr>
          <w:p w:rsidR="005237E4" w:rsidRPr="00D701CF" w:rsidRDefault="005237E4" w:rsidP="00F43A78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2"/>
          </w:tcPr>
          <w:p w:rsidR="005237E4" w:rsidRPr="00D701CF" w:rsidRDefault="005237E4" w:rsidP="00F43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237E4" w:rsidRPr="00D701CF" w:rsidRDefault="005237E4" w:rsidP="00F43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237E4" w:rsidRPr="00D701CF" w:rsidRDefault="005237E4" w:rsidP="00F43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237E4" w:rsidRPr="00D701CF" w:rsidRDefault="005237E4" w:rsidP="00F43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237E4" w:rsidRPr="00D701CF" w:rsidRDefault="005237E4" w:rsidP="00F43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1CF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5237E4" w:rsidRPr="00D701CF" w:rsidRDefault="005237E4" w:rsidP="00F43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1CF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559" w:type="dxa"/>
          </w:tcPr>
          <w:p w:rsidR="005237E4" w:rsidRPr="00D701CF" w:rsidRDefault="005237E4" w:rsidP="00F43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1C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</w:tcPr>
          <w:p w:rsidR="005237E4" w:rsidRPr="00D701CF" w:rsidRDefault="005237E4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5237E4" w:rsidRPr="00D701CF" w:rsidRDefault="005237E4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237E4" w:rsidRPr="00D701CF" w:rsidRDefault="005237E4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37E4" w:rsidTr="0003575E">
        <w:tc>
          <w:tcPr>
            <w:tcW w:w="709" w:type="dxa"/>
          </w:tcPr>
          <w:p w:rsidR="005237E4" w:rsidRPr="00D701CF" w:rsidRDefault="005237E4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237E4" w:rsidRPr="00D701CF" w:rsidRDefault="005237E4" w:rsidP="00F43A7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701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Несовершеннолетний ребенок</w:t>
            </w:r>
          </w:p>
        </w:tc>
        <w:tc>
          <w:tcPr>
            <w:tcW w:w="1276" w:type="dxa"/>
          </w:tcPr>
          <w:p w:rsidR="005237E4" w:rsidRPr="00D701CF" w:rsidRDefault="005237E4" w:rsidP="00F43A78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2"/>
          </w:tcPr>
          <w:p w:rsidR="005237E4" w:rsidRPr="00D701CF" w:rsidRDefault="005237E4" w:rsidP="00F43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237E4" w:rsidRPr="00D701CF" w:rsidRDefault="005237E4" w:rsidP="00F43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237E4" w:rsidRPr="00D701CF" w:rsidRDefault="005237E4" w:rsidP="00F43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237E4" w:rsidRPr="00D701CF" w:rsidRDefault="005237E4" w:rsidP="00F43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237E4" w:rsidRPr="00D701CF" w:rsidRDefault="005237E4" w:rsidP="00F43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1CF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5237E4" w:rsidRPr="00D701CF" w:rsidRDefault="005237E4" w:rsidP="00F43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1CF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1559" w:type="dxa"/>
          </w:tcPr>
          <w:p w:rsidR="005237E4" w:rsidRPr="00D701CF" w:rsidRDefault="005237E4" w:rsidP="00F43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1C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</w:tcPr>
          <w:p w:rsidR="005237E4" w:rsidRPr="00D701CF" w:rsidRDefault="005237E4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5237E4" w:rsidRPr="00D701CF" w:rsidRDefault="005237E4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237E4" w:rsidRPr="00D701CF" w:rsidRDefault="005237E4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37E4" w:rsidTr="0003575E">
        <w:tc>
          <w:tcPr>
            <w:tcW w:w="16018" w:type="dxa"/>
            <w:gridSpan w:val="15"/>
          </w:tcPr>
          <w:p w:rsidR="005237E4" w:rsidRDefault="005237E4" w:rsidP="00B1536C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Отдел надзора за аэропортовой деятельностью и организацией воздушных перевозок</w:t>
            </w:r>
          </w:p>
        </w:tc>
      </w:tr>
      <w:tr w:rsidR="00CA3EB3" w:rsidTr="0003575E">
        <w:tc>
          <w:tcPr>
            <w:tcW w:w="709" w:type="dxa"/>
          </w:tcPr>
          <w:p w:rsidR="00CA3EB3" w:rsidRPr="00D701CF" w:rsidRDefault="00CA3EB3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1CF">
              <w:rPr>
                <w:rFonts w:ascii="Times New Roman" w:hAnsi="Times New Roman" w:cs="Times New Roman"/>
                <w:sz w:val="24"/>
                <w:szCs w:val="24"/>
              </w:rPr>
              <w:t xml:space="preserve">14. </w:t>
            </w:r>
          </w:p>
        </w:tc>
        <w:tc>
          <w:tcPr>
            <w:tcW w:w="1843" w:type="dxa"/>
          </w:tcPr>
          <w:p w:rsidR="00CA3EB3" w:rsidRPr="00D701CF" w:rsidRDefault="00CA3EB3" w:rsidP="00F43A7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701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Байбиков</w:t>
            </w:r>
            <w:proofErr w:type="spellEnd"/>
            <w:r w:rsidRPr="00D701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Алексей Михайлович</w:t>
            </w:r>
          </w:p>
        </w:tc>
        <w:tc>
          <w:tcPr>
            <w:tcW w:w="1276" w:type="dxa"/>
          </w:tcPr>
          <w:p w:rsidR="00CA3EB3" w:rsidRPr="00D701CF" w:rsidRDefault="00CA3EB3" w:rsidP="00F43A78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701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Начальник отдела</w:t>
            </w:r>
          </w:p>
        </w:tc>
        <w:tc>
          <w:tcPr>
            <w:tcW w:w="1275" w:type="dxa"/>
            <w:gridSpan w:val="2"/>
          </w:tcPr>
          <w:p w:rsidR="00CA3EB3" w:rsidRPr="00D701CF" w:rsidRDefault="00CA3EB3" w:rsidP="00F43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1CF"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134" w:type="dxa"/>
          </w:tcPr>
          <w:p w:rsidR="00CA3EB3" w:rsidRPr="00D701CF" w:rsidRDefault="00CA3EB3" w:rsidP="00F43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1CF">
              <w:rPr>
                <w:rFonts w:ascii="Times New Roman" w:hAnsi="Times New Roman" w:cs="Times New Roman"/>
                <w:sz w:val="24"/>
                <w:szCs w:val="24"/>
              </w:rPr>
              <w:t>Долевая-1/5</w:t>
            </w:r>
          </w:p>
        </w:tc>
        <w:tc>
          <w:tcPr>
            <w:tcW w:w="851" w:type="dxa"/>
          </w:tcPr>
          <w:p w:rsidR="00CA3EB3" w:rsidRPr="00D701CF" w:rsidRDefault="00CA3EB3" w:rsidP="00F43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1CF">
              <w:rPr>
                <w:rFonts w:ascii="Times New Roman" w:hAnsi="Times New Roman" w:cs="Times New Roman"/>
                <w:sz w:val="24"/>
                <w:szCs w:val="24"/>
              </w:rPr>
              <w:t>77,5</w:t>
            </w:r>
          </w:p>
        </w:tc>
        <w:tc>
          <w:tcPr>
            <w:tcW w:w="992" w:type="dxa"/>
          </w:tcPr>
          <w:p w:rsidR="00CA3EB3" w:rsidRPr="00D701CF" w:rsidRDefault="00CA3EB3" w:rsidP="00F43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1C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</w:tcPr>
          <w:p w:rsidR="00CA3EB3" w:rsidRPr="00D701CF" w:rsidRDefault="00CA3EB3" w:rsidP="00F43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A3EB3" w:rsidRPr="00D701CF" w:rsidRDefault="00CA3EB3" w:rsidP="00F43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A3EB3" w:rsidRPr="00D701CF" w:rsidRDefault="00CA3EB3" w:rsidP="00F43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A3EB3" w:rsidRPr="00D701CF" w:rsidRDefault="00CA3EB3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CA3EB3" w:rsidRPr="00D701CF" w:rsidRDefault="00CA3EB3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1CF">
              <w:rPr>
                <w:rFonts w:ascii="Times New Roman" w:hAnsi="Times New Roman" w:cs="Times New Roman"/>
                <w:sz w:val="24"/>
                <w:szCs w:val="24"/>
              </w:rPr>
              <w:t>671682,77</w:t>
            </w:r>
          </w:p>
        </w:tc>
        <w:tc>
          <w:tcPr>
            <w:tcW w:w="1559" w:type="dxa"/>
          </w:tcPr>
          <w:p w:rsidR="00CA3EB3" w:rsidRDefault="00CA3EB3" w:rsidP="00B1536C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88007E" w:rsidTr="0003575E">
        <w:tc>
          <w:tcPr>
            <w:tcW w:w="709" w:type="dxa"/>
          </w:tcPr>
          <w:p w:rsidR="0088007E" w:rsidRPr="00D701CF" w:rsidRDefault="00CE493F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88007E" w:rsidRPr="00D701CF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843" w:type="dxa"/>
          </w:tcPr>
          <w:p w:rsidR="0088007E" w:rsidRPr="00D701CF" w:rsidRDefault="0088007E" w:rsidP="00F43A7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701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Коршунов Алексей Сергеевич</w:t>
            </w:r>
          </w:p>
        </w:tc>
        <w:tc>
          <w:tcPr>
            <w:tcW w:w="1276" w:type="dxa"/>
          </w:tcPr>
          <w:p w:rsidR="0088007E" w:rsidRPr="00D701CF" w:rsidRDefault="0088007E" w:rsidP="00F43A78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701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Главный </w:t>
            </w:r>
            <w:proofErr w:type="spellStart"/>
            <w:proofErr w:type="gramStart"/>
            <w:r w:rsidRPr="00D701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государст</w:t>
            </w:r>
            <w:r w:rsidR="0069005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D701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венный</w:t>
            </w:r>
            <w:proofErr w:type="spellEnd"/>
            <w:proofErr w:type="gramEnd"/>
            <w:r w:rsidRPr="00D701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инспектор</w:t>
            </w:r>
          </w:p>
        </w:tc>
        <w:tc>
          <w:tcPr>
            <w:tcW w:w="1275" w:type="dxa"/>
            <w:gridSpan w:val="2"/>
          </w:tcPr>
          <w:p w:rsidR="0088007E" w:rsidRPr="00D701CF" w:rsidRDefault="0088007E" w:rsidP="00F43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8007E" w:rsidRPr="00D701CF" w:rsidRDefault="0088007E" w:rsidP="00F43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8007E" w:rsidRPr="00D701CF" w:rsidRDefault="0088007E" w:rsidP="00F43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8007E" w:rsidRPr="00D701CF" w:rsidRDefault="0088007E" w:rsidP="00F43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8007E" w:rsidRPr="00D701CF" w:rsidRDefault="0088007E" w:rsidP="00F43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1CF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88007E" w:rsidRPr="00D701CF" w:rsidRDefault="0088007E" w:rsidP="00F43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1CF">
              <w:rPr>
                <w:rFonts w:ascii="Times New Roman" w:hAnsi="Times New Roman" w:cs="Times New Roman"/>
                <w:sz w:val="24"/>
                <w:szCs w:val="24"/>
              </w:rPr>
              <w:t>63,5</w:t>
            </w:r>
          </w:p>
        </w:tc>
        <w:tc>
          <w:tcPr>
            <w:tcW w:w="1559" w:type="dxa"/>
          </w:tcPr>
          <w:p w:rsidR="0088007E" w:rsidRPr="00D701CF" w:rsidRDefault="0088007E" w:rsidP="00F43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1C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</w:tcPr>
          <w:p w:rsidR="0088007E" w:rsidRPr="00D701CF" w:rsidRDefault="0088007E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88007E" w:rsidRPr="00D701CF" w:rsidRDefault="0088007E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1CF">
              <w:rPr>
                <w:rFonts w:ascii="Times New Roman" w:hAnsi="Times New Roman" w:cs="Times New Roman"/>
                <w:sz w:val="24"/>
                <w:szCs w:val="24"/>
              </w:rPr>
              <w:t>440768,11</w:t>
            </w:r>
          </w:p>
        </w:tc>
        <w:tc>
          <w:tcPr>
            <w:tcW w:w="1559" w:type="dxa"/>
          </w:tcPr>
          <w:p w:rsidR="0088007E" w:rsidRDefault="0088007E" w:rsidP="00B1536C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88007E" w:rsidTr="0003575E">
        <w:tc>
          <w:tcPr>
            <w:tcW w:w="709" w:type="dxa"/>
          </w:tcPr>
          <w:p w:rsidR="0088007E" w:rsidRPr="00D701CF" w:rsidRDefault="0088007E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88007E" w:rsidRPr="00D701CF" w:rsidRDefault="0088007E" w:rsidP="00F43A7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701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супруга</w:t>
            </w:r>
          </w:p>
        </w:tc>
        <w:tc>
          <w:tcPr>
            <w:tcW w:w="1276" w:type="dxa"/>
          </w:tcPr>
          <w:p w:rsidR="0088007E" w:rsidRPr="00D701CF" w:rsidRDefault="0088007E" w:rsidP="00F43A78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2"/>
          </w:tcPr>
          <w:p w:rsidR="0088007E" w:rsidRPr="00D701CF" w:rsidRDefault="0088007E" w:rsidP="00F43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8007E" w:rsidRPr="00D701CF" w:rsidRDefault="0088007E" w:rsidP="00F43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8007E" w:rsidRPr="00D701CF" w:rsidRDefault="0088007E" w:rsidP="00F43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8007E" w:rsidRPr="00D701CF" w:rsidRDefault="0088007E" w:rsidP="00F43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8007E" w:rsidRPr="00D701CF" w:rsidRDefault="0088007E" w:rsidP="00F43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1CF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88007E" w:rsidRPr="00D701CF" w:rsidRDefault="0088007E" w:rsidP="00F43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1CF">
              <w:rPr>
                <w:rFonts w:ascii="Times New Roman" w:hAnsi="Times New Roman" w:cs="Times New Roman"/>
                <w:sz w:val="24"/>
                <w:szCs w:val="24"/>
              </w:rPr>
              <w:t>63,5</w:t>
            </w:r>
          </w:p>
        </w:tc>
        <w:tc>
          <w:tcPr>
            <w:tcW w:w="1559" w:type="dxa"/>
          </w:tcPr>
          <w:p w:rsidR="0088007E" w:rsidRPr="00D701CF" w:rsidRDefault="0088007E" w:rsidP="00F43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1C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</w:tcPr>
          <w:p w:rsidR="0088007E" w:rsidRPr="00D701CF" w:rsidRDefault="0088007E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1CF">
              <w:rPr>
                <w:rFonts w:ascii="Times New Roman" w:hAnsi="Times New Roman" w:cs="Times New Roman"/>
                <w:sz w:val="24"/>
                <w:szCs w:val="24"/>
              </w:rPr>
              <w:t>а/</w:t>
            </w:r>
            <w:proofErr w:type="gramStart"/>
            <w:r w:rsidRPr="00D701CF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D701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701CF">
              <w:rPr>
                <w:rFonts w:ascii="Times New Roman" w:hAnsi="Times New Roman" w:cs="Times New Roman"/>
                <w:sz w:val="24"/>
                <w:szCs w:val="24"/>
              </w:rPr>
              <w:t>Сузуки</w:t>
            </w:r>
            <w:proofErr w:type="spellEnd"/>
            <w:r w:rsidRPr="00D701CF">
              <w:rPr>
                <w:rFonts w:ascii="Times New Roman" w:hAnsi="Times New Roman" w:cs="Times New Roman"/>
                <w:sz w:val="24"/>
                <w:szCs w:val="24"/>
              </w:rPr>
              <w:t xml:space="preserve"> гранд </w:t>
            </w:r>
            <w:proofErr w:type="spellStart"/>
            <w:r w:rsidRPr="00D701CF">
              <w:rPr>
                <w:rFonts w:ascii="Times New Roman" w:hAnsi="Times New Roman" w:cs="Times New Roman"/>
                <w:sz w:val="24"/>
                <w:szCs w:val="24"/>
              </w:rPr>
              <w:t>витара</w:t>
            </w:r>
            <w:proofErr w:type="spellEnd"/>
          </w:p>
        </w:tc>
        <w:tc>
          <w:tcPr>
            <w:tcW w:w="1418" w:type="dxa"/>
            <w:gridSpan w:val="2"/>
          </w:tcPr>
          <w:p w:rsidR="0088007E" w:rsidRPr="00D701CF" w:rsidRDefault="0088007E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88007E" w:rsidRDefault="0088007E" w:rsidP="00B1536C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5237E4" w:rsidTr="0003575E">
        <w:tc>
          <w:tcPr>
            <w:tcW w:w="709" w:type="dxa"/>
          </w:tcPr>
          <w:p w:rsidR="005237E4" w:rsidRPr="00D701CF" w:rsidRDefault="005237E4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237E4" w:rsidRPr="00D701CF" w:rsidRDefault="0088007E" w:rsidP="00F43A7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701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Несовершеннолетний ребенок</w:t>
            </w:r>
          </w:p>
        </w:tc>
        <w:tc>
          <w:tcPr>
            <w:tcW w:w="1276" w:type="dxa"/>
          </w:tcPr>
          <w:p w:rsidR="005237E4" w:rsidRPr="00D701CF" w:rsidRDefault="005237E4" w:rsidP="00F43A78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2"/>
          </w:tcPr>
          <w:p w:rsidR="005237E4" w:rsidRPr="00D701CF" w:rsidRDefault="0088007E" w:rsidP="00F43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1CF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5237E4" w:rsidRPr="00D701CF" w:rsidRDefault="0088007E" w:rsidP="00F43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1CF">
              <w:rPr>
                <w:rFonts w:ascii="Times New Roman" w:hAnsi="Times New Roman" w:cs="Times New Roman"/>
                <w:sz w:val="24"/>
                <w:szCs w:val="24"/>
              </w:rPr>
              <w:t>Долевая 1/2</w:t>
            </w:r>
          </w:p>
        </w:tc>
        <w:tc>
          <w:tcPr>
            <w:tcW w:w="851" w:type="dxa"/>
          </w:tcPr>
          <w:p w:rsidR="005237E4" w:rsidRPr="00D701CF" w:rsidRDefault="0088007E" w:rsidP="00F43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1CF">
              <w:rPr>
                <w:rFonts w:ascii="Times New Roman" w:hAnsi="Times New Roman" w:cs="Times New Roman"/>
                <w:sz w:val="24"/>
                <w:szCs w:val="24"/>
              </w:rPr>
              <w:t>63,5</w:t>
            </w:r>
          </w:p>
        </w:tc>
        <w:tc>
          <w:tcPr>
            <w:tcW w:w="992" w:type="dxa"/>
          </w:tcPr>
          <w:p w:rsidR="005237E4" w:rsidRPr="00D701CF" w:rsidRDefault="0088007E" w:rsidP="00F43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1C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</w:tcPr>
          <w:p w:rsidR="005237E4" w:rsidRPr="00D701CF" w:rsidRDefault="005237E4" w:rsidP="00F43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237E4" w:rsidRPr="00D701CF" w:rsidRDefault="005237E4" w:rsidP="00F43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237E4" w:rsidRPr="00D701CF" w:rsidRDefault="005237E4" w:rsidP="00F43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237E4" w:rsidRPr="00D701CF" w:rsidRDefault="005237E4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5237E4" w:rsidRPr="00D701CF" w:rsidRDefault="005237E4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237E4" w:rsidRDefault="005237E4" w:rsidP="00B1536C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88007E" w:rsidTr="0003575E">
        <w:tc>
          <w:tcPr>
            <w:tcW w:w="709" w:type="dxa"/>
          </w:tcPr>
          <w:p w:rsidR="0088007E" w:rsidRPr="00D701CF" w:rsidRDefault="00CE493F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88007E" w:rsidRPr="00D701CF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843" w:type="dxa"/>
          </w:tcPr>
          <w:p w:rsidR="0088007E" w:rsidRPr="00D701CF" w:rsidRDefault="0088007E" w:rsidP="00F43A7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701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Николаев Олег Викторович</w:t>
            </w:r>
          </w:p>
        </w:tc>
        <w:tc>
          <w:tcPr>
            <w:tcW w:w="1276" w:type="dxa"/>
          </w:tcPr>
          <w:p w:rsidR="0088007E" w:rsidRPr="00D701CF" w:rsidRDefault="0069005B" w:rsidP="00F43A78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D701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="0088007E" w:rsidRPr="00D701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осударст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88007E" w:rsidRPr="00D701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венный</w:t>
            </w:r>
            <w:proofErr w:type="spellEnd"/>
            <w:proofErr w:type="gramEnd"/>
            <w:r w:rsidR="0088007E" w:rsidRPr="00D701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инспектор</w:t>
            </w:r>
          </w:p>
        </w:tc>
        <w:tc>
          <w:tcPr>
            <w:tcW w:w="1275" w:type="dxa"/>
            <w:gridSpan w:val="2"/>
          </w:tcPr>
          <w:p w:rsidR="0088007E" w:rsidRPr="00D701CF" w:rsidRDefault="0088007E" w:rsidP="00F43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1CF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88007E" w:rsidRPr="00D701CF" w:rsidRDefault="0088007E" w:rsidP="00F43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1CF">
              <w:rPr>
                <w:rFonts w:ascii="Times New Roman" w:hAnsi="Times New Roman" w:cs="Times New Roman"/>
                <w:sz w:val="24"/>
                <w:szCs w:val="24"/>
              </w:rPr>
              <w:t>Долевая 1/3</w:t>
            </w:r>
          </w:p>
        </w:tc>
        <w:tc>
          <w:tcPr>
            <w:tcW w:w="851" w:type="dxa"/>
          </w:tcPr>
          <w:p w:rsidR="0088007E" w:rsidRPr="00D701CF" w:rsidRDefault="0088007E" w:rsidP="00F43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1CF">
              <w:rPr>
                <w:rFonts w:ascii="Times New Roman" w:hAnsi="Times New Roman" w:cs="Times New Roman"/>
                <w:sz w:val="24"/>
                <w:szCs w:val="24"/>
              </w:rPr>
              <w:t>82,2</w:t>
            </w:r>
          </w:p>
        </w:tc>
        <w:tc>
          <w:tcPr>
            <w:tcW w:w="992" w:type="dxa"/>
          </w:tcPr>
          <w:p w:rsidR="0088007E" w:rsidRPr="00D701CF" w:rsidRDefault="0088007E" w:rsidP="00F43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1C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</w:tcPr>
          <w:p w:rsidR="0088007E" w:rsidRPr="00D701CF" w:rsidRDefault="0088007E" w:rsidP="00F43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8007E" w:rsidRPr="00D701CF" w:rsidRDefault="0088007E" w:rsidP="00F43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88007E" w:rsidRPr="00D701CF" w:rsidRDefault="0088007E" w:rsidP="00F43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8007E" w:rsidRPr="00D701CF" w:rsidRDefault="00D701CF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1CF">
              <w:rPr>
                <w:rFonts w:ascii="Times New Roman" w:hAnsi="Times New Roman" w:cs="Times New Roman"/>
                <w:sz w:val="24"/>
                <w:szCs w:val="24"/>
              </w:rPr>
              <w:t>а/</w:t>
            </w:r>
            <w:proofErr w:type="gramStart"/>
            <w:r w:rsidRPr="00D701CF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D701CF">
              <w:rPr>
                <w:rFonts w:ascii="Times New Roman" w:hAnsi="Times New Roman" w:cs="Times New Roman"/>
                <w:sz w:val="24"/>
                <w:szCs w:val="24"/>
              </w:rPr>
              <w:t xml:space="preserve"> Пежо 308</w:t>
            </w:r>
          </w:p>
        </w:tc>
        <w:tc>
          <w:tcPr>
            <w:tcW w:w="1418" w:type="dxa"/>
            <w:gridSpan w:val="2"/>
          </w:tcPr>
          <w:p w:rsidR="0088007E" w:rsidRPr="00D701CF" w:rsidRDefault="00D701CF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1CF">
              <w:rPr>
                <w:rFonts w:ascii="Times New Roman" w:hAnsi="Times New Roman" w:cs="Times New Roman"/>
                <w:sz w:val="24"/>
                <w:szCs w:val="24"/>
              </w:rPr>
              <w:t>751786</w:t>
            </w:r>
          </w:p>
        </w:tc>
        <w:tc>
          <w:tcPr>
            <w:tcW w:w="1559" w:type="dxa"/>
          </w:tcPr>
          <w:p w:rsidR="0088007E" w:rsidRDefault="0088007E" w:rsidP="00B1536C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9D2E8B" w:rsidTr="0003575E">
        <w:tc>
          <w:tcPr>
            <w:tcW w:w="709" w:type="dxa"/>
          </w:tcPr>
          <w:p w:rsidR="009D2E8B" w:rsidRPr="00D701CF" w:rsidRDefault="009D2E8B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9D2E8B" w:rsidRPr="00D701CF" w:rsidRDefault="009D2E8B" w:rsidP="00F43A7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9D2E8B" w:rsidRPr="00D701CF" w:rsidRDefault="009D2E8B" w:rsidP="00F43A78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2"/>
          </w:tcPr>
          <w:p w:rsidR="009D2E8B" w:rsidRPr="00D701CF" w:rsidRDefault="009D2E8B" w:rsidP="00F43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1CF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134" w:type="dxa"/>
          </w:tcPr>
          <w:p w:rsidR="009D2E8B" w:rsidRPr="00D701CF" w:rsidRDefault="009D2E8B" w:rsidP="009D2E8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701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Индиви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D701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дуаль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D701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ная</w:t>
            </w:r>
            <w:proofErr w:type="spellEnd"/>
          </w:p>
        </w:tc>
        <w:tc>
          <w:tcPr>
            <w:tcW w:w="851" w:type="dxa"/>
          </w:tcPr>
          <w:p w:rsidR="009D2E8B" w:rsidRPr="00D701CF" w:rsidRDefault="009D2E8B" w:rsidP="00F43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1CF">
              <w:rPr>
                <w:rFonts w:ascii="Times New Roman" w:hAnsi="Times New Roman" w:cs="Times New Roman"/>
                <w:sz w:val="24"/>
                <w:szCs w:val="24"/>
              </w:rPr>
              <w:t>81,8</w:t>
            </w:r>
          </w:p>
        </w:tc>
        <w:tc>
          <w:tcPr>
            <w:tcW w:w="992" w:type="dxa"/>
          </w:tcPr>
          <w:p w:rsidR="009D2E8B" w:rsidRPr="00D701CF" w:rsidRDefault="009D2E8B" w:rsidP="00F43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1C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</w:tcPr>
          <w:p w:rsidR="009D2E8B" w:rsidRPr="00D701CF" w:rsidRDefault="009D2E8B" w:rsidP="00F43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D2E8B" w:rsidRPr="00D701CF" w:rsidRDefault="009D2E8B" w:rsidP="00F43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2E8B" w:rsidRPr="00D701CF" w:rsidRDefault="009D2E8B" w:rsidP="00F43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D2E8B" w:rsidRPr="00D701CF" w:rsidRDefault="009D2E8B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9D2E8B" w:rsidRPr="00D701CF" w:rsidRDefault="009D2E8B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2E8B" w:rsidRDefault="009D2E8B" w:rsidP="00B1536C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9D2E8B" w:rsidTr="0003575E">
        <w:tc>
          <w:tcPr>
            <w:tcW w:w="709" w:type="dxa"/>
          </w:tcPr>
          <w:p w:rsidR="009D2E8B" w:rsidRPr="00D701CF" w:rsidRDefault="009D2E8B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9D2E8B" w:rsidRPr="00D701CF" w:rsidRDefault="009D2E8B" w:rsidP="00F43A7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9D2E8B" w:rsidRPr="00D701CF" w:rsidRDefault="009D2E8B" w:rsidP="00F43A78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2"/>
          </w:tcPr>
          <w:p w:rsidR="009D2E8B" w:rsidRPr="00D701CF" w:rsidRDefault="009D2E8B" w:rsidP="00F43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1CF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134" w:type="dxa"/>
          </w:tcPr>
          <w:p w:rsidR="009D2E8B" w:rsidRPr="00D701CF" w:rsidRDefault="009D2E8B" w:rsidP="009D2E8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701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Индиви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D701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дуаль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D701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ная</w:t>
            </w:r>
            <w:proofErr w:type="spellEnd"/>
          </w:p>
        </w:tc>
        <w:tc>
          <w:tcPr>
            <w:tcW w:w="851" w:type="dxa"/>
          </w:tcPr>
          <w:p w:rsidR="009D2E8B" w:rsidRPr="00D701CF" w:rsidRDefault="009D2E8B" w:rsidP="00F43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1CF">
              <w:rPr>
                <w:rFonts w:ascii="Times New Roman" w:hAnsi="Times New Roman" w:cs="Times New Roman"/>
                <w:sz w:val="24"/>
                <w:szCs w:val="24"/>
              </w:rPr>
              <w:t>720</w:t>
            </w:r>
          </w:p>
        </w:tc>
        <w:tc>
          <w:tcPr>
            <w:tcW w:w="992" w:type="dxa"/>
          </w:tcPr>
          <w:p w:rsidR="009D2E8B" w:rsidRPr="00D701CF" w:rsidRDefault="009D2E8B" w:rsidP="00F43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1C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</w:tcPr>
          <w:p w:rsidR="009D2E8B" w:rsidRPr="00D701CF" w:rsidRDefault="009D2E8B" w:rsidP="00F43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D2E8B" w:rsidRPr="00D701CF" w:rsidRDefault="009D2E8B" w:rsidP="00F43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2E8B" w:rsidRPr="00D701CF" w:rsidRDefault="009D2E8B" w:rsidP="00F43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D2E8B" w:rsidRPr="00D701CF" w:rsidRDefault="009D2E8B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9D2E8B" w:rsidRPr="00D701CF" w:rsidRDefault="009D2E8B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2E8B" w:rsidRDefault="009D2E8B" w:rsidP="00B1536C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D701CF" w:rsidTr="0003575E">
        <w:tc>
          <w:tcPr>
            <w:tcW w:w="709" w:type="dxa"/>
          </w:tcPr>
          <w:p w:rsidR="00D701CF" w:rsidRPr="00D701CF" w:rsidRDefault="00D701CF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D701CF" w:rsidRPr="00D701CF" w:rsidRDefault="00D701CF" w:rsidP="00F43A7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701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супруга</w:t>
            </w:r>
          </w:p>
        </w:tc>
        <w:tc>
          <w:tcPr>
            <w:tcW w:w="1276" w:type="dxa"/>
          </w:tcPr>
          <w:p w:rsidR="00D701CF" w:rsidRPr="00D701CF" w:rsidRDefault="00D701CF" w:rsidP="00F43A78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2"/>
          </w:tcPr>
          <w:p w:rsidR="00D701CF" w:rsidRPr="00D701CF" w:rsidRDefault="00D701CF" w:rsidP="00F43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1CF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D701CF" w:rsidRPr="00D701CF" w:rsidRDefault="00D701CF" w:rsidP="00F43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1CF">
              <w:rPr>
                <w:rFonts w:ascii="Times New Roman" w:hAnsi="Times New Roman" w:cs="Times New Roman"/>
                <w:sz w:val="24"/>
                <w:szCs w:val="24"/>
              </w:rPr>
              <w:t>Долевая 1/3</w:t>
            </w:r>
          </w:p>
        </w:tc>
        <w:tc>
          <w:tcPr>
            <w:tcW w:w="851" w:type="dxa"/>
          </w:tcPr>
          <w:p w:rsidR="00D701CF" w:rsidRPr="00D701CF" w:rsidRDefault="00D701CF" w:rsidP="00F43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1CF">
              <w:rPr>
                <w:rFonts w:ascii="Times New Roman" w:hAnsi="Times New Roman" w:cs="Times New Roman"/>
                <w:sz w:val="24"/>
                <w:szCs w:val="24"/>
              </w:rPr>
              <w:t>82,2</w:t>
            </w:r>
          </w:p>
        </w:tc>
        <w:tc>
          <w:tcPr>
            <w:tcW w:w="992" w:type="dxa"/>
          </w:tcPr>
          <w:p w:rsidR="00D701CF" w:rsidRPr="00D701CF" w:rsidRDefault="00D701CF" w:rsidP="00F43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1C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</w:tcPr>
          <w:p w:rsidR="00D701CF" w:rsidRPr="00D701CF" w:rsidRDefault="00D701CF" w:rsidP="00F43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701CF" w:rsidRPr="00D701CF" w:rsidRDefault="00D701CF" w:rsidP="00F43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D701CF" w:rsidRPr="00D701CF" w:rsidRDefault="00D701CF" w:rsidP="00F43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701CF" w:rsidRPr="00D701CF" w:rsidRDefault="00D701CF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D701CF" w:rsidRPr="00D701CF" w:rsidRDefault="00D701CF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1CF">
              <w:rPr>
                <w:rFonts w:ascii="Times New Roman" w:hAnsi="Times New Roman" w:cs="Times New Roman"/>
                <w:sz w:val="24"/>
                <w:szCs w:val="24"/>
              </w:rPr>
              <w:t>146500</w:t>
            </w:r>
          </w:p>
        </w:tc>
        <w:tc>
          <w:tcPr>
            <w:tcW w:w="1559" w:type="dxa"/>
          </w:tcPr>
          <w:p w:rsidR="00D701CF" w:rsidRDefault="00D701CF" w:rsidP="00B1536C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9D2E8B" w:rsidTr="0003575E">
        <w:tc>
          <w:tcPr>
            <w:tcW w:w="709" w:type="dxa"/>
          </w:tcPr>
          <w:p w:rsidR="009D2E8B" w:rsidRPr="00D701CF" w:rsidRDefault="009D2E8B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Pr="00D701CF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843" w:type="dxa"/>
          </w:tcPr>
          <w:p w:rsidR="009D2E8B" w:rsidRPr="00F93EFA" w:rsidRDefault="009D2E8B" w:rsidP="00F43A7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93EF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Шайдурова</w:t>
            </w:r>
            <w:proofErr w:type="spellEnd"/>
            <w:r w:rsidRPr="00F93EF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Елена Альбертовна</w:t>
            </w:r>
          </w:p>
        </w:tc>
        <w:tc>
          <w:tcPr>
            <w:tcW w:w="1276" w:type="dxa"/>
          </w:tcPr>
          <w:p w:rsidR="009D2E8B" w:rsidRPr="00D701CF" w:rsidRDefault="009D2E8B" w:rsidP="00F43A78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D701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Государст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D701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венный</w:t>
            </w:r>
            <w:proofErr w:type="spellEnd"/>
            <w:proofErr w:type="gramEnd"/>
            <w:r w:rsidRPr="00D701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инспектор</w:t>
            </w:r>
          </w:p>
        </w:tc>
        <w:tc>
          <w:tcPr>
            <w:tcW w:w="1275" w:type="dxa"/>
            <w:gridSpan w:val="2"/>
          </w:tcPr>
          <w:p w:rsidR="009D2E8B" w:rsidRPr="00D701CF" w:rsidRDefault="009D2E8B" w:rsidP="00F43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1CF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9D2E8B" w:rsidRPr="00D701CF" w:rsidRDefault="009D2E8B" w:rsidP="009D2E8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701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Индиви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D701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дуаль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D701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ная</w:t>
            </w:r>
            <w:proofErr w:type="spellEnd"/>
          </w:p>
        </w:tc>
        <w:tc>
          <w:tcPr>
            <w:tcW w:w="851" w:type="dxa"/>
          </w:tcPr>
          <w:p w:rsidR="009D2E8B" w:rsidRPr="00D701CF" w:rsidRDefault="009D2E8B" w:rsidP="00F43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1CF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992" w:type="dxa"/>
          </w:tcPr>
          <w:p w:rsidR="009D2E8B" w:rsidRPr="00D701CF" w:rsidRDefault="009D2E8B" w:rsidP="00F43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1C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</w:tcPr>
          <w:p w:rsidR="009D2E8B" w:rsidRPr="00D701CF" w:rsidRDefault="009D2E8B" w:rsidP="00F43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D2E8B" w:rsidRPr="00D701CF" w:rsidRDefault="009D2E8B" w:rsidP="00F43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2E8B" w:rsidRPr="00D701CF" w:rsidRDefault="009D2E8B" w:rsidP="00F43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D2E8B" w:rsidRPr="00D701CF" w:rsidRDefault="009D2E8B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9D2E8B" w:rsidRPr="00D701CF" w:rsidRDefault="009D2E8B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1CF">
              <w:rPr>
                <w:rFonts w:ascii="Times New Roman" w:hAnsi="Times New Roman" w:cs="Times New Roman"/>
                <w:sz w:val="24"/>
                <w:szCs w:val="24"/>
              </w:rPr>
              <w:t>64000</w:t>
            </w:r>
          </w:p>
        </w:tc>
        <w:tc>
          <w:tcPr>
            <w:tcW w:w="1559" w:type="dxa"/>
          </w:tcPr>
          <w:p w:rsidR="009D2E8B" w:rsidRDefault="009D2E8B" w:rsidP="00B1536C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9D2E8B" w:rsidTr="0003575E">
        <w:tc>
          <w:tcPr>
            <w:tcW w:w="709" w:type="dxa"/>
          </w:tcPr>
          <w:p w:rsidR="009D2E8B" w:rsidRPr="00D701CF" w:rsidRDefault="009D2E8B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9D2E8B" w:rsidRPr="00D701CF" w:rsidRDefault="009D2E8B" w:rsidP="00F43A7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701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супруг</w:t>
            </w:r>
          </w:p>
        </w:tc>
        <w:tc>
          <w:tcPr>
            <w:tcW w:w="1276" w:type="dxa"/>
          </w:tcPr>
          <w:p w:rsidR="009D2E8B" w:rsidRPr="00D701CF" w:rsidRDefault="009D2E8B" w:rsidP="00F43A78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2"/>
          </w:tcPr>
          <w:p w:rsidR="009D2E8B" w:rsidRPr="00D701CF" w:rsidRDefault="009D2E8B" w:rsidP="00F43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1CF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9D2E8B" w:rsidRPr="00D701CF" w:rsidRDefault="009D2E8B" w:rsidP="009D2E8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701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Индиви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D701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дуаль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D701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ная</w:t>
            </w:r>
            <w:proofErr w:type="spellEnd"/>
          </w:p>
        </w:tc>
        <w:tc>
          <w:tcPr>
            <w:tcW w:w="851" w:type="dxa"/>
          </w:tcPr>
          <w:p w:rsidR="009D2E8B" w:rsidRPr="00D701CF" w:rsidRDefault="009D2E8B" w:rsidP="00F43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1CF">
              <w:rPr>
                <w:rFonts w:ascii="Times New Roman" w:hAnsi="Times New Roman" w:cs="Times New Roman"/>
                <w:sz w:val="24"/>
                <w:szCs w:val="24"/>
              </w:rPr>
              <w:t>68,9</w:t>
            </w:r>
          </w:p>
        </w:tc>
        <w:tc>
          <w:tcPr>
            <w:tcW w:w="992" w:type="dxa"/>
          </w:tcPr>
          <w:p w:rsidR="009D2E8B" w:rsidRPr="00D701CF" w:rsidRDefault="009D2E8B" w:rsidP="00F43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1C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</w:tcPr>
          <w:p w:rsidR="009D2E8B" w:rsidRPr="00D701CF" w:rsidRDefault="009D2E8B" w:rsidP="00F43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D2E8B" w:rsidRPr="00D701CF" w:rsidRDefault="009D2E8B" w:rsidP="00F43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2E8B" w:rsidRPr="00D701CF" w:rsidRDefault="009D2E8B" w:rsidP="00F43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D2E8B" w:rsidRPr="00D701CF" w:rsidRDefault="009D2E8B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1CF">
              <w:rPr>
                <w:rFonts w:ascii="Times New Roman" w:hAnsi="Times New Roman" w:cs="Times New Roman"/>
                <w:sz w:val="24"/>
                <w:szCs w:val="24"/>
              </w:rPr>
              <w:t>а/</w:t>
            </w:r>
            <w:proofErr w:type="gramStart"/>
            <w:r w:rsidRPr="00D701CF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D701CF">
              <w:rPr>
                <w:rFonts w:ascii="Times New Roman" w:hAnsi="Times New Roman" w:cs="Times New Roman"/>
                <w:sz w:val="24"/>
                <w:szCs w:val="24"/>
              </w:rPr>
              <w:t xml:space="preserve"> ВАЗ-2105</w:t>
            </w:r>
          </w:p>
        </w:tc>
        <w:tc>
          <w:tcPr>
            <w:tcW w:w="1418" w:type="dxa"/>
            <w:gridSpan w:val="2"/>
          </w:tcPr>
          <w:p w:rsidR="009D2E8B" w:rsidRPr="00D701CF" w:rsidRDefault="009D2E8B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1CF">
              <w:rPr>
                <w:rFonts w:ascii="Times New Roman" w:hAnsi="Times New Roman" w:cs="Times New Roman"/>
                <w:sz w:val="24"/>
                <w:szCs w:val="24"/>
              </w:rPr>
              <w:t>209273,07</w:t>
            </w:r>
          </w:p>
        </w:tc>
        <w:tc>
          <w:tcPr>
            <w:tcW w:w="1559" w:type="dxa"/>
          </w:tcPr>
          <w:p w:rsidR="009D2E8B" w:rsidRDefault="009D2E8B" w:rsidP="00B1536C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88007E" w:rsidTr="0003575E">
        <w:tc>
          <w:tcPr>
            <w:tcW w:w="709" w:type="dxa"/>
          </w:tcPr>
          <w:p w:rsidR="0088007E" w:rsidRPr="00D701CF" w:rsidRDefault="0088007E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88007E" w:rsidRPr="00D701CF" w:rsidRDefault="0088007E" w:rsidP="00F43A7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88007E" w:rsidRPr="00D701CF" w:rsidRDefault="0088007E" w:rsidP="00F43A78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2"/>
          </w:tcPr>
          <w:p w:rsidR="0088007E" w:rsidRPr="00D701CF" w:rsidRDefault="0088007E" w:rsidP="00F43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8007E" w:rsidRPr="00D701CF" w:rsidRDefault="0088007E" w:rsidP="00F43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8007E" w:rsidRPr="00D701CF" w:rsidRDefault="0088007E" w:rsidP="00F43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8007E" w:rsidRPr="00D701CF" w:rsidRDefault="0088007E" w:rsidP="00F43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8007E" w:rsidRPr="00D701CF" w:rsidRDefault="0088007E" w:rsidP="00F43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8007E" w:rsidRPr="00D701CF" w:rsidRDefault="0088007E" w:rsidP="00F43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88007E" w:rsidRPr="00D701CF" w:rsidRDefault="0088007E" w:rsidP="00F43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8007E" w:rsidRPr="00D701CF" w:rsidRDefault="00D701CF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1CF">
              <w:rPr>
                <w:rFonts w:ascii="Times New Roman" w:hAnsi="Times New Roman" w:cs="Times New Roman"/>
                <w:sz w:val="24"/>
                <w:szCs w:val="24"/>
              </w:rPr>
              <w:t>а/</w:t>
            </w:r>
            <w:proofErr w:type="gramStart"/>
            <w:r w:rsidRPr="00D701CF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D701CF">
              <w:rPr>
                <w:rFonts w:ascii="Times New Roman" w:hAnsi="Times New Roman" w:cs="Times New Roman"/>
                <w:sz w:val="24"/>
                <w:szCs w:val="24"/>
              </w:rPr>
              <w:t xml:space="preserve"> Опель Астра</w:t>
            </w:r>
          </w:p>
        </w:tc>
        <w:tc>
          <w:tcPr>
            <w:tcW w:w="1418" w:type="dxa"/>
            <w:gridSpan w:val="2"/>
          </w:tcPr>
          <w:p w:rsidR="0088007E" w:rsidRPr="00D701CF" w:rsidRDefault="0088007E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88007E" w:rsidRDefault="0088007E" w:rsidP="00B1536C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D701CF" w:rsidTr="0003575E">
        <w:tc>
          <w:tcPr>
            <w:tcW w:w="709" w:type="dxa"/>
          </w:tcPr>
          <w:p w:rsidR="00D701CF" w:rsidRPr="00D701CF" w:rsidRDefault="00D701CF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D701CF" w:rsidRPr="00D701CF" w:rsidRDefault="00D701CF" w:rsidP="00F43A7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701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Несовершеннолетний ребенок</w:t>
            </w:r>
          </w:p>
        </w:tc>
        <w:tc>
          <w:tcPr>
            <w:tcW w:w="1276" w:type="dxa"/>
          </w:tcPr>
          <w:p w:rsidR="00D701CF" w:rsidRPr="00D701CF" w:rsidRDefault="00D701CF" w:rsidP="00F43A78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2"/>
          </w:tcPr>
          <w:p w:rsidR="00D701CF" w:rsidRPr="00D701CF" w:rsidRDefault="00D701CF" w:rsidP="00F43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701CF" w:rsidRPr="00D701CF" w:rsidRDefault="00D701CF" w:rsidP="00F43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701CF" w:rsidRPr="00D701CF" w:rsidRDefault="00D701CF" w:rsidP="00F43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701CF" w:rsidRPr="00D701CF" w:rsidRDefault="00D701CF" w:rsidP="00F43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701CF" w:rsidRPr="00D701CF" w:rsidRDefault="00D701CF" w:rsidP="00F43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701CF" w:rsidRPr="00D701CF" w:rsidRDefault="00D701CF" w:rsidP="00F43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D701CF" w:rsidRPr="00D701CF" w:rsidRDefault="00D701CF" w:rsidP="00F43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701CF" w:rsidRPr="00D701CF" w:rsidRDefault="00D701CF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D701CF" w:rsidRPr="00D701CF" w:rsidRDefault="00D701CF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D701CF" w:rsidRDefault="00D701CF" w:rsidP="00B1536C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D701CF" w:rsidTr="0003575E">
        <w:tc>
          <w:tcPr>
            <w:tcW w:w="709" w:type="dxa"/>
          </w:tcPr>
          <w:p w:rsidR="00D701CF" w:rsidRPr="00D701CF" w:rsidRDefault="00D701CF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D701CF" w:rsidRPr="00D701CF" w:rsidRDefault="00D701CF" w:rsidP="00F43A7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701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Несовершеннолетний ребенок</w:t>
            </w:r>
          </w:p>
        </w:tc>
        <w:tc>
          <w:tcPr>
            <w:tcW w:w="1276" w:type="dxa"/>
          </w:tcPr>
          <w:p w:rsidR="00D701CF" w:rsidRPr="00D701CF" w:rsidRDefault="00D701CF" w:rsidP="00F43A78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2"/>
          </w:tcPr>
          <w:p w:rsidR="00D701CF" w:rsidRPr="00D701CF" w:rsidRDefault="00D701CF" w:rsidP="00F43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701CF" w:rsidRPr="00D701CF" w:rsidRDefault="00D701CF" w:rsidP="00F43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701CF" w:rsidRPr="00D701CF" w:rsidRDefault="00D701CF" w:rsidP="00F43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701CF" w:rsidRPr="00D701CF" w:rsidRDefault="00D701CF" w:rsidP="00F43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701CF" w:rsidRPr="00D701CF" w:rsidRDefault="00D701CF" w:rsidP="00F43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701CF" w:rsidRPr="00D701CF" w:rsidRDefault="00D701CF" w:rsidP="00F43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D701CF" w:rsidRPr="00D701CF" w:rsidRDefault="00D701CF" w:rsidP="00F43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701CF" w:rsidRPr="00D701CF" w:rsidRDefault="00D701CF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D701CF" w:rsidRPr="00D701CF" w:rsidRDefault="00D701CF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D701CF" w:rsidRDefault="00D701CF" w:rsidP="00B1536C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FD468A" w:rsidTr="0003575E">
        <w:tc>
          <w:tcPr>
            <w:tcW w:w="709" w:type="dxa"/>
          </w:tcPr>
          <w:p w:rsidR="00FD468A" w:rsidRPr="00D701CF" w:rsidRDefault="00FD468A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1843" w:type="dxa"/>
          </w:tcPr>
          <w:p w:rsidR="00FD468A" w:rsidRPr="00D701CF" w:rsidRDefault="00FD468A" w:rsidP="00F43A7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Пивоварова Дарья Александровна</w:t>
            </w:r>
          </w:p>
        </w:tc>
        <w:tc>
          <w:tcPr>
            <w:tcW w:w="1276" w:type="dxa"/>
          </w:tcPr>
          <w:p w:rsidR="00FD468A" w:rsidRPr="00D701CF" w:rsidRDefault="00FD468A" w:rsidP="00C46CA3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D701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Государст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D701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венный</w:t>
            </w:r>
            <w:proofErr w:type="spellEnd"/>
            <w:proofErr w:type="gramEnd"/>
            <w:r w:rsidRPr="00D701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инспектор</w:t>
            </w:r>
          </w:p>
        </w:tc>
        <w:tc>
          <w:tcPr>
            <w:tcW w:w="1275" w:type="dxa"/>
            <w:gridSpan w:val="2"/>
          </w:tcPr>
          <w:p w:rsidR="00FD468A" w:rsidRPr="00D701CF" w:rsidRDefault="00FD468A" w:rsidP="00C46C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1CF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FD468A" w:rsidRPr="00D701CF" w:rsidRDefault="00FD468A" w:rsidP="00C46CA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Общая долевая 1/3</w:t>
            </w:r>
          </w:p>
        </w:tc>
        <w:tc>
          <w:tcPr>
            <w:tcW w:w="851" w:type="dxa"/>
          </w:tcPr>
          <w:p w:rsidR="00FD468A" w:rsidRPr="00D701CF" w:rsidRDefault="00FD468A" w:rsidP="00C46C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57,8</w:t>
            </w:r>
          </w:p>
        </w:tc>
        <w:tc>
          <w:tcPr>
            <w:tcW w:w="992" w:type="dxa"/>
          </w:tcPr>
          <w:p w:rsidR="00FD468A" w:rsidRPr="00D701CF" w:rsidRDefault="00FD468A" w:rsidP="00C46C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1C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</w:tcPr>
          <w:p w:rsidR="00FD468A" w:rsidRPr="00D701CF" w:rsidRDefault="00FD468A" w:rsidP="00F43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D468A" w:rsidRPr="00D701CF" w:rsidRDefault="00FD468A" w:rsidP="00F43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FD468A" w:rsidRPr="00D701CF" w:rsidRDefault="00FD468A" w:rsidP="00F43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D468A" w:rsidRPr="00D701CF" w:rsidRDefault="00FD468A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а/м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Ауди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proofErr w:type="gramEnd"/>
          </w:p>
        </w:tc>
        <w:tc>
          <w:tcPr>
            <w:tcW w:w="1418" w:type="dxa"/>
            <w:gridSpan w:val="2"/>
          </w:tcPr>
          <w:p w:rsidR="00FD468A" w:rsidRPr="00D701CF" w:rsidRDefault="00FD468A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19600</w:t>
            </w:r>
          </w:p>
        </w:tc>
        <w:tc>
          <w:tcPr>
            <w:tcW w:w="1559" w:type="dxa"/>
          </w:tcPr>
          <w:p w:rsidR="00FD468A" w:rsidRDefault="00FD468A" w:rsidP="00B1536C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D701CF" w:rsidTr="0003575E">
        <w:tc>
          <w:tcPr>
            <w:tcW w:w="16018" w:type="dxa"/>
            <w:gridSpan w:val="15"/>
          </w:tcPr>
          <w:p w:rsidR="00D701CF" w:rsidRDefault="00D701CF" w:rsidP="00B1536C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lastRenderedPageBreak/>
              <w:t>Отдел надзора за поддержанием летной годности гражданских воздушных судов</w:t>
            </w:r>
          </w:p>
        </w:tc>
      </w:tr>
      <w:tr w:rsidR="00D701CF" w:rsidTr="0003575E">
        <w:tc>
          <w:tcPr>
            <w:tcW w:w="709" w:type="dxa"/>
          </w:tcPr>
          <w:p w:rsidR="00D701CF" w:rsidRPr="00D34FB3" w:rsidRDefault="00FD468A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D701CF" w:rsidRPr="00D34FB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843" w:type="dxa"/>
          </w:tcPr>
          <w:p w:rsidR="00D701CF" w:rsidRPr="00D34FB3" w:rsidRDefault="00D701CF" w:rsidP="00F43A7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34F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Радостев</w:t>
            </w:r>
            <w:proofErr w:type="spellEnd"/>
            <w:r w:rsidRPr="00D34F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Владимир Юрьевич</w:t>
            </w:r>
          </w:p>
        </w:tc>
        <w:tc>
          <w:tcPr>
            <w:tcW w:w="1276" w:type="dxa"/>
          </w:tcPr>
          <w:p w:rsidR="00D701CF" w:rsidRPr="00D34FB3" w:rsidRDefault="00D701CF" w:rsidP="00F43A78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34F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Начальник отдела</w:t>
            </w:r>
          </w:p>
        </w:tc>
        <w:tc>
          <w:tcPr>
            <w:tcW w:w="1275" w:type="dxa"/>
            <w:gridSpan w:val="2"/>
          </w:tcPr>
          <w:p w:rsidR="00D701CF" w:rsidRPr="00D34FB3" w:rsidRDefault="00D701CF" w:rsidP="00F43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701CF" w:rsidRPr="00D34FB3" w:rsidRDefault="00D701CF" w:rsidP="00F43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701CF" w:rsidRPr="00D34FB3" w:rsidRDefault="00D701CF" w:rsidP="00F43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701CF" w:rsidRPr="00D34FB3" w:rsidRDefault="00D701CF" w:rsidP="00F43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701CF" w:rsidRPr="00D34FB3" w:rsidRDefault="00D701CF" w:rsidP="00F43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4FB3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D701CF" w:rsidRPr="00D34FB3" w:rsidRDefault="00D701CF" w:rsidP="00F43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4FB3">
              <w:rPr>
                <w:rFonts w:ascii="Times New Roman" w:hAnsi="Times New Roman" w:cs="Times New Roman"/>
                <w:sz w:val="24"/>
                <w:szCs w:val="24"/>
              </w:rPr>
              <w:t>64,8</w:t>
            </w:r>
          </w:p>
        </w:tc>
        <w:tc>
          <w:tcPr>
            <w:tcW w:w="1559" w:type="dxa"/>
          </w:tcPr>
          <w:p w:rsidR="00D701CF" w:rsidRPr="00D34FB3" w:rsidRDefault="00D701CF" w:rsidP="00F43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4FB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</w:tcPr>
          <w:p w:rsidR="00D701CF" w:rsidRPr="00D34FB3" w:rsidRDefault="00D701CF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4FB3">
              <w:rPr>
                <w:rFonts w:ascii="Times New Roman" w:hAnsi="Times New Roman" w:cs="Times New Roman"/>
                <w:sz w:val="24"/>
                <w:szCs w:val="24"/>
              </w:rPr>
              <w:t>а/</w:t>
            </w:r>
            <w:proofErr w:type="gramStart"/>
            <w:r w:rsidRPr="00D34FB3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D34FB3">
              <w:rPr>
                <w:rFonts w:ascii="Times New Roman" w:hAnsi="Times New Roman" w:cs="Times New Roman"/>
                <w:sz w:val="24"/>
                <w:szCs w:val="24"/>
              </w:rPr>
              <w:t xml:space="preserve"> УАЗ 3152-2</w:t>
            </w:r>
          </w:p>
        </w:tc>
        <w:tc>
          <w:tcPr>
            <w:tcW w:w="1418" w:type="dxa"/>
            <w:gridSpan w:val="2"/>
          </w:tcPr>
          <w:p w:rsidR="00D701CF" w:rsidRPr="00D34FB3" w:rsidRDefault="00D701CF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4FB3">
              <w:rPr>
                <w:rFonts w:ascii="Times New Roman" w:hAnsi="Times New Roman" w:cs="Times New Roman"/>
                <w:sz w:val="24"/>
                <w:szCs w:val="24"/>
              </w:rPr>
              <w:t>434960,83</w:t>
            </w:r>
          </w:p>
        </w:tc>
        <w:tc>
          <w:tcPr>
            <w:tcW w:w="1559" w:type="dxa"/>
          </w:tcPr>
          <w:p w:rsidR="00D701CF" w:rsidRDefault="00D701CF" w:rsidP="00B1536C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D701CF" w:rsidTr="0003575E">
        <w:tc>
          <w:tcPr>
            <w:tcW w:w="709" w:type="dxa"/>
          </w:tcPr>
          <w:p w:rsidR="00D701CF" w:rsidRPr="00D34FB3" w:rsidRDefault="00D701CF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D701CF" w:rsidRPr="00D34FB3" w:rsidRDefault="00D701CF" w:rsidP="00F43A7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D701CF" w:rsidRPr="00D34FB3" w:rsidRDefault="00D701CF" w:rsidP="00F43A78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2"/>
          </w:tcPr>
          <w:p w:rsidR="00D701CF" w:rsidRPr="00D34FB3" w:rsidRDefault="00D701CF" w:rsidP="00F43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701CF" w:rsidRPr="00D34FB3" w:rsidRDefault="00D701CF" w:rsidP="00F43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701CF" w:rsidRPr="00D34FB3" w:rsidRDefault="00D701CF" w:rsidP="00F43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701CF" w:rsidRPr="00D34FB3" w:rsidRDefault="00D701CF" w:rsidP="00F43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701CF" w:rsidRPr="00D34FB3" w:rsidRDefault="00D701CF" w:rsidP="00F43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701CF" w:rsidRPr="00D34FB3" w:rsidRDefault="00D701CF" w:rsidP="00F43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D701CF" w:rsidRPr="00D34FB3" w:rsidRDefault="00D701CF" w:rsidP="00F43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701CF" w:rsidRPr="00D34FB3" w:rsidRDefault="00D701CF" w:rsidP="00D701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FB3">
              <w:rPr>
                <w:rFonts w:ascii="Times New Roman" w:hAnsi="Times New Roman" w:cs="Times New Roman"/>
                <w:sz w:val="24"/>
                <w:szCs w:val="24"/>
              </w:rPr>
              <w:t>Автоприцеп УАЗ</w:t>
            </w:r>
          </w:p>
        </w:tc>
        <w:tc>
          <w:tcPr>
            <w:tcW w:w="1418" w:type="dxa"/>
            <w:gridSpan w:val="2"/>
          </w:tcPr>
          <w:p w:rsidR="00D701CF" w:rsidRPr="00D34FB3" w:rsidRDefault="00D701CF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D701CF" w:rsidRDefault="00D701CF" w:rsidP="00B1536C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2909A7" w:rsidTr="0003575E">
        <w:tc>
          <w:tcPr>
            <w:tcW w:w="709" w:type="dxa"/>
          </w:tcPr>
          <w:p w:rsidR="002909A7" w:rsidRPr="00D34FB3" w:rsidRDefault="00FD468A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2909A7" w:rsidRPr="00D34FB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:rsidR="002909A7" w:rsidRPr="002909A7" w:rsidRDefault="002909A7" w:rsidP="00F43A7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909A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Круткин</w:t>
            </w:r>
            <w:proofErr w:type="spellEnd"/>
          </w:p>
          <w:p w:rsidR="002909A7" w:rsidRPr="002909A7" w:rsidRDefault="002909A7" w:rsidP="00F43A7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09A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Юрий Александрович</w:t>
            </w:r>
          </w:p>
        </w:tc>
        <w:tc>
          <w:tcPr>
            <w:tcW w:w="1276" w:type="dxa"/>
          </w:tcPr>
          <w:p w:rsidR="002909A7" w:rsidRPr="002909A7" w:rsidRDefault="002909A7" w:rsidP="00F43A78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09A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Главный </w:t>
            </w:r>
            <w:proofErr w:type="spellStart"/>
            <w:proofErr w:type="gramStart"/>
            <w:r w:rsidRPr="002909A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государст</w:t>
            </w:r>
            <w:r w:rsidR="0069005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2909A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венный</w:t>
            </w:r>
            <w:proofErr w:type="spellEnd"/>
            <w:proofErr w:type="gramEnd"/>
            <w:r w:rsidRPr="002909A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инспектор</w:t>
            </w:r>
          </w:p>
        </w:tc>
        <w:tc>
          <w:tcPr>
            <w:tcW w:w="1275" w:type="dxa"/>
            <w:gridSpan w:val="2"/>
          </w:tcPr>
          <w:p w:rsidR="002909A7" w:rsidRPr="00D34FB3" w:rsidRDefault="002909A7" w:rsidP="000357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4FB3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2909A7" w:rsidRPr="00D34FB3" w:rsidRDefault="002909A7" w:rsidP="000357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4FB3">
              <w:rPr>
                <w:rFonts w:ascii="Times New Roman" w:hAnsi="Times New Roman" w:cs="Times New Roman"/>
                <w:sz w:val="24"/>
                <w:szCs w:val="24"/>
              </w:rPr>
              <w:t>Долевая-1/3</w:t>
            </w:r>
          </w:p>
        </w:tc>
        <w:tc>
          <w:tcPr>
            <w:tcW w:w="851" w:type="dxa"/>
          </w:tcPr>
          <w:p w:rsidR="002909A7" w:rsidRPr="00D34FB3" w:rsidRDefault="002909A7" w:rsidP="000357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57,3</w:t>
            </w:r>
          </w:p>
        </w:tc>
        <w:tc>
          <w:tcPr>
            <w:tcW w:w="992" w:type="dxa"/>
          </w:tcPr>
          <w:p w:rsidR="002909A7" w:rsidRPr="00D34FB3" w:rsidRDefault="002909A7" w:rsidP="000357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4FB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</w:tcPr>
          <w:p w:rsidR="002909A7" w:rsidRPr="00D34FB3" w:rsidRDefault="002909A7" w:rsidP="000357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4FB3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2909A7" w:rsidRPr="00D34FB3" w:rsidRDefault="002909A7" w:rsidP="000357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36,4</w:t>
            </w:r>
          </w:p>
        </w:tc>
        <w:tc>
          <w:tcPr>
            <w:tcW w:w="1559" w:type="dxa"/>
          </w:tcPr>
          <w:p w:rsidR="002909A7" w:rsidRPr="00D34FB3" w:rsidRDefault="002909A7" w:rsidP="000357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4FB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</w:tcPr>
          <w:p w:rsidR="002909A7" w:rsidRPr="00D34FB3" w:rsidRDefault="002909A7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2909A7" w:rsidRPr="00D34FB3" w:rsidRDefault="002909A7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733751,51</w:t>
            </w:r>
          </w:p>
        </w:tc>
        <w:tc>
          <w:tcPr>
            <w:tcW w:w="1559" w:type="dxa"/>
          </w:tcPr>
          <w:p w:rsidR="002909A7" w:rsidRDefault="002909A7" w:rsidP="00B1536C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9D2E8B" w:rsidTr="0003575E">
        <w:tc>
          <w:tcPr>
            <w:tcW w:w="709" w:type="dxa"/>
          </w:tcPr>
          <w:p w:rsidR="009D2E8B" w:rsidRPr="00D34FB3" w:rsidRDefault="009D2E8B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9D2E8B" w:rsidRPr="00D34FB3" w:rsidRDefault="009D2E8B" w:rsidP="00F43A78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9D2E8B" w:rsidRPr="00D34FB3" w:rsidRDefault="009D2E8B" w:rsidP="00F43A78">
            <w:pPr>
              <w:ind w:left="-108" w:right="-108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2"/>
          </w:tcPr>
          <w:p w:rsidR="009D2E8B" w:rsidRPr="00D34FB3" w:rsidRDefault="009D2E8B" w:rsidP="000357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1134" w:type="dxa"/>
          </w:tcPr>
          <w:p w:rsidR="009D2E8B" w:rsidRPr="00D701CF" w:rsidRDefault="009D2E8B" w:rsidP="009D2E8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701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Индиви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D701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дуаль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D701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ная</w:t>
            </w:r>
            <w:proofErr w:type="spellEnd"/>
          </w:p>
        </w:tc>
        <w:tc>
          <w:tcPr>
            <w:tcW w:w="851" w:type="dxa"/>
          </w:tcPr>
          <w:p w:rsidR="009D2E8B" w:rsidRPr="00D34FB3" w:rsidRDefault="009D2E8B" w:rsidP="002909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12,5</w:t>
            </w:r>
          </w:p>
        </w:tc>
        <w:tc>
          <w:tcPr>
            <w:tcW w:w="992" w:type="dxa"/>
          </w:tcPr>
          <w:p w:rsidR="009D2E8B" w:rsidRPr="00D34FB3" w:rsidRDefault="009D2E8B" w:rsidP="000357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4FB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</w:tcPr>
          <w:p w:rsidR="009D2E8B" w:rsidRPr="00D34FB3" w:rsidRDefault="009D2E8B" w:rsidP="00F43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D2E8B" w:rsidRPr="00D34FB3" w:rsidRDefault="009D2E8B" w:rsidP="00F43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2E8B" w:rsidRPr="00D34FB3" w:rsidRDefault="009D2E8B" w:rsidP="00F43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D2E8B" w:rsidRPr="00D34FB3" w:rsidRDefault="009D2E8B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9D2E8B" w:rsidRDefault="009D2E8B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2E8B" w:rsidRDefault="009D2E8B" w:rsidP="00B1536C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2909A7" w:rsidTr="0003575E">
        <w:tc>
          <w:tcPr>
            <w:tcW w:w="709" w:type="dxa"/>
          </w:tcPr>
          <w:p w:rsidR="002909A7" w:rsidRPr="00D34FB3" w:rsidRDefault="002909A7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2909A7" w:rsidRPr="002909A7" w:rsidRDefault="002909A7" w:rsidP="00F43A7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09A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супруга</w:t>
            </w:r>
          </w:p>
        </w:tc>
        <w:tc>
          <w:tcPr>
            <w:tcW w:w="1276" w:type="dxa"/>
          </w:tcPr>
          <w:p w:rsidR="002909A7" w:rsidRPr="002909A7" w:rsidRDefault="002909A7" w:rsidP="00F43A78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2"/>
          </w:tcPr>
          <w:p w:rsidR="002909A7" w:rsidRPr="00D34FB3" w:rsidRDefault="002909A7" w:rsidP="000357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4FB3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2909A7" w:rsidRPr="00D34FB3" w:rsidRDefault="002909A7" w:rsidP="000357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4FB3">
              <w:rPr>
                <w:rFonts w:ascii="Times New Roman" w:hAnsi="Times New Roman" w:cs="Times New Roman"/>
                <w:sz w:val="24"/>
                <w:szCs w:val="24"/>
              </w:rPr>
              <w:t>Долевая-1/3</w:t>
            </w:r>
          </w:p>
        </w:tc>
        <w:tc>
          <w:tcPr>
            <w:tcW w:w="851" w:type="dxa"/>
          </w:tcPr>
          <w:p w:rsidR="002909A7" w:rsidRPr="00D34FB3" w:rsidRDefault="002909A7" w:rsidP="000357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57,3</w:t>
            </w:r>
          </w:p>
        </w:tc>
        <w:tc>
          <w:tcPr>
            <w:tcW w:w="992" w:type="dxa"/>
          </w:tcPr>
          <w:p w:rsidR="002909A7" w:rsidRPr="00D34FB3" w:rsidRDefault="002909A7" w:rsidP="000357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4FB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</w:tcPr>
          <w:p w:rsidR="002909A7" w:rsidRPr="00D34FB3" w:rsidRDefault="002909A7" w:rsidP="00F43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909A7" w:rsidRPr="00D34FB3" w:rsidRDefault="002909A7" w:rsidP="00F43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2909A7" w:rsidRPr="00D34FB3" w:rsidRDefault="002909A7" w:rsidP="00F43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909A7" w:rsidRPr="00D34FB3" w:rsidRDefault="002909A7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2909A7" w:rsidRDefault="002909A7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770970,3</w:t>
            </w:r>
          </w:p>
        </w:tc>
        <w:tc>
          <w:tcPr>
            <w:tcW w:w="1559" w:type="dxa"/>
          </w:tcPr>
          <w:p w:rsidR="002909A7" w:rsidRDefault="002909A7" w:rsidP="00B1536C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9D2E8B" w:rsidTr="0003575E">
        <w:tc>
          <w:tcPr>
            <w:tcW w:w="709" w:type="dxa"/>
          </w:tcPr>
          <w:p w:rsidR="009D2E8B" w:rsidRPr="00D34FB3" w:rsidRDefault="00FD468A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9D2E8B" w:rsidRPr="00D34FB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843" w:type="dxa"/>
          </w:tcPr>
          <w:p w:rsidR="009D2E8B" w:rsidRPr="00D34FB3" w:rsidRDefault="009D2E8B" w:rsidP="00F43A7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34F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Зюзин</w:t>
            </w:r>
            <w:proofErr w:type="spellEnd"/>
            <w:r w:rsidRPr="00D34F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Александр Сергеевич</w:t>
            </w:r>
          </w:p>
        </w:tc>
        <w:tc>
          <w:tcPr>
            <w:tcW w:w="1276" w:type="dxa"/>
          </w:tcPr>
          <w:p w:rsidR="009D2E8B" w:rsidRPr="00D34FB3" w:rsidRDefault="009D2E8B" w:rsidP="00F43A78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D34F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Государст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D34F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венный</w:t>
            </w:r>
            <w:proofErr w:type="spellEnd"/>
            <w:proofErr w:type="gramEnd"/>
            <w:r w:rsidRPr="00D34F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инспектор</w:t>
            </w:r>
          </w:p>
        </w:tc>
        <w:tc>
          <w:tcPr>
            <w:tcW w:w="1275" w:type="dxa"/>
            <w:gridSpan w:val="2"/>
          </w:tcPr>
          <w:p w:rsidR="009D2E8B" w:rsidRPr="00D34FB3" w:rsidRDefault="009D2E8B" w:rsidP="00F43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4FB3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9D2E8B" w:rsidRPr="00D701CF" w:rsidRDefault="009D2E8B" w:rsidP="009D2E8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701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Индиви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D701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дуаль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D701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ная</w:t>
            </w:r>
            <w:proofErr w:type="spellEnd"/>
          </w:p>
        </w:tc>
        <w:tc>
          <w:tcPr>
            <w:tcW w:w="851" w:type="dxa"/>
          </w:tcPr>
          <w:p w:rsidR="009D2E8B" w:rsidRPr="00D34FB3" w:rsidRDefault="009D2E8B" w:rsidP="00F43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4FB3">
              <w:rPr>
                <w:rFonts w:ascii="Times New Roman" w:hAnsi="Times New Roman" w:cs="Times New Roman"/>
                <w:sz w:val="24"/>
                <w:szCs w:val="24"/>
              </w:rPr>
              <w:t>35,5</w:t>
            </w:r>
          </w:p>
        </w:tc>
        <w:tc>
          <w:tcPr>
            <w:tcW w:w="992" w:type="dxa"/>
          </w:tcPr>
          <w:p w:rsidR="009D2E8B" w:rsidRPr="00D34FB3" w:rsidRDefault="009D2E8B" w:rsidP="00F43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4FB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</w:tcPr>
          <w:p w:rsidR="009D2E8B" w:rsidRPr="00D34FB3" w:rsidRDefault="009D2E8B" w:rsidP="00F43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D2E8B" w:rsidRPr="00D34FB3" w:rsidRDefault="009D2E8B" w:rsidP="00F43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2E8B" w:rsidRPr="00D34FB3" w:rsidRDefault="009D2E8B" w:rsidP="00F43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D2E8B" w:rsidRPr="00D34FB3" w:rsidRDefault="009D2E8B" w:rsidP="000943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4FB3">
              <w:rPr>
                <w:rFonts w:ascii="Times New Roman" w:hAnsi="Times New Roman" w:cs="Times New Roman"/>
                <w:sz w:val="24"/>
                <w:szCs w:val="24"/>
              </w:rPr>
              <w:t>а/</w:t>
            </w:r>
            <w:proofErr w:type="gramStart"/>
            <w:r w:rsidRPr="00D34FB3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D34F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Ниссан-Кашкай</w:t>
            </w:r>
            <w:proofErr w:type="spellEnd"/>
          </w:p>
        </w:tc>
        <w:tc>
          <w:tcPr>
            <w:tcW w:w="1418" w:type="dxa"/>
            <w:gridSpan w:val="2"/>
          </w:tcPr>
          <w:p w:rsidR="009D2E8B" w:rsidRPr="00D34FB3" w:rsidRDefault="009D2E8B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1298363,99</w:t>
            </w:r>
          </w:p>
        </w:tc>
        <w:tc>
          <w:tcPr>
            <w:tcW w:w="1559" w:type="dxa"/>
          </w:tcPr>
          <w:p w:rsidR="009D2E8B" w:rsidRDefault="009D2E8B" w:rsidP="00B1536C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9D2E8B" w:rsidTr="0003575E">
        <w:tc>
          <w:tcPr>
            <w:tcW w:w="709" w:type="dxa"/>
          </w:tcPr>
          <w:p w:rsidR="009D2E8B" w:rsidRPr="00D34FB3" w:rsidRDefault="009D2E8B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9D2E8B" w:rsidRPr="00D34FB3" w:rsidRDefault="009D2E8B" w:rsidP="00F43A7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9D2E8B" w:rsidRPr="00D34FB3" w:rsidRDefault="009D2E8B" w:rsidP="00F43A78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2"/>
          </w:tcPr>
          <w:p w:rsidR="009D2E8B" w:rsidRPr="00D34FB3" w:rsidRDefault="009D2E8B" w:rsidP="00F43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4FB3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9D2E8B" w:rsidRPr="00D701CF" w:rsidRDefault="009D2E8B" w:rsidP="009D2E8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701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Индиви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D701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дуаль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D701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ная</w:t>
            </w:r>
            <w:proofErr w:type="spellEnd"/>
          </w:p>
        </w:tc>
        <w:tc>
          <w:tcPr>
            <w:tcW w:w="851" w:type="dxa"/>
          </w:tcPr>
          <w:p w:rsidR="009D2E8B" w:rsidRPr="00D34FB3" w:rsidRDefault="009D2E8B" w:rsidP="00F43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4FB3">
              <w:rPr>
                <w:rFonts w:ascii="Times New Roman" w:hAnsi="Times New Roman" w:cs="Times New Roman"/>
                <w:sz w:val="24"/>
                <w:szCs w:val="24"/>
              </w:rPr>
              <w:t>35,5</w:t>
            </w:r>
          </w:p>
        </w:tc>
        <w:tc>
          <w:tcPr>
            <w:tcW w:w="992" w:type="dxa"/>
          </w:tcPr>
          <w:p w:rsidR="009D2E8B" w:rsidRPr="00D34FB3" w:rsidRDefault="009D2E8B" w:rsidP="00F43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4FB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</w:tcPr>
          <w:p w:rsidR="009D2E8B" w:rsidRPr="00D34FB3" w:rsidRDefault="009D2E8B" w:rsidP="00F43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D2E8B" w:rsidRPr="00D34FB3" w:rsidRDefault="009D2E8B" w:rsidP="00F43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2E8B" w:rsidRPr="00D34FB3" w:rsidRDefault="009D2E8B" w:rsidP="00F43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D2E8B" w:rsidRPr="00D34FB3" w:rsidRDefault="009D2E8B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9D2E8B" w:rsidRPr="00D34FB3" w:rsidRDefault="009D2E8B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2E8B" w:rsidRDefault="009D2E8B" w:rsidP="00B1536C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9D2E8B" w:rsidTr="0003575E">
        <w:tc>
          <w:tcPr>
            <w:tcW w:w="709" w:type="dxa"/>
          </w:tcPr>
          <w:p w:rsidR="009D2E8B" w:rsidRPr="00D34FB3" w:rsidRDefault="009D2E8B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9D2E8B" w:rsidRPr="00D34FB3" w:rsidRDefault="009D2E8B" w:rsidP="00F43A7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9D2E8B" w:rsidRPr="00D34FB3" w:rsidRDefault="009D2E8B" w:rsidP="00F43A78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2"/>
          </w:tcPr>
          <w:p w:rsidR="009D2E8B" w:rsidRPr="00D34FB3" w:rsidRDefault="009D2E8B" w:rsidP="00F43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4FB3"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1134" w:type="dxa"/>
          </w:tcPr>
          <w:p w:rsidR="009D2E8B" w:rsidRPr="00D701CF" w:rsidRDefault="009D2E8B" w:rsidP="009D2E8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701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Индиви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D701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дуаль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D701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ная</w:t>
            </w:r>
            <w:proofErr w:type="spellEnd"/>
          </w:p>
        </w:tc>
        <w:tc>
          <w:tcPr>
            <w:tcW w:w="851" w:type="dxa"/>
          </w:tcPr>
          <w:p w:rsidR="009D2E8B" w:rsidRPr="00D34FB3" w:rsidRDefault="009D2E8B" w:rsidP="00F43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4FB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2" w:type="dxa"/>
          </w:tcPr>
          <w:p w:rsidR="009D2E8B" w:rsidRPr="00D34FB3" w:rsidRDefault="009D2E8B" w:rsidP="00F43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4FB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</w:tcPr>
          <w:p w:rsidR="009D2E8B" w:rsidRPr="00D34FB3" w:rsidRDefault="009D2E8B" w:rsidP="00F43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D2E8B" w:rsidRPr="00D34FB3" w:rsidRDefault="009D2E8B" w:rsidP="00F43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2E8B" w:rsidRPr="00D34FB3" w:rsidRDefault="009D2E8B" w:rsidP="00F43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D2E8B" w:rsidRPr="00D34FB3" w:rsidRDefault="009D2E8B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9D2E8B" w:rsidRPr="00D34FB3" w:rsidRDefault="009D2E8B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2E8B" w:rsidRDefault="009D2E8B" w:rsidP="00B1536C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3A23E8" w:rsidTr="0003575E">
        <w:tc>
          <w:tcPr>
            <w:tcW w:w="709" w:type="dxa"/>
          </w:tcPr>
          <w:p w:rsidR="003A23E8" w:rsidRPr="00D34FB3" w:rsidRDefault="003A23E8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A23E8" w:rsidRPr="00D34FB3" w:rsidRDefault="003A23E8" w:rsidP="00F43A7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34F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супруга</w:t>
            </w:r>
          </w:p>
        </w:tc>
        <w:tc>
          <w:tcPr>
            <w:tcW w:w="1276" w:type="dxa"/>
          </w:tcPr>
          <w:p w:rsidR="003A23E8" w:rsidRPr="00D34FB3" w:rsidRDefault="003A23E8" w:rsidP="00F43A78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2"/>
          </w:tcPr>
          <w:p w:rsidR="003A23E8" w:rsidRPr="00D34FB3" w:rsidRDefault="003A23E8" w:rsidP="00F43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A23E8" w:rsidRPr="00D34FB3" w:rsidRDefault="003A23E8" w:rsidP="00F43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3A23E8" w:rsidRPr="00D34FB3" w:rsidRDefault="003A23E8" w:rsidP="00F43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A23E8" w:rsidRPr="00D34FB3" w:rsidRDefault="003A23E8" w:rsidP="00F43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A23E8" w:rsidRPr="00D34FB3" w:rsidRDefault="003A23E8" w:rsidP="00F43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4FB3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3A23E8" w:rsidRPr="00D34FB3" w:rsidRDefault="003A23E8" w:rsidP="00F43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4FB3">
              <w:rPr>
                <w:rFonts w:ascii="Times New Roman" w:hAnsi="Times New Roman" w:cs="Times New Roman"/>
                <w:sz w:val="24"/>
                <w:szCs w:val="24"/>
              </w:rPr>
              <w:t>35,5</w:t>
            </w:r>
          </w:p>
        </w:tc>
        <w:tc>
          <w:tcPr>
            <w:tcW w:w="1559" w:type="dxa"/>
          </w:tcPr>
          <w:p w:rsidR="003A23E8" w:rsidRPr="00D34FB3" w:rsidRDefault="003A23E8" w:rsidP="00F43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4FB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</w:tcPr>
          <w:p w:rsidR="003A23E8" w:rsidRPr="00D34FB3" w:rsidRDefault="003A23E8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3A23E8" w:rsidRPr="00D34FB3" w:rsidRDefault="00094342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140400</w:t>
            </w:r>
          </w:p>
        </w:tc>
        <w:tc>
          <w:tcPr>
            <w:tcW w:w="1559" w:type="dxa"/>
          </w:tcPr>
          <w:p w:rsidR="003A23E8" w:rsidRDefault="003A23E8" w:rsidP="00B1536C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3A23E8" w:rsidTr="0003575E">
        <w:tc>
          <w:tcPr>
            <w:tcW w:w="709" w:type="dxa"/>
          </w:tcPr>
          <w:p w:rsidR="003A23E8" w:rsidRPr="00D34FB3" w:rsidRDefault="00FD468A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3A23E8" w:rsidRPr="00D34FB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:rsidR="003A23E8" w:rsidRPr="00D34FB3" w:rsidRDefault="003A23E8" w:rsidP="00F43A7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34F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Кузьмичев Юрий Владимирович</w:t>
            </w:r>
          </w:p>
        </w:tc>
        <w:tc>
          <w:tcPr>
            <w:tcW w:w="1276" w:type="dxa"/>
          </w:tcPr>
          <w:p w:rsidR="003A23E8" w:rsidRPr="00D34FB3" w:rsidRDefault="00B948FA" w:rsidP="00F43A78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D34F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="003A23E8" w:rsidRPr="00D34F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осударст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3A23E8" w:rsidRPr="00D34F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венный</w:t>
            </w:r>
            <w:proofErr w:type="spellEnd"/>
            <w:proofErr w:type="gramEnd"/>
            <w:r w:rsidR="003A23E8" w:rsidRPr="00D34F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инспектор</w:t>
            </w:r>
          </w:p>
        </w:tc>
        <w:tc>
          <w:tcPr>
            <w:tcW w:w="1275" w:type="dxa"/>
            <w:gridSpan w:val="2"/>
          </w:tcPr>
          <w:p w:rsidR="003A23E8" w:rsidRPr="00D34FB3" w:rsidRDefault="003A23E8" w:rsidP="00F43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4FB3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3A23E8" w:rsidRPr="00D34FB3" w:rsidRDefault="003A23E8" w:rsidP="00F43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4FB3">
              <w:rPr>
                <w:rFonts w:ascii="Times New Roman" w:hAnsi="Times New Roman" w:cs="Times New Roman"/>
                <w:sz w:val="24"/>
                <w:szCs w:val="24"/>
              </w:rPr>
              <w:t>Долевая-1/3</w:t>
            </w:r>
          </w:p>
        </w:tc>
        <w:tc>
          <w:tcPr>
            <w:tcW w:w="851" w:type="dxa"/>
          </w:tcPr>
          <w:p w:rsidR="003A23E8" w:rsidRPr="00D34FB3" w:rsidRDefault="003A23E8" w:rsidP="00F43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4FB3">
              <w:rPr>
                <w:rFonts w:ascii="Times New Roman" w:hAnsi="Times New Roman" w:cs="Times New Roman"/>
                <w:sz w:val="24"/>
                <w:szCs w:val="24"/>
              </w:rPr>
              <w:t>66,9</w:t>
            </w:r>
          </w:p>
        </w:tc>
        <w:tc>
          <w:tcPr>
            <w:tcW w:w="992" w:type="dxa"/>
          </w:tcPr>
          <w:p w:rsidR="003A23E8" w:rsidRPr="00D34FB3" w:rsidRDefault="003A23E8" w:rsidP="00F43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4FB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</w:tcPr>
          <w:p w:rsidR="003A23E8" w:rsidRPr="00D34FB3" w:rsidRDefault="003A23E8" w:rsidP="00F43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A23E8" w:rsidRPr="00D34FB3" w:rsidRDefault="003A23E8" w:rsidP="00F43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3A23E8" w:rsidRPr="00D34FB3" w:rsidRDefault="003A23E8" w:rsidP="00F43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A23E8" w:rsidRPr="00D34FB3" w:rsidRDefault="003A23E8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3A23E8" w:rsidRPr="00D34FB3" w:rsidRDefault="003A23E8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4FB3">
              <w:rPr>
                <w:rFonts w:ascii="Times New Roman" w:hAnsi="Times New Roman" w:cs="Times New Roman"/>
                <w:sz w:val="24"/>
                <w:szCs w:val="24"/>
              </w:rPr>
              <w:t>690609</w:t>
            </w:r>
          </w:p>
        </w:tc>
        <w:tc>
          <w:tcPr>
            <w:tcW w:w="1559" w:type="dxa"/>
          </w:tcPr>
          <w:p w:rsidR="003A23E8" w:rsidRDefault="003A23E8" w:rsidP="00B1536C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B948FA" w:rsidTr="0003575E">
        <w:tc>
          <w:tcPr>
            <w:tcW w:w="709" w:type="dxa"/>
          </w:tcPr>
          <w:p w:rsidR="00B948FA" w:rsidRDefault="00FD468A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5453F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843" w:type="dxa"/>
          </w:tcPr>
          <w:p w:rsidR="00B948FA" w:rsidRDefault="00B948FA" w:rsidP="00F43A7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Ганичева</w:t>
            </w:r>
          </w:p>
          <w:p w:rsidR="00B948FA" w:rsidRDefault="00B948FA" w:rsidP="00F43A7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Анна</w:t>
            </w:r>
          </w:p>
          <w:p w:rsidR="00B948FA" w:rsidRPr="00D34FB3" w:rsidRDefault="00B948FA" w:rsidP="00F43A7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Николаевна</w:t>
            </w:r>
          </w:p>
        </w:tc>
        <w:tc>
          <w:tcPr>
            <w:tcW w:w="1276" w:type="dxa"/>
          </w:tcPr>
          <w:p w:rsidR="00B948FA" w:rsidRDefault="00B948FA" w:rsidP="00F43A78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Государст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  <w:p w:rsidR="00B948FA" w:rsidRDefault="00B948FA" w:rsidP="00F43A78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венный</w:t>
            </w:r>
          </w:p>
          <w:p w:rsidR="00B948FA" w:rsidRPr="00D34FB3" w:rsidRDefault="00B948FA" w:rsidP="00F43A78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инспектор</w:t>
            </w:r>
          </w:p>
        </w:tc>
        <w:tc>
          <w:tcPr>
            <w:tcW w:w="1275" w:type="dxa"/>
            <w:gridSpan w:val="2"/>
          </w:tcPr>
          <w:p w:rsidR="00B948FA" w:rsidRPr="00D34FB3" w:rsidRDefault="00B948FA" w:rsidP="00F43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B948FA" w:rsidRPr="00D34FB3" w:rsidRDefault="00B948FA" w:rsidP="009D2E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д</w:t>
            </w:r>
            <w:r w:rsidRPr="00D34FB3">
              <w:rPr>
                <w:rFonts w:ascii="Times New Roman" w:hAnsi="Times New Roman" w:cs="Times New Roman"/>
                <w:sz w:val="24"/>
                <w:szCs w:val="24"/>
              </w:rPr>
              <w:t>олевая-1/3</w:t>
            </w:r>
          </w:p>
        </w:tc>
        <w:tc>
          <w:tcPr>
            <w:tcW w:w="851" w:type="dxa"/>
          </w:tcPr>
          <w:p w:rsidR="00B948FA" w:rsidRPr="00D34FB3" w:rsidRDefault="00B948FA" w:rsidP="009D2E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29,8</w:t>
            </w:r>
          </w:p>
        </w:tc>
        <w:tc>
          <w:tcPr>
            <w:tcW w:w="992" w:type="dxa"/>
          </w:tcPr>
          <w:p w:rsidR="00B948FA" w:rsidRPr="00D34FB3" w:rsidRDefault="00B948FA" w:rsidP="009D2E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4FB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</w:tcPr>
          <w:p w:rsidR="00B948FA" w:rsidRPr="00D34FB3" w:rsidRDefault="00B948FA" w:rsidP="00F43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948FA" w:rsidRPr="00D34FB3" w:rsidRDefault="00B948FA" w:rsidP="00F43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B948FA" w:rsidRPr="00D34FB3" w:rsidRDefault="00B948FA" w:rsidP="00F43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948FA" w:rsidRPr="00D34FB3" w:rsidRDefault="00B948FA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B948FA" w:rsidRPr="00D34FB3" w:rsidRDefault="00B948FA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39472,92</w:t>
            </w:r>
          </w:p>
        </w:tc>
        <w:tc>
          <w:tcPr>
            <w:tcW w:w="1559" w:type="dxa"/>
          </w:tcPr>
          <w:p w:rsidR="00B948FA" w:rsidRDefault="00B948FA" w:rsidP="00B1536C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B948FA" w:rsidTr="0003575E">
        <w:tc>
          <w:tcPr>
            <w:tcW w:w="709" w:type="dxa"/>
          </w:tcPr>
          <w:p w:rsidR="00B948FA" w:rsidRDefault="00B948FA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B948FA" w:rsidRDefault="00B948FA" w:rsidP="00F43A7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B948FA" w:rsidRDefault="00B948FA" w:rsidP="00F43A78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2"/>
          </w:tcPr>
          <w:p w:rsidR="00B948FA" w:rsidRPr="00D34FB3" w:rsidRDefault="00B948FA" w:rsidP="009D2E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B948FA" w:rsidRPr="00D34FB3" w:rsidRDefault="00B948FA" w:rsidP="00B94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совместная</w:t>
            </w:r>
          </w:p>
        </w:tc>
        <w:tc>
          <w:tcPr>
            <w:tcW w:w="851" w:type="dxa"/>
          </w:tcPr>
          <w:p w:rsidR="00B948FA" w:rsidRPr="00D34FB3" w:rsidRDefault="00B948FA" w:rsidP="009D2E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80,9</w:t>
            </w:r>
          </w:p>
        </w:tc>
        <w:tc>
          <w:tcPr>
            <w:tcW w:w="992" w:type="dxa"/>
          </w:tcPr>
          <w:p w:rsidR="00B948FA" w:rsidRPr="00D34FB3" w:rsidRDefault="00B948FA" w:rsidP="009D2E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4FB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</w:tcPr>
          <w:p w:rsidR="00B948FA" w:rsidRPr="00D34FB3" w:rsidRDefault="00B948FA" w:rsidP="00F43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948FA" w:rsidRPr="00D34FB3" w:rsidRDefault="00B948FA" w:rsidP="00F43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B948FA" w:rsidRPr="00D34FB3" w:rsidRDefault="00B948FA" w:rsidP="00F43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948FA" w:rsidRPr="00D34FB3" w:rsidRDefault="00B948FA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B948FA" w:rsidRDefault="00B948FA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B948FA" w:rsidRDefault="00B948FA" w:rsidP="00B1536C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5453F3" w:rsidTr="0003575E">
        <w:tc>
          <w:tcPr>
            <w:tcW w:w="709" w:type="dxa"/>
          </w:tcPr>
          <w:p w:rsidR="005453F3" w:rsidRDefault="005453F3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453F3" w:rsidRDefault="005453F3" w:rsidP="00F43A7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супруг</w:t>
            </w:r>
          </w:p>
        </w:tc>
        <w:tc>
          <w:tcPr>
            <w:tcW w:w="1276" w:type="dxa"/>
          </w:tcPr>
          <w:p w:rsidR="005453F3" w:rsidRDefault="005453F3" w:rsidP="00F43A78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2"/>
          </w:tcPr>
          <w:p w:rsidR="005453F3" w:rsidRPr="00D34FB3" w:rsidRDefault="005453F3" w:rsidP="009D2E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5453F3" w:rsidRPr="00D34FB3" w:rsidRDefault="005453F3" w:rsidP="009D2E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д</w:t>
            </w:r>
            <w:r w:rsidRPr="00D34FB3">
              <w:rPr>
                <w:rFonts w:ascii="Times New Roman" w:hAnsi="Times New Roman" w:cs="Times New Roman"/>
                <w:sz w:val="24"/>
                <w:szCs w:val="24"/>
              </w:rPr>
              <w:t>олевая-1/3</w:t>
            </w:r>
          </w:p>
        </w:tc>
        <w:tc>
          <w:tcPr>
            <w:tcW w:w="851" w:type="dxa"/>
          </w:tcPr>
          <w:p w:rsidR="005453F3" w:rsidRPr="00D34FB3" w:rsidRDefault="005453F3" w:rsidP="009D2E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29,8</w:t>
            </w:r>
          </w:p>
        </w:tc>
        <w:tc>
          <w:tcPr>
            <w:tcW w:w="992" w:type="dxa"/>
          </w:tcPr>
          <w:p w:rsidR="005453F3" w:rsidRPr="00D34FB3" w:rsidRDefault="005453F3" w:rsidP="009D2E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4FB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</w:tcPr>
          <w:p w:rsidR="005453F3" w:rsidRPr="00D34FB3" w:rsidRDefault="005453F3" w:rsidP="00F43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453F3" w:rsidRPr="00D34FB3" w:rsidRDefault="005453F3" w:rsidP="00F43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453F3" w:rsidRPr="00D34FB3" w:rsidRDefault="005453F3" w:rsidP="00F43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453F3" w:rsidRPr="00D34FB3" w:rsidRDefault="005453F3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5453F3" w:rsidRDefault="005453F3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722203,60</w:t>
            </w:r>
          </w:p>
        </w:tc>
        <w:tc>
          <w:tcPr>
            <w:tcW w:w="1559" w:type="dxa"/>
          </w:tcPr>
          <w:p w:rsidR="005453F3" w:rsidRDefault="005453F3" w:rsidP="00B1536C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5453F3" w:rsidTr="0003575E">
        <w:tc>
          <w:tcPr>
            <w:tcW w:w="709" w:type="dxa"/>
          </w:tcPr>
          <w:p w:rsidR="005453F3" w:rsidRDefault="005453F3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453F3" w:rsidRDefault="005453F3" w:rsidP="00F43A7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5453F3" w:rsidRDefault="005453F3" w:rsidP="00F43A78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2"/>
          </w:tcPr>
          <w:p w:rsidR="005453F3" w:rsidRPr="00D34FB3" w:rsidRDefault="005453F3" w:rsidP="009D2E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5453F3" w:rsidRPr="00D34FB3" w:rsidRDefault="005453F3" w:rsidP="009D2E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совместная</w:t>
            </w:r>
          </w:p>
        </w:tc>
        <w:tc>
          <w:tcPr>
            <w:tcW w:w="851" w:type="dxa"/>
          </w:tcPr>
          <w:p w:rsidR="005453F3" w:rsidRPr="00D34FB3" w:rsidRDefault="005453F3" w:rsidP="009D2E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80,9</w:t>
            </w:r>
          </w:p>
        </w:tc>
        <w:tc>
          <w:tcPr>
            <w:tcW w:w="992" w:type="dxa"/>
          </w:tcPr>
          <w:p w:rsidR="005453F3" w:rsidRPr="00D34FB3" w:rsidRDefault="005453F3" w:rsidP="009D2E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4FB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</w:tcPr>
          <w:p w:rsidR="005453F3" w:rsidRPr="00D34FB3" w:rsidRDefault="005453F3" w:rsidP="00F43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453F3" w:rsidRPr="00D34FB3" w:rsidRDefault="005453F3" w:rsidP="00F43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453F3" w:rsidRPr="00D34FB3" w:rsidRDefault="005453F3" w:rsidP="00F43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453F3" w:rsidRPr="00D34FB3" w:rsidRDefault="005453F3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5453F3" w:rsidRDefault="005453F3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453F3" w:rsidRDefault="005453F3" w:rsidP="00B1536C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5453F3" w:rsidTr="0003575E">
        <w:tc>
          <w:tcPr>
            <w:tcW w:w="709" w:type="dxa"/>
          </w:tcPr>
          <w:p w:rsidR="005453F3" w:rsidRDefault="005453F3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453F3" w:rsidRPr="00D701CF" w:rsidRDefault="005453F3" w:rsidP="009D2E8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701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Несовершеннолетний ребенок</w:t>
            </w:r>
          </w:p>
        </w:tc>
        <w:tc>
          <w:tcPr>
            <w:tcW w:w="1276" w:type="dxa"/>
          </w:tcPr>
          <w:p w:rsidR="005453F3" w:rsidRDefault="005453F3" w:rsidP="00F43A78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2"/>
          </w:tcPr>
          <w:p w:rsidR="005453F3" w:rsidRPr="00D34FB3" w:rsidRDefault="005453F3" w:rsidP="009D2E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5453F3" w:rsidRPr="00D34FB3" w:rsidRDefault="005453F3" w:rsidP="009D2E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д</w:t>
            </w:r>
            <w:r w:rsidRPr="00D34FB3">
              <w:rPr>
                <w:rFonts w:ascii="Times New Roman" w:hAnsi="Times New Roman" w:cs="Times New Roman"/>
                <w:sz w:val="24"/>
                <w:szCs w:val="24"/>
              </w:rPr>
              <w:t>олевая-1/3</w:t>
            </w:r>
          </w:p>
        </w:tc>
        <w:tc>
          <w:tcPr>
            <w:tcW w:w="851" w:type="dxa"/>
          </w:tcPr>
          <w:p w:rsidR="005453F3" w:rsidRPr="00D34FB3" w:rsidRDefault="005453F3" w:rsidP="009D2E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29,8</w:t>
            </w:r>
          </w:p>
        </w:tc>
        <w:tc>
          <w:tcPr>
            <w:tcW w:w="992" w:type="dxa"/>
          </w:tcPr>
          <w:p w:rsidR="005453F3" w:rsidRPr="00D34FB3" w:rsidRDefault="005453F3" w:rsidP="009D2E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4FB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</w:tcPr>
          <w:p w:rsidR="005453F3" w:rsidRPr="00D34FB3" w:rsidRDefault="005453F3" w:rsidP="00F43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453F3" w:rsidRPr="00D34FB3" w:rsidRDefault="005453F3" w:rsidP="00F43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453F3" w:rsidRPr="00D34FB3" w:rsidRDefault="005453F3" w:rsidP="00F43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453F3" w:rsidRPr="00D34FB3" w:rsidRDefault="005453F3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5453F3" w:rsidRDefault="005453F3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7740</w:t>
            </w:r>
          </w:p>
        </w:tc>
        <w:tc>
          <w:tcPr>
            <w:tcW w:w="1559" w:type="dxa"/>
          </w:tcPr>
          <w:p w:rsidR="005453F3" w:rsidRDefault="005453F3" w:rsidP="00B1536C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5453F3" w:rsidTr="0003575E">
        <w:tc>
          <w:tcPr>
            <w:tcW w:w="709" w:type="dxa"/>
          </w:tcPr>
          <w:p w:rsidR="005453F3" w:rsidRDefault="005453F3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453F3" w:rsidRPr="00D701CF" w:rsidRDefault="005453F3" w:rsidP="009D2E8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701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Несовершеннолетний ребенок</w:t>
            </w:r>
          </w:p>
        </w:tc>
        <w:tc>
          <w:tcPr>
            <w:tcW w:w="1276" w:type="dxa"/>
          </w:tcPr>
          <w:p w:rsidR="005453F3" w:rsidRDefault="005453F3" w:rsidP="009D2E8B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2"/>
          </w:tcPr>
          <w:p w:rsidR="005453F3" w:rsidRPr="00D34FB3" w:rsidRDefault="005453F3" w:rsidP="009D2E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453F3" w:rsidRPr="00D34FB3" w:rsidRDefault="005453F3" w:rsidP="009D2E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453F3" w:rsidRPr="00D34FB3" w:rsidRDefault="005453F3" w:rsidP="009D2E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453F3" w:rsidRPr="00D34FB3" w:rsidRDefault="005453F3" w:rsidP="009D2E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453F3" w:rsidRPr="00D34FB3" w:rsidRDefault="005453F3" w:rsidP="009D2E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453F3" w:rsidRPr="00D34FB3" w:rsidRDefault="005453F3" w:rsidP="009D2E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453F3" w:rsidRPr="00D34FB3" w:rsidRDefault="005453F3" w:rsidP="009D2E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453F3" w:rsidRPr="00D34FB3" w:rsidRDefault="005453F3" w:rsidP="009D2E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5453F3" w:rsidRDefault="005453F3" w:rsidP="009D2E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8343,24</w:t>
            </w:r>
          </w:p>
        </w:tc>
        <w:tc>
          <w:tcPr>
            <w:tcW w:w="1559" w:type="dxa"/>
          </w:tcPr>
          <w:p w:rsidR="005453F3" w:rsidRDefault="005453F3" w:rsidP="00B1536C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5453F3" w:rsidTr="0003575E">
        <w:tc>
          <w:tcPr>
            <w:tcW w:w="16018" w:type="dxa"/>
            <w:gridSpan w:val="15"/>
          </w:tcPr>
          <w:p w:rsidR="005453F3" w:rsidRDefault="005453F3" w:rsidP="00B1536C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Отдел надзора в сфере использования воздушного пространства и аэронавигационного обслуживания</w:t>
            </w:r>
          </w:p>
        </w:tc>
      </w:tr>
      <w:tr w:rsidR="009D2E8B" w:rsidTr="0003575E">
        <w:tc>
          <w:tcPr>
            <w:tcW w:w="709" w:type="dxa"/>
          </w:tcPr>
          <w:p w:rsidR="009D2E8B" w:rsidRPr="00D34FB3" w:rsidRDefault="00FD468A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9D2E8B" w:rsidRPr="00D34FB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843" w:type="dxa"/>
          </w:tcPr>
          <w:p w:rsidR="009D2E8B" w:rsidRPr="00D34FB3" w:rsidRDefault="009D2E8B" w:rsidP="00F43A7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34F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Гончарук Николай Николаевич</w:t>
            </w:r>
          </w:p>
        </w:tc>
        <w:tc>
          <w:tcPr>
            <w:tcW w:w="1276" w:type="dxa"/>
          </w:tcPr>
          <w:p w:rsidR="009D2E8B" w:rsidRPr="00D34FB3" w:rsidRDefault="009D2E8B" w:rsidP="00F43A78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34F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начальник отдела</w:t>
            </w:r>
          </w:p>
        </w:tc>
        <w:tc>
          <w:tcPr>
            <w:tcW w:w="1275" w:type="dxa"/>
            <w:gridSpan w:val="2"/>
          </w:tcPr>
          <w:p w:rsidR="009D2E8B" w:rsidRPr="00D34FB3" w:rsidRDefault="009D2E8B" w:rsidP="00F43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4FB3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9D2E8B" w:rsidRPr="00D701CF" w:rsidRDefault="009D2E8B" w:rsidP="009D2E8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701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Индиви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D701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дуаль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D701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ная</w:t>
            </w:r>
            <w:proofErr w:type="spellEnd"/>
          </w:p>
        </w:tc>
        <w:tc>
          <w:tcPr>
            <w:tcW w:w="851" w:type="dxa"/>
          </w:tcPr>
          <w:p w:rsidR="009D2E8B" w:rsidRPr="00D34FB3" w:rsidRDefault="009D2E8B" w:rsidP="00F43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4FB3">
              <w:rPr>
                <w:rFonts w:ascii="Times New Roman" w:hAnsi="Times New Roman" w:cs="Times New Roman"/>
                <w:sz w:val="24"/>
                <w:szCs w:val="24"/>
              </w:rPr>
              <w:t>30,7</w:t>
            </w:r>
          </w:p>
        </w:tc>
        <w:tc>
          <w:tcPr>
            <w:tcW w:w="992" w:type="dxa"/>
          </w:tcPr>
          <w:p w:rsidR="009D2E8B" w:rsidRPr="00D34FB3" w:rsidRDefault="009D2E8B" w:rsidP="00F43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4FB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</w:tcPr>
          <w:p w:rsidR="009D2E8B" w:rsidRPr="00D34FB3" w:rsidRDefault="009D2E8B" w:rsidP="00F43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4FB3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134" w:type="dxa"/>
          </w:tcPr>
          <w:p w:rsidR="009D2E8B" w:rsidRPr="00D34FB3" w:rsidRDefault="009D2E8B" w:rsidP="00F43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4FB3"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</w:p>
        </w:tc>
        <w:tc>
          <w:tcPr>
            <w:tcW w:w="1559" w:type="dxa"/>
          </w:tcPr>
          <w:p w:rsidR="009D2E8B" w:rsidRPr="00D34FB3" w:rsidRDefault="009D2E8B" w:rsidP="00F43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4FB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</w:tcPr>
          <w:p w:rsidR="009D2E8B" w:rsidRPr="00D34FB3" w:rsidRDefault="009D2E8B" w:rsidP="00F43A7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34F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а/</w:t>
            </w:r>
            <w:proofErr w:type="gramStart"/>
            <w:r w:rsidRPr="00D34F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End"/>
            <w:r w:rsidRPr="00D34F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34F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Вольво</w:t>
            </w:r>
            <w:proofErr w:type="spellEnd"/>
            <w:r w:rsidRPr="00D34F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с40 </w:t>
            </w:r>
          </w:p>
          <w:p w:rsidR="009D2E8B" w:rsidRPr="00D34FB3" w:rsidRDefault="009D2E8B" w:rsidP="00F43A7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34F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9D2E8B" w:rsidRPr="00D34FB3" w:rsidRDefault="009D2E8B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9D2E8B" w:rsidRPr="00D34FB3" w:rsidRDefault="009D2E8B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4FB3">
              <w:rPr>
                <w:rFonts w:ascii="Times New Roman" w:hAnsi="Times New Roman" w:cs="Times New Roman"/>
                <w:sz w:val="24"/>
                <w:szCs w:val="24"/>
              </w:rPr>
              <w:t>767540,2</w:t>
            </w:r>
          </w:p>
        </w:tc>
        <w:tc>
          <w:tcPr>
            <w:tcW w:w="1559" w:type="dxa"/>
          </w:tcPr>
          <w:p w:rsidR="009D2E8B" w:rsidRDefault="009D2E8B" w:rsidP="00B1536C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9D2E8B" w:rsidTr="0003575E">
        <w:tc>
          <w:tcPr>
            <w:tcW w:w="709" w:type="dxa"/>
          </w:tcPr>
          <w:p w:rsidR="009D2E8B" w:rsidRPr="00D34FB3" w:rsidRDefault="009D2E8B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9D2E8B" w:rsidRPr="00D34FB3" w:rsidRDefault="009D2E8B" w:rsidP="00F43A7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9D2E8B" w:rsidRPr="00D34FB3" w:rsidRDefault="009D2E8B" w:rsidP="00F43A78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2"/>
          </w:tcPr>
          <w:p w:rsidR="009D2E8B" w:rsidRPr="00D34FB3" w:rsidRDefault="009D2E8B" w:rsidP="00F43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4FB3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134" w:type="dxa"/>
          </w:tcPr>
          <w:p w:rsidR="009D2E8B" w:rsidRPr="00D701CF" w:rsidRDefault="009D2E8B" w:rsidP="009D2E8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701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Индиви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D701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дуаль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D701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ная</w:t>
            </w:r>
            <w:proofErr w:type="spellEnd"/>
          </w:p>
        </w:tc>
        <w:tc>
          <w:tcPr>
            <w:tcW w:w="851" w:type="dxa"/>
          </w:tcPr>
          <w:p w:rsidR="009D2E8B" w:rsidRPr="00D34FB3" w:rsidRDefault="009D2E8B" w:rsidP="00F43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4FB3">
              <w:rPr>
                <w:rFonts w:ascii="Times New Roman" w:hAnsi="Times New Roman" w:cs="Times New Roman"/>
                <w:sz w:val="24"/>
                <w:szCs w:val="24"/>
              </w:rPr>
              <w:t>1400</w:t>
            </w:r>
          </w:p>
        </w:tc>
        <w:tc>
          <w:tcPr>
            <w:tcW w:w="992" w:type="dxa"/>
          </w:tcPr>
          <w:p w:rsidR="009D2E8B" w:rsidRPr="00D34FB3" w:rsidRDefault="009D2E8B" w:rsidP="00F43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4FB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</w:tcPr>
          <w:p w:rsidR="009D2E8B" w:rsidRPr="00D34FB3" w:rsidRDefault="009D2E8B" w:rsidP="00F43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4FB3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9D2E8B" w:rsidRPr="00D34FB3" w:rsidRDefault="009D2E8B" w:rsidP="00F43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4FB3">
              <w:rPr>
                <w:rFonts w:ascii="Times New Roman" w:hAnsi="Times New Roman" w:cs="Times New Roman"/>
                <w:sz w:val="24"/>
                <w:szCs w:val="24"/>
              </w:rPr>
              <w:t>56,1</w:t>
            </w:r>
          </w:p>
        </w:tc>
        <w:tc>
          <w:tcPr>
            <w:tcW w:w="1559" w:type="dxa"/>
          </w:tcPr>
          <w:p w:rsidR="009D2E8B" w:rsidRPr="00D34FB3" w:rsidRDefault="009D2E8B" w:rsidP="00F43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4FB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</w:tcPr>
          <w:p w:rsidR="009D2E8B" w:rsidRPr="00D34FB3" w:rsidRDefault="009D2E8B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4F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автоприцеп МЭСА817702</w:t>
            </w:r>
          </w:p>
        </w:tc>
        <w:tc>
          <w:tcPr>
            <w:tcW w:w="1418" w:type="dxa"/>
            <w:gridSpan w:val="2"/>
          </w:tcPr>
          <w:p w:rsidR="009D2E8B" w:rsidRPr="00D34FB3" w:rsidRDefault="009D2E8B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2E8B" w:rsidRDefault="009D2E8B" w:rsidP="00B1536C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9D2E8B" w:rsidTr="0003575E">
        <w:tc>
          <w:tcPr>
            <w:tcW w:w="709" w:type="dxa"/>
          </w:tcPr>
          <w:p w:rsidR="009D2E8B" w:rsidRPr="00D34FB3" w:rsidRDefault="009D2E8B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9D2E8B" w:rsidRPr="00D34FB3" w:rsidRDefault="009D2E8B" w:rsidP="00F43A7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9D2E8B" w:rsidRPr="00D34FB3" w:rsidRDefault="009D2E8B" w:rsidP="00F43A78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2"/>
          </w:tcPr>
          <w:p w:rsidR="009D2E8B" w:rsidRPr="00D34FB3" w:rsidRDefault="009D2E8B" w:rsidP="00F43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4FB3"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1134" w:type="dxa"/>
          </w:tcPr>
          <w:p w:rsidR="009D2E8B" w:rsidRPr="00D701CF" w:rsidRDefault="009D2E8B" w:rsidP="009D2E8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701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Индиви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D701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дуаль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D701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ная</w:t>
            </w:r>
            <w:proofErr w:type="spellEnd"/>
          </w:p>
        </w:tc>
        <w:tc>
          <w:tcPr>
            <w:tcW w:w="851" w:type="dxa"/>
          </w:tcPr>
          <w:p w:rsidR="009D2E8B" w:rsidRPr="00D34FB3" w:rsidRDefault="009D2E8B" w:rsidP="00F43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4FB3">
              <w:rPr>
                <w:rFonts w:ascii="Times New Roman" w:hAnsi="Times New Roman" w:cs="Times New Roman"/>
                <w:sz w:val="24"/>
                <w:szCs w:val="24"/>
              </w:rPr>
              <w:t>25,9</w:t>
            </w:r>
          </w:p>
        </w:tc>
        <w:tc>
          <w:tcPr>
            <w:tcW w:w="992" w:type="dxa"/>
          </w:tcPr>
          <w:p w:rsidR="009D2E8B" w:rsidRPr="00D34FB3" w:rsidRDefault="009D2E8B" w:rsidP="00F43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4FB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</w:tcPr>
          <w:p w:rsidR="009D2E8B" w:rsidRPr="00D34FB3" w:rsidRDefault="009D2E8B" w:rsidP="00F43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D2E8B" w:rsidRPr="00D34FB3" w:rsidRDefault="009D2E8B" w:rsidP="00F43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2E8B" w:rsidRPr="00D34FB3" w:rsidRDefault="009D2E8B" w:rsidP="00F43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D2E8B" w:rsidRPr="00D34FB3" w:rsidRDefault="009D2E8B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9D2E8B" w:rsidRPr="00D34FB3" w:rsidRDefault="009D2E8B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2E8B" w:rsidRDefault="009D2E8B" w:rsidP="00B1536C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9D2E8B" w:rsidTr="0003575E">
        <w:tc>
          <w:tcPr>
            <w:tcW w:w="709" w:type="dxa"/>
          </w:tcPr>
          <w:p w:rsidR="009D2E8B" w:rsidRPr="00D34FB3" w:rsidRDefault="009D2E8B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9D2E8B" w:rsidRPr="00D34FB3" w:rsidRDefault="009D2E8B" w:rsidP="00F43A7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9D2E8B" w:rsidRPr="00D34FB3" w:rsidRDefault="009D2E8B" w:rsidP="00F43A78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2"/>
          </w:tcPr>
          <w:p w:rsidR="009D2E8B" w:rsidRPr="00D34FB3" w:rsidRDefault="009D2E8B" w:rsidP="00F43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4FB3"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1134" w:type="dxa"/>
          </w:tcPr>
          <w:p w:rsidR="009D2E8B" w:rsidRPr="00D701CF" w:rsidRDefault="009D2E8B" w:rsidP="009D2E8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701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Индиви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D701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дуаль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D701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ная</w:t>
            </w:r>
            <w:proofErr w:type="spellEnd"/>
          </w:p>
        </w:tc>
        <w:tc>
          <w:tcPr>
            <w:tcW w:w="851" w:type="dxa"/>
          </w:tcPr>
          <w:p w:rsidR="009D2E8B" w:rsidRPr="00D34FB3" w:rsidRDefault="009D2E8B" w:rsidP="00F43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4FB3">
              <w:rPr>
                <w:rFonts w:ascii="Times New Roman" w:hAnsi="Times New Roman" w:cs="Times New Roman"/>
                <w:sz w:val="24"/>
                <w:szCs w:val="24"/>
              </w:rPr>
              <w:t>27,6</w:t>
            </w:r>
          </w:p>
        </w:tc>
        <w:tc>
          <w:tcPr>
            <w:tcW w:w="992" w:type="dxa"/>
          </w:tcPr>
          <w:p w:rsidR="009D2E8B" w:rsidRPr="00D34FB3" w:rsidRDefault="009D2E8B" w:rsidP="00F43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4FB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</w:tcPr>
          <w:p w:rsidR="009D2E8B" w:rsidRPr="00D34FB3" w:rsidRDefault="009D2E8B" w:rsidP="00F43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D2E8B" w:rsidRPr="00D34FB3" w:rsidRDefault="009D2E8B" w:rsidP="00F43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2E8B" w:rsidRPr="00D34FB3" w:rsidRDefault="009D2E8B" w:rsidP="00F43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D2E8B" w:rsidRPr="00D34FB3" w:rsidRDefault="009D2E8B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9D2E8B" w:rsidRPr="00D34FB3" w:rsidRDefault="009D2E8B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2E8B" w:rsidRDefault="009D2E8B" w:rsidP="00B1536C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9D2E8B" w:rsidTr="0003575E">
        <w:tc>
          <w:tcPr>
            <w:tcW w:w="709" w:type="dxa"/>
          </w:tcPr>
          <w:p w:rsidR="009D2E8B" w:rsidRPr="00D34FB3" w:rsidRDefault="00FD468A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9D2E8B" w:rsidRPr="00D34FB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843" w:type="dxa"/>
          </w:tcPr>
          <w:p w:rsidR="009D2E8B" w:rsidRPr="00D34FB3" w:rsidRDefault="009D2E8B" w:rsidP="00F43A7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34F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Сизов</w:t>
            </w:r>
            <w:proofErr w:type="spellEnd"/>
          </w:p>
          <w:p w:rsidR="009D2E8B" w:rsidRPr="00D34FB3" w:rsidRDefault="009D2E8B" w:rsidP="00F43A7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34F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Василий </w:t>
            </w:r>
          </w:p>
          <w:p w:rsidR="009D2E8B" w:rsidRPr="00D34FB3" w:rsidRDefault="009D2E8B" w:rsidP="00F43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4F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Леонидович</w:t>
            </w:r>
          </w:p>
        </w:tc>
        <w:tc>
          <w:tcPr>
            <w:tcW w:w="1276" w:type="dxa"/>
          </w:tcPr>
          <w:p w:rsidR="009D2E8B" w:rsidRPr="00D34FB3" w:rsidRDefault="009D2E8B" w:rsidP="00F43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4F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главный </w:t>
            </w:r>
            <w:proofErr w:type="spellStart"/>
            <w:proofErr w:type="gramStart"/>
            <w:r w:rsidRPr="00D34F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государс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D34F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твенный</w:t>
            </w:r>
            <w:proofErr w:type="spellEnd"/>
            <w:proofErr w:type="gramEnd"/>
            <w:r w:rsidRPr="00D34F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инспектор</w:t>
            </w:r>
          </w:p>
        </w:tc>
        <w:tc>
          <w:tcPr>
            <w:tcW w:w="1275" w:type="dxa"/>
            <w:gridSpan w:val="2"/>
          </w:tcPr>
          <w:p w:rsidR="009D2E8B" w:rsidRPr="00D34FB3" w:rsidRDefault="009D2E8B" w:rsidP="00F43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4FB3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134" w:type="dxa"/>
          </w:tcPr>
          <w:p w:rsidR="009D2E8B" w:rsidRPr="00D701CF" w:rsidRDefault="009D2E8B" w:rsidP="009D2E8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701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Индиви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D701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дуаль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D701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ная</w:t>
            </w:r>
            <w:proofErr w:type="spellEnd"/>
          </w:p>
        </w:tc>
        <w:tc>
          <w:tcPr>
            <w:tcW w:w="851" w:type="dxa"/>
          </w:tcPr>
          <w:p w:rsidR="009D2E8B" w:rsidRPr="00D34FB3" w:rsidRDefault="009D2E8B" w:rsidP="00F43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4FB3">
              <w:rPr>
                <w:rFonts w:ascii="Times New Roman" w:hAnsi="Times New Roman" w:cs="Times New Roman"/>
                <w:sz w:val="24"/>
                <w:szCs w:val="24"/>
              </w:rPr>
              <w:t>740</w:t>
            </w:r>
          </w:p>
        </w:tc>
        <w:tc>
          <w:tcPr>
            <w:tcW w:w="992" w:type="dxa"/>
          </w:tcPr>
          <w:p w:rsidR="009D2E8B" w:rsidRPr="00D34FB3" w:rsidRDefault="009D2E8B" w:rsidP="00F43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4FB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</w:tcPr>
          <w:p w:rsidR="009D2E8B" w:rsidRPr="00D34FB3" w:rsidRDefault="009D2E8B" w:rsidP="00F43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4FB3"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1134" w:type="dxa"/>
          </w:tcPr>
          <w:p w:rsidR="009D2E8B" w:rsidRPr="00D34FB3" w:rsidRDefault="009D2E8B" w:rsidP="00F43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4FB3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559" w:type="dxa"/>
          </w:tcPr>
          <w:p w:rsidR="009D2E8B" w:rsidRPr="00D34FB3" w:rsidRDefault="009D2E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FB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</w:tcPr>
          <w:p w:rsidR="009D2E8B" w:rsidRPr="00D34FB3" w:rsidRDefault="009D2E8B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4FB3">
              <w:rPr>
                <w:rFonts w:ascii="Times New Roman" w:hAnsi="Times New Roman" w:cs="Times New Roman"/>
                <w:sz w:val="24"/>
                <w:szCs w:val="24"/>
              </w:rPr>
              <w:t>а/и ВАЗ 11113</w:t>
            </w:r>
          </w:p>
        </w:tc>
        <w:tc>
          <w:tcPr>
            <w:tcW w:w="1418" w:type="dxa"/>
            <w:gridSpan w:val="2"/>
          </w:tcPr>
          <w:p w:rsidR="009D2E8B" w:rsidRPr="00D34FB3" w:rsidRDefault="009D2E8B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4FB3">
              <w:rPr>
                <w:rFonts w:ascii="Times New Roman" w:hAnsi="Times New Roman" w:cs="Times New Roman"/>
                <w:sz w:val="24"/>
                <w:szCs w:val="24"/>
              </w:rPr>
              <w:t>507788,36</w:t>
            </w:r>
          </w:p>
        </w:tc>
        <w:tc>
          <w:tcPr>
            <w:tcW w:w="1559" w:type="dxa"/>
          </w:tcPr>
          <w:p w:rsidR="009D2E8B" w:rsidRDefault="009D2E8B" w:rsidP="00B1536C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9D2E8B" w:rsidTr="0003575E">
        <w:tc>
          <w:tcPr>
            <w:tcW w:w="709" w:type="dxa"/>
          </w:tcPr>
          <w:p w:rsidR="009D2E8B" w:rsidRPr="00D34FB3" w:rsidRDefault="009D2E8B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9D2E8B" w:rsidRPr="00D34FB3" w:rsidRDefault="009D2E8B" w:rsidP="00F43A7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9D2E8B" w:rsidRPr="00D34FB3" w:rsidRDefault="009D2E8B" w:rsidP="00F43A78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2"/>
          </w:tcPr>
          <w:p w:rsidR="009D2E8B" w:rsidRPr="00D34FB3" w:rsidRDefault="009D2E8B" w:rsidP="00F43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4FB3">
              <w:rPr>
                <w:rFonts w:ascii="Times New Roman" w:hAnsi="Times New Roman" w:cs="Times New Roman"/>
                <w:sz w:val="24"/>
                <w:szCs w:val="24"/>
              </w:rPr>
              <w:t>Садовый дом</w:t>
            </w:r>
          </w:p>
        </w:tc>
        <w:tc>
          <w:tcPr>
            <w:tcW w:w="1134" w:type="dxa"/>
          </w:tcPr>
          <w:p w:rsidR="009D2E8B" w:rsidRPr="00D701CF" w:rsidRDefault="009D2E8B" w:rsidP="009D2E8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701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Индиви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D701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дуаль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D701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ная</w:t>
            </w:r>
            <w:proofErr w:type="spellEnd"/>
          </w:p>
        </w:tc>
        <w:tc>
          <w:tcPr>
            <w:tcW w:w="851" w:type="dxa"/>
          </w:tcPr>
          <w:p w:rsidR="009D2E8B" w:rsidRPr="00D34FB3" w:rsidRDefault="009D2E8B" w:rsidP="00F43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4FB3">
              <w:rPr>
                <w:rFonts w:ascii="Times New Roman" w:hAnsi="Times New Roman" w:cs="Times New Roman"/>
                <w:sz w:val="24"/>
                <w:szCs w:val="24"/>
              </w:rPr>
              <w:t>10,7</w:t>
            </w:r>
          </w:p>
        </w:tc>
        <w:tc>
          <w:tcPr>
            <w:tcW w:w="992" w:type="dxa"/>
          </w:tcPr>
          <w:p w:rsidR="009D2E8B" w:rsidRPr="00D34FB3" w:rsidRDefault="009D2E8B" w:rsidP="00F43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4FB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</w:tcPr>
          <w:p w:rsidR="009D2E8B" w:rsidRPr="00D34FB3" w:rsidRDefault="009D2E8B" w:rsidP="00F43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4FB3"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1134" w:type="dxa"/>
          </w:tcPr>
          <w:p w:rsidR="009D2E8B" w:rsidRPr="00D34FB3" w:rsidRDefault="009D2E8B" w:rsidP="00F43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4FB3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559" w:type="dxa"/>
          </w:tcPr>
          <w:p w:rsidR="009D2E8B" w:rsidRPr="00D34FB3" w:rsidRDefault="009D2E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FB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</w:tcPr>
          <w:p w:rsidR="009D2E8B" w:rsidRPr="00D34FB3" w:rsidRDefault="009D2E8B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9D2E8B" w:rsidRPr="00D34FB3" w:rsidRDefault="009D2E8B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2E8B" w:rsidRDefault="009D2E8B" w:rsidP="00B1536C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5453F3" w:rsidTr="0003575E">
        <w:tc>
          <w:tcPr>
            <w:tcW w:w="709" w:type="dxa"/>
          </w:tcPr>
          <w:p w:rsidR="005453F3" w:rsidRPr="00D34FB3" w:rsidRDefault="005453F3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453F3" w:rsidRPr="00D34FB3" w:rsidRDefault="005453F3" w:rsidP="00F43A7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34F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супруга</w:t>
            </w:r>
          </w:p>
        </w:tc>
        <w:tc>
          <w:tcPr>
            <w:tcW w:w="1276" w:type="dxa"/>
          </w:tcPr>
          <w:p w:rsidR="005453F3" w:rsidRPr="00D34FB3" w:rsidRDefault="005453F3" w:rsidP="00F43A78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2"/>
          </w:tcPr>
          <w:p w:rsidR="005453F3" w:rsidRPr="00D34FB3" w:rsidRDefault="005453F3" w:rsidP="00F43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4FB3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5453F3" w:rsidRPr="00D34FB3" w:rsidRDefault="005453F3" w:rsidP="00F43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4FB3">
              <w:rPr>
                <w:rFonts w:ascii="Times New Roman" w:hAnsi="Times New Roman" w:cs="Times New Roman"/>
                <w:sz w:val="24"/>
                <w:szCs w:val="24"/>
              </w:rPr>
              <w:t>Долевая -1/2</w:t>
            </w:r>
          </w:p>
        </w:tc>
        <w:tc>
          <w:tcPr>
            <w:tcW w:w="851" w:type="dxa"/>
          </w:tcPr>
          <w:p w:rsidR="005453F3" w:rsidRPr="00D34FB3" w:rsidRDefault="005453F3" w:rsidP="00F43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4FB3">
              <w:rPr>
                <w:rFonts w:ascii="Times New Roman" w:hAnsi="Times New Roman" w:cs="Times New Roman"/>
                <w:sz w:val="24"/>
                <w:szCs w:val="24"/>
              </w:rPr>
              <w:t>55,3</w:t>
            </w:r>
          </w:p>
        </w:tc>
        <w:tc>
          <w:tcPr>
            <w:tcW w:w="992" w:type="dxa"/>
          </w:tcPr>
          <w:p w:rsidR="005453F3" w:rsidRPr="00D34FB3" w:rsidRDefault="005453F3" w:rsidP="00F43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4FB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</w:tcPr>
          <w:p w:rsidR="005453F3" w:rsidRPr="00D34FB3" w:rsidRDefault="005453F3" w:rsidP="00F43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4FB3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5453F3" w:rsidRPr="00D34FB3" w:rsidRDefault="005453F3" w:rsidP="00F43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4FB3">
              <w:rPr>
                <w:rFonts w:ascii="Times New Roman" w:hAnsi="Times New Roman" w:cs="Times New Roman"/>
                <w:sz w:val="24"/>
                <w:szCs w:val="24"/>
              </w:rPr>
              <w:t>55,3</w:t>
            </w:r>
          </w:p>
        </w:tc>
        <w:tc>
          <w:tcPr>
            <w:tcW w:w="1559" w:type="dxa"/>
          </w:tcPr>
          <w:p w:rsidR="005453F3" w:rsidRPr="00D34FB3" w:rsidRDefault="005453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FB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</w:tcPr>
          <w:p w:rsidR="005453F3" w:rsidRPr="00D34FB3" w:rsidRDefault="005453F3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5453F3" w:rsidRPr="00D34FB3" w:rsidRDefault="005453F3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453F3" w:rsidRDefault="005453F3" w:rsidP="00B1536C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5453F3" w:rsidTr="0003575E">
        <w:tc>
          <w:tcPr>
            <w:tcW w:w="709" w:type="dxa"/>
          </w:tcPr>
          <w:p w:rsidR="005453F3" w:rsidRPr="00D34FB3" w:rsidRDefault="00FD468A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5453F3" w:rsidRPr="00D34FB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843" w:type="dxa"/>
          </w:tcPr>
          <w:p w:rsidR="005453F3" w:rsidRPr="00D34FB3" w:rsidRDefault="005453F3" w:rsidP="00F43A7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34F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Кузнецов</w:t>
            </w:r>
          </w:p>
          <w:p w:rsidR="005453F3" w:rsidRPr="00D34FB3" w:rsidRDefault="005453F3" w:rsidP="00F43A7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34F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Игорь</w:t>
            </w:r>
          </w:p>
          <w:p w:rsidR="005453F3" w:rsidRPr="00D34FB3" w:rsidRDefault="005453F3" w:rsidP="00F43A7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34F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Юрьевич</w:t>
            </w:r>
          </w:p>
        </w:tc>
        <w:tc>
          <w:tcPr>
            <w:tcW w:w="1276" w:type="dxa"/>
          </w:tcPr>
          <w:p w:rsidR="005453F3" w:rsidRPr="00D34FB3" w:rsidRDefault="005453F3" w:rsidP="00F43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4FB3">
              <w:rPr>
                <w:rFonts w:ascii="Times New Roman" w:hAnsi="Times New Roman" w:cs="Times New Roman"/>
                <w:sz w:val="24"/>
                <w:szCs w:val="24"/>
              </w:rPr>
              <w:t xml:space="preserve">Старший </w:t>
            </w:r>
            <w:proofErr w:type="spellStart"/>
            <w:proofErr w:type="gramStart"/>
            <w:r w:rsidRPr="00D34FB3">
              <w:rPr>
                <w:rFonts w:ascii="Times New Roman" w:hAnsi="Times New Roman" w:cs="Times New Roman"/>
                <w:sz w:val="24"/>
                <w:szCs w:val="24"/>
              </w:rPr>
              <w:t>государ</w:t>
            </w:r>
            <w:r w:rsidR="0069005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D34FB3">
              <w:rPr>
                <w:rFonts w:ascii="Times New Roman" w:hAnsi="Times New Roman" w:cs="Times New Roman"/>
                <w:sz w:val="24"/>
                <w:szCs w:val="24"/>
              </w:rPr>
              <w:t>ственный</w:t>
            </w:r>
            <w:proofErr w:type="spellEnd"/>
            <w:proofErr w:type="gramEnd"/>
            <w:r w:rsidRPr="00D34FB3">
              <w:rPr>
                <w:rFonts w:ascii="Times New Roman" w:hAnsi="Times New Roman" w:cs="Times New Roman"/>
                <w:sz w:val="24"/>
                <w:szCs w:val="24"/>
              </w:rPr>
              <w:t xml:space="preserve"> инспектор</w:t>
            </w:r>
          </w:p>
        </w:tc>
        <w:tc>
          <w:tcPr>
            <w:tcW w:w="1275" w:type="dxa"/>
            <w:gridSpan w:val="2"/>
          </w:tcPr>
          <w:p w:rsidR="005453F3" w:rsidRPr="00D34FB3" w:rsidRDefault="005453F3" w:rsidP="00F43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4FB3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5453F3" w:rsidRPr="00D34FB3" w:rsidRDefault="005453F3" w:rsidP="00F43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4FB3">
              <w:rPr>
                <w:rFonts w:ascii="Times New Roman" w:hAnsi="Times New Roman" w:cs="Times New Roman"/>
                <w:sz w:val="24"/>
                <w:szCs w:val="24"/>
              </w:rPr>
              <w:t>Долевая -1/3</w:t>
            </w:r>
          </w:p>
        </w:tc>
        <w:tc>
          <w:tcPr>
            <w:tcW w:w="851" w:type="dxa"/>
          </w:tcPr>
          <w:p w:rsidR="005453F3" w:rsidRPr="00D34FB3" w:rsidRDefault="005453F3" w:rsidP="00F43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4FB3">
              <w:rPr>
                <w:rFonts w:ascii="Times New Roman" w:hAnsi="Times New Roman" w:cs="Times New Roman"/>
                <w:sz w:val="24"/>
                <w:szCs w:val="24"/>
              </w:rPr>
              <w:t>47,7</w:t>
            </w:r>
          </w:p>
        </w:tc>
        <w:tc>
          <w:tcPr>
            <w:tcW w:w="992" w:type="dxa"/>
          </w:tcPr>
          <w:p w:rsidR="005453F3" w:rsidRPr="00D34FB3" w:rsidRDefault="005453F3" w:rsidP="00F43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4FB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</w:tcPr>
          <w:p w:rsidR="005453F3" w:rsidRPr="00D34FB3" w:rsidRDefault="005453F3" w:rsidP="00F43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453F3" w:rsidRPr="00D34FB3" w:rsidRDefault="005453F3" w:rsidP="00F43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453F3" w:rsidRPr="00D34FB3" w:rsidRDefault="005453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453F3" w:rsidRPr="00D34FB3" w:rsidRDefault="005453F3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5453F3" w:rsidRPr="00D34FB3" w:rsidRDefault="005453F3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4F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793522,59</w:t>
            </w:r>
          </w:p>
        </w:tc>
        <w:tc>
          <w:tcPr>
            <w:tcW w:w="1559" w:type="dxa"/>
          </w:tcPr>
          <w:p w:rsidR="005453F3" w:rsidRDefault="005453F3" w:rsidP="00B1536C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9D2E8B" w:rsidTr="0003575E">
        <w:tc>
          <w:tcPr>
            <w:tcW w:w="709" w:type="dxa"/>
          </w:tcPr>
          <w:p w:rsidR="009D2E8B" w:rsidRPr="00D34FB3" w:rsidRDefault="00FD468A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="009D2E8B" w:rsidRPr="00D34FB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843" w:type="dxa"/>
          </w:tcPr>
          <w:p w:rsidR="009D2E8B" w:rsidRPr="00D34FB3" w:rsidRDefault="009D2E8B" w:rsidP="00F43A7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34F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Корнышев Алексей Юрьевич</w:t>
            </w:r>
          </w:p>
        </w:tc>
        <w:tc>
          <w:tcPr>
            <w:tcW w:w="1276" w:type="dxa"/>
          </w:tcPr>
          <w:p w:rsidR="009D2E8B" w:rsidRPr="00D34FB3" w:rsidRDefault="009D2E8B" w:rsidP="00F43A78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D34F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Государст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D34F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венный</w:t>
            </w:r>
            <w:proofErr w:type="spellEnd"/>
            <w:proofErr w:type="gramEnd"/>
          </w:p>
          <w:p w:rsidR="009D2E8B" w:rsidRPr="00D34FB3" w:rsidRDefault="009D2E8B" w:rsidP="00F43A78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34F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инспектор</w:t>
            </w:r>
          </w:p>
        </w:tc>
        <w:tc>
          <w:tcPr>
            <w:tcW w:w="1275" w:type="dxa"/>
            <w:gridSpan w:val="2"/>
          </w:tcPr>
          <w:p w:rsidR="009D2E8B" w:rsidRPr="00D34FB3" w:rsidRDefault="009D2E8B" w:rsidP="00F43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4FB3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9D2E8B" w:rsidRPr="00D701CF" w:rsidRDefault="009D2E8B" w:rsidP="009D2E8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701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Индиви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D701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дуаль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D701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ная</w:t>
            </w:r>
            <w:proofErr w:type="spellEnd"/>
          </w:p>
        </w:tc>
        <w:tc>
          <w:tcPr>
            <w:tcW w:w="851" w:type="dxa"/>
          </w:tcPr>
          <w:p w:rsidR="009D2E8B" w:rsidRPr="00D34FB3" w:rsidRDefault="009D2E8B" w:rsidP="00F43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4FB3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992" w:type="dxa"/>
          </w:tcPr>
          <w:p w:rsidR="009D2E8B" w:rsidRPr="00D34FB3" w:rsidRDefault="009D2E8B" w:rsidP="00F43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4FB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</w:tcPr>
          <w:p w:rsidR="009D2E8B" w:rsidRPr="00D34FB3" w:rsidRDefault="009D2E8B" w:rsidP="00F43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D2E8B" w:rsidRPr="00D34FB3" w:rsidRDefault="009D2E8B" w:rsidP="00F43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2E8B" w:rsidRPr="00D34FB3" w:rsidRDefault="009D2E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D2E8B" w:rsidRPr="00D34FB3" w:rsidRDefault="009D2E8B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4FB3">
              <w:rPr>
                <w:rFonts w:ascii="Times New Roman" w:hAnsi="Times New Roman" w:cs="Times New Roman"/>
                <w:sz w:val="24"/>
                <w:szCs w:val="24"/>
              </w:rPr>
              <w:t>а/</w:t>
            </w:r>
            <w:proofErr w:type="gramStart"/>
            <w:r w:rsidRPr="00D34FB3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D34F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34FB3">
              <w:rPr>
                <w:rFonts w:ascii="Times New Roman" w:hAnsi="Times New Roman" w:cs="Times New Roman"/>
                <w:sz w:val="24"/>
                <w:szCs w:val="24"/>
              </w:rPr>
              <w:t>Ниссан</w:t>
            </w:r>
            <w:proofErr w:type="spellEnd"/>
          </w:p>
        </w:tc>
        <w:tc>
          <w:tcPr>
            <w:tcW w:w="1418" w:type="dxa"/>
            <w:gridSpan w:val="2"/>
          </w:tcPr>
          <w:p w:rsidR="009D2E8B" w:rsidRPr="00D34FB3" w:rsidRDefault="009D2E8B" w:rsidP="00F43A7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34F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252908,32</w:t>
            </w:r>
          </w:p>
        </w:tc>
        <w:tc>
          <w:tcPr>
            <w:tcW w:w="1559" w:type="dxa"/>
          </w:tcPr>
          <w:p w:rsidR="009D2E8B" w:rsidRDefault="009D2E8B" w:rsidP="00B1536C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5453F3" w:rsidTr="0003575E">
        <w:tc>
          <w:tcPr>
            <w:tcW w:w="709" w:type="dxa"/>
          </w:tcPr>
          <w:p w:rsidR="005453F3" w:rsidRPr="00D34FB3" w:rsidRDefault="005453F3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453F3" w:rsidRPr="00D34FB3" w:rsidRDefault="005453F3" w:rsidP="00F43A7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5453F3" w:rsidRPr="00D34FB3" w:rsidRDefault="005453F3" w:rsidP="00F43A78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2"/>
          </w:tcPr>
          <w:p w:rsidR="005453F3" w:rsidRPr="00D34FB3" w:rsidRDefault="005453F3" w:rsidP="00F43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453F3" w:rsidRPr="00D34FB3" w:rsidRDefault="005453F3" w:rsidP="00F43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453F3" w:rsidRPr="00D34FB3" w:rsidRDefault="005453F3" w:rsidP="00F43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453F3" w:rsidRPr="00D34FB3" w:rsidRDefault="005453F3" w:rsidP="00F43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453F3" w:rsidRPr="00D34FB3" w:rsidRDefault="005453F3" w:rsidP="00F43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453F3" w:rsidRPr="00D34FB3" w:rsidRDefault="005453F3" w:rsidP="00F43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453F3" w:rsidRPr="00D34FB3" w:rsidRDefault="005453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453F3" w:rsidRPr="00D34FB3" w:rsidRDefault="005453F3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4FB3">
              <w:rPr>
                <w:rFonts w:ascii="Times New Roman" w:hAnsi="Times New Roman" w:cs="Times New Roman"/>
                <w:sz w:val="24"/>
                <w:szCs w:val="24"/>
              </w:rPr>
              <w:t>а/</w:t>
            </w:r>
            <w:proofErr w:type="gramStart"/>
            <w:r w:rsidRPr="00D34FB3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D34F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34FB3">
              <w:rPr>
                <w:rFonts w:ascii="Times New Roman" w:hAnsi="Times New Roman" w:cs="Times New Roman"/>
                <w:sz w:val="24"/>
                <w:szCs w:val="24"/>
              </w:rPr>
              <w:t>Дайхацу</w:t>
            </w:r>
            <w:proofErr w:type="spellEnd"/>
            <w:r w:rsidRPr="00D34F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34FB3">
              <w:rPr>
                <w:rFonts w:ascii="Times New Roman" w:hAnsi="Times New Roman" w:cs="Times New Roman"/>
                <w:sz w:val="24"/>
                <w:szCs w:val="24"/>
              </w:rPr>
              <w:t>ГранМове</w:t>
            </w:r>
            <w:proofErr w:type="spellEnd"/>
          </w:p>
        </w:tc>
        <w:tc>
          <w:tcPr>
            <w:tcW w:w="1418" w:type="dxa"/>
            <w:gridSpan w:val="2"/>
          </w:tcPr>
          <w:p w:rsidR="005453F3" w:rsidRPr="00D34FB3" w:rsidRDefault="005453F3" w:rsidP="00F43A7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5453F3" w:rsidRDefault="005453F3" w:rsidP="00B1536C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9D2E8B" w:rsidTr="0003575E">
        <w:tc>
          <w:tcPr>
            <w:tcW w:w="709" w:type="dxa"/>
          </w:tcPr>
          <w:p w:rsidR="009D2E8B" w:rsidRPr="00D34FB3" w:rsidRDefault="009D2E8B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9D2E8B" w:rsidRPr="00D34FB3" w:rsidRDefault="009D2E8B" w:rsidP="00F43A7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34F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супруга</w:t>
            </w:r>
          </w:p>
        </w:tc>
        <w:tc>
          <w:tcPr>
            <w:tcW w:w="1276" w:type="dxa"/>
          </w:tcPr>
          <w:p w:rsidR="009D2E8B" w:rsidRPr="00D34FB3" w:rsidRDefault="009D2E8B" w:rsidP="00F43A78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2"/>
          </w:tcPr>
          <w:p w:rsidR="009D2E8B" w:rsidRPr="00D34FB3" w:rsidRDefault="009D2E8B" w:rsidP="00F43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4FB3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9D2E8B" w:rsidRPr="00D701CF" w:rsidRDefault="009D2E8B" w:rsidP="009D2E8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701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Индиви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D701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дуаль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D701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ная</w:t>
            </w:r>
            <w:proofErr w:type="spellEnd"/>
          </w:p>
        </w:tc>
        <w:tc>
          <w:tcPr>
            <w:tcW w:w="851" w:type="dxa"/>
          </w:tcPr>
          <w:p w:rsidR="009D2E8B" w:rsidRPr="00D34FB3" w:rsidRDefault="009D2E8B" w:rsidP="00F43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4FB3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992" w:type="dxa"/>
          </w:tcPr>
          <w:p w:rsidR="009D2E8B" w:rsidRPr="00D34FB3" w:rsidRDefault="009D2E8B" w:rsidP="00F43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4FB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</w:tcPr>
          <w:p w:rsidR="009D2E8B" w:rsidRPr="00D34FB3" w:rsidRDefault="009D2E8B" w:rsidP="00F43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D2E8B" w:rsidRPr="00D34FB3" w:rsidRDefault="009D2E8B" w:rsidP="00F43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2E8B" w:rsidRPr="00D34FB3" w:rsidRDefault="009D2E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D2E8B" w:rsidRPr="00D34FB3" w:rsidRDefault="009D2E8B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9D2E8B" w:rsidRPr="00D34FB3" w:rsidRDefault="009D2E8B" w:rsidP="00F43A7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34F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120000</w:t>
            </w:r>
          </w:p>
        </w:tc>
        <w:tc>
          <w:tcPr>
            <w:tcW w:w="1559" w:type="dxa"/>
          </w:tcPr>
          <w:p w:rsidR="009D2E8B" w:rsidRDefault="009D2E8B" w:rsidP="00B1536C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5453F3" w:rsidTr="0003575E">
        <w:tc>
          <w:tcPr>
            <w:tcW w:w="709" w:type="dxa"/>
          </w:tcPr>
          <w:p w:rsidR="005453F3" w:rsidRPr="00D34FB3" w:rsidRDefault="005453F3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453F3" w:rsidRPr="00D34FB3" w:rsidRDefault="005453F3" w:rsidP="00F43A7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5453F3" w:rsidRPr="00D34FB3" w:rsidRDefault="005453F3" w:rsidP="00F43A78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2"/>
          </w:tcPr>
          <w:p w:rsidR="005453F3" w:rsidRPr="00D34FB3" w:rsidRDefault="005453F3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4FB3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5453F3" w:rsidRPr="00D34FB3" w:rsidRDefault="005453F3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4FB3">
              <w:rPr>
                <w:rFonts w:ascii="Times New Roman" w:hAnsi="Times New Roman" w:cs="Times New Roman"/>
                <w:sz w:val="24"/>
                <w:szCs w:val="24"/>
              </w:rPr>
              <w:t>Долевая -1/2</w:t>
            </w:r>
          </w:p>
        </w:tc>
        <w:tc>
          <w:tcPr>
            <w:tcW w:w="851" w:type="dxa"/>
          </w:tcPr>
          <w:p w:rsidR="005453F3" w:rsidRPr="00D34FB3" w:rsidRDefault="005453F3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4FB3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992" w:type="dxa"/>
          </w:tcPr>
          <w:p w:rsidR="005453F3" w:rsidRPr="00D34FB3" w:rsidRDefault="005453F3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4FB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</w:tcPr>
          <w:p w:rsidR="005453F3" w:rsidRPr="00D34FB3" w:rsidRDefault="005453F3" w:rsidP="00F43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453F3" w:rsidRPr="00D34FB3" w:rsidRDefault="005453F3" w:rsidP="00F43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453F3" w:rsidRPr="00D34FB3" w:rsidRDefault="005453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453F3" w:rsidRPr="00D34FB3" w:rsidRDefault="005453F3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5453F3" w:rsidRPr="00D34FB3" w:rsidRDefault="005453F3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453F3" w:rsidRDefault="005453F3" w:rsidP="00B1536C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5453F3" w:rsidTr="0003575E">
        <w:tc>
          <w:tcPr>
            <w:tcW w:w="709" w:type="dxa"/>
          </w:tcPr>
          <w:p w:rsidR="005453F3" w:rsidRPr="00D34FB3" w:rsidRDefault="00FD468A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="005453F3" w:rsidRPr="00D34FB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:rsidR="005453F3" w:rsidRPr="00D34FB3" w:rsidRDefault="005453F3" w:rsidP="00F43A7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34F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Колосов Александр Валентинович</w:t>
            </w:r>
          </w:p>
        </w:tc>
        <w:tc>
          <w:tcPr>
            <w:tcW w:w="1276" w:type="dxa"/>
          </w:tcPr>
          <w:p w:rsidR="005453F3" w:rsidRPr="00D34FB3" w:rsidRDefault="005453F3" w:rsidP="00FD1708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D34F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Государст</w:t>
            </w:r>
            <w:r w:rsidR="0069005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D34F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венный</w:t>
            </w:r>
            <w:proofErr w:type="spellEnd"/>
            <w:proofErr w:type="gramEnd"/>
          </w:p>
          <w:p w:rsidR="005453F3" w:rsidRPr="00D34FB3" w:rsidRDefault="005453F3" w:rsidP="00FD1708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34F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инспектор</w:t>
            </w:r>
          </w:p>
        </w:tc>
        <w:tc>
          <w:tcPr>
            <w:tcW w:w="1275" w:type="dxa"/>
            <w:gridSpan w:val="2"/>
          </w:tcPr>
          <w:p w:rsidR="005453F3" w:rsidRPr="00D34FB3" w:rsidRDefault="005453F3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4FB3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5453F3" w:rsidRPr="00D34FB3" w:rsidRDefault="005453F3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4FB3">
              <w:rPr>
                <w:rFonts w:ascii="Times New Roman" w:hAnsi="Times New Roman" w:cs="Times New Roman"/>
                <w:sz w:val="24"/>
                <w:szCs w:val="24"/>
              </w:rPr>
              <w:t>Долевая -1/4</w:t>
            </w:r>
          </w:p>
        </w:tc>
        <w:tc>
          <w:tcPr>
            <w:tcW w:w="851" w:type="dxa"/>
          </w:tcPr>
          <w:p w:rsidR="005453F3" w:rsidRPr="00D34FB3" w:rsidRDefault="005453F3" w:rsidP="00FD17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4FB3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992" w:type="dxa"/>
          </w:tcPr>
          <w:p w:rsidR="005453F3" w:rsidRPr="00D34FB3" w:rsidRDefault="005453F3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4FB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</w:tcPr>
          <w:p w:rsidR="005453F3" w:rsidRPr="00D34FB3" w:rsidRDefault="005453F3" w:rsidP="00F43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453F3" w:rsidRPr="00D34FB3" w:rsidRDefault="005453F3" w:rsidP="00F43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453F3" w:rsidRPr="00D34FB3" w:rsidRDefault="005453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453F3" w:rsidRPr="00D34FB3" w:rsidRDefault="005453F3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5453F3" w:rsidRPr="00D34FB3" w:rsidRDefault="005453F3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4FB3">
              <w:rPr>
                <w:rFonts w:ascii="Times New Roman" w:hAnsi="Times New Roman" w:cs="Times New Roman"/>
                <w:sz w:val="24"/>
                <w:szCs w:val="24"/>
              </w:rPr>
              <w:t>393673,20</w:t>
            </w:r>
          </w:p>
        </w:tc>
        <w:tc>
          <w:tcPr>
            <w:tcW w:w="1559" w:type="dxa"/>
          </w:tcPr>
          <w:p w:rsidR="005453F3" w:rsidRDefault="005453F3" w:rsidP="00B1536C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5453F3" w:rsidTr="0003575E">
        <w:tc>
          <w:tcPr>
            <w:tcW w:w="709" w:type="dxa"/>
          </w:tcPr>
          <w:p w:rsidR="005453F3" w:rsidRPr="00D34FB3" w:rsidRDefault="005453F3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453F3" w:rsidRPr="00D34FB3" w:rsidRDefault="005453F3" w:rsidP="00F43A7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34F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супруга</w:t>
            </w:r>
          </w:p>
        </w:tc>
        <w:tc>
          <w:tcPr>
            <w:tcW w:w="1276" w:type="dxa"/>
          </w:tcPr>
          <w:p w:rsidR="005453F3" w:rsidRPr="00D34FB3" w:rsidRDefault="005453F3" w:rsidP="00F43A78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2"/>
          </w:tcPr>
          <w:p w:rsidR="005453F3" w:rsidRPr="00D34FB3" w:rsidRDefault="005453F3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4FB3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5453F3" w:rsidRPr="00D34FB3" w:rsidRDefault="005453F3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4FB3">
              <w:rPr>
                <w:rFonts w:ascii="Times New Roman" w:hAnsi="Times New Roman" w:cs="Times New Roman"/>
                <w:sz w:val="24"/>
                <w:szCs w:val="24"/>
              </w:rPr>
              <w:t>Долевая -1/3</w:t>
            </w:r>
          </w:p>
        </w:tc>
        <w:tc>
          <w:tcPr>
            <w:tcW w:w="851" w:type="dxa"/>
          </w:tcPr>
          <w:p w:rsidR="005453F3" w:rsidRPr="00D34FB3" w:rsidRDefault="005453F3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4FB3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992" w:type="dxa"/>
          </w:tcPr>
          <w:p w:rsidR="005453F3" w:rsidRPr="00D34FB3" w:rsidRDefault="005453F3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4FB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</w:tcPr>
          <w:p w:rsidR="005453F3" w:rsidRPr="00D34FB3" w:rsidRDefault="005453F3" w:rsidP="00F43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453F3" w:rsidRPr="00D34FB3" w:rsidRDefault="005453F3" w:rsidP="00F43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453F3" w:rsidRPr="00D34FB3" w:rsidRDefault="005453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453F3" w:rsidRPr="00D34FB3" w:rsidRDefault="005453F3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5453F3" w:rsidRPr="00D34FB3" w:rsidRDefault="005453F3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4FB3">
              <w:rPr>
                <w:rFonts w:ascii="Times New Roman" w:hAnsi="Times New Roman" w:cs="Times New Roman"/>
                <w:sz w:val="24"/>
                <w:szCs w:val="24"/>
              </w:rPr>
              <w:t>289523,91</w:t>
            </w:r>
          </w:p>
        </w:tc>
        <w:tc>
          <w:tcPr>
            <w:tcW w:w="1559" w:type="dxa"/>
          </w:tcPr>
          <w:p w:rsidR="005453F3" w:rsidRDefault="005453F3" w:rsidP="00B1536C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5453F3" w:rsidTr="0003575E">
        <w:tc>
          <w:tcPr>
            <w:tcW w:w="16018" w:type="dxa"/>
            <w:gridSpan w:val="15"/>
          </w:tcPr>
          <w:p w:rsidR="005453F3" w:rsidRDefault="005453F3" w:rsidP="00B1536C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Отдел надзора за деятельностью авиации общего назначения</w:t>
            </w:r>
          </w:p>
        </w:tc>
      </w:tr>
      <w:tr w:rsidR="009D2E8B" w:rsidTr="0003575E">
        <w:tc>
          <w:tcPr>
            <w:tcW w:w="709" w:type="dxa"/>
          </w:tcPr>
          <w:p w:rsidR="009D2E8B" w:rsidRPr="00D34FB3" w:rsidRDefault="00FD468A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="009D2E8B" w:rsidRPr="00D34FB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843" w:type="dxa"/>
          </w:tcPr>
          <w:p w:rsidR="009D2E8B" w:rsidRPr="00D34FB3" w:rsidRDefault="009D2E8B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34F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Березкин Сергей Алексеевич</w:t>
            </w:r>
          </w:p>
        </w:tc>
        <w:tc>
          <w:tcPr>
            <w:tcW w:w="1276" w:type="dxa"/>
          </w:tcPr>
          <w:p w:rsidR="009D2E8B" w:rsidRPr="00D34FB3" w:rsidRDefault="009D2E8B" w:rsidP="00091AB0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34F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Начальник отдела</w:t>
            </w:r>
          </w:p>
        </w:tc>
        <w:tc>
          <w:tcPr>
            <w:tcW w:w="1275" w:type="dxa"/>
            <w:gridSpan w:val="2"/>
          </w:tcPr>
          <w:p w:rsidR="009D2E8B" w:rsidRPr="00D34FB3" w:rsidRDefault="009D2E8B" w:rsidP="00F43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4FB3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9D2E8B" w:rsidRPr="00D701CF" w:rsidRDefault="009D2E8B" w:rsidP="009D2E8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701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Индиви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D701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дуаль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D701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ная</w:t>
            </w:r>
            <w:proofErr w:type="spellEnd"/>
          </w:p>
        </w:tc>
        <w:tc>
          <w:tcPr>
            <w:tcW w:w="851" w:type="dxa"/>
          </w:tcPr>
          <w:p w:rsidR="009D2E8B" w:rsidRPr="00D34FB3" w:rsidRDefault="009D2E8B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34F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31,4</w:t>
            </w:r>
          </w:p>
        </w:tc>
        <w:tc>
          <w:tcPr>
            <w:tcW w:w="992" w:type="dxa"/>
          </w:tcPr>
          <w:p w:rsidR="009D2E8B" w:rsidRPr="00D34FB3" w:rsidRDefault="009D2E8B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34F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34" w:type="dxa"/>
          </w:tcPr>
          <w:p w:rsidR="009D2E8B" w:rsidRPr="00D34FB3" w:rsidRDefault="009D2E8B" w:rsidP="00F43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D2E8B" w:rsidRPr="00D34FB3" w:rsidRDefault="009D2E8B" w:rsidP="00F43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2E8B" w:rsidRPr="00D34FB3" w:rsidRDefault="009D2E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D2E8B" w:rsidRPr="00D34FB3" w:rsidRDefault="009D2E8B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4F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а/</w:t>
            </w:r>
            <w:proofErr w:type="gramStart"/>
            <w:r w:rsidRPr="00D34F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End"/>
            <w:r w:rsidRPr="00D34F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ВАЗ 21053</w:t>
            </w:r>
          </w:p>
        </w:tc>
        <w:tc>
          <w:tcPr>
            <w:tcW w:w="1418" w:type="dxa"/>
            <w:gridSpan w:val="2"/>
          </w:tcPr>
          <w:p w:rsidR="009D2E8B" w:rsidRPr="00D34FB3" w:rsidRDefault="009D2E8B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34F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880401</w:t>
            </w:r>
          </w:p>
        </w:tc>
        <w:tc>
          <w:tcPr>
            <w:tcW w:w="1559" w:type="dxa"/>
          </w:tcPr>
          <w:p w:rsidR="009D2E8B" w:rsidRDefault="009D2E8B" w:rsidP="00B1536C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9D2E8B" w:rsidTr="0003575E">
        <w:tc>
          <w:tcPr>
            <w:tcW w:w="709" w:type="dxa"/>
          </w:tcPr>
          <w:p w:rsidR="009D2E8B" w:rsidRPr="00D34FB3" w:rsidRDefault="009D2E8B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9D2E8B" w:rsidRPr="00D34FB3" w:rsidRDefault="009D2E8B" w:rsidP="00F43A7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34F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супруга</w:t>
            </w:r>
          </w:p>
        </w:tc>
        <w:tc>
          <w:tcPr>
            <w:tcW w:w="1276" w:type="dxa"/>
          </w:tcPr>
          <w:p w:rsidR="009D2E8B" w:rsidRPr="00D34FB3" w:rsidRDefault="009D2E8B" w:rsidP="00F43A78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2"/>
          </w:tcPr>
          <w:p w:rsidR="009D2E8B" w:rsidRPr="00D34FB3" w:rsidRDefault="009D2E8B" w:rsidP="00F43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4FB3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9D2E8B" w:rsidRPr="00D701CF" w:rsidRDefault="009D2E8B" w:rsidP="009D2E8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701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Индиви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D701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дуаль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D701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ная</w:t>
            </w:r>
            <w:proofErr w:type="spellEnd"/>
          </w:p>
        </w:tc>
        <w:tc>
          <w:tcPr>
            <w:tcW w:w="851" w:type="dxa"/>
          </w:tcPr>
          <w:p w:rsidR="009D2E8B" w:rsidRPr="00D34FB3" w:rsidRDefault="009D2E8B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34F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73,8</w:t>
            </w:r>
          </w:p>
        </w:tc>
        <w:tc>
          <w:tcPr>
            <w:tcW w:w="992" w:type="dxa"/>
          </w:tcPr>
          <w:p w:rsidR="009D2E8B" w:rsidRPr="00D34FB3" w:rsidRDefault="009D2E8B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34F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34" w:type="dxa"/>
          </w:tcPr>
          <w:p w:rsidR="009D2E8B" w:rsidRPr="00D34FB3" w:rsidRDefault="009D2E8B" w:rsidP="00FD17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D2E8B" w:rsidRPr="00D34FB3" w:rsidRDefault="009D2E8B" w:rsidP="00F43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2E8B" w:rsidRPr="00D34FB3" w:rsidRDefault="009D2E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D2E8B" w:rsidRPr="00D34FB3" w:rsidRDefault="009D2E8B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9D2E8B" w:rsidRPr="00D34FB3" w:rsidRDefault="009D2E8B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34F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427892</w:t>
            </w:r>
          </w:p>
        </w:tc>
        <w:tc>
          <w:tcPr>
            <w:tcW w:w="1559" w:type="dxa"/>
          </w:tcPr>
          <w:p w:rsidR="009D2E8B" w:rsidRDefault="009D2E8B" w:rsidP="00B1536C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5453F3" w:rsidTr="0003575E">
        <w:tc>
          <w:tcPr>
            <w:tcW w:w="709" w:type="dxa"/>
          </w:tcPr>
          <w:p w:rsidR="005453F3" w:rsidRPr="00D34FB3" w:rsidRDefault="00FD468A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</w:t>
            </w:r>
            <w:r w:rsidR="005453F3" w:rsidRPr="00D34FB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843" w:type="dxa"/>
          </w:tcPr>
          <w:p w:rsidR="005453F3" w:rsidRPr="00D34FB3" w:rsidRDefault="005453F3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34F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Овчарук</w:t>
            </w:r>
            <w:proofErr w:type="spellEnd"/>
          </w:p>
          <w:p w:rsidR="005453F3" w:rsidRPr="00D34FB3" w:rsidRDefault="005453F3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34F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Владимир</w:t>
            </w:r>
          </w:p>
          <w:p w:rsidR="005453F3" w:rsidRPr="00D34FB3" w:rsidRDefault="005453F3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34F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Григорьевич</w:t>
            </w:r>
          </w:p>
        </w:tc>
        <w:tc>
          <w:tcPr>
            <w:tcW w:w="1276" w:type="dxa"/>
          </w:tcPr>
          <w:p w:rsidR="005453F3" w:rsidRPr="00D34FB3" w:rsidRDefault="005453F3" w:rsidP="00091AB0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34F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Главный </w:t>
            </w:r>
            <w:proofErr w:type="spellStart"/>
            <w:proofErr w:type="gramStart"/>
            <w:r w:rsidRPr="00D34F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государст</w:t>
            </w:r>
            <w:r w:rsidR="0069005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D34F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венный</w:t>
            </w:r>
            <w:proofErr w:type="spellEnd"/>
            <w:proofErr w:type="gramEnd"/>
          </w:p>
          <w:p w:rsidR="005453F3" w:rsidRPr="00D34FB3" w:rsidRDefault="005453F3" w:rsidP="00091AB0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34F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инспектор</w:t>
            </w:r>
          </w:p>
        </w:tc>
        <w:tc>
          <w:tcPr>
            <w:tcW w:w="1275" w:type="dxa"/>
            <w:gridSpan w:val="2"/>
          </w:tcPr>
          <w:p w:rsidR="005453F3" w:rsidRPr="00D34FB3" w:rsidRDefault="005453F3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4FB3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5453F3" w:rsidRPr="00D34FB3" w:rsidRDefault="005453F3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4FB3">
              <w:rPr>
                <w:rFonts w:ascii="Times New Roman" w:hAnsi="Times New Roman" w:cs="Times New Roman"/>
                <w:sz w:val="24"/>
                <w:szCs w:val="24"/>
              </w:rPr>
              <w:t>Долевая -1/2</w:t>
            </w:r>
          </w:p>
        </w:tc>
        <w:tc>
          <w:tcPr>
            <w:tcW w:w="851" w:type="dxa"/>
          </w:tcPr>
          <w:p w:rsidR="005453F3" w:rsidRPr="00D34FB3" w:rsidRDefault="005453F3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76,8</w:t>
            </w:r>
          </w:p>
        </w:tc>
        <w:tc>
          <w:tcPr>
            <w:tcW w:w="992" w:type="dxa"/>
          </w:tcPr>
          <w:p w:rsidR="005453F3" w:rsidRPr="00D34FB3" w:rsidRDefault="005453F3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4FB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</w:tcPr>
          <w:p w:rsidR="005453F3" w:rsidRPr="00D34FB3" w:rsidRDefault="005453F3" w:rsidP="00F43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453F3" w:rsidRPr="00D34FB3" w:rsidRDefault="005453F3" w:rsidP="00F43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453F3" w:rsidRPr="00D34FB3" w:rsidRDefault="005453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453F3" w:rsidRPr="00D34FB3" w:rsidRDefault="005453F3" w:rsidP="00961B2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34F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а/</w:t>
            </w:r>
            <w:proofErr w:type="gramStart"/>
            <w:r w:rsidRPr="00D34F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End"/>
            <w:r w:rsidRPr="00D34F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34F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Тайота</w:t>
            </w:r>
            <w:proofErr w:type="spellEnd"/>
            <w:r w:rsidRPr="00D34F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34F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Харрирер</w:t>
            </w:r>
            <w:proofErr w:type="spellEnd"/>
          </w:p>
          <w:p w:rsidR="005453F3" w:rsidRPr="00D34FB3" w:rsidRDefault="005453F3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5453F3" w:rsidRPr="00D34FB3" w:rsidRDefault="005453F3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34F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1251239</w:t>
            </w:r>
          </w:p>
        </w:tc>
        <w:tc>
          <w:tcPr>
            <w:tcW w:w="1559" w:type="dxa"/>
          </w:tcPr>
          <w:p w:rsidR="005453F3" w:rsidRDefault="005453F3" w:rsidP="00B1536C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5453F3" w:rsidTr="0003575E">
        <w:tc>
          <w:tcPr>
            <w:tcW w:w="709" w:type="dxa"/>
          </w:tcPr>
          <w:p w:rsidR="005453F3" w:rsidRPr="00D34FB3" w:rsidRDefault="005453F3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453F3" w:rsidRPr="00D34FB3" w:rsidRDefault="005453F3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34F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супруга</w:t>
            </w:r>
          </w:p>
        </w:tc>
        <w:tc>
          <w:tcPr>
            <w:tcW w:w="1276" w:type="dxa"/>
          </w:tcPr>
          <w:p w:rsidR="005453F3" w:rsidRPr="00D34FB3" w:rsidRDefault="005453F3" w:rsidP="00091AB0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2"/>
          </w:tcPr>
          <w:p w:rsidR="005453F3" w:rsidRPr="00D34FB3" w:rsidRDefault="005453F3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4FB3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5453F3" w:rsidRPr="00D34FB3" w:rsidRDefault="005453F3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4FB3">
              <w:rPr>
                <w:rFonts w:ascii="Times New Roman" w:hAnsi="Times New Roman" w:cs="Times New Roman"/>
                <w:sz w:val="24"/>
                <w:szCs w:val="24"/>
              </w:rPr>
              <w:t>Долевая -1/2</w:t>
            </w:r>
          </w:p>
        </w:tc>
        <w:tc>
          <w:tcPr>
            <w:tcW w:w="851" w:type="dxa"/>
          </w:tcPr>
          <w:p w:rsidR="005453F3" w:rsidRPr="00D34FB3" w:rsidRDefault="005453F3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76,8</w:t>
            </w:r>
          </w:p>
        </w:tc>
        <w:tc>
          <w:tcPr>
            <w:tcW w:w="992" w:type="dxa"/>
          </w:tcPr>
          <w:p w:rsidR="005453F3" w:rsidRPr="00D34FB3" w:rsidRDefault="005453F3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4FB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</w:tcPr>
          <w:p w:rsidR="005453F3" w:rsidRPr="00D34FB3" w:rsidRDefault="005453F3" w:rsidP="00F43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453F3" w:rsidRPr="00D34FB3" w:rsidRDefault="005453F3" w:rsidP="00F43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453F3" w:rsidRPr="00D34FB3" w:rsidRDefault="005453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453F3" w:rsidRPr="00D34FB3" w:rsidRDefault="005453F3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5453F3" w:rsidRPr="00D34FB3" w:rsidRDefault="005453F3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34F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350338</w:t>
            </w:r>
          </w:p>
        </w:tc>
        <w:tc>
          <w:tcPr>
            <w:tcW w:w="1559" w:type="dxa"/>
          </w:tcPr>
          <w:p w:rsidR="005453F3" w:rsidRDefault="005453F3" w:rsidP="00B1536C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9D2E8B" w:rsidTr="0003575E">
        <w:tc>
          <w:tcPr>
            <w:tcW w:w="709" w:type="dxa"/>
          </w:tcPr>
          <w:p w:rsidR="009D2E8B" w:rsidRPr="00D34FB3" w:rsidRDefault="00FD468A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="009D2E8B" w:rsidRPr="00D34FB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843" w:type="dxa"/>
          </w:tcPr>
          <w:p w:rsidR="009D2E8B" w:rsidRPr="00D34FB3" w:rsidRDefault="009D2E8B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34F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Мхитарян</w:t>
            </w:r>
            <w:proofErr w:type="spellEnd"/>
            <w:r w:rsidRPr="00D34F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34F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Нвер</w:t>
            </w:r>
            <w:proofErr w:type="spellEnd"/>
            <w:r w:rsidRPr="00D34F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34F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Мхитарович</w:t>
            </w:r>
            <w:proofErr w:type="spellEnd"/>
          </w:p>
        </w:tc>
        <w:tc>
          <w:tcPr>
            <w:tcW w:w="1276" w:type="dxa"/>
          </w:tcPr>
          <w:p w:rsidR="009D2E8B" w:rsidRPr="00D34FB3" w:rsidRDefault="009D2E8B" w:rsidP="00091AB0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D34F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Государст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D34F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венный</w:t>
            </w:r>
            <w:proofErr w:type="spellEnd"/>
            <w:proofErr w:type="gramEnd"/>
            <w:r w:rsidRPr="00D34F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инспектор</w:t>
            </w:r>
          </w:p>
        </w:tc>
        <w:tc>
          <w:tcPr>
            <w:tcW w:w="1275" w:type="dxa"/>
            <w:gridSpan w:val="2"/>
          </w:tcPr>
          <w:p w:rsidR="009D2E8B" w:rsidRPr="00D34FB3" w:rsidRDefault="009D2E8B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4FB3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9D2E8B" w:rsidRPr="00D701CF" w:rsidRDefault="009D2E8B" w:rsidP="009D2E8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701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Индиви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D701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дуаль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D701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ная</w:t>
            </w:r>
            <w:proofErr w:type="spellEnd"/>
          </w:p>
        </w:tc>
        <w:tc>
          <w:tcPr>
            <w:tcW w:w="851" w:type="dxa"/>
          </w:tcPr>
          <w:p w:rsidR="009D2E8B" w:rsidRPr="00D34FB3" w:rsidRDefault="009D2E8B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34F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112,7</w:t>
            </w:r>
          </w:p>
        </w:tc>
        <w:tc>
          <w:tcPr>
            <w:tcW w:w="992" w:type="dxa"/>
          </w:tcPr>
          <w:p w:rsidR="009D2E8B" w:rsidRPr="00D34FB3" w:rsidRDefault="009D2E8B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34F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34" w:type="dxa"/>
          </w:tcPr>
          <w:p w:rsidR="009D2E8B" w:rsidRPr="00D34FB3" w:rsidRDefault="009D2E8B" w:rsidP="00F43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D2E8B" w:rsidRPr="00D34FB3" w:rsidRDefault="009D2E8B" w:rsidP="00F43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2E8B" w:rsidRPr="00D34FB3" w:rsidRDefault="009D2E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D2E8B" w:rsidRPr="00D34FB3" w:rsidRDefault="009D2E8B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34F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а/</w:t>
            </w:r>
            <w:proofErr w:type="gramStart"/>
            <w:r w:rsidRPr="00D34F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End"/>
            <w:r w:rsidRPr="00D34F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34F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Тайота</w:t>
            </w:r>
            <w:proofErr w:type="spellEnd"/>
            <w:r w:rsidRPr="00D34F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Прадо-90</w:t>
            </w:r>
          </w:p>
        </w:tc>
        <w:tc>
          <w:tcPr>
            <w:tcW w:w="1418" w:type="dxa"/>
            <w:gridSpan w:val="2"/>
          </w:tcPr>
          <w:p w:rsidR="009D2E8B" w:rsidRPr="00D34FB3" w:rsidRDefault="009D2E8B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34F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591667,3</w:t>
            </w:r>
          </w:p>
        </w:tc>
        <w:tc>
          <w:tcPr>
            <w:tcW w:w="1559" w:type="dxa"/>
          </w:tcPr>
          <w:p w:rsidR="009D2E8B" w:rsidRDefault="009D2E8B" w:rsidP="00B1536C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9D2E8B" w:rsidTr="0003575E">
        <w:tc>
          <w:tcPr>
            <w:tcW w:w="709" w:type="dxa"/>
          </w:tcPr>
          <w:p w:rsidR="009D2E8B" w:rsidRPr="00D34FB3" w:rsidRDefault="009D2E8B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9D2E8B" w:rsidRPr="00D34FB3" w:rsidRDefault="009D2E8B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34F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супруга</w:t>
            </w:r>
          </w:p>
        </w:tc>
        <w:tc>
          <w:tcPr>
            <w:tcW w:w="1276" w:type="dxa"/>
          </w:tcPr>
          <w:p w:rsidR="009D2E8B" w:rsidRPr="00D34FB3" w:rsidRDefault="009D2E8B" w:rsidP="00091AB0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2"/>
          </w:tcPr>
          <w:p w:rsidR="009D2E8B" w:rsidRPr="00D34FB3" w:rsidRDefault="009D2E8B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4FB3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9D2E8B" w:rsidRPr="00D701CF" w:rsidRDefault="009D2E8B" w:rsidP="009D2E8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701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Индиви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D701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дуаль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D701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ная</w:t>
            </w:r>
            <w:proofErr w:type="spellEnd"/>
          </w:p>
        </w:tc>
        <w:tc>
          <w:tcPr>
            <w:tcW w:w="851" w:type="dxa"/>
          </w:tcPr>
          <w:p w:rsidR="009D2E8B" w:rsidRPr="00D34FB3" w:rsidRDefault="009D2E8B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34F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52,9</w:t>
            </w:r>
          </w:p>
        </w:tc>
        <w:tc>
          <w:tcPr>
            <w:tcW w:w="992" w:type="dxa"/>
          </w:tcPr>
          <w:p w:rsidR="009D2E8B" w:rsidRPr="00D34FB3" w:rsidRDefault="009D2E8B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34F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34" w:type="dxa"/>
          </w:tcPr>
          <w:p w:rsidR="009D2E8B" w:rsidRPr="00D34FB3" w:rsidRDefault="009D2E8B" w:rsidP="00F43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D2E8B" w:rsidRPr="00D34FB3" w:rsidRDefault="009D2E8B" w:rsidP="00F43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2E8B" w:rsidRPr="00D34FB3" w:rsidRDefault="009D2E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D2E8B" w:rsidRPr="00D34FB3" w:rsidRDefault="009D2E8B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9D2E8B" w:rsidRPr="00D34FB3" w:rsidRDefault="009D2E8B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34F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133012,47</w:t>
            </w:r>
          </w:p>
        </w:tc>
        <w:tc>
          <w:tcPr>
            <w:tcW w:w="1559" w:type="dxa"/>
          </w:tcPr>
          <w:p w:rsidR="009D2E8B" w:rsidRDefault="009D2E8B" w:rsidP="00B1536C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5453F3" w:rsidTr="0003575E">
        <w:tc>
          <w:tcPr>
            <w:tcW w:w="709" w:type="dxa"/>
          </w:tcPr>
          <w:p w:rsidR="005453F3" w:rsidRPr="00D34FB3" w:rsidRDefault="00FD468A" w:rsidP="00961B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  <w:r w:rsidR="005453F3" w:rsidRPr="00D34FB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843" w:type="dxa"/>
          </w:tcPr>
          <w:p w:rsidR="005453F3" w:rsidRPr="00D34FB3" w:rsidRDefault="005453F3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34F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Попович </w:t>
            </w:r>
          </w:p>
          <w:p w:rsidR="005453F3" w:rsidRPr="00D34FB3" w:rsidRDefault="005453F3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34F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Кирилл</w:t>
            </w:r>
          </w:p>
          <w:p w:rsidR="005453F3" w:rsidRPr="00D34FB3" w:rsidRDefault="005453F3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34F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Вадимович</w:t>
            </w:r>
          </w:p>
        </w:tc>
        <w:tc>
          <w:tcPr>
            <w:tcW w:w="1276" w:type="dxa"/>
          </w:tcPr>
          <w:p w:rsidR="005453F3" w:rsidRPr="00D34FB3" w:rsidRDefault="005453F3" w:rsidP="00091AB0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D34F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Государст</w:t>
            </w:r>
            <w:r w:rsidR="0069005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D34F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венный</w:t>
            </w:r>
            <w:proofErr w:type="spellEnd"/>
            <w:proofErr w:type="gramEnd"/>
            <w:r w:rsidRPr="00D34F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5453F3" w:rsidRPr="00D34FB3" w:rsidRDefault="005453F3" w:rsidP="00091AB0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34F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инспектор</w:t>
            </w:r>
          </w:p>
        </w:tc>
        <w:tc>
          <w:tcPr>
            <w:tcW w:w="1275" w:type="dxa"/>
            <w:gridSpan w:val="2"/>
          </w:tcPr>
          <w:p w:rsidR="005453F3" w:rsidRPr="00D34FB3" w:rsidRDefault="005453F3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4FB3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5453F3" w:rsidRPr="00D34FB3" w:rsidRDefault="005453F3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4FB3">
              <w:rPr>
                <w:rFonts w:ascii="Times New Roman" w:hAnsi="Times New Roman" w:cs="Times New Roman"/>
                <w:sz w:val="24"/>
                <w:szCs w:val="24"/>
              </w:rPr>
              <w:t>Долевая -1/3</w:t>
            </w:r>
          </w:p>
        </w:tc>
        <w:tc>
          <w:tcPr>
            <w:tcW w:w="851" w:type="dxa"/>
          </w:tcPr>
          <w:p w:rsidR="005453F3" w:rsidRPr="00D34FB3" w:rsidRDefault="005453F3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4FB3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992" w:type="dxa"/>
          </w:tcPr>
          <w:p w:rsidR="005453F3" w:rsidRPr="00D34FB3" w:rsidRDefault="005453F3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4FB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</w:tcPr>
          <w:p w:rsidR="005453F3" w:rsidRPr="00D34FB3" w:rsidRDefault="005453F3" w:rsidP="00F43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453F3" w:rsidRPr="00D34FB3" w:rsidRDefault="005453F3" w:rsidP="00F43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453F3" w:rsidRPr="00D34FB3" w:rsidRDefault="005453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453F3" w:rsidRPr="00D34FB3" w:rsidRDefault="005453F3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5453F3" w:rsidRPr="00D34FB3" w:rsidRDefault="005453F3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4F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122749,11</w:t>
            </w:r>
          </w:p>
        </w:tc>
        <w:tc>
          <w:tcPr>
            <w:tcW w:w="1559" w:type="dxa"/>
          </w:tcPr>
          <w:p w:rsidR="005453F3" w:rsidRDefault="005453F3" w:rsidP="00B1536C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5453F3" w:rsidTr="0003575E">
        <w:tc>
          <w:tcPr>
            <w:tcW w:w="16018" w:type="dxa"/>
            <w:gridSpan w:val="15"/>
          </w:tcPr>
          <w:p w:rsidR="005453F3" w:rsidRDefault="005453F3" w:rsidP="00B1536C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Коми </w:t>
            </w:r>
            <w:proofErr w:type="gramStart"/>
            <w:r>
              <w:rPr>
                <w:rFonts w:ascii="Times New Roman" w:hAnsi="Times New Roman" w:cs="Times New Roman"/>
                <w:sz w:val="32"/>
                <w:szCs w:val="32"/>
              </w:rPr>
              <w:t>территориальный</w:t>
            </w:r>
            <w:proofErr w:type="gramEnd"/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 отдел государственного авиационного надзора</w:t>
            </w:r>
          </w:p>
        </w:tc>
      </w:tr>
      <w:tr w:rsidR="009D2E8B" w:rsidTr="0003575E">
        <w:tc>
          <w:tcPr>
            <w:tcW w:w="709" w:type="dxa"/>
          </w:tcPr>
          <w:p w:rsidR="009D2E8B" w:rsidRPr="00D34FB3" w:rsidRDefault="00FD468A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  <w:r w:rsidR="009D2E8B" w:rsidRPr="00D34FB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:rsidR="009D2E8B" w:rsidRPr="00D34FB3" w:rsidRDefault="009D2E8B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34F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Ольнев</w:t>
            </w:r>
            <w:proofErr w:type="spellEnd"/>
          </w:p>
          <w:p w:rsidR="009D2E8B" w:rsidRPr="00D34FB3" w:rsidRDefault="009D2E8B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34F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Игорь Анатольевич</w:t>
            </w:r>
          </w:p>
        </w:tc>
        <w:tc>
          <w:tcPr>
            <w:tcW w:w="1276" w:type="dxa"/>
          </w:tcPr>
          <w:p w:rsidR="009D2E8B" w:rsidRPr="00D34FB3" w:rsidRDefault="009D2E8B" w:rsidP="00091AB0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34F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Заместитель начальника отдела</w:t>
            </w:r>
          </w:p>
        </w:tc>
        <w:tc>
          <w:tcPr>
            <w:tcW w:w="1275" w:type="dxa"/>
            <w:gridSpan w:val="2"/>
          </w:tcPr>
          <w:p w:rsidR="009D2E8B" w:rsidRPr="00D34FB3" w:rsidRDefault="009D2E8B" w:rsidP="00F43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4FB3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134" w:type="dxa"/>
          </w:tcPr>
          <w:p w:rsidR="009D2E8B" w:rsidRPr="00D701CF" w:rsidRDefault="009D2E8B" w:rsidP="009D2E8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701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Индиви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D701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дуаль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D701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ная</w:t>
            </w:r>
            <w:proofErr w:type="spellEnd"/>
          </w:p>
        </w:tc>
        <w:tc>
          <w:tcPr>
            <w:tcW w:w="851" w:type="dxa"/>
          </w:tcPr>
          <w:p w:rsidR="009D2E8B" w:rsidRPr="00D34FB3" w:rsidRDefault="009D2E8B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34F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514</w:t>
            </w:r>
          </w:p>
        </w:tc>
        <w:tc>
          <w:tcPr>
            <w:tcW w:w="992" w:type="dxa"/>
          </w:tcPr>
          <w:p w:rsidR="009D2E8B" w:rsidRPr="00D34FB3" w:rsidRDefault="009D2E8B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34F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34" w:type="dxa"/>
          </w:tcPr>
          <w:p w:rsidR="009D2E8B" w:rsidRPr="00D34FB3" w:rsidRDefault="009D2E8B" w:rsidP="00F43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D2E8B" w:rsidRPr="00D34FB3" w:rsidRDefault="009D2E8B" w:rsidP="00F43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2E8B" w:rsidRPr="00D34FB3" w:rsidRDefault="009D2E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D2E8B" w:rsidRPr="00D34FB3" w:rsidRDefault="009D2E8B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4FB3">
              <w:rPr>
                <w:rFonts w:ascii="Times New Roman" w:hAnsi="Times New Roman" w:cs="Times New Roman"/>
                <w:sz w:val="24"/>
                <w:szCs w:val="24"/>
              </w:rPr>
              <w:t>а/</w:t>
            </w:r>
            <w:proofErr w:type="gramStart"/>
            <w:r w:rsidRPr="00D34FB3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D34F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34FB3">
              <w:rPr>
                <w:rFonts w:ascii="Times New Roman" w:hAnsi="Times New Roman" w:cs="Times New Roman"/>
                <w:sz w:val="24"/>
                <w:szCs w:val="24"/>
              </w:rPr>
              <w:t>Ленд</w:t>
            </w:r>
            <w:proofErr w:type="spellEnd"/>
            <w:r w:rsidRPr="00D34F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34FB3">
              <w:rPr>
                <w:rFonts w:ascii="Times New Roman" w:hAnsi="Times New Roman" w:cs="Times New Roman"/>
                <w:sz w:val="24"/>
                <w:szCs w:val="24"/>
              </w:rPr>
              <w:t>Ровер</w:t>
            </w:r>
            <w:proofErr w:type="spellEnd"/>
            <w:r w:rsidRPr="00D34F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34FB3">
              <w:rPr>
                <w:rFonts w:ascii="Times New Roman" w:hAnsi="Times New Roman" w:cs="Times New Roman"/>
                <w:sz w:val="24"/>
                <w:szCs w:val="24"/>
              </w:rPr>
              <w:t>Дискавери</w:t>
            </w:r>
            <w:proofErr w:type="spellEnd"/>
          </w:p>
        </w:tc>
        <w:tc>
          <w:tcPr>
            <w:tcW w:w="1418" w:type="dxa"/>
            <w:gridSpan w:val="2"/>
          </w:tcPr>
          <w:p w:rsidR="009D2E8B" w:rsidRPr="00D34FB3" w:rsidRDefault="009D2E8B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4F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972637,34</w:t>
            </w:r>
          </w:p>
        </w:tc>
        <w:tc>
          <w:tcPr>
            <w:tcW w:w="1559" w:type="dxa"/>
          </w:tcPr>
          <w:p w:rsidR="009D2E8B" w:rsidRPr="00D34FB3" w:rsidRDefault="009D2E8B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2E8B" w:rsidTr="0003575E">
        <w:tc>
          <w:tcPr>
            <w:tcW w:w="709" w:type="dxa"/>
          </w:tcPr>
          <w:p w:rsidR="009D2E8B" w:rsidRPr="00D34FB3" w:rsidRDefault="009D2E8B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9D2E8B" w:rsidRPr="00D34FB3" w:rsidRDefault="009D2E8B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9D2E8B" w:rsidRPr="00D34FB3" w:rsidRDefault="009D2E8B" w:rsidP="00091AB0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2"/>
          </w:tcPr>
          <w:p w:rsidR="009D2E8B" w:rsidRPr="00D34FB3" w:rsidRDefault="009D2E8B" w:rsidP="00F43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4FB3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134" w:type="dxa"/>
          </w:tcPr>
          <w:p w:rsidR="009D2E8B" w:rsidRPr="00D701CF" w:rsidRDefault="009D2E8B" w:rsidP="009D2E8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701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Индиви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D701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дуаль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D701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ная</w:t>
            </w:r>
            <w:proofErr w:type="spellEnd"/>
          </w:p>
        </w:tc>
        <w:tc>
          <w:tcPr>
            <w:tcW w:w="851" w:type="dxa"/>
          </w:tcPr>
          <w:p w:rsidR="009D2E8B" w:rsidRPr="00D34FB3" w:rsidRDefault="009D2E8B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34F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20,9</w:t>
            </w:r>
          </w:p>
        </w:tc>
        <w:tc>
          <w:tcPr>
            <w:tcW w:w="992" w:type="dxa"/>
          </w:tcPr>
          <w:p w:rsidR="009D2E8B" w:rsidRPr="00D34FB3" w:rsidRDefault="009D2E8B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34F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34" w:type="dxa"/>
          </w:tcPr>
          <w:p w:rsidR="009D2E8B" w:rsidRPr="00D34FB3" w:rsidRDefault="009D2E8B" w:rsidP="00F43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D2E8B" w:rsidRPr="00D34FB3" w:rsidRDefault="009D2E8B" w:rsidP="00F43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2E8B" w:rsidRPr="00D34FB3" w:rsidRDefault="009D2E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D2E8B" w:rsidRPr="00D34FB3" w:rsidRDefault="009D2E8B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9D2E8B" w:rsidRPr="00D34FB3" w:rsidRDefault="009D2E8B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2E8B" w:rsidRPr="00D34FB3" w:rsidRDefault="009D2E8B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2E8B" w:rsidTr="0003575E">
        <w:tc>
          <w:tcPr>
            <w:tcW w:w="709" w:type="dxa"/>
          </w:tcPr>
          <w:p w:rsidR="009D2E8B" w:rsidRPr="00D34FB3" w:rsidRDefault="009D2E8B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9D2E8B" w:rsidRPr="00D34FB3" w:rsidRDefault="009D2E8B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9D2E8B" w:rsidRPr="00D34FB3" w:rsidRDefault="009D2E8B" w:rsidP="00091AB0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2"/>
          </w:tcPr>
          <w:p w:rsidR="009D2E8B" w:rsidRPr="00D34FB3" w:rsidRDefault="009D2E8B" w:rsidP="00F43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4FB3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9D2E8B" w:rsidRPr="00D701CF" w:rsidRDefault="009D2E8B" w:rsidP="009D2E8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701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Индиви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D701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дуаль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D701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ная</w:t>
            </w:r>
            <w:proofErr w:type="spellEnd"/>
          </w:p>
        </w:tc>
        <w:tc>
          <w:tcPr>
            <w:tcW w:w="851" w:type="dxa"/>
          </w:tcPr>
          <w:p w:rsidR="009D2E8B" w:rsidRPr="00D34FB3" w:rsidRDefault="009D2E8B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34F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992" w:type="dxa"/>
          </w:tcPr>
          <w:p w:rsidR="009D2E8B" w:rsidRPr="00D34FB3" w:rsidRDefault="009D2E8B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34F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34" w:type="dxa"/>
          </w:tcPr>
          <w:p w:rsidR="009D2E8B" w:rsidRPr="00D34FB3" w:rsidRDefault="009D2E8B" w:rsidP="00F43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D2E8B" w:rsidRPr="00D34FB3" w:rsidRDefault="009D2E8B" w:rsidP="00F43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2E8B" w:rsidRPr="00D34FB3" w:rsidRDefault="009D2E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D2E8B" w:rsidRPr="00D34FB3" w:rsidRDefault="009D2E8B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9D2E8B" w:rsidRPr="00D34FB3" w:rsidRDefault="009D2E8B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2E8B" w:rsidRPr="00D34FB3" w:rsidRDefault="009D2E8B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53F3" w:rsidTr="0003575E">
        <w:tc>
          <w:tcPr>
            <w:tcW w:w="709" w:type="dxa"/>
          </w:tcPr>
          <w:p w:rsidR="005453F3" w:rsidRPr="00D34FB3" w:rsidRDefault="00FD468A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  <w:r w:rsidR="005453F3" w:rsidRPr="00D34FB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:rsidR="005453F3" w:rsidRPr="00D34FB3" w:rsidRDefault="005453F3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34F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Алуев</w:t>
            </w:r>
            <w:proofErr w:type="spellEnd"/>
            <w:r w:rsidRPr="00D34F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5453F3" w:rsidRPr="00D34FB3" w:rsidRDefault="005453F3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34F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Борис Владимирович</w:t>
            </w:r>
          </w:p>
        </w:tc>
        <w:tc>
          <w:tcPr>
            <w:tcW w:w="1276" w:type="dxa"/>
          </w:tcPr>
          <w:p w:rsidR="005453F3" w:rsidRPr="00D34FB3" w:rsidRDefault="005453F3" w:rsidP="00091AB0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34F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Заместитель начальника отдела</w:t>
            </w:r>
          </w:p>
        </w:tc>
        <w:tc>
          <w:tcPr>
            <w:tcW w:w="1275" w:type="dxa"/>
            <w:gridSpan w:val="2"/>
          </w:tcPr>
          <w:p w:rsidR="005453F3" w:rsidRPr="00D34FB3" w:rsidRDefault="005453F3" w:rsidP="00F43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453F3" w:rsidRPr="00D34FB3" w:rsidRDefault="005453F3" w:rsidP="00F43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453F3" w:rsidRPr="00D34FB3" w:rsidRDefault="005453F3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5453F3" w:rsidRPr="00D34FB3" w:rsidRDefault="005453F3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5453F3" w:rsidRPr="00D34FB3" w:rsidRDefault="005453F3" w:rsidP="00F43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4FB3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5453F3" w:rsidRPr="00D34FB3" w:rsidRDefault="005453F3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34F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43,5</w:t>
            </w:r>
          </w:p>
        </w:tc>
        <w:tc>
          <w:tcPr>
            <w:tcW w:w="1559" w:type="dxa"/>
          </w:tcPr>
          <w:p w:rsidR="005453F3" w:rsidRPr="00D34FB3" w:rsidRDefault="005453F3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34F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34" w:type="dxa"/>
          </w:tcPr>
          <w:p w:rsidR="005453F3" w:rsidRPr="00D34FB3" w:rsidRDefault="005453F3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4FB3">
              <w:rPr>
                <w:rFonts w:ascii="Times New Roman" w:hAnsi="Times New Roman" w:cs="Times New Roman"/>
                <w:sz w:val="24"/>
                <w:szCs w:val="24"/>
              </w:rPr>
              <w:t>а/</w:t>
            </w:r>
            <w:proofErr w:type="gramStart"/>
            <w:r w:rsidRPr="00D34FB3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D34F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34FB3">
              <w:rPr>
                <w:rFonts w:ascii="Times New Roman" w:hAnsi="Times New Roman" w:cs="Times New Roman"/>
                <w:sz w:val="24"/>
                <w:szCs w:val="24"/>
              </w:rPr>
              <w:t>Шевроле</w:t>
            </w:r>
            <w:proofErr w:type="spellEnd"/>
            <w:r w:rsidRPr="00D34F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34FB3">
              <w:rPr>
                <w:rFonts w:ascii="Times New Roman" w:hAnsi="Times New Roman" w:cs="Times New Roman"/>
                <w:sz w:val="24"/>
                <w:szCs w:val="24"/>
              </w:rPr>
              <w:t>Клау</w:t>
            </w:r>
            <w:proofErr w:type="spellEnd"/>
          </w:p>
        </w:tc>
        <w:tc>
          <w:tcPr>
            <w:tcW w:w="1418" w:type="dxa"/>
            <w:gridSpan w:val="2"/>
          </w:tcPr>
          <w:p w:rsidR="005453F3" w:rsidRPr="00D34FB3" w:rsidRDefault="005453F3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34F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603888,35</w:t>
            </w:r>
          </w:p>
        </w:tc>
        <w:tc>
          <w:tcPr>
            <w:tcW w:w="1559" w:type="dxa"/>
          </w:tcPr>
          <w:p w:rsidR="005453F3" w:rsidRPr="00D34FB3" w:rsidRDefault="005453F3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2E8B" w:rsidTr="0003575E">
        <w:tc>
          <w:tcPr>
            <w:tcW w:w="709" w:type="dxa"/>
          </w:tcPr>
          <w:p w:rsidR="009D2E8B" w:rsidRPr="00D34FB3" w:rsidRDefault="009D2E8B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9D2E8B" w:rsidRPr="00D34FB3" w:rsidRDefault="009D2E8B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34F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супруга</w:t>
            </w:r>
          </w:p>
        </w:tc>
        <w:tc>
          <w:tcPr>
            <w:tcW w:w="1276" w:type="dxa"/>
          </w:tcPr>
          <w:p w:rsidR="009D2E8B" w:rsidRPr="00D34FB3" w:rsidRDefault="009D2E8B" w:rsidP="00091AB0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2"/>
          </w:tcPr>
          <w:p w:rsidR="009D2E8B" w:rsidRPr="00D34FB3" w:rsidRDefault="009D2E8B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4FB3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9D2E8B" w:rsidRPr="00D701CF" w:rsidRDefault="009D2E8B" w:rsidP="009D2E8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701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Индиви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D701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дуаль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D701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ная</w:t>
            </w:r>
            <w:proofErr w:type="spellEnd"/>
          </w:p>
        </w:tc>
        <w:tc>
          <w:tcPr>
            <w:tcW w:w="851" w:type="dxa"/>
          </w:tcPr>
          <w:p w:rsidR="009D2E8B" w:rsidRPr="00D34FB3" w:rsidRDefault="009D2E8B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34F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43,5</w:t>
            </w:r>
          </w:p>
        </w:tc>
        <w:tc>
          <w:tcPr>
            <w:tcW w:w="992" w:type="dxa"/>
          </w:tcPr>
          <w:p w:rsidR="009D2E8B" w:rsidRPr="00D34FB3" w:rsidRDefault="009D2E8B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34F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34" w:type="dxa"/>
          </w:tcPr>
          <w:p w:rsidR="009D2E8B" w:rsidRPr="00D34FB3" w:rsidRDefault="009D2E8B" w:rsidP="00F43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D2E8B" w:rsidRPr="00D34FB3" w:rsidRDefault="009D2E8B" w:rsidP="00F43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2E8B" w:rsidRPr="00D34FB3" w:rsidRDefault="009D2E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D2E8B" w:rsidRPr="00D34FB3" w:rsidRDefault="009D2E8B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9D2E8B" w:rsidRPr="00D34FB3" w:rsidRDefault="009D2E8B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34F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304431,15</w:t>
            </w:r>
          </w:p>
        </w:tc>
        <w:tc>
          <w:tcPr>
            <w:tcW w:w="1559" w:type="dxa"/>
          </w:tcPr>
          <w:p w:rsidR="009D2E8B" w:rsidRPr="00D34FB3" w:rsidRDefault="009D2E8B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53F3" w:rsidTr="0003575E">
        <w:tc>
          <w:tcPr>
            <w:tcW w:w="709" w:type="dxa"/>
          </w:tcPr>
          <w:p w:rsidR="005453F3" w:rsidRPr="00D34FB3" w:rsidRDefault="005453F3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453F3" w:rsidRPr="00D34FB3" w:rsidRDefault="005453F3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34F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Несовершеннолетний ребенок</w:t>
            </w:r>
          </w:p>
        </w:tc>
        <w:tc>
          <w:tcPr>
            <w:tcW w:w="1276" w:type="dxa"/>
          </w:tcPr>
          <w:p w:rsidR="005453F3" w:rsidRPr="00D34FB3" w:rsidRDefault="005453F3" w:rsidP="00091AB0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2"/>
          </w:tcPr>
          <w:p w:rsidR="005453F3" w:rsidRPr="00D34FB3" w:rsidRDefault="005453F3" w:rsidP="00F43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453F3" w:rsidRPr="00D34FB3" w:rsidRDefault="005453F3" w:rsidP="00F43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453F3" w:rsidRPr="00D34FB3" w:rsidRDefault="005453F3" w:rsidP="00F43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453F3" w:rsidRPr="00D34FB3" w:rsidRDefault="005453F3" w:rsidP="00F43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453F3" w:rsidRPr="00D34FB3" w:rsidRDefault="005453F3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4FB3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5453F3" w:rsidRPr="00D34FB3" w:rsidRDefault="005453F3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34F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43,5</w:t>
            </w:r>
          </w:p>
        </w:tc>
        <w:tc>
          <w:tcPr>
            <w:tcW w:w="1559" w:type="dxa"/>
          </w:tcPr>
          <w:p w:rsidR="005453F3" w:rsidRPr="00D34FB3" w:rsidRDefault="005453F3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34F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34" w:type="dxa"/>
          </w:tcPr>
          <w:p w:rsidR="005453F3" w:rsidRPr="00D34FB3" w:rsidRDefault="005453F3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5453F3" w:rsidRPr="00D34FB3" w:rsidRDefault="005453F3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453F3" w:rsidRPr="00D34FB3" w:rsidRDefault="005453F3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53F3" w:rsidTr="0003575E">
        <w:tc>
          <w:tcPr>
            <w:tcW w:w="709" w:type="dxa"/>
          </w:tcPr>
          <w:p w:rsidR="005453F3" w:rsidRPr="00D34FB3" w:rsidRDefault="005453F3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453F3" w:rsidRPr="00D34FB3" w:rsidRDefault="005453F3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34F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Несовершеннолетний ребенок</w:t>
            </w:r>
          </w:p>
        </w:tc>
        <w:tc>
          <w:tcPr>
            <w:tcW w:w="1276" w:type="dxa"/>
          </w:tcPr>
          <w:p w:rsidR="005453F3" w:rsidRPr="00D34FB3" w:rsidRDefault="005453F3" w:rsidP="00091AB0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2"/>
          </w:tcPr>
          <w:p w:rsidR="005453F3" w:rsidRPr="00D34FB3" w:rsidRDefault="005453F3" w:rsidP="00F43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453F3" w:rsidRPr="00D34FB3" w:rsidRDefault="005453F3" w:rsidP="00F43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453F3" w:rsidRPr="00D34FB3" w:rsidRDefault="005453F3" w:rsidP="00F43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453F3" w:rsidRPr="00D34FB3" w:rsidRDefault="005453F3" w:rsidP="00F43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453F3" w:rsidRPr="00D34FB3" w:rsidRDefault="005453F3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4FB3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5453F3" w:rsidRPr="00D34FB3" w:rsidRDefault="005453F3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34F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43,5</w:t>
            </w:r>
          </w:p>
        </w:tc>
        <w:tc>
          <w:tcPr>
            <w:tcW w:w="1559" w:type="dxa"/>
          </w:tcPr>
          <w:p w:rsidR="005453F3" w:rsidRPr="00D34FB3" w:rsidRDefault="005453F3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34F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34" w:type="dxa"/>
          </w:tcPr>
          <w:p w:rsidR="005453F3" w:rsidRPr="00D34FB3" w:rsidRDefault="005453F3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5453F3" w:rsidRPr="00D34FB3" w:rsidRDefault="005453F3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453F3" w:rsidRPr="00D34FB3" w:rsidRDefault="005453F3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2E8B" w:rsidTr="0003575E">
        <w:tc>
          <w:tcPr>
            <w:tcW w:w="709" w:type="dxa"/>
          </w:tcPr>
          <w:p w:rsidR="009D2E8B" w:rsidRPr="00D34FB3" w:rsidRDefault="00FD468A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  <w:r w:rsidR="009D2E8B" w:rsidRPr="00D34FB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843" w:type="dxa"/>
          </w:tcPr>
          <w:p w:rsidR="009D2E8B" w:rsidRPr="00D34FB3" w:rsidRDefault="009D2E8B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34F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Чуркин Анатолий Иванович</w:t>
            </w:r>
          </w:p>
        </w:tc>
        <w:tc>
          <w:tcPr>
            <w:tcW w:w="1276" w:type="dxa"/>
          </w:tcPr>
          <w:p w:rsidR="009D2E8B" w:rsidRPr="00D34FB3" w:rsidRDefault="009D2E8B" w:rsidP="00091AB0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34F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Главный </w:t>
            </w:r>
            <w:proofErr w:type="spellStart"/>
            <w:proofErr w:type="gramStart"/>
            <w:r w:rsidRPr="00D34F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государст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D34F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венный</w:t>
            </w:r>
            <w:proofErr w:type="spellEnd"/>
            <w:proofErr w:type="gramEnd"/>
          </w:p>
          <w:p w:rsidR="009D2E8B" w:rsidRPr="00D34FB3" w:rsidRDefault="009D2E8B" w:rsidP="00091AB0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34F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инспектор</w:t>
            </w:r>
          </w:p>
        </w:tc>
        <w:tc>
          <w:tcPr>
            <w:tcW w:w="1275" w:type="dxa"/>
            <w:gridSpan w:val="2"/>
          </w:tcPr>
          <w:p w:rsidR="009D2E8B" w:rsidRPr="00D34FB3" w:rsidRDefault="009D2E8B" w:rsidP="000357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4FB3"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134" w:type="dxa"/>
          </w:tcPr>
          <w:p w:rsidR="009D2E8B" w:rsidRPr="00D701CF" w:rsidRDefault="009D2E8B" w:rsidP="009D2E8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701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Индиви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D701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дуаль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D701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ная</w:t>
            </w:r>
            <w:proofErr w:type="spellEnd"/>
          </w:p>
        </w:tc>
        <w:tc>
          <w:tcPr>
            <w:tcW w:w="851" w:type="dxa"/>
          </w:tcPr>
          <w:p w:rsidR="009D2E8B" w:rsidRPr="00D34FB3" w:rsidRDefault="009D2E8B" w:rsidP="0003575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34F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31,2</w:t>
            </w:r>
          </w:p>
        </w:tc>
        <w:tc>
          <w:tcPr>
            <w:tcW w:w="992" w:type="dxa"/>
          </w:tcPr>
          <w:p w:rsidR="009D2E8B" w:rsidRPr="00D34FB3" w:rsidRDefault="009D2E8B" w:rsidP="0003575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34F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34" w:type="dxa"/>
          </w:tcPr>
          <w:p w:rsidR="009D2E8B" w:rsidRPr="00D34FB3" w:rsidRDefault="009D2E8B" w:rsidP="00F43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D2E8B" w:rsidRPr="00D34FB3" w:rsidRDefault="009D2E8B" w:rsidP="00F43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2E8B" w:rsidRPr="00D34FB3" w:rsidRDefault="009D2E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D2E8B" w:rsidRPr="00D34FB3" w:rsidRDefault="009D2E8B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4FB3">
              <w:rPr>
                <w:rFonts w:ascii="Times New Roman" w:hAnsi="Times New Roman" w:cs="Times New Roman"/>
                <w:sz w:val="24"/>
                <w:szCs w:val="24"/>
              </w:rPr>
              <w:t>а/</w:t>
            </w:r>
            <w:proofErr w:type="gramStart"/>
            <w:r w:rsidRPr="00D34FB3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D34FB3">
              <w:rPr>
                <w:rFonts w:ascii="Times New Roman" w:hAnsi="Times New Roman" w:cs="Times New Roman"/>
                <w:sz w:val="24"/>
                <w:szCs w:val="24"/>
              </w:rPr>
              <w:t xml:space="preserve"> Хонда</w:t>
            </w:r>
          </w:p>
        </w:tc>
        <w:tc>
          <w:tcPr>
            <w:tcW w:w="1418" w:type="dxa"/>
            <w:gridSpan w:val="2"/>
          </w:tcPr>
          <w:p w:rsidR="009D2E8B" w:rsidRPr="00D34FB3" w:rsidRDefault="009D2E8B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762460,74</w:t>
            </w:r>
          </w:p>
        </w:tc>
        <w:tc>
          <w:tcPr>
            <w:tcW w:w="1559" w:type="dxa"/>
          </w:tcPr>
          <w:p w:rsidR="009D2E8B" w:rsidRPr="00D34FB3" w:rsidRDefault="009D2E8B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2E8B" w:rsidTr="0003575E">
        <w:tc>
          <w:tcPr>
            <w:tcW w:w="709" w:type="dxa"/>
          </w:tcPr>
          <w:p w:rsidR="009D2E8B" w:rsidRPr="00D34FB3" w:rsidRDefault="009D2E8B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9D2E8B" w:rsidRPr="00D34FB3" w:rsidRDefault="009D2E8B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9D2E8B" w:rsidRPr="00D34FB3" w:rsidRDefault="009D2E8B" w:rsidP="00091AB0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2"/>
          </w:tcPr>
          <w:p w:rsidR="009D2E8B" w:rsidRPr="00D34FB3" w:rsidRDefault="009D2E8B" w:rsidP="000357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4FB3"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134" w:type="dxa"/>
          </w:tcPr>
          <w:p w:rsidR="009D2E8B" w:rsidRPr="00D701CF" w:rsidRDefault="009D2E8B" w:rsidP="009D2E8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701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Индиви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D701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дуаль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D701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ная</w:t>
            </w:r>
            <w:proofErr w:type="spellEnd"/>
          </w:p>
        </w:tc>
        <w:tc>
          <w:tcPr>
            <w:tcW w:w="851" w:type="dxa"/>
          </w:tcPr>
          <w:p w:rsidR="009D2E8B" w:rsidRPr="00D34FB3" w:rsidRDefault="009D2E8B" w:rsidP="0003575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66,1</w:t>
            </w:r>
          </w:p>
        </w:tc>
        <w:tc>
          <w:tcPr>
            <w:tcW w:w="992" w:type="dxa"/>
          </w:tcPr>
          <w:p w:rsidR="009D2E8B" w:rsidRPr="00D34FB3" w:rsidRDefault="009D2E8B" w:rsidP="0003575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34F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34" w:type="dxa"/>
          </w:tcPr>
          <w:p w:rsidR="009D2E8B" w:rsidRPr="00D34FB3" w:rsidRDefault="009D2E8B" w:rsidP="00F43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D2E8B" w:rsidRPr="00D34FB3" w:rsidRDefault="009D2E8B" w:rsidP="00F43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2E8B" w:rsidRPr="00D34FB3" w:rsidRDefault="009D2E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D2E8B" w:rsidRPr="00D34FB3" w:rsidRDefault="009D2E8B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9D2E8B" w:rsidRPr="00D34FB3" w:rsidRDefault="009D2E8B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2E8B" w:rsidRPr="00D34FB3" w:rsidRDefault="009D2E8B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2E8B" w:rsidTr="0003575E">
        <w:tc>
          <w:tcPr>
            <w:tcW w:w="709" w:type="dxa"/>
          </w:tcPr>
          <w:p w:rsidR="009D2E8B" w:rsidRPr="00D34FB3" w:rsidRDefault="009D2E8B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9D2E8B" w:rsidRPr="00D34FB3" w:rsidRDefault="009D2E8B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9D2E8B" w:rsidRPr="00D34FB3" w:rsidRDefault="009D2E8B" w:rsidP="00091AB0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2"/>
          </w:tcPr>
          <w:p w:rsidR="009D2E8B" w:rsidRPr="00D34FB3" w:rsidRDefault="009D2E8B" w:rsidP="00F93E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1134" w:type="dxa"/>
          </w:tcPr>
          <w:p w:rsidR="009D2E8B" w:rsidRPr="00D701CF" w:rsidRDefault="009D2E8B" w:rsidP="009D2E8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701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Индиви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D701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дуаль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D701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ная</w:t>
            </w:r>
            <w:proofErr w:type="spellEnd"/>
          </w:p>
        </w:tc>
        <w:tc>
          <w:tcPr>
            <w:tcW w:w="851" w:type="dxa"/>
          </w:tcPr>
          <w:p w:rsidR="009D2E8B" w:rsidRPr="00D34FB3" w:rsidRDefault="009D2E8B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20,4</w:t>
            </w:r>
          </w:p>
        </w:tc>
        <w:tc>
          <w:tcPr>
            <w:tcW w:w="992" w:type="dxa"/>
          </w:tcPr>
          <w:p w:rsidR="009D2E8B" w:rsidRPr="00D34FB3" w:rsidRDefault="009D2E8B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34F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34" w:type="dxa"/>
          </w:tcPr>
          <w:p w:rsidR="009D2E8B" w:rsidRPr="00D34FB3" w:rsidRDefault="009D2E8B" w:rsidP="00F43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D2E8B" w:rsidRPr="00D34FB3" w:rsidRDefault="009D2E8B" w:rsidP="00F43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2E8B" w:rsidRPr="00D34FB3" w:rsidRDefault="009D2E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D2E8B" w:rsidRPr="00D34FB3" w:rsidRDefault="009D2E8B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9D2E8B" w:rsidRPr="00D34FB3" w:rsidRDefault="009D2E8B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2E8B" w:rsidRPr="00D34FB3" w:rsidRDefault="009D2E8B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2E8B" w:rsidTr="0003575E">
        <w:tc>
          <w:tcPr>
            <w:tcW w:w="709" w:type="dxa"/>
          </w:tcPr>
          <w:p w:rsidR="009D2E8B" w:rsidRPr="00D34FB3" w:rsidRDefault="009D2E8B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9D2E8B" w:rsidRPr="00D34FB3" w:rsidRDefault="009D2E8B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34F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супруга</w:t>
            </w:r>
          </w:p>
        </w:tc>
        <w:tc>
          <w:tcPr>
            <w:tcW w:w="1276" w:type="dxa"/>
          </w:tcPr>
          <w:p w:rsidR="009D2E8B" w:rsidRPr="00D34FB3" w:rsidRDefault="009D2E8B" w:rsidP="00091AB0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2"/>
          </w:tcPr>
          <w:p w:rsidR="009D2E8B" w:rsidRPr="00D34FB3" w:rsidRDefault="009D2E8B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4FB3"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134" w:type="dxa"/>
          </w:tcPr>
          <w:p w:rsidR="009D2E8B" w:rsidRPr="00D701CF" w:rsidRDefault="009D2E8B" w:rsidP="009D2E8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701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Индиви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D701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дуаль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D701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ная</w:t>
            </w:r>
            <w:proofErr w:type="spellEnd"/>
          </w:p>
        </w:tc>
        <w:tc>
          <w:tcPr>
            <w:tcW w:w="851" w:type="dxa"/>
          </w:tcPr>
          <w:p w:rsidR="009D2E8B" w:rsidRPr="00D34FB3" w:rsidRDefault="009D2E8B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34F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24,8</w:t>
            </w:r>
          </w:p>
        </w:tc>
        <w:tc>
          <w:tcPr>
            <w:tcW w:w="992" w:type="dxa"/>
          </w:tcPr>
          <w:p w:rsidR="009D2E8B" w:rsidRPr="00D34FB3" w:rsidRDefault="009D2E8B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34F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34" w:type="dxa"/>
          </w:tcPr>
          <w:p w:rsidR="009D2E8B" w:rsidRPr="00D34FB3" w:rsidRDefault="009D2E8B" w:rsidP="00F43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D2E8B" w:rsidRPr="00D34FB3" w:rsidRDefault="009D2E8B" w:rsidP="00F43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2E8B" w:rsidRPr="00D34FB3" w:rsidRDefault="009D2E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D2E8B" w:rsidRPr="00D34FB3" w:rsidRDefault="009D2E8B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9D2E8B" w:rsidRPr="00D34FB3" w:rsidRDefault="009D2E8B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266277,49</w:t>
            </w:r>
          </w:p>
        </w:tc>
        <w:tc>
          <w:tcPr>
            <w:tcW w:w="1559" w:type="dxa"/>
          </w:tcPr>
          <w:p w:rsidR="009D2E8B" w:rsidRPr="00D34FB3" w:rsidRDefault="009D2E8B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53F3" w:rsidTr="0003575E">
        <w:tc>
          <w:tcPr>
            <w:tcW w:w="709" w:type="dxa"/>
          </w:tcPr>
          <w:p w:rsidR="005453F3" w:rsidRPr="00D34FB3" w:rsidRDefault="00FD468A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  <w:r w:rsidR="005453F3" w:rsidRPr="00D34FB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843" w:type="dxa"/>
          </w:tcPr>
          <w:p w:rsidR="005453F3" w:rsidRPr="00D34FB3" w:rsidRDefault="005453F3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34F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Киек </w:t>
            </w:r>
          </w:p>
          <w:p w:rsidR="005453F3" w:rsidRPr="00D34FB3" w:rsidRDefault="005453F3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34F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Тихон Александрович</w:t>
            </w:r>
          </w:p>
        </w:tc>
        <w:tc>
          <w:tcPr>
            <w:tcW w:w="1276" w:type="dxa"/>
          </w:tcPr>
          <w:p w:rsidR="005453F3" w:rsidRPr="00D34FB3" w:rsidRDefault="005453F3" w:rsidP="00091AB0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34F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Старший </w:t>
            </w:r>
            <w:proofErr w:type="spellStart"/>
            <w:proofErr w:type="gramStart"/>
            <w:r w:rsidRPr="00D34F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государст</w:t>
            </w:r>
            <w:r w:rsidR="0069005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D34F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венный</w:t>
            </w:r>
            <w:proofErr w:type="spellEnd"/>
            <w:proofErr w:type="gramEnd"/>
          </w:p>
          <w:p w:rsidR="005453F3" w:rsidRPr="00D34FB3" w:rsidRDefault="005453F3" w:rsidP="00091AB0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34F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инспектор</w:t>
            </w:r>
          </w:p>
        </w:tc>
        <w:tc>
          <w:tcPr>
            <w:tcW w:w="1275" w:type="dxa"/>
            <w:gridSpan w:val="2"/>
          </w:tcPr>
          <w:p w:rsidR="005453F3" w:rsidRPr="00D34FB3" w:rsidRDefault="005453F3" w:rsidP="00F43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453F3" w:rsidRPr="00D34FB3" w:rsidRDefault="005453F3" w:rsidP="00F43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453F3" w:rsidRPr="00D34FB3" w:rsidRDefault="005453F3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5453F3" w:rsidRPr="00D34FB3" w:rsidRDefault="005453F3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5453F3" w:rsidRPr="00D34FB3" w:rsidRDefault="005453F3" w:rsidP="00F43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4FB3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5453F3" w:rsidRPr="00D34FB3" w:rsidRDefault="005453F3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34F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67,1</w:t>
            </w:r>
          </w:p>
        </w:tc>
        <w:tc>
          <w:tcPr>
            <w:tcW w:w="1559" w:type="dxa"/>
          </w:tcPr>
          <w:p w:rsidR="005453F3" w:rsidRPr="00D34FB3" w:rsidRDefault="005453F3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34F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34" w:type="dxa"/>
          </w:tcPr>
          <w:p w:rsidR="005453F3" w:rsidRPr="00D34FB3" w:rsidRDefault="005453F3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5453F3" w:rsidRPr="00D34FB3" w:rsidRDefault="005453F3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4F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449736,96</w:t>
            </w:r>
          </w:p>
        </w:tc>
        <w:tc>
          <w:tcPr>
            <w:tcW w:w="1559" w:type="dxa"/>
          </w:tcPr>
          <w:p w:rsidR="005453F3" w:rsidRPr="00D34FB3" w:rsidRDefault="005453F3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2E8B" w:rsidTr="0003575E">
        <w:tc>
          <w:tcPr>
            <w:tcW w:w="709" w:type="dxa"/>
          </w:tcPr>
          <w:p w:rsidR="009D2E8B" w:rsidRPr="00D34FB3" w:rsidRDefault="00FD468A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  <w:r w:rsidR="009D2E8B" w:rsidRPr="00D34FB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:rsidR="009D2E8B" w:rsidRPr="00D34FB3" w:rsidRDefault="009D2E8B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34F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Муравьева Марина Валентиновна</w:t>
            </w:r>
          </w:p>
        </w:tc>
        <w:tc>
          <w:tcPr>
            <w:tcW w:w="1276" w:type="dxa"/>
          </w:tcPr>
          <w:p w:rsidR="009D2E8B" w:rsidRPr="00D34FB3" w:rsidRDefault="009D2E8B" w:rsidP="00091AB0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34F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Старший </w:t>
            </w:r>
            <w:proofErr w:type="spellStart"/>
            <w:proofErr w:type="gramStart"/>
            <w:r w:rsidRPr="00D34F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государст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D34F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венный</w:t>
            </w:r>
            <w:proofErr w:type="spellEnd"/>
            <w:proofErr w:type="gramEnd"/>
          </w:p>
          <w:p w:rsidR="009D2E8B" w:rsidRPr="00D34FB3" w:rsidRDefault="009D2E8B" w:rsidP="00091AB0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34F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инспектор</w:t>
            </w:r>
          </w:p>
        </w:tc>
        <w:tc>
          <w:tcPr>
            <w:tcW w:w="1275" w:type="dxa"/>
            <w:gridSpan w:val="2"/>
          </w:tcPr>
          <w:p w:rsidR="009D2E8B" w:rsidRPr="00D34FB3" w:rsidRDefault="009D2E8B" w:rsidP="00F43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4FB3"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1134" w:type="dxa"/>
          </w:tcPr>
          <w:p w:rsidR="009D2E8B" w:rsidRPr="00D701CF" w:rsidRDefault="009D2E8B" w:rsidP="009D2E8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701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Индиви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D701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дуаль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D701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ная</w:t>
            </w:r>
            <w:proofErr w:type="spellEnd"/>
          </w:p>
        </w:tc>
        <w:tc>
          <w:tcPr>
            <w:tcW w:w="851" w:type="dxa"/>
          </w:tcPr>
          <w:p w:rsidR="009D2E8B" w:rsidRPr="00D34FB3" w:rsidRDefault="009D2E8B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34F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20,7</w:t>
            </w:r>
          </w:p>
        </w:tc>
        <w:tc>
          <w:tcPr>
            <w:tcW w:w="992" w:type="dxa"/>
          </w:tcPr>
          <w:p w:rsidR="009D2E8B" w:rsidRPr="00D34FB3" w:rsidRDefault="009D2E8B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34F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34" w:type="dxa"/>
          </w:tcPr>
          <w:p w:rsidR="009D2E8B" w:rsidRPr="00D34FB3" w:rsidRDefault="009D2E8B" w:rsidP="00F43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D2E8B" w:rsidRPr="00D34FB3" w:rsidRDefault="009D2E8B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9D2E8B" w:rsidRPr="00D34FB3" w:rsidRDefault="009D2E8B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9D2E8B" w:rsidRPr="00D34FB3" w:rsidRDefault="009D2E8B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9D2E8B" w:rsidRPr="00D34FB3" w:rsidRDefault="009D2E8B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34F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515531,46</w:t>
            </w:r>
          </w:p>
        </w:tc>
        <w:tc>
          <w:tcPr>
            <w:tcW w:w="1559" w:type="dxa"/>
          </w:tcPr>
          <w:p w:rsidR="009D2E8B" w:rsidRPr="00D34FB3" w:rsidRDefault="009D2E8B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53F3" w:rsidTr="0003575E">
        <w:tc>
          <w:tcPr>
            <w:tcW w:w="709" w:type="dxa"/>
          </w:tcPr>
          <w:p w:rsidR="005453F3" w:rsidRPr="00D34FB3" w:rsidRDefault="005453F3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453F3" w:rsidRPr="00D34FB3" w:rsidRDefault="005453F3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5453F3" w:rsidRPr="00D34FB3" w:rsidRDefault="005453F3" w:rsidP="00091AB0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2"/>
          </w:tcPr>
          <w:p w:rsidR="005453F3" w:rsidRPr="00D34FB3" w:rsidRDefault="005453F3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4FB3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5453F3" w:rsidRPr="00D34FB3" w:rsidRDefault="005453F3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4FB3">
              <w:rPr>
                <w:rFonts w:ascii="Times New Roman" w:hAnsi="Times New Roman" w:cs="Times New Roman"/>
                <w:sz w:val="24"/>
                <w:szCs w:val="24"/>
              </w:rPr>
              <w:t>Общая совместная</w:t>
            </w:r>
          </w:p>
        </w:tc>
        <w:tc>
          <w:tcPr>
            <w:tcW w:w="851" w:type="dxa"/>
          </w:tcPr>
          <w:p w:rsidR="005453F3" w:rsidRPr="00D34FB3" w:rsidRDefault="005453F3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34F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65,9</w:t>
            </w:r>
          </w:p>
        </w:tc>
        <w:tc>
          <w:tcPr>
            <w:tcW w:w="992" w:type="dxa"/>
          </w:tcPr>
          <w:p w:rsidR="005453F3" w:rsidRPr="00D34FB3" w:rsidRDefault="005453F3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34F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34" w:type="dxa"/>
          </w:tcPr>
          <w:p w:rsidR="005453F3" w:rsidRPr="00D34FB3" w:rsidRDefault="005453F3" w:rsidP="00F43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453F3" w:rsidRPr="00D34FB3" w:rsidRDefault="005453F3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5453F3" w:rsidRPr="00D34FB3" w:rsidRDefault="005453F3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5453F3" w:rsidRPr="00D34FB3" w:rsidRDefault="005453F3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5453F3" w:rsidRPr="00D34FB3" w:rsidRDefault="005453F3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5453F3" w:rsidRPr="00D34FB3" w:rsidRDefault="005453F3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53F3" w:rsidTr="0003575E">
        <w:tc>
          <w:tcPr>
            <w:tcW w:w="709" w:type="dxa"/>
          </w:tcPr>
          <w:p w:rsidR="005453F3" w:rsidRPr="00D34FB3" w:rsidRDefault="005453F3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453F3" w:rsidRPr="00D34FB3" w:rsidRDefault="005453F3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34F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супруг</w:t>
            </w:r>
          </w:p>
        </w:tc>
        <w:tc>
          <w:tcPr>
            <w:tcW w:w="1276" w:type="dxa"/>
          </w:tcPr>
          <w:p w:rsidR="005453F3" w:rsidRPr="00D34FB3" w:rsidRDefault="005453F3" w:rsidP="00091AB0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2"/>
          </w:tcPr>
          <w:p w:rsidR="005453F3" w:rsidRPr="00D34FB3" w:rsidRDefault="005453F3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4FB3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5453F3" w:rsidRPr="00D34FB3" w:rsidRDefault="005453F3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4FB3">
              <w:rPr>
                <w:rFonts w:ascii="Times New Roman" w:hAnsi="Times New Roman" w:cs="Times New Roman"/>
                <w:sz w:val="24"/>
                <w:szCs w:val="24"/>
              </w:rPr>
              <w:t>Общая совместная</w:t>
            </w:r>
          </w:p>
        </w:tc>
        <w:tc>
          <w:tcPr>
            <w:tcW w:w="851" w:type="dxa"/>
          </w:tcPr>
          <w:p w:rsidR="005453F3" w:rsidRPr="00D34FB3" w:rsidRDefault="005453F3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34F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65,9</w:t>
            </w:r>
          </w:p>
        </w:tc>
        <w:tc>
          <w:tcPr>
            <w:tcW w:w="992" w:type="dxa"/>
          </w:tcPr>
          <w:p w:rsidR="005453F3" w:rsidRPr="00D34FB3" w:rsidRDefault="005453F3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34F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34" w:type="dxa"/>
          </w:tcPr>
          <w:p w:rsidR="005453F3" w:rsidRPr="00D34FB3" w:rsidRDefault="005453F3" w:rsidP="00F43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453F3" w:rsidRPr="00D34FB3" w:rsidRDefault="005453F3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5453F3" w:rsidRPr="00D34FB3" w:rsidRDefault="005453F3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5453F3" w:rsidRPr="00D34FB3" w:rsidRDefault="005453F3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4FB3">
              <w:rPr>
                <w:rFonts w:ascii="Times New Roman" w:hAnsi="Times New Roman" w:cs="Times New Roman"/>
                <w:sz w:val="24"/>
                <w:szCs w:val="24"/>
              </w:rPr>
              <w:t>а/</w:t>
            </w:r>
            <w:proofErr w:type="gramStart"/>
            <w:r w:rsidRPr="00D34FB3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D34FB3">
              <w:rPr>
                <w:rFonts w:ascii="Times New Roman" w:hAnsi="Times New Roman" w:cs="Times New Roman"/>
                <w:sz w:val="24"/>
                <w:szCs w:val="24"/>
              </w:rPr>
              <w:t xml:space="preserve"> Лада 111840 Калина</w:t>
            </w:r>
          </w:p>
        </w:tc>
        <w:tc>
          <w:tcPr>
            <w:tcW w:w="1418" w:type="dxa"/>
            <w:gridSpan w:val="2"/>
          </w:tcPr>
          <w:p w:rsidR="005453F3" w:rsidRPr="00D34FB3" w:rsidRDefault="005453F3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34F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523927,53</w:t>
            </w:r>
          </w:p>
        </w:tc>
        <w:tc>
          <w:tcPr>
            <w:tcW w:w="1559" w:type="dxa"/>
          </w:tcPr>
          <w:p w:rsidR="005453F3" w:rsidRPr="00D34FB3" w:rsidRDefault="005453F3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53F3" w:rsidTr="0003575E">
        <w:tc>
          <w:tcPr>
            <w:tcW w:w="709" w:type="dxa"/>
          </w:tcPr>
          <w:p w:rsidR="005453F3" w:rsidRPr="00D34FB3" w:rsidRDefault="005453F3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453F3" w:rsidRPr="00D34FB3" w:rsidRDefault="005453F3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5453F3" w:rsidRPr="00D34FB3" w:rsidRDefault="005453F3" w:rsidP="00091AB0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2"/>
          </w:tcPr>
          <w:p w:rsidR="005453F3" w:rsidRPr="00D34FB3" w:rsidRDefault="005453F3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4FB3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5453F3" w:rsidRPr="00D34FB3" w:rsidRDefault="005453F3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4FB3">
              <w:rPr>
                <w:rFonts w:ascii="Times New Roman" w:hAnsi="Times New Roman" w:cs="Times New Roman"/>
                <w:sz w:val="24"/>
                <w:szCs w:val="24"/>
              </w:rPr>
              <w:t xml:space="preserve">Общая </w:t>
            </w:r>
            <w:r w:rsidRPr="00D34F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совместная</w:t>
            </w:r>
          </w:p>
        </w:tc>
        <w:tc>
          <w:tcPr>
            <w:tcW w:w="851" w:type="dxa"/>
          </w:tcPr>
          <w:p w:rsidR="005453F3" w:rsidRPr="00D34FB3" w:rsidRDefault="005453F3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34F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61,6</w:t>
            </w:r>
          </w:p>
        </w:tc>
        <w:tc>
          <w:tcPr>
            <w:tcW w:w="992" w:type="dxa"/>
          </w:tcPr>
          <w:p w:rsidR="005453F3" w:rsidRPr="00D34FB3" w:rsidRDefault="005453F3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34F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34" w:type="dxa"/>
          </w:tcPr>
          <w:p w:rsidR="005453F3" w:rsidRPr="00D34FB3" w:rsidRDefault="005453F3" w:rsidP="00F43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453F3" w:rsidRPr="00D34FB3" w:rsidRDefault="005453F3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5453F3" w:rsidRPr="00D34FB3" w:rsidRDefault="005453F3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5453F3" w:rsidRPr="00D34FB3" w:rsidRDefault="005453F3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4FB3">
              <w:rPr>
                <w:rFonts w:ascii="Times New Roman" w:hAnsi="Times New Roman" w:cs="Times New Roman"/>
                <w:sz w:val="24"/>
                <w:szCs w:val="24"/>
              </w:rPr>
              <w:t>а/</w:t>
            </w:r>
            <w:proofErr w:type="gramStart"/>
            <w:r w:rsidRPr="00D34FB3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D34F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34F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Шевроле</w:t>
            </w:r>
            <w:proofErr w:type="spellEnd"/>
            <w:r w:rsidRPr="00D34F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34FB3">
              <w:rPr>
                <w:rFonts w:ascii="Times New Roman" w:hAnsi="Times New Roman" w:cs="Times New Roman"/>
                <w:sz w:val="24"/>
                <w:szCs w:val="24"/>
              </w:rPr>
              <w:t>Орландо</w:t>
            </w:r>
            <w:proofErr w:type="spellEnd"/>
          </w:p>
        </w:tc>
        <w:tc>
          <w:tcPr>
            <w:tcW w:w="1418" w:type="dxa"/>
            <w:gridSpan w:val="2"/>
          </w:tcPr>
          <w:p w:rsidR="005453F3" w:rsidRPr="00D34FB3" w:rsidRDefault="005453F3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5453F3" w:rsidRPr="00D34FB3" w:rsidRDefault="005453F3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53F3" w:rsidTr="0003575E">
        <w:tc>
          <w:tcPr>
            <w:tcW w:w="709" w:type="dxa"/>
          </w:tcPr>
          <w:p w:rsidR="005453F3" w:rsidRPr="00D34FB3" w:rsidRDefault="005453F3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453F3" w:rsidRPr="00D34FB3" w:rsidRDefault="005453F3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34F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Несовершеннолетний ребенок</w:t>
            </w:r>
          </w:p>
        </w:tc>
        <w:tc>
          <w:tcPr>
            <w:tcW w:w="1276" w:type="dxa"/>
          </w:tcPr>
          <w:p w:rsidR="005453F3" w:rsidRPr="00D34FB3" w:rsidRDefault="005453F3" w:rsidP="00091AB0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2"/>
          </w:tcPr>
          <w:p w:rsidR="005453F3" w:rsidRPr="00D34FB3" w:rsidRDefault="005453F3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4FB3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5453F3" w:rsidRPr="00D34FB3" w:rsidRDefault="005453F3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4FB3">
              <w:rPr>
                <w:rFonts w:ascii="Times New Roman" w:hAnsi="Times New Roman" w:cs="Times New Roman"/>
                <w:sz w:val="24"/>
                <w:szCs w:val="24"/>
              </w:rPr>
              <w:t>Общая совместная</w:t>
            </w:r>
          </w:p>
        </w:tc>
        <w:tc>
          <w:tcPr>
            <w:tcW w:w="851" w:type="dxa"/>
          </w:tcPr>
          <w:p w:rsidR="005453F3" w:rsidRPr="00D34FB3" w:rsidRDefault="005453F3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34F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65,9</w:t>
            </w:r>
          </w:p>
        </w:tc>
        <w:tc>
          <w:tcPr>
            <w:tcW w:w="992" w:type="dxa"/>
          </w:tcPr>
          <w:p w:rsidR="005453F3" w:rsidRPr="00D34FB3" w:rsidRDefault="005453F3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34F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34" w:type="dxa"/>
          </w:tcPr>
          <w:p w:rsidR="005453F3" w:rsidRPr="00D34FB3" w:rsidRDefault="005453F3" w:rsidP="00F43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453F3" w:rsidRPr="00D34FB3" w:rsidRDefault="005453F3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5453F3" w:rsidRPr="00D34FB3" w:rsidRDefault="005453F3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5453F3" w:rsidRPr="00D34FB3" w:rsidRDefault="005453F3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5453F3" w:rsidRPr="00D34FB3" w:rsidRDefault="005453F3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5453F3" w:rsidRPr="00D34FB3" w:rsidRDefault="005453F3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53F3" w:rsidTr="0003575E">
        <w:tc>
          <w:tcPr>
            <w:tcW w:w="709" w:type="dxa"/>
          </w:tcPr>
          <w:p w:rsidR="005453F3" w:rsidRPr="00D34FB3" w:rsidRDefault="005453F3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453F3" w:rsidRPr="00D34FB3" w:rsidRDefault="005453F3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5453F3" w:rsidRPr="00D34FB3" w:rsidRDefault="005453F3" w:rsidP="00091AB0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2"/>
          </w:tcPr>
          <w:p w:rsidR="005453F3" w:rsidRPr="00D34FB3" w:rsidRDefault="005453F3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4FB3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5453F3" w:rsidRPr="00D34FB3" w:rsidRDefault="005453F3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4FB3">
              <w:rPr>
                <w:rFonts w:ascii="Times New Roman" w:hAnsi="Times New Roman" w:cs="Times New Roman"/>
                <w:sz w:val="24"/>
                <w:szCs w:val="24"/>
              </w:rPr>
              <w:t>Общая совместная</w:t>
            </w:r>
          </w:p>
        </w:tc>
        <w:tc>
          <w:tcPr>
            <w:tcW w:w="851" w:type="dxa"/>
          </w:tcPr>
          <w:p w:rsidR="005453F3" w:rsidRPr="00D34FB3" w:rsidRDefault="005453F3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34F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68,6</w:t>
            </w:r>
          </w:p>
        </w:tc>
        <w:tc>
          <w:tcPr>
            <w:tcW w:w="992" w:type="dxa"/>
          </w:tcPr>
          <w:p w:rsidR="005453F3" w:rsidRPr="00D34FB3" w:rsidRDefault="005453F3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34F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34" w:type="dxa"/>
          </w:tcPr>
          <w:p w:rsidR="005453F3" w:rsidRPr="00D34FB3" w:rsidRDefault="005453F3" w:rsidP="00F43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453F3" w:rsidRPr="00D34FB3" w:rsidRDefault="005453F3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5453F3" w:rsidRPr="00D34FB3" w:rsidRDefault="005453F3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5453F3" w:rsidRPr="00D34FB3" w:rsidRDefault="005453F3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5453F3" w:rsidRPr="00D34FB3" w:rsidRDefault="005453F3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5453F3" w:rsidRPr="00D34FB3" w:rsidRDefault="005453F3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2E8B" w:rsidTr="0003575E">
        <w:tc>
          <w:tcPr>
            <w:tcW w:w="709" w:type="dxa"/>
          </w:tcPr>
          <w:p w:rsidR="009D2E8B" w:rsidRPr="00D34FB3" w:rsidRDefault="00FD468A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  <w:r w:rsidR="009D2E8B" w:rsidRPr="00D34FB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843" w:type="dxa"/>
          </w:tcPr>
          <w:p w:rsidR="009D2E8B" w:rsidRPr="00D34FB3" w:rsidRDefault="009D2E8B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34F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Бородкин</w:t>
            </w:r>
            <w:proofErr w:type="spellEnd"/>
            <w:r w:rsidRPr="00D34F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Сергей Иванович</w:t>
            </w:r>
          </w:p>
        </w:tc>
        <w:tc>
          <w:tcPr>
            <w:tcW w:w="1276" w:type="dxa"/>
          </w:tcPr>
          <w:p w:rsidR="009D2E8B" w:rsidRPr="00D34FB3" w:rsidRDefault="009D2E8B" w:rsidP="00091AB0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34F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Старший </w:t>
            </w:r>
            <w:proofErr w:type="spellStart"/>
            <w:proofErr w:type="gramStart"/>
            <w:r w:rsidRPr="00D34F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государст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D34F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венный</w:t>
            </w:r>
            <w:proofErr w:type="spellEnd"/>
            <w:proofErr w:type="gramEnd"/>
          </w:p>
          <w:p w:rsidR="009D2E8B" w:rsidRPr="00D34FB3" w:rsidRDefault="009D2E8B" w:rsidP="00091AB0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34F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инспектор</w:t>
            </w:r>
          </w:p>
        </w:tc>
        <w:tc>
          <w:tcPr>
            <w:tcW w:w="1275" w:type="dxa"/>
            <w:gridSpan w:val="2"/>
          </w:tcPr>
          <w:p w:rsidR="009D2E8B" w:rsidRPr="00D34FB3" w:rsidRDefault="009D2E8B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4FB3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9D2E8B" w:rsidRPr="00D701CF" w:rsidRDefault="009D2E8B" w:rsidP="009D2E8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701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Индиви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D701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дуаль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D701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ная</w:t>
            </w:r>
            <w:proofErr w:type="spellEnd"/>
          </w:p>
        </w:tc>
        <w:tc>
          <w:tcPr>
            <w:tcW w:w="851" w:type="dxa"/>
          </w:tcPr>
          <w:p w:rsidR="009D2E8B" w:rsidRPr="00D34FB3" w:rsidRDefault="009D2E8B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34F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42,3</w:t>
            </w:r>
          </w:p>
        </w:tc>
        <w:tc>
          <w:tcPr>
            <w:tcW w:w="992" w:type="dxa"/>
          </w:tcPr>
          <w:p w:rsidR="009D2E8B" w:rsidRPr="00D34FB3" w:rsidRDefault="009D2E8B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34F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34" w:type="dxa"/>
          </w:tcPr>
          <w:p w:rsidR="009D2E8B" w:rsidRPr="00D34FB3" w:rsidRDefault="009D2E8B" w:rsidP="00F43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D2E8B" w:rsidRPr="00D34FB3" w:rsidRDefault="009D2E8B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9D2E8B" w:rsidRPr="00D34FB3" w:rsidRDefault="009D2E8B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9D2E8B" w:rsidRPr="00D34FB3" w:rsidRDefault="009D2E8B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4FB3">
              <w:rPr>
                <w:rFonts w:ascii="Times New Roman" w:hAnsi="Times New Roman" w:cs="Times New Roman"/>
                <w:sz w:val="24"/>
                <w:szCs w:val="24"/>
              </w:rPr>
              <w:t>а/</w:t>
            </w:r>
            <w:proofErr w:type="gramStart"/>
            <w:r w:rsidRPr="00D34FB3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D34F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34FB3">
              <w:rPr>
                <w:rFonts w:ascii="Times New Roman" w:hAnsi="Times New Roman" w:cs="Times New Roman"/>
                <w:sz w:val="24"/>
                <w:szCs w:val="24"/>
              </w:rPr>
              <w:t>Киа</w:t>
            </w:r>
            <w:proofErr w:type="spellEnd"/>
            <w:r w:rsidRPr="00D34F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34FB3">
              <w:rPr>
                <w:rFonts w:ascii="Times New Roman" w:hAnsi="Times New Roman" w:cs="Times New Roman"/>
                <w:sz w:val="24"/>
                <w:szCs w:val="24"/>
              </w:rPr>
              <w:t>Спортейдж</w:t>
            </w:r>
            <w:proofErr w:type="spellEnd"/>
          </w:p>
        </w:tc>
        <w:tc>
          <w:tcPr>
            <w:tcW w:w="1418" w:type="dxa"/>
            <w:gridSpan w:val="2"/>
          </w:tcPr>
          <w:p w:rsidR="009D2E8B" w:rsidRPr="00D34FB3" w:rsidRDefault="009D2E8B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34F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3256526,31</w:t>
            </w:r>
          </w:p>
        </w:tc>
        <w:tc>
          <w:tcPr>
            <w:tcW w:w="1559" w:type="dxa"/>
          </w:tcPr>
          <w:p w:rsidR="009D2E8B" w:rsidRPr="00D34FB3" w:rsidRDefault="009D2E8B" w:rsidP="001559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- п</w:t>
            </w:r>
            <w:r w:rsidRPr="00D34FB3">
              <w:rPr>
                <w:rFonts w:ascii="Times New Roman" w:hAnsi="Times New Roman" w:cs="Times New Roman"/>
                <w:sz w:val="24"/>
                <w:szCs w:val="24"/>
              </w:rPr>
              <w:t>родажа квартиры, накопления</w:t>
            </w:r>
          </w:p>
        </w:tc>
      </w:tr>
      <w:tr w:rsidR="009D2E8B" w:rsidTr="0003575E">
        <w:tc>
          <w:tcPr>
            <w:tcW w:w="709" w:type="dxa"/>
          </w:tcPr>
          <w:p w:rsidR="009D2E8B" w:rsidRPr="00D34FB3" w:rsidRDefault="009D2E8B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4FB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FD468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843" w:type="dxa"/>
          </w:tcPr>
          <w:p w:rsidR="009D2E8B" w:rsidRPr="00D34FB3" w:rsidRDefault="009D2E8B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34F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Спеськов</w:t>
            </w:r>
            <w:proofErr w:type="spellEnd"/>
          </w:p>
          <w:p w:rsidR="009D2E8B" w:rsidRPr="00D34FB3" w:rsidRDefault="009D2E8B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34F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Евгений Валерьевич</w:t>
            </w:r>
          </w:p>
        </w:tc>
        <w:tc>
          <w:tcPr>
            <w:tcW w:w="1276" w:type="dxa"/>
          </w:tcPr>
          <w:p w:rsidR="009D2E8B" w:rsidRPr="00D34FB3" w:rsidRDefault="009D2E8B" w:rsidP="00091AB0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34F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Государт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D34F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венный</w:t>
            </w:r>
            <w:proofErr w:type="spellEnd"/>
            <w:r w:rsidRPr="00D34F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9D2E8B" w:rsidRPr="00D34FB3" w:rsidRDefault="009D2E8B" w:rsidP="00091AB0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34F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инспектор</w:t>
            </w:r>
          </w:p>
        </w:tc>
        <w:tc>
          <w:tcPr>
            <w:tcW w:w="1275" w:type="dxa"/>
            <w:gridSpan w:val="2"/>
          </w:tcPr>
          <w:p w:rsidR="009D2E8B" w:rsidRPr="00D34FB3" w:rsidRDefault="009D2E8B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4FB3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9D2E8B" w:rsidRPr="00D701CF" w:rsidRDefault="009D2E8B" w:rsidP="009D2E8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701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Индиви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D701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дуаль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D701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ная</w:t>
            </w:r>
            <w:proofErr w:type="spellEnd"/>
          </w:p>
        </w:tc>
        <w:tc>
          <w:tcPr>
            <w:tcW w:w="851" w:type="dxa"/>
          </w:tcPr>
          <w:p w:rsidR="009D2E8B" w:rsidRPr="00D34FB3" w:rsidRDefault="009D2E8B" w:rsidP="00F43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4FB3">
              <w:rPr>
                <w:rFonts w:ascii="Times New Roman" w:hAnsi="Times New Roman" w:cs="Times New Roman"/>
                <w:sz w:val="24"/>
                <w:szCs w:val="24"/>
              </w:rPr>
              <w:t>49,7</w:t>
            </w:r>
          </w:p>
        </w:tc>
        <w:tc>
          <w:tcPr>
            <w:tcW w:w="992" w:type="dxa"/>
          </w:tcPr>
          <w:p w:rsidR="009D2E8B" w:rsidRPr="00D34FB3" w:rsidRDefault="009D2E8B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34F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34" w:type="dxa"/>
          </w:tcPr>
          <w:p w:rsidR="009D2E8B" w:rsidRPr="00D34FB3" w:rsidRDefault="009D2E8B" w:rsidP="00F43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D2E8B" w:rsidRPr="00D34FB3" w:rsidRDefault="009D2E8B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9D2E8B" w:rsidRPr="00D34FB3" w:rsidRDefault="009D2E8B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9D2E8B" w:rsidRPr="00D34FB3" w:rsidRDefault="009D2E8B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9D2E8B" w:rsidRPr="00D34FB3" w:rsidRDefault="009D2E8B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34F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459400,56</w:t>
            </w:r>
          </w:p>
        </w:tc>
        <w:tc>
          <w:tcPr>
            <w:tcW w:w="1559" w:type="dxa"/>
          </w:tcPr>
          <w:p w:rsidR="009D2E8B" w:rsidRPr="00D34FB3" w:rsidRDefault="009D2E8B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2E8B" w:rsidTr="0003575E">
        <w:tc>
          <w:tcPr>
            <w:tcW w:w="709" w:type="dxa"/>
          </w:tcPr>
          <w:p w:rsidR="009D2E8B" w:rsidRPr="00D34FB3" w:rsidRDefault="009D2E8B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9D2E8B" w:rsidRPr="00D34FB3" w:rsidRDefault="009D2E8B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34F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супруга</w:t>
            </w:r>
          </w:p>
        </w:tc>
        <w:tc>
          <w:tcPr>
            <w:tcW w:w="1276" w:type="dxa"/>
          </w:tcPr>
          <w:p w:rsidR="009D2E8B" w:rsidRPr="00D34FB3" w:rsidRDefault="009D2E8B" w:rsidP="00091AB0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2"/>
          </w:tcPr>
          <w:p w:rsidR="009D2E8B" w:rsidRPr="00D34FB3" w:rsidRDefault="009D2E8B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4FB3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9D2E8B" w:rsidRPr="00D701CF" w:rsidRDefault="009D2E8B" w:rsidP="009D2E8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701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Индиви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D701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дуаль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D701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ная</w:t>
            </w:r>
            <w:proofErr w:type="spellEnd"/>
          </w:p>
        </w:tc>
        <w:tc>
          <w:tcPr>
            <w:tcW w:w="851" w:type="dxa"/>
          </w:tcPr>
          <w:p w:rsidR="009D2E8B" w:rsidRPr="00D34FB3" w:rsidRDefault="009D2E8B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4FB3">
              <w:rPr>
                <w:rFonts w:ascii="Times New Roman" w:hAnsi="Times New Roman" w:cs="Times New Roman"/>
                <w:sz w:val="24"/>
                <w:szCs w:val="24"/>
              </w:rPr>
              <w:t>33,8</w:t>
            </w:r>
          </w:p>
          <w:p w:rsidR="009D2E8B" w:rsidRPr="00D34FB3" w:rsidRDefault="009D2E8B" w:rsidP="001559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D2E8B" w:rsidRPr="00D34FB3" w:rsidRDefault="009D2E8B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34F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34" w:type="dxa"/>
          </w:tcPr>
          <w:p w:rsidR="009D2E8B" w:rsidRPr="00D34FB3" w:rsidRDefault="009D2E8B" w:rsidP="00F43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D2E8B" w:rsidRPr="00D34FB3" w:rsidRDefault="009D2E8B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9D2E8B" w:rsidRPr="00D34FB3" w:rsidRDefault="009D2E8B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9D2E8B" w:rsidRPr="00D34FB3" w:rsidRDefault="009D2E8B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9D2E8B" w:rsidRPr="00D34FB3" w:rsidRDefault="009D2E8B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34F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580919,89</w:t>
            </w:r>
          </w:p>
        </w:tc>
        <w:tc>
          <w:tcPr>
            <w:tcW w:w="1559" w:type="dxa"/>
          </w:tcPr>
          <w:p w:rsidR="009D2E8B" w:rsidRPr="00D34FB3" w:rsidRDefault="009D2E8B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53F3" w:rsidTr="0003575E">
        <w:tc>
          <w:tcPr>
            <w:tcW w:w="709" w:type="dxa"/>
          </w:tcPr>
          <w:p w:rsidR="005453F3" w:rsidRPr="00D34FB3" w:rsidRDefault="005453F3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453F3" w:rsidRPr="00D34FB3" w:rsidRDefault="005453F3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34F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Несовершеннолетний ребенок</w:t>
            </w:r>
          </w:p>
        </w:tc>
        <w:tc>
          <w:tcPr>
            <w:tcW w:w="1276" w:type="dxa"/>
          </w:tcPr>
          <w:p w:rsidR="005453F3" w:rsidRPr="00D34FB3" w:rsidRDefault="005453F3" w:rsidP="00091AB0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2"/>
          </w:tcPr>
          <w:p w:rsidR="005453F3" w:rsidRPr="00D34FB3" w:rsidRDefault="005453F3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453F3" w:rsidRPr="00D34FB3" w:rsidRDefault="005453F3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453F3" w:rsidRPr="00D34FB3" w:rsidRDefault="005453F3" w:rsidP="00F43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453F3" w:rsidRPr="00D34FB3" w:rsidRDefault="005453F3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5453F3" w:rsidRPr="00D34FB3" w:rsidRDefault="005453F3" w:rsidP="00F43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453F3" w:rsidRPr="00D34FB3" w:rsidRDefault="005453F3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5453F3" w:rsidRPr="00D34FB3" w:rsidRDefault="005453F3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5453F3" w:rsidRPr="00D34FB3" w:rsidRDefault="005453F3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5453F3" w:rsidRPr="00D34FB3" w:rsidRDefault="005453F3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5453F3" w:rsidRPr="00D34FB3" w:rsidRDefault="005453F3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53F3" w:rsidTr="0003575E">
        <w:tc>
          <w:tcPr>
            <w:tcW w:w="16018" w:type="dxa"/>
            <w:gridSpan w:val="15"/>
          </w:tcPr>
          <w:p w:rsidR="005453F3" w:rsidRDefault="005453F3" w:rsidP="00B1536C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Архангельский территориальный отдел государственного авиационного надзора</w:t>
            </w:r>
          </w:p>
        </w:tc>
      </w:tr>
      <w:tr w:rsidR="009D2E8B" w:rsidTr="0003575E">
        <w:tc>
          <w:tcPr>
            <w:tcW w:w="709" w:type="dxa"/>
          </w:tcPr>
          <w:p w:rsidR="009D2E8B" w:rsidRPr="00D34FB3" w:rsidRDefault="00FD468A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  <w:r w:rsidR="009D2E8B" w:rsidRPr="00D34FB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843" w:type="dxa"/>
          </w:tcPr>
          <w:p w:rsidR="009D2E8B" w:rsidRPr="00D34FB3" w:rsidRDefault="009D2E8B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34F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Крючков</w:t>
            </w:r>
          </w:p>
          <w:p w:rsidR="009D2E8B" w:rsidRPr="00D34FB3" w:rsidRDefault="009D2E8B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34F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Владимир</w:t>
            </w:r>
          </w:p>
          <w:p w:rsidR="009D2E8B" w:rsidRPr="00D34FB3" w:rsidRDefault="009D2E8B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4F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Евгеньевич</w:t>
            </w:r>
          </w:p>
        </w:tc>
        <w:tc>
          <w:tcPr>
            <w:tcW w:w="1276" w:type="dxa"/>
          </w:tcPr>
          <w:p w:rsidR="009D2E8B" w:rsidRPr="00D34FB3" w:rsidRDefault="009D2E8B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D34F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Замести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D34F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тель</w:t>
            </w:r>
            <w:proofErr w:type="spellEnd"/>
            <w:proofErr w:type="gramEnd"/>
            <w:r w:rsidRPr="00D34F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34F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начальни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D34F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ка</w:t>
            </w:r>
            <w:proofErr w:type="spellEnd"/>
            <w:r w:rsidRPr="00D34F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отдела</w:t>
            </w:r>
          </w:p>
        </w:tc>
        <w:tc>
          <w:tcPr>
            <w:tcW w:w="1275" w:type="dxa"/>
            <w:gridSpan w:val="2"/>
          </w:tcPr>
          <w:p w:rsidR="009D2E8B" w:rsidRPr="00D34FB3" w:rsidRDefault="009D2E8B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4FB3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9D2E8B" w:rsidRPr="00D701CF" w:rsidRDefault="009D2E8B" w:rsidP="009D2E8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701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Индиви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D701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дуаль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D701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ная</w:t>
            </w:r>
            <w:proofErr w:type="spellEnd"/>
          </w:p>
        </w:tc>
        <w:tc>
          <w:tcPr>
            <w:tcW w:w="851" w:type="dxa"/>
          </w:tcPr>
          <w:p w:rsidR="009D2E8B" w:rsidRPr="00D34FB3" w:rsidRDefault="009D2E8B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4F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58,0</w:t>
            </w:r>
          </w:p>
        </w:tc>
        <w:tc>
          <w:tcPr>
            <w:tcW w:w="992" w:type="dxa"/>
          </w:tcPr>
          <w:p w:rsidR="009D2E8B" w:rsidRPr="00D34FB3" w:rsidRDefault="009D2E8B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4F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34" w:type="dxa"/>
          </w:tcPr>
          <w:p w:rsidR="009D2E8B" w:rsidRPr="00D34FB3" w:rsidRDefault="009D2E8B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D2E8B" w:rsidRPr="00D34FB3" w:rsidRDefault="009D2E8B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9D2E8B" w:rsidRPr="00D34FB3" w:rsidRDefault="009D2E8B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9D2E8B" w:rsidRPr="00D34FB3" w:rsidRDefault="009D2E8B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4F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а/</w:t>
            </w:r>
            <w:proofErr w:type="gramStart"/>
            <w:r w:rsidRPr="00D34F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End"/>
            <w:r w:rsidRPr="00D34F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34F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Рено</w:t>
            </w:r>
            <w:proofErr w:type="spellEnd"/>
            <w:r w:rsidRPr="00D34F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34F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Логан</w:t>
            </w:r>
            <w:proofErr w:type="spellEnd"/>
          </w:p>
        </w:tc>
        <w:tc>
          <w:tcPr>
            <w:tcW w:w="1418" w:type="dxa"/>
            <w:gridSpan w:val="2"/>
          </w:tcPr>
          <w:p w:rsidR="009D2E8B" w:rsidRPr="00D34FB3" w:rsidRDefault="009D2E8B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34F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1270297</w:t>
            </w:r>
          </w:p>
        </w:tc>
        <w:tc>
          <w:tcPr>
            <w:tcW w:w="1559" w:type="dxa"/>
          </w:tcPr>
          <w:p w:rsidR="009D2E8B" w:rsidRDefault="009D2E8B" w:rsidP="00B1536C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9D2E8B" w:rsidTr="0003575E">
        <w:tc>
          <w:tcPr>
            <w:tcW w:w="709" w:type="dxa"/>
          </w:tcPr>
          <w:p w:rsidR="009D2E8B" w:rsidRPr="00D34FB3" w:rsidRDefault="009D2E8B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9D2E8B" w:rsidRPr="00D34FB3" w:rsidRDefault="009D2E8B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9D2E8B" w:rsidRPr="00D34FB3" w:rsidRDefault="009D2E8B" w:rsidP="00091AB0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2"/>
          </w:tcPr>
          <w:p w:rsidR="009D2E8B" w:rsidRPr="00D34FB3" w:rsidRDefault="009D2E8B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4FB3"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1134" w:type="dxa"/>
          </w:tcPr>
          <w:p w:rsidR="009D2E8B" w:rsidRPr="00D701CF" w:rsidRDefault="009D2E8B" w:rsidP="009D2E8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701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Индиви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D701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дуаль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D701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ная</w:t>
            </w:r>
            <w:proofErr w:type="spellEnd"/>
          </w:p>
        </w:tc>
        <w:tc>
          <w:tcPr>
            <w:tcW w:w="851" w:type="dxa"/>
          </w:tcPr>
          <w:p w:rsidR="009D2E8B" w:rsidRPr="00D34FB3" w:rsidRDefault="009D2E8B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4F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18,0</w:t>
            </w:r>
          </w:p>
        </w:tc>
        <w:tc>
          <w:tcPr>
            <w:tcW w:w="992" w:type="dxa"/>
          </w:tcPr>
          <w:p w:rsidR="009D2E8B" w:rsidRPr="00D34FB3" w:rsidRDefault="009D2E8B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4F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34" w:type="dxa"/>
          </w:tcPr>
          <w:p w:rsidR="009D2E8B" w:rsidRPr="00D34FB3" w:rsidRDefault="009D2E8B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D2E8B" w:rsidRPr="00D34FB3" w:rsidRDefault="009D2E8B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9D2E8B" w:rsidRPr="00D34FB3" w:rsidRDefault="009D2E8B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9D2E8B" w:rsidRPr="00D34FB3" w:rsidRDefault="009D2E8B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9D2E8B" w:rsidRPr="00D34FB3" w:rsidRDefault="009D2E8B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9D2E8B" w:rsidRDefault="009D2E8B" w:rsidP="00B1536C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9D2E8B" w:rsidTr="0003575E">
        <w:tc>
          <w:tcPr>
            <w:tcW w:w="709" w:type="dxa"/>
          </w:tcPr>
          <w:p w:rsidR="009D2E8B" w:rsidRPr="00D34FB3" w:rsidRDefault="00FD468A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  <w:r w:rsidR="009D2E8B" w:rsidRPr="00D34FB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843" w:type="dxa"/>
          </w:tcPr>
          <w:p w:rsidR="009D2E8B" w:rsidRPr="00D34FB3" w:rsidRDefault="009D2E8B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34F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Шнюкова Светлана Анатольевна</w:t>
            </w:r>
          </w:p>
        </w:tc>
        <w:tc>
          <w:tcPr>
            <w:tcW w:w="1276" w:type="dxa"/>
          </w:tcPr>
          <w:p w:rsidR="009D2E8B" w:rsidRPr="00D34FB3" w:rsidRDefault="009D2E8B" w:rsidP="00091AB0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34F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Заместитель начальника отдела</w:t>
            </w:r>
          </w:p>
        </w:tc>
        <w:tc>
          <w:tcPr>
            <w:tcW w:w="1275" w:type="dxa"/>
            <w:gridSpan w:val="2"/>
          </w:tcPr>
          <w:p w:rsidR="009D2E8B" w:rsidRPr="00D34FB3" w:rsidRDefault="009D2E8B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4FB3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9D2E8B" w:rsidRPr="00D701CF" w:rsidRDefault="009D2E8B" w:rsidP="009D2E8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701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Индиви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D701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дуаль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D701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ная</w:t>
            </w:r>
            <w:proofErr w:type="spellEnd"/>
          </w:p>
        </w:tc>
        <w:tc>
          <w:tcPr>
            <w:tcW w:w="851" w:type="dxa"/>
          </w:tcPr>
          <w:p w:rsidR="009D2E8B" w:rsidRPr="00D34FB3" w:rsidRDefault="009D2E8B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34F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992" w:type="dxa"/>
          </w:tcPr>
          <w:p w:rsidR="009D2E8B" w:rsidRPr="00D34FB3" w:rsidRDefault="009D2E8B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34F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34" w:type="dxa"/>
          </w:tcPr>
          <w:p w:rsidR="009D2E8B" w:rsidRPr="00D34FB3" w:rsidRDefault="009D2E8B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D2E8B" w:rsidRPr="00D34FB3" w:rsidRDefault="009D2E8B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9D2E8B" w:rsidRPr="00D34FB3" w:rsidRDefault="009D2E8B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9D2E8B" w:rsidRPr="00D34FB3" w:rsidRDefault="009D2E8B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9D2E8B" w:rsidRPr="00D34FB3" w:rsidRDefault="009D2E8B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34F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652220</w:t>
            </w:r>
          </w:p>
        </w:tc>
        <w:tc>
          <w:tcPr>
            <w:tcW w:w="1559" w:type="dxa"/>
          </w:tcPr>
          <w:p w:rsidR="009D2E8B" w:rsidRDefault="009D2E8B" w:rsidP="00B1536C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9D2E8B" w:rsidTr="0003575E">
        <w:tc>
          <w:tcPr>
            <w:tcW w:w="709" w:type="dxa"/>
          </w:tcPr>
          <w:p w:rsidR="009D2E8B" w:rsidRPr="00D34FB3" w:rsidRDefault="00FD468A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42</w:t>
            </w:r>
            <w:r w:rsidR="009D2E8B" w:rsidRPr="00D34FB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843" w:type="dxa"/>
          </w:tcPr>
          <w:p w:rsidR="009D2E8B" w:rsidRPr="00D34FB3" w:rsidRDefault="009D2E8B" w:rsidP="00091AB0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34F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Токарев</w:t>
            </w:r>
          </w:p>
          <w:p w:rsidR="009D2E8B" w:rsidRPr="00D34FB3" w:rsidRDefault="009D2E8B" w:rsidP="00091AB0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34F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Николай</w:t>
            </w:r>
          </w:p>
          <w:p w:rsidR="009D2E8B" w:rsidRPr="00D34FB3" w:rsidRDefault="009D2E8B" w:rsidP="00091AB0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34F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Евгеньевич</w:t>
            </w:r>
          </w:p>
          <w:p w:rsidR="009D2E8B" w:rsidRPr="00D34FB3" w:rsidRDefault="009D2E8B" w:rsidP="00091AB0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D2E8B" w:rsidRPr="00D34FB3" w:rsidRDefault="009D2E8B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D34F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Замести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D34F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тель</w:t>
            </w:r>
            <w:proofErr w:type="spellEnd"/>
            <w:proofErr w:type="gramEnd"/>
            <w:r w:rsidRPr="00D34F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34F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начальни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D34F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ка</w:t>
            </w:r>
            <w:proofErr w:type="spellEnd"/>
            <w:r w:rsidRPr="00D34F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отдела</w:t>
            </w:r>
          </w:p>
        </w:tc>
        <w:tc>
          <w:tcPr>
            <w:tcW w:w="1275" w:type="dxa"/>
            <w:gridSpan w:val="2"/>
          </w:tcPr>
          <w:p w:rsidR="009D2E8B" w:rsidRPr="00D34FB3" w:rsidRDefault="009D2E8B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4FB3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9D2E8B" w:rsidRPr="00D701CF" w:rsidRDefault="009D2E8B" w:rsidP="009D2E8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701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Индиви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D701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дуаль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D701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ная</w:t>
            </w:r>
            <w:proofErr w:type="spellEnd"/>
          </w:p>
        </w:tc>
        <w:tc>
          <w:tcPr>
            <w:tcW w:w="851" w:type="dxa"/>
          </w:tcPr>
          <w:p w:rsidR="009D2E8B" w:rsidRPr="00D34FB3" w:rsidRDefault="009D2E8B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4F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82,5</w:t>
            </w:r>
          </w:p>
        </w:tc>
        <w:tc>
          <w:tcPr>
            <w:tcW w:w="992" w:type="dxa"/>
          </w:tcPr>
          <w:p w:rsidR="009D2E8B" w:rsidRPr="00D34FB3" w:rsidRDefault="009D2E8B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4F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34" w:type="dxa"/>
          </w:tcPr>
          <w:p w:rsidR="009D2E8B" w:rsidRPr="00D34FB3" w:rsidRDefault="009D2E8B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D2E8B" w:rsidRPr="00D34FB3" w:rsidRDefault="009D2E8B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9D2E8B" w:rsidRPr="00D34FB3" w:rsidRDefault="009D2E8B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9D2E8B" w:rsidRPr="00D34FB3" w:rsidRDefault="009D2E8B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4FB3">
              <w:rPr>
                <w:rFonts w:ascii="Times New Roman" w:hAnsi="Times New Roman" w:cs="Times New Roman"/>
                <w:sz w:val="24"/>
                <w:szCs w:val="24"/>
              </w:rPr>
              <w:t>а/</w:t>
            </w:r>
            <w:proofErr w:type="gramStart"/>
            <w:r w:rsidRPr="00D34FB3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D34F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34FB3">
              <w:rPr>
                <w:rFonts w:ascii="Times New Roman" w:hAnsi="Times New Roman" w:cs="Times New Roman"/>
                <w:sz w:val="24"/>
                <w:szCs w:val="24"/>
              </w:rPr>
              <w:t>Хендай</w:t>
            </w:r>
            <w:proofErr w:type="spellEnd"/>
            <w:r w:rsidRPr="00D34FB3">
              <w:rPr>
                <w:rFonts w:ascii="Times New Roman" w:hAnsi="Times New Roman" w:cs="Times New Roman"/>
                <w:sz w:val="24"/>
                <w:szCs w:val="24"/>
              </w:rPr>
              <w:t xml:space="preserve"> икс 35</w:t>
            </w:r>
          </w:p>
        </w:tc>
        <w:tc>
          <w:tcPr>
            <w:tcW w:w="1418" w:type="dxa"/>
            <w:gridSpan w:val="2"/>
          </w:tcPr>
          <w:p w:rsidR="009D2E8B" w:rsidRPr="00D34FB3" w:rsidRDefault="009D2E8B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34F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1411461</w:t>
            </w:r>
          </w:p>
        </w:tc>
        <w:tc>
          <w:tcPr>
            <w:tcW w:w="1559" w:type="dxa"/>
          </w:tcPr>
          <w:p w:rsidR="009D2E8B" w:rsidRDefault="009D2E8B" w:rsidP="00B1536C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9D2E8B" w:rsidTr="0003575E">
        <w:tc>
          <w:tcPr>
            <w:tcW w:w="709" w:type="dxa"/>
          </w:tcPr>
          <w:p w:rsidR="009D2E8B" w:rsidRPr="00D34FB3" w:rsidRDefault="009D2E8B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9D2E8B" w:rsidRPr="00D34FB3" w:rsidRDefault="009D2E8B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34F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супруга</w:t>
            </w:r>
          </w:p>
        </w:tc>
        <w:tc>
          <w:tcPr>
            <w:tcW w:w="1276" w:type="dxa"/>
          </w:tcPr>
          <w:p w:rsidR="009D2E8B" w:rsidRPr="00D34FB3" w:rsidRDefault="009D2E8B" w:rsidP="00091AB0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2"/>
          </w:tcPr>
          <w:p w:rsidR="009D2E8B" w:rsidRPr="00D34FB3" w:rsidRDefault="009D2E8B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4FB3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9D2E8B" w:rsidRPr="00D701CF" w:rsidRDefault="009D2E8B" w:rsidP="009D2E8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701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Индиви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D701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дуаль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D701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ная</w:t>
            </w:r>
            <w:proofErr w:type="spellEnd"/>
          </w:p>
        </w:tc>
        <w:tc>
          <w:tcPr>
            <w:tcW w:w="851" w:type="dxa"/>
          </w:tcPr>
          <w:p w:rsidR="009D2E8B" w:rsidRPr="00D34FB3" w:rsidRDefault="009D2E8B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34F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992" w:type="dxa"/>
          </w:tcPr>
          <w:p w:rsidR="009D2E8B" w:rsidRPr="00D34FB3" w:rsidRDefault="009D2E8B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34F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34" w:type="dxa"/>
          </w:tcPr>
          <w:p w:rsidR="009D2E8B" w:rsidRPr="00D34FB3" w:rsidRDefault="009D2E8B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D2E8B" w:rsidRPr="00D34FB3" w:rsidRDefault="009D2E8B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9D2E8B" w:rsidRPr="00D34FB3" w:rsidRDefault="009D2E8B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9D2E8B" w:rsidRPr="00D34FB3" w:rsidRDefault="009D2E8B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9D2E8B" w:rsidRPr="00D34FB3" w:rsidRDefault="009D2E8B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34FB3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309990</w:t>
            </w:r>
          </w:p>
        </w:tc>
        <w:tc>
          <w:tcPr>
            <w:tcW w:w="1559" w:type="dxa"/>
          </w:tcPr>
          <w:p w:rsidR="009D2E8B" w:rsidRDefault="009D2E8B" w:rsidP="00B1536C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9D2E8B" w:rsidTr="0003575E">
        <w:tc>
          <w:tcPr>
            <w:tcW w:w="709" w:type="dxa"/>
          </w:tcPr>
          <w:p w:rsidR="009D2E8B" w:rsidRPr="00D34FB3" w:rsidRDefault="009D2E8B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9D2E8B" w:rsidRPr="00D34FB3" w:rsidRDefault="009D2E8B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9D2E8B" w:rsidRPr="00D34FB3" w:rsidRDefault="009D2E8B" w:rsidP="00091AB0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2"/>
          </w:tcPr>
          <w:p w:rsidR="009D2E8B" w:rsidRPr="00D34FB3" w:rsidRDefault="009D2E8B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4FB3">
              <w:rPr>
                <w:rFonts w:ascii="Times New Roman" w:hAnsi="Times New Roman" w:cs="Times New Roman"/>
                <w:sz w:val="24"/>
                <w:szCs w:val="24"/>
              </w:rPr>
              <w:t>комната</w:t>
            </w:r>
          </w:p>
          <w:p w:rsidR="009D2E8B" w:rsidRPr="00D34FB3" w:rsidRDefault="009D2E8B" w:rsidP="00074D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D2E8B" w:rsidRPr="00D701CF" w:rsidRDefault="009D2E8B" w:rsidP="009D2E8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701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Индиви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D701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дуаль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D701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ная</w:t>
            </w:r>
            <w:proofErr w:type="spellEnd"/>
          </w:p>
        </w:tc>
        <w:tc>
          <w:tcPr>
            <w:tcW w:w="851" w:type="dxa"/>
          </w:tcPr>
          <w:p w:rsidR="009D2E8B" w:rsidRPr="00D34FB3" w:rsidRDefault="009D2E8B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34F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992" w:type="dxa"/>
          </w:tcPr>
          <w:p w:rsidR="009D2E8B" w:rsidRPr="00D34FB3" w:rsidRDefault="009D2E8B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34F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34" w:type="dxa"/>
          </w:tcPr>
          <w:p w:rsidR="009D2E8B" w:rsidRPr="00D34FB3" w:rsidRDefault="009D2E8B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D2E8B" w:rsidRPr="00D34FB3" w:rsidRDefault="009D2E8B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9D2E8B" w:rsidRPr="00D34FB3" w:rsidRDefault="009D2E8B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9D2E8B" w:rsidRPr="00D34FB3" w:rsidRDefault="009D2E8B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9D2E8B" w:rsidRPr="00D34FB3" w:rsidRDefault="009D2E8B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9D2E8B" w:rsidRDefault="009D2E8B" w:rsidP="00B1536C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9D2E8B" w:rsidTr="0003575E">
        <w:tc>
          <w:tcPr>
            <w:tcW w:w="709" w:type="dxa"/>
          </w:tcPr>
          <w:p w:rsidR="009D2E8B" w:rsidRPr="00D34FB3" w:rsidRDefault="00FD468A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  <w:r w:rsidR="009D2E8B" w:rsidRPr="00D34FB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:rsidR="009D2E8B" w:rsidRPr="00D34FB3" w:rsidRDefault="009D2E8B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34F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Мигунов</w:t>
            </w:r>
          </w:p>
          <w:p w:rsidR="009D2E8B" w:rsidRPr="00D34FB3" w:rsidRDefault="009D2E8B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34F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Андрей Валерьевич</w:t>
            </w:r>
          </w:p>
        </w:tc>
        <w:tc>
          <w:tcPr>
            <w:tcW w:w="1276" w:type="dxa"/>
          </w:tcPr>
          <w:p w:rsidR="009D2E8B" w:rsidRPr="00D34FB3" w:rsidRDefault="009D2E8B" w:rsidP="00091AB0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34F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Старший </w:t>
            </w:r>
            <w:proofErr w:type="spellStart"/>
            <w:proofErr w:type="gramStart"/>
            <w:r w:rsidRPr="00D34F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государст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D34F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венный</w:t>
            </w:r>
            <w:proofErr w:type="spellEnd"/>
            <w:proofErr w:type="gramEnd"/>
          </w:p>
          <w:p w:rsidR="009D2E8B" w:rsidRPr="00D34FB3" w:rsidRDefault="009D2E8B" w:rsidP="00091AB0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34F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инспектор</w:t>
            </w:r>
          </w:p>
        </w:tc>
        <w:tc>
          <w:tcPr>
            <w:tcW w:w="1275" w:type="dxa"/>
            <w:gridSpan w:val="2"/>
          </w:tcPr>
          <w:p w:rsidR="009D2E8B" w:rsidRPr="00D34FB3" w:rsidRDefault="009D2E8B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4FB3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134" w:type="dxa"/>
          </w:tcPr>
          <w:p w:rsidR="009D2E8B" w:rsidRPr="00D701CF" w:rsidRDefault="009D2E8B" w:rsidP="009D2E8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701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Индиви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D701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дуаль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D701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ная</w:t>
            </w:r>
            <w:proofErr w:type="spellEnd"/>
          </w:p>
        </w:tc>
        <w:tc>
          <w:tcPr>
            <w:tcW w:w="851" w:type="dxa"/>
          </w:tcPr>
          <w:p w:rsidR="009D2E8B" w:rsidRPr="00D34FB3" w:rsidRDefault="009D2E8B" w:rsidP="00F43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4FB3">
              <w:rPr>
                <w:rFonts w:ascii="Times New Roman" w:hAnsi="Times New Roman" w:cs="Times New Roman"/>
                <w:sz w:val="24"/>
                <w:szCs w:val="24"/>
              </w:rPr>
              <w:t>1200</w:t>
            </w:r>
          </w:p>
        </w:tc>
        <w:tc>
          <w:tcPr>
            <w:tcW w:w="992" w:type="dxa"/>
          </w:tcPr>
          <w:p w:rsidR="009D2E8B" w:rsidRPr="00D34FB3" w:rsidRDefault="009D2E8B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34F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34" w:type="dxa"/>
          </w:tcPr>
          <w:p w:rsidR="009D2E8B" w:rsidRPr="00D34FB3" w:rsidRDefault="009D2E8B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D2E8B" w:rsidRPr="00D34FB3" w:rsidRDefault="009D2E8B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9D2E8B" w:rsidRPr="00D34FB3" w:rsidRDefault="009D2E8B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9D2E8B" w:rsidRPr="00D34FB3" w:rsidRDefault="009D2E8B" w:rsidP="00074D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4FB3">
              <w:rPr>
                <w:rFonts w:ascii="Times New Roman" w:hAnsi="Times New Roman" w:cs="Times New Roman"/>
                <w:sz w:val="24"/>
                <w:szCs w:val="24"/>
              </w:rPr>
              <w:t>а/</w:t>
            </w:r>
            <w:proofErr w:type="gramStart"/>
            <w:r w:rsidRPr="00D34FB3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D34F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34FB3">
              <w:rPr>
                <w:rFonts w:ascii="Times New Roman" w:hAnsi="Times New Roman" w:cs="Times New Roman"/>
                <w:sz w:val="24"/>
                <w:szCs w:val="24"/>
              </w:rPr>
              <w:t>Хендай</w:t>
            </w:r>
            <w:proofErr w:type="spellEnd"/>
            <w:r w:rsidRPr="00D34F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gridSpan w:val="2"/>
          </w:tcPr>
          <w:p w:rsidR="009D2E8B" w:rsidRPr="00D34FB3" w:rsidRDefault="009D2E8B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4F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846228,72</w:t>
            </w:r>
          </w:p>
        </w:tc>
        <w:tc>
          <w:tcPr>
            <w:tcW w:w="1559" w:type="dxa"/>
          </w:tcPr>
          <w:p w:rsidR="009D2E8B" w:rsidRDefault="009D2E8B" w:rsidP="00B1536C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9D2E8B" w:rsidTr="0003575E">
        <w:tc>
          <w:tcPr>
            <w:tcW w:w="709" w:type="dxa"/>
          </w:tcPr>
          <w:p w:rsidR="009D2E8B" w:rsidRPr="00D34FB3" w:rsidRDefault="009D2E8B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9D2E8B" w:rsidRPr="00D34FB3" w:rsidRDefault="009D2E8B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34F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супруга</w:t>
            </w:r>
          </w:p>
        </w:tc>
        <w:tc>
          <w:tcPr>
            <w:tcW w:w="1276" w:type="dxa"/>
          </w:tcPr>
          <w:p w:rsidR="009D2E8B" w:rsidRPr="00D34FB3" w:rsidRDefault="009D2E8B" w:rsidP="00091AB0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2"/>
          </w:tcPr>
          <w:p w:rsidR="009D2E8B" w:rsidRPr="00D34FB3" w:rsidRDefault="009D2E8B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4FB3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9D2E8B" w:rsidRPr="00D701CF" w:rsidRDefault="009D2E8B" w:rsidP="009D2E8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701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Индиви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D701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дуаль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D701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ная</w:t>
            </w:r>
            <w:proofErr w:type="spellEnd"/>
          </w:p>
        </w:tc>
        <w:tc>
          <w:tcPr>
            <w:tcW w:w="851" w:type="dxa"/>
          </w:tcPr>
          <w:p w:rsidR="009D2E8B" w:rsidRPr="00D34FB3" w:rsidRDefault="009D2E8B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34F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992" w:type="dxa"/>
          </w:tcPr>
          <w:p w:rsidR="009D2E8B" w:rsidRPr="00D34FB3" w:rsidRDefault="009D2E8B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34F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34" w:type="dxa"/>
          </w:tcPr>
          <w:p w:rsidR="009D2E8B" w:rsidRPr="00D34FB3" w:rsidRDefault="009D2E8B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D2E8B" w:rsidRPr="00D34FB3" w:rsidRDefault="009D2E8B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9D2E8B" w:rsidRPr="00D34FB3" w:rsidRDefault="009D2E8B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9D2E8B" w:rsidRPr="00D34FB3" w:rsidRDefault="009D2E8B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9D2E8B" w:rsidRPr="00D34FB3" w:rsidRDefault="009D2E8B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34F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D34FB3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566268</w:t>
            </w:r>
            <w:r w:rsidRPr="00D34F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,78</w:t>
            </w:r>
          </w:p>
        </w:tc>
        <w:tc>
          <w:tcPr>
            <w:tcW w:w="1559" w:type="dxa"/>
          </w:tcPr>
          <w:p w:rsidR="009D2E8B" w:rsidRDefault="009D2E8B" w:rsidP="00B1536C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5453F3" w:rsidTr="0003575E">
        <w:tc>
          <w:tcPr>
            <w:tcW w:w="709" w:type="dxa"/>
          </w:tcPr>
          <w:p w:rsidR="005453F3" w:rsidRPr="00D34FB3" w:rsidRDefault="00FD468A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  <w:r w:rsidR="005453F3" w:rsidRPr="00D34FB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843" w:type="dxa"/>
          </w:tcPr>
          <w:p w:rsidR="005453F3" w:rsidRPr="00D34FB3" w:rsidRDefault="005453F3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34F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Алексин Виталий Анатольевич</w:t>
            </w:r>
          </w:p>
        </w:tc>
        <w:tc>
          <w:tcPr>
            <w:tcW w:w="1276" w:type="dxa"/>
          </w:tcPr>
          <w:p w:rsidR="005453F3" w:rsidRPr="00D34FB3" w:rsidRDefault="005453F3" w:rsidP="00091AB0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34F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Старший </w:t>
            </w:r>
            <w:proofErr w:type="spellStart"/>
            <w:proofErr w:type="gramStart"/>
            <w:r w:rsidRPr="00D34F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государст</w:t>
            </w:r>
            <w:r w:rsidR="0069005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D34F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венный</w:t>
            </w:r>
            <w:proofErr w:type="spellEnd"/>
            <w:proofErr w:type="gramEnd"/>
          </w:p>
          <w:p w:rsidR="005453F3" w:rsidRPr="00D34FB3" w:rsidRDefault="005453F3" w:rsidP="00091AB0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34F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инспектор</w:t>
            </w:r>
          </w:p>
        </w:tc>
        <w:tc>
          <w:tcPr>
            <w:tcW w:w="1275" w:type="dxa"/>
            <w:gridSpan w:val="2"/>
          </w:tcPr>
          <w:p w:rsidR="005453F3" w:rsidRPr="00D34FB3" w:rsidRDefault="005453F3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4FB3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5453F3" w:rsidRPr="00D34FB3" w:rsidRDefault="005453F3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4FB3">
              <w:rPr>
                <w:rFonts w:ascii="Times New Roman" w:hAnsi="Times New Roman" w:cs="Times New Roman"/>
                <w:sz w:val="24"/>
                <w:szCs w:val="24"/>
              </w:rPr>
              <w:t>Долевая-1/2</w:t>
            </w:r>
          </w:p>
        </w:tc>
        <w:tc>
          <w:tcPr>
            <w:tcW w:w="851" w:type="dxa"/>
          </w:tcPr>
          <w:p w:rsidR="005453F3" w:rsidRPr="00D34FB3" w:rsidRDefault="005453F3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34F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63,3</w:t>
            </w:r>
          </w:p>
        </w:tc>
        <w:tc>
          <w:tcPr>
            <w:tcW w:w="992" w:type="dxa"/>
          </w:tcPr>
          <w:p w:rsidR="005453F3" w:rsidRPr="00D34FB3" w:rsidRDefault="005453F3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34F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34" w:type="dxa"/>
          </w:tcPr>
          <w:p w:rsidR="005453F3" w:rsidRPr="00D34FB3" w:rsidRDefault="005453F3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453F3" w:rsidRPr="00D34FB3" w:rsidRDefault="005453F3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5453F3" w:rsidRPr="00D34FB3" w:rsidRDefault="005453F3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5453F3" w:rsidRPr="00D34FB3" w:rsidRDefault="005453F3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5453F3" w:rsidRPr="00D34FB3" w:rsidRDefault="005453F3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34F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531611</w:t>
            </w:r>
          </w:p>
        </w:tc>
        <w:tc>
          <w:tcPr>
            <w:tcW w:w="1559" w:type="dxa"/>
          </w:tcPr>
          <w:p w:rsidR="005453F3" w:rsidRDefault="005453F3" w:rsidP="00B1536C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5453F3" w:rsidTr="0003575E">
        <w:tc>
          <w:tcPr>
            <w:tcW w:w="709" w:type="dxa"/>
          </w:tcPr>
          <w:p w:rsidR="005453F3" w:rsidRPr="00D34FB3" w:rsidRDefault="005453F3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453F3" w:rsidRPr="00D34FB3" w:rsidRDefault="005453F3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34F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супруга</w:t>
            </w:r>
          </w:p>
        </w:tc>
        <w:tc>
          <w:tcPr>
            <w:tcW w:w="1276" w:type="dxa"/>
          </w:tcPr>
          <w:p w:rsidR="005453F3" w:rsidRPr="00D34FB3" w:rsidRDefault="005453F3" w:rsidP="00091AB0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2"/>
          </w:tcPr>
          <w:p w:rsidR="005453F3" w:rsidRPr="00D34FB3" w:rsidRDefault="005453F3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4FB3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5453F3" w:rsidRPr="00D34FB3" w:rsidRDefault="005453F3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4FB3">
              <w:rPr>
                <w:rFonts w:ascii="Times New Roman" w:hAnsi="Times New Roman" w:cs="Times New Roman"/>
                <w:sz w:val="24"/>
                <w:szCs w:val="24"/>
              </w:rPr>
              <w:t>Долевая-1/2</w:t>
            </w:r>
          </w:p>
        </w:tc>
        <w:tc>
          <w:tcPr>
            <w:tcW w:w="851" w:type="dxa"/>
          </w:tcPr>
          <w:p w:rsidR="005453F3" w:rsidRPr="00D34FB3" w:rsidRDefault="005453F3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34F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63,3</w:t>
            </w:r>
          </w:p>
        </w:tc>
        <w:tc>
          <w:tcPr>
            <w:tcW w:w="992" w:type="dxa"/>
          </w:tcPr>
          <w:p w:rsidR="005453F3" w:rsidRPr="00D34FB3" w:rsidRDefault="005453F3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34F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34" w:type="dxa"/>
          </w:tcPr>
          <w:p w:rsidR="005453F3" w:rsidRPr="00D34FB3" w:rsidRDefault="005453F3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453F3" w:rsidRPr="00D34FB3" w:rsidRDefault="005453F3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5453F3" w:rsidRPr="00D34FB3" w:rsidRDefault="005453F3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5453F3" w:rsidRPr="00D34FB3" w:rsidRDefault="005453F3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5453F3" w:rsidRPr="00D34FB3" w:rsidRDefault="005453F3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34F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318794</w:t>
            </w:r>
          </w:p>
        </w:tc>
        <w:tc>
          <w:tcPr>
            <w:tcW w:w="1559" w:type="dxa"/>
          </w:tcPr>
          <w:p w:rsidR="005453F3" w:rsidRDefault="005453F3" w:rsidP="00B1536C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5453F3" w:rsidTr="0003575E">
        <w:tc>
          <w:tcPr>
            <w:tcW w:w="709" w:type="dxa"/>
          </w:tcPr>
          <w:p w:rsidR="005453F3" w:rsidRPr="00D34FB3" w:rsidRDefault="005453F3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453F3" w:rsidRPr="00D34FB3" w:rsidRDefault="005453F3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34F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Несовершеннолетний ребенок</w:t>
            </w:r>
          </w:p>
        </w:tc>
        <w:tc>
          <w:tcPr>
            <w:tcW w:w="1276" w:type="dxa"/>
          </w:tcPr>
          <w:p w:rsidR="005453F3" w:rsidRPr="00D34FB3" w:rsidRDefault="005453F3" w:rsidP="00091AB0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2"/>
          </w:tcPr>
          <w:p w:rsidR="005453F3" w:rsidRPr="00D34FB3" w:rsidRDefault="005453F3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453F3" w:rsidRPr="00D34FB3" w:rsidRDefault="005453F3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453F3" w:rsidRPr="00D34FB3" w:rsidRDefault="005453F3" w:rsidP="00F43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453F3" w:rsidRPr="00D34FB3" w:rsidRDefault="005453F3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5453F3" w:rsidRPr="00D34FB3" w:rsidRDefault="005453F3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4FB3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5453F3" w:rsidRPr="00D34FB3" w:rsidRDefault="005453F3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34F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63,3</w:t>
            </w:r>
          </w:p>
        </w:tc>
        <w:tc>
          <w:tcPr>
            <w:tcW w:w="1559" w:type="dxa"/>
          </w:tcPr>
          <w:p w:rsidR="005453F3" w:rsidRPr="00D34FB3" w:rsidRDefault="005453F3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34F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34" w:type="dxa"/>
          </w:tcPr>
          <w:p w:rsidR="005453F3" w:rsidRPr="00D34FB3" w:rsidRDefault="005453F3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5453F3" w:rsidRPr="00D34FB3" w:rsidRDefault="005453F3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34F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133800</w:t>
            </w:r>
          </w:p>
        </w:tc>
        <w:tc>
          <w:tcPr>
            <w:tcW w:w="1559" w:type="dxa"/>
          </w:tcPr>
          <w:p w:rsidR="005453F3" w:rsidRDefault="005453F3" w:rsidP="00B1536C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5453F3" w:rsidTr="0003575E">
        <w:tc>
          <w:tcPr>
            <w:tcW w:w="709" w:type="dxa"/>
          </w:tcPr>
          <w:p w:rsidR="005453F3" w:rsidRPr="00D34FB3" w:rsidRDefault="005453F3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453F3" w:rsidRPr="00D34FB3" w:rsidRDefault="005453F3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34F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Несовершеннолетний ребенок</w:t>
            </w:r>
          </w:p>
        </w:tc>
        <w:tc>
          <w:tcPr>
            <w:tcW w:w="1276" w:type="dxa"/>
          </w:tcPr>
          <w:p w:rsidR="005453F3" w:rsidRPr="00D34FB3" w:rsidRDefault="005453F3" w:rsidP="00091AB0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2"/>
          </w:tcPr>
          <w:p w:rsidR="005453F3" w:rsidRPr="00D34FB3" w:rsidRDefault="005453F3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453F3" w:rsidRPr="00D34FB3" w:rsidRDefault="005453F3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453F3" w:rsidRPr="00D34FB3" w:rsidRDefault="005453F3" w:rsidP="00F43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453F3" w:rsidRPr="00D34FB3" w:rsidRDefault="005453F3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5453F3" w:rsidRPr="00D34FB3" w:rsidRDefault="005453F3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4FB3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5453F3" w:rsidRPr="00D34FB3" w:rsidRDefault="005453F3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34F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63,3</w:t>
            </w:r>
          </w:p>
        </w:tc>
        <w:tc>
          <w:tcPr>
            <w:tcW w:w="1559" w:type="dxa"/>
          </w:tcPr>
          <w:p w:rsidR="005453F3" w:rsidRPr="00D34FB3" w:rsidRDefault="005453F3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34F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34" w:type="dxa"/>
          </w:tcPr>
          <w:p w:rsidR="005453F3" w:rsidRPr="00D34FB3" w:rsidRDefault="005453F3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5453F3" w:rsidRPr="00D34FB3" w:rsidRDefault="005453F3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5453F3" w:rsidRDefault="005453F3" w:rsidP="00B1536C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5453F3" w:rsidTr="0003575E">
        <w:tc>
          <w:tcPr>
            <w:tcW w:w="709" w:type="dxa"/>
          </w:tcPr>
          <w:p w:rsidR="005453F3" w:rsidRPr="00D34FB3" w:rsidRDefault="00FD468A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  <w:r w:rsidR="005453F3" w:rsidRPr="00D34FB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843" w:type="dxa"/>
          </w:tcPr>
          <w:p w:rsidR="005453F3" w:rsidRPr="00D34FB3" w:rsidRDefault="005453F3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34F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Перегудов Эдуард Олегович</w:t>
            </w:r>
          </w:p>
        </w:tc>
        <w:tc>
          <w:tcPr>
            <w:tcW w:w="1276" w:type="dxa"/>
          </w:tcPr>
          <w:p w:rsidR="005453F3" w:rsidRPr="00D34FB3" w:rsidRDefault="005453F3" w:rsidP="00091AB0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34F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Старший </w:t>
            </w:r>
            <w:proofErr w:type="spellStart"/>
            <w:proofErr w:type="gramStart"/>
            <w:r w:rsidRPr="00D34F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государст</w:t>
            </w:r>
            <w:r w:rsidR="0069005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D34F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венный</w:t>
            </w:r>
            <w:proofErr w:type="spellEnd"/>
            <w:proofErr w:type="gramEnd"/>
          </w:p>
          <w:p w:rsidR="005453F3" w:rsidRPr="00D34FB3" w:rsidRDefault="005453F3" w:rsidP="00091AB0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34F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инспектор</w:t>
            </w:r>
          </w:p>
        </w:tc>
        <w:tc>
          <w:tcPr>
            <w:tcW w:w="1275" w:type="dxa"/>
            <w:gridSpan w:val="2"/>
          </w:tcPr>
          <w:p w:rsidR="005453F3" w:rsidRPr="00D34FB3" w:rsidRDefault="005453F3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4FB3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5453F3" w:rsidRPr="00D34FB3" w:rsidRDefault="005453F3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4FB3">
              <w:rPr>
                <w:rFonts w:ascii="Times New Roman" w:hAnsi="Times New Roman" w:cs="Times New Roman"/>
                <w:sz w:val="24"/>
                <w:szCs w:val="24"/>
              </w:rPr>
              <w:t>Долевая-1/2</w:t>
            </w:r>
          </w:p>
        </w:tc>
        <w:tc>
          <w:tcPr>
            <w:tcW w:w="851" w:type="dxa"/>
          </w:tcPr>
          <w:p w:rsidR="005453F3" w:rsidRPr="00D34FB3" w:rsidRDefault="005453F3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34F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992" w:type="dxa"/>
          </w:tcPr>
          <w:p w:rsidR="005453F3" w:rsidRPr="00D34FB3" w:rsidRDefault="005453F3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34F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34" w:type="dxa"/>
          </w:tcPr>
          <w:p w:rsidR="005453F3" w:rsidRPr="00D34FB3" w:rsidRDefault="005453F3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453F3" w:rsidRPr="00D34FB3" w:rsidRDefault="005453F3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5453F3" w:rsidRPr="00D34FB3" w:rsidRDefault="005453F3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5453F3" w:rsidRPr="00D34FB3" w:rsidRDefault="005453F3" w:rsidP="006B54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34F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а/</w:t>
            </w:r>
            <w:proofErr w:type="gramStart"/>
            <w:r w:rsidRPr="00D34F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End"/>
            <w:r w:rsidRPr="00D34FB3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Hover</w:t>
            </w:r>
          </w:p>
          <w:p w:rsidR="005453F3" w:rsidRPr="00D34FB3" w:rsidRDefault="005453F3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5453F3" w:rsidRPr="00D34FB3" w:rsidRDefault="005453F3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34F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733469</w:t>
            </w:r>
          </w:p>
        </w:tc>
        <w:tc>
          <w:tcPr>
            <w:tcW w:w="1559" w:type="dxa"/>
          </w:tcPr>
          <w:p w:rsidR="005453F3" w:rsidRDefault="005453F3" w:rsidP="00B1536C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5453F3" w:rsidTr="0003575E">
        <w:tc>
          <w:tcPr>
            <w:tcW w:w="709" w:type="dxa"/>
          </w:tcPr>
          <w:p w:rsidR="005453F3" w:rsidRPr="00D34FB3" w:rsidRDefault="005453F3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453F3" w:rsidRPr="00D34FB3" w:rsidRDefault="005453F3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34F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супруга</w:t>
            </w:r>
          </w:p>
        </w:tc>
        <w:tc>
          <w:tcPr>
            <w:tcW w:w="1276" w:type="dxa"/>
          </w:tcPr>
          <w:p w:rsidR="005453F3" w:rsidRPr="00D34FB3" w:rsidRDefault="005453F3" w:rsidP="00091AB0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2"/>
          </w:tcPr>
          <w:p w:rsidR="005453F3" w:rsidRPr="00D34FB3" w:rsidRDefault="005453F3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4FB3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5453F3" w:rsidRPr="00D34FB3" w:rsidRDefault="005453F3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4FB3">
              <w:rPr>
                <w:rFonts w:ascii="Times New Roman" w:hAnsi="Times New Roman" w:cs="Times New Roman"/>
                <w:sz w:val="24"/>
                <w:szCs w:val="24"/>
              </w:rPr>
              <w:t>Долевая-1/2</w:t>
            </w:r>
          </w:p>
        </w:tc>
        <w:tc>
          <w:tcPr>
            <w:tcW w:w="851" w:type="dxa"/>
          </w:tcPr>
          <w:p w:rsidR="005453F3" w:rsidRPr="00D34FB3" w:rsidRDefault="005453F3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34F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992" w:type="dxa"/>
          </w:tcPr>
          <w:p w:rsidR="005453F3" w:rsidRPr="00D34FB3" w:rsidRDefault="005453F3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34F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34" w:type="dxa"/>
          </w:tcPr>
          <w:p w:rsidR="005453F3" w:rsidRPr="00D34FB3" w:rsidRDefault="005453F3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453F3" w:rsidRPr="00D34FB3" w:rsidRDefault="005453F3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5453F3" w:rsidRPr="00D34FB3" w:rsidRDefault="005453F3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5453F3" w:rsidRPr="00D34FB3" w:rsidRDefault="005453F3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5453F3" w:rsidRPr="00D34FB3" w:rsidRDefault="005453F3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34F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442000</w:t>
            </w:r>
          </w:p>
        </w:tc>
        <w:tc>
          <w:tcPr>
            <w:tcW w:w="1559" w:type="dxa"/>
          </w:tcPr>
          <w:p w:rsidR="005453F3" w:rsidRDefault="005453F3" w:rsidP="00B1536C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5453F3" w:rsidTr="0003575E">
        <w:tc>
          <w:tcPr>
            <w:tcW w:w="709" w:type="dxa"/>
          </w:tcPr>
          <w:p w:rsidR="005453F3" w:rsidRPr="00D34FB3" w:rsidRDefault="00FD468A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46</w:t>
            </w:r>
            <w:r w:rsidR="005453F3" w:rsidRPr="00D34FB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843" w:type="dxa"/>
          </w:tcPr>
          <w:p w:rsidR="005453F3" w:rsidRPr="00D34FB3" w:rsidRDefault="005453F3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34F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Буторин</w:t>
            </w:r>
            <w:proofErr w:type="spellEnd"/>
          </w:p>
          <w:p w:rsidR="005453F3" w:rsidRPr="00D34FB3" w:rsidRDefault="005453F3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34F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Алексей Павлович</w:t>
            </w:r>
          </w:p>
        </w:tc>
        <w:tc>
          <w:tcPr>
            <w:tcW w:w="1276" w:type="dxa"/>
          </w:tcPr>
          <w:p w:rsidR="005453F3" w:rsidRPr="00D34FB3" w:rsidRDefault="005453F3" w:rsidP="00091AB0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D34F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Государст</w:t>
            </w:r>
            <w:r w:rsidR="0069005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D34F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венный</w:t>
            </w:r>
            <w:proofErr w:type="spellEnd"/>
            <w:proofErr w:type="gramEnd"/>
          </w:p>
          <w:p w:rsidR="005453F3" w:rsidRPr="00D34FB3" w:rsidRDefault="005453F3" w:rsidP="00091AB0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34F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инспектор</w:t>
            </w:r>
          </w:p>
        </w:tc>
        <w:tc>
          <w:tcPr>
            <w:tcW w:w="1275" w:type="dxa"/>
            <w:gridSpan w:val="2"/>
          </w:tcPr>
          <w:p w:rsidR="005453F3" w:rsidRPr="00D34FB3" w:rsidRDefault="005453F3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453F3" w:rsidRPr="00D34FB3" w:rsidRDefault="005453F3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453F3" w:rsidRPr="00D34FB3" w:rsidRDefault="005453F3" w:rsidP="00F43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453F3" w:rsidRPr="00D34FB3" w:rsidRDefault="005453F3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5453F3" w:rsidRPr="00D34FB3" w:rsidRDefault="005453F3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4FB3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5453F3" w:rsidRPr="00D34FB3" w:rsidRDefault="005453F3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34F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1559" w:type="dxa"/>
          </w:tcPr>
          <w:p w:rsidR="005453F3" w:rsidRPr="00D34FB3" w:rsidRDefault="005453F3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34F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34" w:type="dxa"/>
          </w:tcPr>
          <w:p w:rsidR="005453F3" w:rsidRPr="00D34FB3" w:rsidRDefault="005453F3" w:rsidP="006B54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34F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а/</w:t>
            </w:r>
            <w:proofErr w:type="gramStart"/>
            <w:r w:rsidRPr="00D34F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End"/>
          </w:p>
          <w:p w:rsidR="005453F3" w:rsidRPr="00D34FB3" w:rsidRDefault="005453F3" w:rsidP="006B54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34FB3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GeelyMKCross</w:t>
            </w:r>
            <w:proofErr w:type="spellEnd"/>
          </w:p>
          <w:p w:rsidR="005453F3" w:rsidRPr="00D34FB3" w:rsidRDefault="005453F3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5453F3" w:rsidRPr="00D34FB3" w:rsidRDefault="005453F3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34F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853157,07</w:t>
            </w:r>
          </w:p>
        </w:tc>
        <w:tc>
          <w:tcPr>
            <w:tcW w:w="1559" w:type="dxa"/>
          </w:tcPr>
          <w:p w:rsidR="005453F3" w:rsidRDefault="005453F3" w:rsidP="00B1536C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5453F3" w:rsidTr="0003575E">
        <w:tc>
          <w:tcPr>
            <w:tcW w:w="709" w:type="dxa"/>
          </w:tcPr>
          <w:p w:rsidR="005453F3" w:rsidRPr="00D34FB3" w:rsidRDefault="005453F3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453F3" w:rsidRPr="00D34FB3" w:rsidRDefault="005453F3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34F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супруга</w:t>
            </w:r>
          </w:p>
        </w:tc>
        <w:tc>
          <w:tcPr>
            <w:tcW w:w="1276" w:type="dxa"/>
          </w:tcPr>
          <w:p w:rsidR="005453F3" w:rsidRPr="00D34FB3" w:rsidRDefault="005453F3" w:rsidP="00091AB0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2"/>
          </w:tcPr>
          <w:p w:rsidR="005453F3" w:rsidRPr="00D34FB3" w:rsidRDefault="005453F3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453F3" w:rsidRPr="00D34FB3" w:rsidRDefault="005453F3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453F3" w:rsidRPr="00D34FB3" w:rsidRDefault="005453F3" w:rsidP="00F43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453F3" w:rsidRPr="00D34FB3" w:rsidRDefault="005453F3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5453F3" w:rsidRPr="00D34FB3" w:rsidRDefault="005453F3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4FB3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5453F3" w:rsidRPr="00D34FB3" w:rsidRDefault="005453F3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34F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64,5</w:t>
            </w:r>
          </w:p>
        </w:tc>
        <w:tc>
          <w:tcPr>
            <w:tcW w:w="1559" w:type="dxa"/>
          </w:tcPr>
          <w:p w:rsidR="005453F3" w:rsidRPr="00D34FB3" w:rsidRDefault="005453F3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34F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34" w:type="dxa"/>
          </w:tcPr>
          <w:p w:rsidR="005453F3" w:rsidRPr="00D34FB3" w:rsidRDefault="005453F3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5453F3" w:rsidRPr="00D34FB3" w:rsidRDefault="005453F3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34F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396338</w:t>
            </w:r>
          </w:p>
        </w:tc>
        <w:tc>
          <w:tcPr>
            <w:tcW w:w="1559" w:type="dxa"/>
          </w:tcPr>
          <w:p w:rsidR="005453F3" w:rsidRDefault="005453F3" w:rsidP="00B1536C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5453F3" w:rsidTr="0003575E">
        <w:tc>
          <w:tcPr>
            <w:tcW w:w="709" w:type="dxa"/>
          </w:tcPr>
          <w:p w:rsidR="005453F3" w:rsidRPr="00D34FB3" w:rsidRDefault="00FD468A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  <w:r w:rsidR="005453F3" w:rsidRPr="00D34FB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843" w:type="dxa"/>
          </w:tcPr>
          <w:p w:rsidR="005453F3" w:rsidRPr="00D34FB3" w:rsidRDefault="005453F3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34F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Паршина Елена Анатольевна</w:t>
            </w:r>
          </w:p>
        </w:tc>
        <w:tc>
          <w:tcPr>
            <w:tcW w:w="1276" w:type="dxa"/>
          </w:tcPr>
          <w:p w:rsidR="005453F3" w:rsidRPr="00D34FB3" w:rsidRDefault="005453F3" w:rsidP="00091AB0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D34F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Государст</w:t>
            </w:r>
            <w:r w:rsidR="0069005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D34F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венный</w:t>
            </w:r>
            <w:proofErr w:type="spellEnd"/>
            <w:proofErr w:type="gramEnd"/>
          </w:p>
          <w:p w:rsidR="005453F3" w:rsidRPr="00D34FB3" w:rsidRDefault="005453F3" w:rsidP="00091AB0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34F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инспектор</w:t>
            </w:r>
          </w:p>
        </w:tc>
        <w:tc>
          <w:tcPr>
            <w:tcW w:w="1275" w:type="dxa"/>
            <w:gridSpan w:val="2"/>
          </w:tcPr>
          <w:p w:rsidR="005453F3" w:rsidRPr="00D34FB3" w:rsidRDefault="005453F3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4FB3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5453F3" w:rsidRPr="00D34FB3" w:rsidRDefault="005453F3" w:rsidP="002909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4FB3">
              <w:rPr>
                <w:rFonts w:ascii="Times New Roman" w:hAnsi="Times New Roman" w:cs="Times New Roman"/>
                <w:sz w:val="24"/>
                <w:szCs w:val="24"/>
              </w:rPr>
              <w:t xml:space="preserve">Совместная,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7/8</w:t>
            </w:r>
          </w:p>
        </w:tc>
        <w:tc>
          <w:tcPr>
            <w:tcW w:w="851" w:type="dxa"/>
          </w:tcPr>
          <w:p w:rsidR="005453F3" w:rsidRPr="00D34FB3" w:rsidRDefault="005453F3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34F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61,7</w:t>
            </w:r>
          </w:p>
        </w:tc>
        <w:tc>
          <w:tcPr>
            <w:tcW w:w="992" w:type="dxa"/>
          </w:tcPr>
          <w:p w:rsidR="005453F3" w:rsidRPr="00D34FB3" w:rsidRDefault="005453F3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34F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34" w:type="dxa"/>
          </w:tcPr>
          <w:p w:rsidR="005453F3" w:rsidRPr="00D34FB3" w:rsidRDefault="005453F3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453F3" w:rsidRPr="00D34FB3" w:rsidRDefault="005453F3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5453F3" w:rsidRPr="00D34FB3" w:rsidRDefault="005453F3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5453F3" w:rsidRPr="00D34FB3" w:rsidRDefault="005453F3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5453F3" w:rsidRPr="00D34FB3" w:rsidRDefault="005453F3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34F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434597</w:t>
            </w:r>
          </w:p>
        </w:tc>
        <w:tc>
          <w:tcPr>
            <w:tcW w:w="1559" w:type="dxa"/>
          </w:tcPr>
          <w:p w:rsidR="005453F3" w:rsidRDefault="005453F3" w:rsidP="00B1536C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5453F3" w:rsidTr="0003575E">
        <w:tc>
          <w:tcPr>
            <w:tcW w:w="709" w:type="dxa"/>
          </w:tcPr>
          <w:p w:rsidR="005453F3" w:rsidRPr="003452F1" w:rsidRDefault="00FD468A" w:rsidP="00CE49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  <w:r w:rsidR="005453F3" w:rsidRPr="003452F1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843" w:type="dxa"/>
          </w:tcPr>
          <w:p w:rsidR="005453F3" w:rsidRPr="003452F1" w:rsidRDefault="005453F3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452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Шарипов</w:t>
            </w:r>
            <w:proofErr w:type="spellEnd"/>
            <w:r w:rsidRPr="003452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452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Радик</w:t>
            </w:r>
            <w:proofErr w:type="spellEnd"/>
            <w:r w:rsidRPr="003452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452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Вильевич</w:t>
            </w:r>
            <w:proofErr w:type="spellEnd"/>
          </w:p>
        </w:tc>
        <w:tc>
          <w:tcPr>
            <w:tcW w:w="1276" w:type="dxa"/>
          </w:tcPr>
          <w:p w:rsidR="005453F3" w:rsidRPr="003452F1" w:rsidRDefault="005453F3" w:rsidP="006B54FA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3452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Государст</w:t>
            </w:r>
            <w:r w:rsidR="0069005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3452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венный</w:t>
            </w:r>
            <w:proofErr w:type="spellEnd"/>
            <w:proofErr w:type="gramEnd"/>
          </w:p>
          <w:p w:rsidR="005453F3" w:rsidRPr="003452F1" w:rsidRDefault="005453F3" w:rsidP="006B54FA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452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инспектор</w:t>
            </w:r>
          </w:p>
        </w:tc>
        <w:tc>
          <w:tcPr>
            <w:tcW w:w="1275" w:type="dxa"/>
            <w:gridSpan w:val="2"/>
          </w:tcPr>
          <w:p w:rsidR="005453F3" w:rsidRPr="00D34FB3" w:rsidRDefault="005453F3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453F3" w:rsidRPr="00D34FB3" w:rsidRDefault="005453F3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453F3" w:rsidRPr="00D34FB3" w:rsidRDefault="005453F3" w:rsidP="00F43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453F3" w:rsidRPr="00D34FB3" w:rsidRDefault="005453F3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5453F3" w:rsidRPr="00D34FB3" w:rsidRDefault="005453F3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453F3" w:rsidRPr="00D34FB3" w:rsidRDefault="005453F3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5453F3" w:rsidRPr="00D34FB3" w:rsidRDefault="005453F3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5453F3" w:rsidRPr="00D34FB3" w:rsidRDefault="005453F3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5453F3" w:rsidRPr="00D34FB3" w:rsidRDefault="005453F3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390251,09</w:t>
            </w:r>
          </w:p>
        </w:tc>
        <w:tc>
          <w:tcPr>
            <w:tcW w:w="1559" w:type="dxa"/>
          </w:tcPr>
          <w:p w:rsidR="005453F3" w:rsidRDefault="005453F3" w:rsidP="00B1536C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5453F3" w:rsidTr="0003575E">
        <w:tc>
          <w:tcPr>
            <w:tcW w:w="709" w:type="dxa"/>
          </w:tcPr>
          <w:p w:rsidR="005453F3" w:rsidRPr="003452F1" w:rsidRDefault="005453F3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453F3" w:rsidRPr="003452F1" w:rsidRDefault="005453F3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452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супруга</w:t>
            </w:r>
          </w:p>
        </w:tc>
        <w:tc>
          <w:tcPr>
            <w:tcW w:w="1276" w:type="dxa"/>
          </w:tcPr>
          <w:p w:rsidR="005453F3" w:rsidRPr="003452F1" w:rsidRDefault="005453F3" w:rsidP="006B54FA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2"/>
          </w:tcPr>
          <w:p w:rsidR="005453F3" w:rsidRPr="00D34FB3" w:rsidRDefault="005453F3" w:rsidP="003452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4FB3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5453F3" w:rsidRPr="00D34FB3" w:rsidRDefault="005453F3" w:rsidP="003452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4FB3">
              <w:rPr>
                <w:rFonts w:ascii="Times New Roman" w:hAnsi="Times New Roman" w:cs="Times New Roman"/>
                <w:sz w:val="24"/>
                <w:szCs w:val="24"/>
              </w:rPr>
              <w:t>Долевая-1/2</w:t>
            </w:r>
          </w:p>
        </w:tc>
        <w:tc>
          <w:tcPr>
            <w:tcW w:w="851" w:type="dxa"/>
          </w:tcPr>
          <w:p w:rsidR="005453F3" w:rsidRPr="00D34FB3" w:rsidRDefault="005453F3" w:rsidP="003452F1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61,5</w:t>
            </w:r>
          </w:p>
        </w:tc>
        <w:tc>
          <w:tcPr>
            <w:tcW w:w="992" w:type="dxa"/>
          </w:tcPr>
          <w:p w:rsidR="005453F3" w:rsidRPr="00D34FB3" w:rsidRDefault="005453F3" w:rsidP="003452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34F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34" w:type="dxa"/>
          </w:tcPr>
          <w:p w:rsidR="005453F3" w:rsidRPr="00D34FB3" w:rsidRDefault="005453F3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453F3" w:rsidRPr="00D34FB3" w:rsidRDefault="005453F3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5453F3" w:rsidRPr="00D34FB3" w:rsidRDefault="005453F3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5453F3" w:rsidRPr="00D34FB3" w:rsidRDefault="005453F3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5453F3" w:rsidRDefault="005453F3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299847,06</w:t>
            </w:r>
          </w:p>
        </w:tc>
        <w:tc>
          <w:tcPr>
            <w:tcW w:w="1559" w:type="dxa"/>
          </w:tcPr>
          <w:p w:rsidR="005453F3" w:rsidRDefault="005453F3" w:rsidP="00B1536C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5453F3" w:rsidTr="0003575E">
        <w:tc>
          <w:tcPr>
            <w:tcW w:w="709" w:type="dxa"/>
          </w:tcPr>
          <w:p w:rsidR="005453F3" w:rsidRPr="00D34FB3" w:rsidRDefault="005453F3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453F3" w:rsidRDefault="005453F3" w:rsidP="00091AB0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D34F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Несовершеннолетний ребенок</w:t>
            </w:r>
          </w:p>
        </w:tc>
        <w:tc>
          <w:tcPr>
            <w:tcW w:w="1276" w:type="dxa"/>
          </w:tcPr>
          <w:p w:rsidR="005453F3" w:rsidRPr="00D34FB3" w:rsidRDefault="005453F3" w:rsidP="006B54FA">
            <w:pPr>
              <w:ind w:left="-108" w:right="-108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2"/>
          </w:tcPr>
          <w:p w:rsidR="005453F3" w:rsidRPr="00D34FB3" w:rsidRDefault="005453F3" w:rsidP="003452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453F3" w:rsidRPr="00D34FB3" w:rsidRDefault="005453F3" w:rsidP="003452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453F3" w:rsidRDefault="005453F3" w:rsidP="003452F1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5453F3" w:rsidRPr="00D34FB3" w:rsidRDefault="005453F3" w:rsidP="003452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5453F3" w:rsidRPr="00D34FB3" w:rsidRDefault="005453F3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453F3" w:rsidRPr="00D34FB3" w:rsidRDefault="005453F3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5453F3" w:rsidRPr="00D34FB3" w:rsidRDefault="005453F3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5453F3" w:rsidRPr="00D34FB3" w:rsidRDefault="005453F3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5453F3" w:rsidRDefault="005453F3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5453F3" w:rsidRDefault="005453F3" w:rsidP="00B1536C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5453F3" w:rsidTr="0003575E">
        <w:tc>
          <w:tcPr>
            <w:tcW w:w="709" w:type="dxa"/>
          </w:tcPr>
          <w:p w:rsidR="005453F3" w:rsidRPr="00D34FB3" w:rsidRDefault="00FD468A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  <w:r w:rsidR="005453F3" w:rsidRPr="00D34FB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843" w:type="dxa"/>
          </w:tcPr>
          <w:p w:rsidR="005453F3" w:rsidRPr="007244BD" w:rsidRDefault="005453F3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244B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Чулкина</w:t>
            </w:r>
            <w:proofErr w:type="spellEnd"/>
            <w:r w:rsidRPr="007244B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Светлана Анатольевна</w:t>
            </w:r>
          </w:p>
        </w:tc>
        <w:tc>
          <w:tcPr>
            <w:tcW w:w="1276" w:type="dxa"/>
          </w:tcPr>
          <w:p w:rsidR="005453F3" w:rsidRPr="008C7065" w:rsidRDefault="005453F3" w:rsidP="00091AB0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C706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Старший специалист 2 разряда</w:t>
            </w:r>
          </w:p>
        </w:tc>
        <w:tc>
          <w:tcPr>
            <w:tcW w:w="1275" w:type="dxa"/>
            <w:gridSpan w:val="2"/>
          </w:tcPr>
          <w:p w:rsidR="005453F3" w:rsidRPr="00D34FB3" w:rsidRDefault="005453F3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134" w:type="dxa"/>
          </w:tcPr>
          <w:p w:rsidR="005453F3" w:rsidRPr="00D34FB3" w:rsidRDefault="005453F3" w:rsidP="000357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д</w:t>
            </w:r>
            <w:r w:rsidRPr="00D34FB3">
              <w:rPr>
                <w:rFonts w:ascii="Times New Roman" w:hAnsi="Times New Roman" w:cs="Times New Roman"/>
                <w:sz w:val="24"/>
                <w:szCs w:val="24"/>
              </w:rPr>
              <w:t>олевая-1/2</w:t>
            </w:r>
          </w:p>
        </w:tc>
        <w:tc>
          <w:tcPr>
            <w:tcW w:w="851" w:type="dxa"/>
          </w:tcPr>
          <w:p w:rsidR="005453F3" w:rsidRPr="00D34FB3" w:rsidRDefault="005453F3" w:rsidP="0003575E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8,36</w:t>
            </w:r>
          </w:p>
        </w:tc>
        <w:tc>
          <w:tcPr>
            <w:tcW w:w="992" w:type="dxa"/>
          </w:tcPr>
          <w:p w:rsidR="005453F3" w:rsidRPr="00D34FB3" w:rsidRDefault="005453F3" w:rsidP="0003575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34F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34" w:type="dxa"/>
          </w:tcPr>
          <w:p w:rsidR="005453F3" w:rsidRPr="00D34FB3" w:rsidRDefault="005453F3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453F3" w:rsidRPr="00D34FB3" w:rsidRDefault="005453F3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5453F3" w:rsidRPr="00D34FB3" w:rsidRDefault="005453F3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5453F3" w:rsidRPr="00D34FB3" w:rsidRDefault="005453F3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5453F3" w:rsidRPr="00D34FB3" w:rsidRDefault="005453F3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436194</w:t>
            </w:r>
          </w:p>
        </w:tc>
        <w:tc>
          <w:tcPr>
            <w:tcW w:w="1559" w:type="dxa"/>
          </w:tcPr>
          <w:p w:rsidR="005453F3" w:rsidRDefault="005453F3" w:rsidP="00B1536C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5453F3" w:rsidTr="0003575E">
        <w:tc>
          <w:tcPr>
            <w:tcW w:w="709" w:type="dxa"/>
          </w:tcPr>
          <w:p w:rsidR="005453F3" w:rsidRPr="00D34FB3" w:rsidRDefault="005453F3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453F3" w:rsidRPr="00D34FB3" w:rsidRDefault="005453F3" w:rsidP="00091AB0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5453F3" w:rsidRPr="00D34FB3" w:rsidRDefault="005453F3" w:rsidP="00091AB0">
            <w:pPr>
              <w:ind w:left="-108" w:right="-108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2"/>
          </w:tcPr>
          <w:p w:rsidR="005453F3" w:rsidRPr="007244BD" w:rsidRDefault="005453F3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134" w:type="dxa"/>
          </w:tcPr>
          <w:p w:rsidR="005453F3" w:rsidRPr="00D34FB3" w:rsidRDefault="005453F3" w:rsidP="000357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д</w:t>
            </w:r>
            <w:r w:rsidRPr="00D34FB3">
              <w:rPr>
                <w:rFonts w:ascii="Times New Roman" w:hAnsi="Times New Roman" w:cs="Times New Roman"/>
                <w:sz w:val="24"/>
                <w:szCs w:val="24"/>
              </w:rPr>
              <w:t>олевая-1/2</w:t>
            </w:r>
          </w:p>
        </w:tc>
        <w:tc>
          <w:tcPr>
            <w:tcW w:w="851" w:type="dxa"/>
          </w:tcPr>
          <w:p w:rsidR="005453F3" w:rsidRPr="00D34FB3" w:rsidRDefault="005453F3" w:rsidP="0003575E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992" w:type="dxa"/>
          </w:tcPr>
          <w:p w:rsidR="005453F3" w:rsidRPr="00D34FB3" w:rsidRDefault="005453F3" w:rsidP="0003575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34F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34" w:type="dxa"/>
          </w:tcPr>
          <w:p w:rsidR="005453F3" w:rsidRPr="00D34FB3" w:rsidRDefault="005453F3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453F3" w:rsidRPr="00D34FB3" w:rsidRDefault="005453F3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5453F3" w:rsidRPr="00D34FB3" w:rsidRDefault="005453F3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5453F3" w:rsidRPr="00D34FB3" w:rsidRDefault="005453F3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5453F3" w:rsidRDefault="005453F3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5453F3" w:rsidRDefault="005453F3" w:rsidP="00B1536C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5453F3" w:rsidTr="0003575E">
        <w:tc>
          <w:tcPr>
            <w:tcW w:w="709" w:type="dxa"/>
          </w:tcPr>
          <w:p w:rsidR="005453F3" w:rsidRPr="00D34FB3" w:rsidRDefault="005453F3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453F3" w:rsidRPr="00D34FB3" w:rsidRDefault="005453F3" w:rsidP="00091AB0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5453F3" w:rsidRPr="00D34FB3" w:rsidRDefault="005453F3" w:rsidP="00091AB0">
            <w:pPr>
              <w:ind w:left="-108" w:right="-108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2"/>
          </w:tcPr>
          <w:p w:rsidR="005453F3" w:rsidRPr="00D34FB3" w:rsidRDefault="005453F3" w:rsidP="000357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4FB3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5453F3" w:rsidRPr="00D34FB3" w:rsidRDefault="005453F3" w:rsidP="000357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4FB3">
              <w:rPr>
                <w:rFonts w:ascii="Times New Roman" w:hAnsi="Times New Roman" w:cs="Times New Roman"/>
                <w:sz w:val="24"/>
                <w:szCs w:val="24"/>
              </w:rPr>
              <w:t>Долевая-1/2</w:t>
            </w:r>
          </w:p>
        </w:tc>
        <w:tc>
          <w:tcPr>
            <w:tcW w:w="851" w:type="dxa"/>
          </w:tcPr>
          <w:p w:rsidR="005453F3" w:rsidRPr="00D34FB3" w:rsidRDefault="005453F3" w:rsidP="0003575E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40,8</w:t>
            </w:r>
          </w:p>
        </w:tc>
        <w:tc>
          <w:tcPr>
            <w:tcW w:w="992" w:type="dxa"/>
          </w:tcPr>
          <w:p w:rsidR="005453F3" w:rsidRPr="00D34FB3" w:rsidRDefault="005453F3" w:rsidP="0003575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34F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34" w:type="dxa"/>
          </w:tcPr>
          <w:p w:rsidR="005453F3" w:rsidRPr="00D34FB3" w:rsidRDefault="005453F3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453F3" w:rsidRPr="00D34FB3" w:rsidRDefault="005453F3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5453F3" w:rsidRPr="00D34FB3" w:rsidRDefault="005453F3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5453F3" w:rsidRPr="00D34FB3" w:rsidRDefault="005453F3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5453F3" w:rsidRDefault="005453F3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5453F3" w:rsidRDefault="005453F3" w:rsidP="00B1536C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9D2E8B" w:rsidTr="0003575E">
        <w:tc>
          <w:tcPr>
            <w:tcW w:w="709" w:type="dxa"/>
          </w:tcPr>
          <w:p w:rsidR="009D2E8B" w:rsidRPr="00D34FB3" w:rsidRDefault="009D2E8B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9D2E8B" w:rsidRPr="00D34FB3" w:rsidRDefault="009D2E8B" w:rsidP="00091AB0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9D2E8B" w:rsidRPr="00D34FB3" w:rsidRDefault="009D2E8B" w:rsidP="00091AB0">
            <w:pPr>
              <w:ind w:left="-108" w:right="-108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2"/>
          </w:tcPr>
          <w:p w:rsidR="009D2E8B" w:rsidRPr="00D34FB3" w:rsidRDefault="009D2E8B" w:rsidP="000357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4FB3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9D2E8B" w:rsidRPr="00D701CF" w:rsidRDefault="009D2E8B" w:rsidP="009D2E8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701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Индиви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D701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дуаль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D701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ная</w:t>
            </w:r>
            <w:proofErr w:type="spellEnd"/>
          </w:p>
        </w:tc>
        <w:tc>
          <w:tcPr>
            <w:tcW w:w="851" w:type="dxa"/>
          </w:tcPr>
          <w:p w:rsidR="009D2E8B" w:rsidRPr="00D34FB3" w:rsidRDefault="009D2E8B" w:rsidP="0003575E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30,7</w:t>
            </w:r>
          </w:p>
        </w:tc>
        <w:tc>
          <w:tcPr>
            <w:tcW w:w="992" w:type="dxa"/>
          </w:tcPr>
          <w:p w:rsidR="009D2E8B" w:rsidRPr="00D34FB3" w:rsidRDefault="009D2E8B" w:rsidP="0003575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34FB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34" w:type="dxa"/>
          </w:tcPr>
          <w:p w:rsidR="009D2E8B" w:rsidRPr="00D34FB3" w:rsidRDefault="009D2E8B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D2E8B" w:rsidRPr="00D34FB3" w:rsidRDefault="009D2E8B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9D2E8B" w:rsidRPr="00D34FB3" w:rsidRDefault="009D2E8B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9D2E8B" w:rsidRPr="00D34FB3" w:rsidRDefault="009D2E8B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9D2E8B" w:rsidRDefault="009D2E8B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9D2E8B" w:rsidRDefault="009D2E8B" w:rsidP="00B1536C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5453F3" w:rsidTr="0003575E">
        <w:tc>
          <w:tcPr>
            <w:tcW w:w="16018" w:type="dxa"/>
            <w:gridSpan w:val="15"/>
          </w:tcPr>
          <w:p w:rsidR="005453F3" w:rsidRDefault="005453F3" w:rsidP="00B1536C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Финансово-экономический отдел</w:t>
            </w:r>
          </w:p>
        </w:tc>
      </w:tr>
      <w:tr w:rsidR="009D2E8B" w:rsidTr="0003575E">
        <w:tc>
          <w:tcPr>
            <w:tcW w:w="709" w:type="dxa"/>
          </w:tcPr>
          <w:p w:rsidR="009D2E8B" w:rsidRPr="00D43D6B" w:rsidRDefault="00FD468A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="009D2E8B" w:rsidRPr="00D43D6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843" w:type="dxa"/>
          </w:tcPr>
          <w:p w:rsidR="009D2E8B" w:rsidRPr="00D43D6B" w:rsidRDefault="009D2E8B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43D6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Мозолева Людмила Григорьевна</w:t>
            </w:r>
          </w:p>
        </w:tc>
        <w:tc>
          <w:tcPr>
            <w:tcW w:w="1276" w:type="dxa"/>
          </w:tcPr>
          <w:p w:rsidR="009D2E8B" w:rsidRPr="00D43D6B" w:rsidRDefault="009D2E8B" w:rsidP="00091AB0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43D6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Начальник отдела – главный бухгалтер</w:t>
            </w:r>
          </w:p>
        </w:tc>
        <w:tc>
          <w:tcPr>
            <w:tcW w:w="1275" w:type="dxa"/>
            <w:gridSpan w:val="2"/>
          </w:tcPr>
          <w:p w:rsidR="009D2E8B" w:rsidRPr="00D43D6B" w:rsidRDefault="009D2E8B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3D6B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9D2E8B" w:rsidRPr="00D701CF" w:rsidRDefault="009D2E8B" w:rsidP="009D2E8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701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Индиви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D701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дуаль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D701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ная</w:t>
            </w:r>
            <w:proofErr w:type="spellEnd"/>
          </w:p>
        </w:tc>
        <w:tc>
          <w:tcPr>
            <w:tcW w:w="851" w:type="dxa"/>
          </w:tcPr>
          <w:p w:rsidR="009D2E8B" w:rsidRPr="00D43D6B" w:rsidRDefault="009D2E8B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3D6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65,3</w:t>
            </w:r>
          </w:p>
        </w:tc>
        <w:tc>
          <w:tcPr>
            <w:tcW w:w="992" w:type="dxa"/>
          </w:tcPr>
          <w:p w:rsidR="009D2E8B" w:rsidRPr="00D43D6B" w:rsidRDefault="009D2E8B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3D6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34" w:type="dxa"/>
          </w:tcPr>
          <w:p w:rsidR="009D2E8B" w:rsidRPr="00D43D6B" w:rsidRDefault="009D2E8B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D2E8B" w:rsidRPr="00D43D6B" w:rsidRDefault="009D2E8B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9D2E8B" w:rsidRPr="00D43D6B" w:rsidRDefault="009D2E8B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9D2E8B" w:rsidRPr="00D43D6B" w:rsidRDefault="009D2E8B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9D2E8B" w:rsidRPr="00D43D6B" w:rsidRDefault="009D2E8B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43D6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550024,72</w:t>
            </w:r>
          </w:p>
        </w:tc>
        <w:tc>
          <w:tcPr>
            <w:tcW w:w="1559" w:type="dxa"/>
          </w:tcPr>
          <w:p w:rsidR="009D2E8B" w:rsidRPr="00D34FB3" w:rsidRDefault="009D2E8B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53F3" w:rsidTr="0003575E">
        <w:tc>
          <w:tcPr>
            <w:tcW w:w="709" w:type="dxa"/>
          </w:tcPr>
          <w:p w:rsidR="005453F3" w:rsidRPr="00D43D6B" w:rsidRDefault="00FD468A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  <w:r w:rsidR="005453F3" w:rsidRPr="00D43D6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843" w:type="dxa"/>
          </w:tcPr>
          <w:p w:rsidR="005453F3" w:rsidRPr="00D43D6B" w:rsidRDefault="005453F3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43D6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Стацук</w:t>
            </w:r>
            <w:proofErr w:type="spellEnd"/>
            <w:r w:rsidRPr="00D43D6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5453F3" w:rsidRPr="00D43D6B" w:rsidRDefault="005453F3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43D6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Евгения Сергеевна</w:t>
            </w:r>
          </w:p>
        </w:tc>
        <w:tc>
          <w:tcPr>
            <w:tcW w:w="1276" w:type="dxa"/>
          </w:tcPr>
          <w:p w:rsidR="005453F3" w:rsidRPr="00D43D6B" w:rsidRDefault="005453F3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D43D6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Замести</w:t>
            </w:r>
            <w:r w:rsidR="0069005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D43D6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тель</w:t>
            </w:r>
            <w:proofErr w:type="spellEnd"/>
            <w:proofErr w:type="gramEnd"/>
            <w:r w:rsidRPr="00D43D6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43D6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начальни</w:t>
            </w:r>
            <w:r w:rsidR="0069005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D43D6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ка</w:t>
            </w:r>
            <w:proofErr w:type="spellEnd"/>
            <w:r w:rsidRPr="00D43D6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отдела</w:t>
            </w:r>
          </w:p>
        </w:tc>
        <w:tc>
          <w:tcPr>
            <w:tcW w:w="1275" w:type="dxa"/>
            <w:gridSpan w:val="2"/>
          </w:tcPr>
          <w:p w:rsidR="005453F3" w:rsidRPr="00D43D6B" w:rsidRDefault="005453F3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453F3" w:rsidRPr="00D43D6B" w:rsidRDefault="005453F3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453F3" w:rsidRPr="00D43D6B" w:rsidRDefault="005453F3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5453F3" w:rsidRPr="00D43D6B" w:rsidRDefault="005453F3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5453F3" w:rsidRPr="00D43D6B" w:rsidRDefault="005453F3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3D6B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5453F3" w:rsidRPr="00D43D6B" w:rsidRDefault="005453F3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43D6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41,8</w:t>
            </w:r>
          </w:p>
        </w:tc>
        <w:tc>
          <w:tcPr>
            <w:tcW w:w="1559" w:type="dxa"/>
          </w:tcPr>
          <w:p w:rsidR="005453F3" w:rsidRPr="00D43D6B" w:rsidRDefault="005453F3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43D6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34" w:type="dxa"/>
          </w:tcPr>
          <w:p w:rsidR="005453F3" w:rsidRPr="00D43D6B" w:rsidRDefault="005453F3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5453F3" w:rsidRPr="00D43D6B" w:rsidRDefault="005453F3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43D6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375780,83</w:t>
            </w:r>
          </w:p>
        </w:tc>
        <w:tc>
          <w:tcPr>
            <w:tcW w:w="1559" w:type="dxa"/>
          </w:tcPr>
          <w:p w:rsidR="005453F3" w:rsidRPr="00D34FB3" w:rsidRDefault="005453F3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2E8B" w:rsidTr="0003575E">
        <w:tc>
          <w:tcPr>
            <w:tcW w:w="709" w:type="dxa"/>
          </w:tcPr>
          <w:p w:rsidR="009D2E8B" w:rsidRPr="00D43D6B" w:rsidRDefault="00183B47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52</w:t>
            </w:r>
            <w:r w:rsidR="009D2E8B" w:rsidRPr="00D43D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</w:tcPr>
          <w:p w:rsidR="009D2E8B" w:rsidRPr="00D43D6B" w:rsidRDefault="009D2E8B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Васильева </w:t>
            </w:r>
            <w:r w:rsidRPr="00D43D6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Юлия Сергеевна</w:t>
            </w:r>
          </w:p>
        </w:tc>
        <w:tc>
          <w:tcPr>
            <w:tcW w:w="1276" w:type="dxa"/>
          </w:tcPr>
          <w:p w:rsidR="009D2E8B" w:rsidRPr="00D43D6B" w:rsidRDefault="009D2E8B" w:rsidP="00091AB0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43D6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Старший специалист  </w:t>
            </w:r>
          </w:p>
          <w:p w:rsidR="009D2E8B" w:rsidRPr="00D43D6B" w:rsidRDefault="009D2E8B" w:rsidP="00091AB0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43D6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 разряда</w:t>
            </w:r>
          </w:p>
        </w:tc>
        <w:tc>
          <w:tcPr>
            <w:tcW w:w="1275" w:type="dxa"/>
            <w:gridSpan w:val="2"/>
          </w:tcPr>
          <w:p w:rsidR="009D2E8B" w:rsidRPr="00D43D6B" w:rsidRDefault="009D2E8B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3D6B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9D2E8B" w:rsidRPr="00D701CF" w:rsidRDefault="009D2E8B" w:rsidP="009D2E8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701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Индиви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D701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дуаль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D701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ная</w:t>
            </w:r>
            <w:proofErr w:type="spellEnd"/>
          </w:p>
        </w:tc>
        <w:tc>
          <w:tcPr>
            <w:tcW w:w="851" w:type="dxa"/>
          </w:tcPr>
          <w:p w:rsidR="009D2E8B" w:rsidRPr="00D43D6B" w:rsidRDefault="009D2E8B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43D6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27,6</w:t>
            </w:r>
          </w:p>
        </w:tc>
        <w:tc>
          <w:tcPr>
            <w:tcW w:w="992" w:type="dxa"/>
          </w:tcPr>
          <w:p w:rsidR="009D2E8B" w:rsidRPr="00D43D6B" w:rsidRDefault="009D2E8B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43D6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34" w:type="dxa"/>
          </w:tcPr>
          <w:p w:rsidR="009D2E8B" w:rsidRPr="00D43D6B" w:rsidRDefault="009D2E8B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D2E8B" w:rsidRPr="00D43D6B" w:rsidRDefault="009D2E8B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9D2E8B" w:rsidRPr="00D43D6B" w:rsidRDefault="009D2E8B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9D2E8B" w:rsidRPr="00D43D6B" w:rsidRDefault="009D2E8B" w:rsidP="00E717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9D2E8B" w:rsidRPr="00D43D6B" w:rsidRDefault="009D2E8B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140746,95</w:t>
            </w:r>
          </w:p>
        </w:tc>
        <w:tc>
          <w:tcPr>
            <w:tcW w:w="1559" w:type="dxa"/>
          </w:tcPr>
          <w:p w:rsidR="009D2E8B" w:rsidRPr="00D34FB3" w:rsidRDefault="009D2E8B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53F3" w:rsidTr="0003575E">
        <w:tc>
          <w:tcPr>
            <w:tcW w:w="709" w:type="dxa"/>
          </w:tcPr>
          <w:p w:rsidR="005453F3" w:rsidRPr="00D43D6B" w:rsidRDefault="005453F3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453F3" w:rsidRDefault="005453F3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5453F3" w:rsidRPr="00D43D6B" w:rsidRDefault="005453F3" w:rsidP="00091AB0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2"/>
          </w:tcPr>
          <w:p w:rsidR="005453F3" w:rsidRPr="00D43D6B" w:rsidRDefault="005453F3" w:rsidP="000357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3D6B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5453F3" w:rsidRPr="00D43D6B" w:rsidRDefault="005453F3" w:rsidP="000357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Долевая-1/3</w:t>
            </w:r>
          </w:p>
        </w:tc>
        <w:tc>
          <w:tcPr>
            <w:tcW w:w="851" w:type="dxa"/>
          </w:tcPr>
          <w:p w:rsidR="005453F3" w:rsidRPr="00D43D6B" w:rsidRDefault="005453F3" w:rsidP="0003575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21,3</w:t>
            </w:r>
          </w:p>
        </w:tc>
        <w:tc>
          <w:tcPr>
            <w:tcW w:w="992" w:type="dxa"/>
          </w:tcPr>
          <w:p w:rsidR="005453F3" w:rsidRPr="00D43D6B" w:rsidRDefault="005453F3" w:rsidP="0003575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43D6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34" w:type="dxa"/>
          </w:tcPr>
          <w:p w:rsidR="005453F3" w:rsidRPr="00D43D6B" w:rsidRDefault="005453F3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453F3" w:rsidRPr="00D43D6B" w:rsidRDefault="005453F3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5453F3" w:rsidRPr="00D43D6B" w:rsidRDefault="005453F3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5453F3" w:rsidRPr="00D43D6B" w:rsidRDefault="005453F3" w:rsidP="00E717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5453F3" w:rsidRDefault="005453F3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5453F3" w:rsidRPr="00D34FB3" w:rsidRDefault="005453F3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53F3" w:rsidTr="0003575E">
        <w:tc>
          <w:tcPr>
            <w:tcW w:w="709" w:type="dxa"/>
          </w:tcPr>
          <w:p w:rsidR="005453F3" w:rsidRPr="00D43D6B" w:rsidRDefault="005453F3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453F3" w:rsidRPr="00D43D6B" w:rsidRDefault="005453F3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43D6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супруг</w:t>
            </w:r>
          </w:p>
        </w:tc>
        <w:tc>
          <w:tcPr>
            <w:tcW w:w="1276" w:type="dxa"/>
          </w:tcPr>
          <w:p w:rsidR="005453F3" w:rsidRPr="00D43D6B" w:rsidRDefault="005453F3" w:rsidP="00091AB0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2"/>
          </w:tcPr>
          <w:p w:rsidR="005453F3" w:rsidRPr="00D43D6B" w:rsidRDefault="005453F3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453F3" w:rsidRPr="00D43D6B" w:rsidRDefault="005453F3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453F3" w:rsidRPr="00D43D6B" w:rsidRDefault="005453F3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5453F3" w:rsidRPr="00D43D6B" w:rsidRDefault="005453F3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5453F3" w:rsidRPr="00D43D6B" w:rsidRDefault="005453F3" w:rsidP="000357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3D6B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5453F3" w:rsidRPr="00D43D6B" w:rsidRDefault="005453F3" w:rsidP="00D43D6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52,3</w:t>
            </w:r>
          </w:p>
        </w:tc>
        <w:tc>
          <w:tcPr>
            <w:tcW w:w="1559" w:type="dxa"/>
          </w:tcPr>
          <w:p w:rsidR="005453F3" w:rsidRPr="00D43D6B" w:rsidRDefault="005453F3" w:rsidP="0003575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43D6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34" w:type="dxa"/>
          </w:tcPr>
          <w:p w:rsidR="005453F3" w:rsidRPr="00D43D6B" w:rsidRDefault="005453F3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5453F3" w:rsidRPr="00D43D6B" w:rsidRDefault="005453F3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5453F3" w:rsidRPr="00D34FB3" w:rsidRDefault="005453F3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53F3" w:rsidTr="0003575E">
        <w:tc>
          <w:tcPr>
            <w:tcW w:w="709" w:type="dxa"/>
          </w:tcPr>
          <w:p w:rsidR="005453F3" w:rsidRPr="00D43D6B" w:rsidRDefault="005453F3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453F3" w:rsidRPr="00D43D6B" w:rsidRDefault="005453F3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43D6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Несовершеннолетний ребенок</w:t>
            </w:r>
          </w:p>
        </w:tc>
        <w:tc>
          <w:tcPr>
            <w:tcW w:w="1276" w:type="dxa"/>
          </w:tcPr>
          <w:p w:rsidR="005453F3" w:rsidRPr="00D43D6B" w:rsidRDefault="005453F3" w:rsidP="00091AB0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2"/>
          </w:tcPr>
          <w:p w:rsidR="005453F3" w:rsidRPr="00D43D6B" w:rsidRDefault="005453F3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453F3" w:rsidRPr="00D43D6B" w:rsidRDefault="005453F3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453F3" w:rsidRPr="00D43D6B" w:rsidRDefault="005453F3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5453F3" w:rsidRPr="00D43D6B" w:rsidRDefault="005453F3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5453F3" w:rsidRPr="00D43D6B" w:rsidRDefault="005453F3" w:rsidP="000357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3D6B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5453F3" w:rsidRPr="00D43D6B" w:rsidRDefault="005453F3" w:rsidP="0003575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63,7</w:t>
            </w:r>
          </w:p>
        </w:tc>
        <w:tc>
          <w:tcPr>
            <w:tcW w:w="1559" w:type="dxa"/>
          </w:tcPr>
          <w:p w:rsidR="005453F3" w:rsidRPr="00D43D6B" w:rsidRDefault="005453F3" w:rsidP="0003575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43D6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34" w:type="dxa"/>
          </w:tcPr>
          <w:p w:rsidR="005453F3" w:rsidRPr="00D43D6B" w:rsidRDefault="005453F3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5453F3" w:rsidRPr="00D43D6B" w:rsidRDefault="005453F3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5453F3" w:rsidRPr="00D34FB3" w:rsidRDefault="005453F3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53F3" w:rsidTr="0003575E">
        <w:tc>
          <w:tcPr>
            <w:tcW w:w="709" w:type="dxa"/>
          </w:tcPr>
          <w:p w:rsidR="005453F3" w:rsidRPr="00D43D6B" w:rsidRDefault="005453F3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453F3" w:rsidRPr="00D43D6B" w:rsidRDefault="005453F3" w:rsidP="0003575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43D6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Несовершеннолетний ребенок</w:t>
            </w:r>
          </w:p>
        </w:tc>
        <w:tc>
          <w:tcPr>
            <w:tcW w:w="1276" w:type="dxa"/>
          </w:tcPr>
          <w:p w:rsidR="005453F3" w:rsidRPr="00D43D6B" w:rsidRDefault="005453F3" w:rsidP="00091AB0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2"/>
          </w:tcPr>
          <w:p w:rsidR="005453F3" w:rsidRPr="00D43D6B" w:rsidRDefault="005453F3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453F3" w:rsidRPr="00D43D6B" w:rsidRDefault="005453F3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453F3" w:rsidRPr="00D43D6B" w:rsidRDefault="005453F3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5453F3" w:rsidRPr="00D43D6B" w:rsidRDefault="005453F3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5453F3" w:rsidRPr="00D43D6B" w:rsidRDefault="005453F3" w:rsidP="000357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3D6B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5453F3" w:rsidRPr="00D43D6B" w:rsidRDefault="005453F3" w:rsidP="0003575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63,7</w:t>
            </w:r>
          </w:p>
        </w:tc>
        <w:tc>
          <w:tcPr>
            <w:tcW w:w="1559" w:type="dxa"/>
          </w:tcPr>
          <w:p w:rsidR="005453F3" w:rsidRPr="00D43D6B" w:rsidRDefault="005453F3" w:rsidP="0003575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43D6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34" w:type="dxa"/>
          </w:tcPr>
          <w:p w:rsidR="005453F3" w:rsidRPr="00D43D6B" w:rsidRDefault="005453F3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5453F3" w:rsidRPr="00D43D6B" w:rsidRDefault="005453F3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5453F3" w:rsidRPr="00D34FB3" w:rsidRDefault="005453F3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53F3" w:rsidTr="0003575E">
        <w:tc>
          <w:tcPr>
            <w:tcW w:w="709" w:type="dxa"/>
          </w:tcPr>
          <w:p w:rsidR="005453F3" w:rsidRPr="00D43D6B" w:rsidRDefault="00183B47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  <w:r w:rsidR="005453F3" w:rsidRPr="00D43D6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843" w:type="dxa"/>
          </w:tcPr>
          <w:p w:rsidR="005453F3" w:rsidRPr="00D43D6B" w:rsidRDefault="005453F3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43D6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Ринкевич</w:t>
            </w:r>
            <w:proofErr w:type="spellEnd"/>
            <w:r w:rsidRPr="00D43D6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Дмитрий Викторович</w:t>
            </w:r>
          </w:p>
        </w:tc>
        <w:tc>
          <w:tcPr>
            <w:tcW w:w="1276" w:type="dxa"/>
          </w:tcPr>
          <w:p w:rsidR="005453F3" w:rsidRPr="00D43D6B" w:rsidRDefault="005453F3" w:rsidP="00091AB0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43D6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Ведущий специалист-эксперт</w:t>
            </w:r>
          </w:p>
        </w:tc>
        <w:tc>
          <w:tcPr>
            <w:tcW w:w="1275" w:type="dxa"/>
            <w:gridSpan w:val="2"/>
          </w:tcPr>
          <w:p w:rsidR="005453F3" w:rsidRPr="00D43D6B" w:rsidRDefault="005453F3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3D6B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5453F3" w:rsidRPr="00D43D6B" w:rsidRDefault="005453F3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3D6B">
              <w:rPr>
                <w:rFonts w:ascii="Times New Roman" w:hAnsi="Times New Roman" w:cs="Times New Roman"/>
                <w:sz w:val="24"/>
                <w:szCs w:val="24"/>
              </w:rPr>
              <w:t>Долевая-1/2</w:t>
            </w:r>
          </w:p>
        </w:tc>
        <w:tc>
          <w:tcPr>
            <w:tcW w:w="851" w:type="dxa"/>
          </w:tcPr>
          <w:p w:rsidR="005453F3" w:rsidRPr="00D43D6B" w:rsidRDefault="005453F3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43D6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992" w:type="dxa"/>
          </w:tcPr>
          <w:p w:rsidR="005453F3" w:rsidRPr="00D43D6B" w:rsidRDefault="005453F3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43D6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34" w:type="dxa"/>
          </w:tcPr>
          <w:p w:rsidR="005453F3" w:rsidRPr="00D43D6B" w:rsidRDefault="005453F3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453F3" w:rsidRPr="00D43D6B" w:rsidRDefault="005453F3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5453F3" w:rsidRPr="00D43D6B" w:rsidRDefault="005453F3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5453F3" w:rsidRPr="00D43D6B" w:rsidRDefault="005453F3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3D6B">
              <w:rPr>
                <w:rFonts w:ascii="Times New Roman" w:hAnsi="Times New Roman" w:cs="Times New Roman"/>
                <w:sz w:val="24"/>
                <w:szCs w:val="24"/>
              </w:rPr>
              <w:t>а/</w:t>
            </w:r>
            <w:proofErr w:type="gramStart"/>
            <w:r w:rsidRPr="00D43D6B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D43D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3D6B">
              <w:rPr>
                <w:rFonts w:ascii="Times New Roman" w:hAnsi="Times New Roman" w:cs="Times New Roman"/>
                <w:sz w:val="24"/>
                <w:szCs w:val="24"/>
              </w:rPr>
              <w:t>мерседес-бенц</w:t>
            </w:r>
            <w:proofErr w:type="spellEnd"/>
          </w:p>
        </w:tc>
        <w:tc>
          <w:tcPr>
            <w:tcW w:w="1418" w:type="dxa"/>
            <w:gridSpan w:val="2"/>
          </w:tcPr>
          <w:p w:rsidR="005453F3" w:rsidRPr="00D43D6B" w:rsidRDefault="005453F3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43D6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132179</w:t>
            </w:r>
          </w:p>
        </w:tc>
        <w:tc>
          <w:tcPr>
            <w:tcW w:w="1559" w:type="dxa"/>
          </w:tcPr>
          <w:p w:rsidR="005453F3" w:rsidRDefault="005453F3" w:rsidP="00B1536C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5453F3" w:rsidTr="0003575E">
        <w:tc>
          <w:tcPr>
            <w:tcW w:w="709" w:type="dxa"/>
          </w:tcPr>
          <w:p w:rsidR="005453F3" w:rsidRPr="00D43D6B" w:rsidRDefault="005453F3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453F3" w:rsidRPr="00D43D6B" w:rsidRDefault="005453F3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5453F3" w:rsidRPr="00D43D6B" w:rsidRDefault="005453F3" w:rsidP="00091AB0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2"/>
          </w:tcPr>
          <w:p w:rsidR="005453F3" w:rsidRPr="00D43D6B" w:rsidRDefault="005453F3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3D6B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5453F3" w:rsidRPr="00D43D6B" w:rsidRDefault="005453F3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3D6B">
              <w:rPr>
                <w:rFonts w:ascii="Times New Roman" w:hAnsi="Times New Roman" w:cs="Times New Roman"/>
                <w:sz w:val="24"/>
                <w:szCs w:val="24"/>
              </w:rPr>
              <w:t>Долевая-1/2</w:t>
            </w:r>
          </w:p>
        </w:tc>
        <w:tc>
          <w:tcPr>
            <w:tcW w:w="851" w:type="dxa"/>
          </w:tcPr>
          <w:p w:rsidR="005453F3" w:rsidRPr="00D43D6B" w:rsidRDefault="005453F3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43D6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992" w:type="dxa"/>
          </w:tcPr>
          <w:p w:rsidR="005453F3" w:rsidRPr="00D43D6B" w:rsidRDefault="005453F3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43D6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34" w:type="dxa"/>
          </w:tcPr>
          <w:p w:rsidR="005453F3" w:rsidRPr="00D43D6B" w:rsidRDefault="005453F3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453F3" w:rsidRPr="00D43D6B" w:rsidRDefault="005453F3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5453F3" w:rsidRPr="00D43D6B" w:rsidRDefault="005453F3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5453F3" w:rsidRPr="00D43D6B" w:rsidRDefault="005453F3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5453F3" w:rsidRPr="00D43D6B" w:rsidRDefault="005453F3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5453F3" w:rsidRDefault="005453F3" w:rsidP="00B1536C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5453F3" w:rsidTr="0003575E">
        <w:tc>
          <w:tcPr>
            <w:tcW w:w="709" w:type="dxa"/>
          </w:tcPr>
          <w:p w:rsidR="005453F3" w:rsidRPr="00D43D6B" w:rsidRDefault="005453F3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453F3" w:rsidRPr="00D43D6B" w:rsidRDefault="005453F3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5453F3" w:rsidRPr="00D43D6B" w:rsidRDefault="005453F3" w:rsidP="00091AB0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2"/>
          </w:tcPr>
          <w:p w:rsidR="005453F3" w:rsidRPr="00D43D6B" w:rsidRDefault="005453F3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3D6B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5453F3" w:rsidRPr="00D43D6B" w:rsidRDefault="005453F3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3D6B">
              <w:rPr>
                <w:rFonts w:ascii="Times New Roman" w:hAnsi="Times New Roman" w:cs="Times New Roman"/>
                <w:sz w:val="24"/>
                <w:szCs w:val="24"/>
              </w:rPr>
              <w:t>Долевая-1/2</w:t>
            </w:r>
          </w:p>
        </w:tc>
        <w:tc>
          <w:tcPr>
            <w:tcW w:w="851" w:type="dxa"/>
          </w:tcPr>
          <w:p w:rsidR="005453F3" w:rsidRPr="00D43D6B" w:rsidRDefault="005453F3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43D6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992" w:type="dxa"/>
          </w:tcPr>
          <w:p w:rsidR="005453F3" w:rsidRPr="00D43D6B" w:rsidRDefault="005453F3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43D6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34" w:type="dxa"/>
          </w:tcPr>
          <w:p w:rsidR="005453F3" w:rsidRPr="00D43D6B" w:rsidRDefault="005453F3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453F3" w:rsidRPr="00D43D6B" w:rsidRDefault="005453F3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5453F3" w:rsidRPr="00D43D6B" w:rsidRDefault="005453F3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5453F3" w:rsidRPr="00D43D6B" w:rsidRDefault="005453F3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5453F3" w:rsidRPr="00D43D6B" w:rsidRDefault="005453F3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5453F3" w:rsidRDefault="005453F3" w:rsidP="00B1536C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5453F3" w:rsidTr="0003575E">
        <w:tc>
          <w:tcPr>
            <w:tcW w:w="709" w:type="dxa"/>
          </w:tcPr>
          <w:p w:rsidR="005453F3" w:rsidRPr="00D43D6B" w:rsidRDefault="005453F3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453F3" w:rsidRPr="00D43D6B" w:rsidRDefault="005453F3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5453F3" w:rsidRPr="00D43D6B" w:rsidRDefault="005453F3" w:rsidP="00091AB0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2"/>
          </w:tcPr>
          <w:p w:rsidR="005453F3" w:rsidRPr="00D43D6B" w:rsidRDefault="005453F3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3D6B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5453F3" w:rsidRPr="00D43D6B" w:rsidRDefault="005453F3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3D6B">
              <w:rPr>
                <w:rFonts w:ascii="Times New Roman" w:hAnsi="Times New Roman" w:cs="Times New Roman"/>
                <w:sz w:val="24"/>
                <w:szCs w:val="24"/>
              </w:rPr>
              <w:t>Долевая-1/2</w:t>
            </w:r>
          </w:p>
        </w:tc>
        <w:tc>
          <w:tcPr>
            <w:tcW w:w="851" w:type="dxa"/>
          </w:tcPr>
          <w:p w:rsidR="005453F3" w:rsidRPr="00D43D6B" w:rsidRDefault="005453F3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43D6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32,5</w:t>
            </w:r>
          </w:p>
        </w:tc>
        <w:tc>
          <w:tcPr>
            <w:tcW w:w="992" w:type="dxa"/>
          </w:tcPr>
          <w:p w:rsidR="005453F3" w:rsidRPr="00D43D6B" w:rsidRDefault="005453F3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43D6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34" w:type="dxa"/>
          </w:tcPr>
          <w:p w:rsidR="005453F3" w:rsidRPr="00D43D6B" w:rsidRDefault="005453F3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453F3" w:rsidRPr="00D43D6B" w:rsidRDefault="005453F3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5453F3" w:rsidRPr="00D43D6B" w:rsidRDefault="005453F3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5453F3" w:rsidRPr="00D43D6B" w:rsidRDefault="005453F3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5453F3" w:rsidRPr="00D43D6B" w:rsidRDefault="005453F3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5453F3" w:rsidRDefault="005453F3" w:rsidP="00B1536C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9D2E8B" w:rsidTr="0003575E">
        <w:tc>
          <w:tcPr>
            <w:tcW w:w="709" w:type="dxa"/>
          </w:tcPr>
          <w:p w:rsidR="009D2E8B" w:rsidRPr="00D43D6B" w:rsidRDefault="009D2E8B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9D2E8B" w:rsidRPr="00D43D6B" w:rsidRDefault="009D2E8B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43D6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супруга</w:t>
            </w:r>
          </w:p>
        </w:tc>
        <w:tc>
          <w:tcPr>
            <w:tcW w:w="1276" w:type="dxa"/>
          </w:tcPr>
          <w:p w:rsidR="009D2E8B" w:rsidRPr="00D43D6B" w:rsidRDefault="009D2E8B" w:rsidP="00091AB0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2"/>
          </w:tcPr>
          <w:p w:rsidR="009D2E8B" w:rsidRPr="00D43D6B" w:rsidRDefault="009D2E8B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3D6B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9D2E8B" w:rsidRPr="00D701CF" w:rsidRDefault="009D2E8B" w:rsidP="009D2E8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701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Индиви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D701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дуаль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D701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ная</w:t>
            </w:r>
            <w:proofErr w:type="spellEnd"/>
          </w:p>
        </w:tc>
        <w:tc>
          <w:tcPr>
            <w:tcW w:w="851" w:type="dxa"/>
          </w:tcPr>
          <w:p w:rsidR="009D2E8B" w:rsidRPr="00D43D6B" w:rsidRDefault="009D2E8B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43D6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23,5</w:t>
            </w:r>
          </w:p>
        </w:tc>
        <w:tc>
          <w:tcPr>
            <w:tcW w:w="992" w:type="dxa"/>
          </w:tcPr>
          <w:p w:rsidR="009D2E8B" w:rsidRPr="00D43D6B" w:rsidRDefault="009D2E8B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43D6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34" w:type="dxa"/>
          </w:tcPr>
          <w:p w:rsidR="009D2E8B" w:rsidRPr="00D43D6B" w:rsidRDefault="009D2E8B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D2E8B" w:rsidRPr="00D43D6B" w:rsidRDefault="009D2E8B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9D2E8B" w:rsidRPr="00D43D6B" w:rsidRDefault="009D2E8B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9D2E8B" w:rsidRPr="00D43D6B" w:rsidRDefault="009D2E8B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9D2E8B" w:rsidRPr="00D43D6B" w:rsidRDefault="009D2E8B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43D6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503880</w:t>
            </w:r>
          </w:p>
        </w:tc>
        <w:tc>
          <w:tcPr>
            <w:tcW w:w="1559" w:type="dxa"/>
          </w:tcPr>
          <w:p w:rsidR="009D2E8B" w:rsidRDefault="009D2E8B" w:rsidP="00B1536C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5453F3" w:rsidTr="0003575E">
        <w:tc>
          <w:tcPr>
            <w:tcW w:w="709" w:type="dxa"/>
          </w:tcPr>
          <w:p w:rsidR="005453F3" w:rsidRPr="00D43D6B" w:rsidRDefault="005453F3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453F3" w:rsidRPr="00D43D6B" w:rsidRDefault="005453F3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43D6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Несовершеннолетний ребенок</w:t>
            </w:r>
          </w:p>
        </w:tc>
        <w:tc>
          <w:tcPr>
            <w:tcW w:w="1276" w:type="dxa"/>
          </w:tcPr>
          <w:p w:rsidR="005453F3" w:rsidRPr="00D43D6B" w:rsidRDefault="005453F3" w:rsidP="00091AB0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2"/>
          </w:tcPr>
          <w:p w:rsidR="005453F3" w:rsidRPr="00D43D6B" w:rsidRDefault="005453F3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453F3" w:rsidRPr="00D43D6B" w:rsidRDefault="005453F3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453F3" w:rsidRPr="00D43D6B" w:rsidRDefault="005453F3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5453F3" w:rsidRPr="00D43D6B" w:rsidRDefault="005453F3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5453F3" w:rsidRPr="00D43D6B" w:rsidRDefault="005453F3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3D6B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5453F3" w:rsidRPr="00D43D6B" w:rsidRDefault="005453F3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43D6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23,5</w:t>
            </w:r>
          </w:p>
        </w:tc>
        <w:tc>
          <w:tcPr>
            <w:tcW w:w="1559" w:type="dxa"/>
          </w:tcPr>
          <w:p w:rsidR="005453F3" w:rsidRPr="00D43D6B" w:rsidRDefault="005453F3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43D6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34" w:type="dxa"/>
          </w:tcPr>
          <w:p w:rsidR="005453F3" w:rsidRPr="00D43D6B" w:rsidRDefault="005453F3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5453F3" w:rsidRPr="00D43D6B" w:rsidRDefault="005453F3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5453F3" w:rsidRDefault="005453F3" w:rsidP="00B1536C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5453F3" w:rsidTr="0003575E">
        <w:tc>
          <w:tcPr>
            <w:tcW w:w="709" w:type="dxa"/>
          </w:tcPr>
          <w:p w:rsidR="005453F3" w:rsidRPr="00D43D6B" w:rsidRDefault="005453F3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453F3" w:rsidRPr="00D43D6B" w:rsidRDefault="005453F3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43D6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Несовершеннолетний ребенок</w:t>
            </w:r>
          </w:p>
        </w:tc>
        <w:tc>
          <w:tcPr>
            <w:tcW w:w="1276" w:type="dxa"/>
          </w:tcPr>
          <w:p w:rsidR="005453F3" w:rsidRPr="00D43D6B" w:rsidRDefault="005453F3" w:rsidP="00091AB0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2"/>
          </w:tcPr>
          <w:p w:rsidR="005453F3" w:rsidRPr="00D43D6B" w:rsidRDefault="005453F3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453F3" w:rsidRPr="00D43D6B" w:rsidRDefault="005453F3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453F3" w:rsidRPr="00D43D6B" w:rsidRDefault="005453F3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5453F3" w:rsidRPr="00D43D6B" w:rsidRDefault="005453F3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5453F3" w:rsidRPr="00D43D6B" w:rsidRDefault="005453F3" w:rsidP="00845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3D6B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5453F3" w:rsidRPr="00D43D6B" w:rsidRDefault="005453F3" w:rsidP="008458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43D6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23,5</w:t>
            </w:r>
          </w:p>
        </w:tc>
        <w:tc>
          <w:tcPr>
            <w:tcW w:w="1559" w:type="dxa"/>
          </w:tcPr>
          <w:p w:rsidR="005453F3" w:rsidRPr="00D43D6B" w:rsidRDefault="005453F3" w:rsidP="008458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43D6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34" w:type="dxa"/>
          </w:tcPr>
          <w:p w:rsidR="005453F3" w:rsidRPr="00D43D6B" w:rsidRDefault="005453F3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5453F3" w:rsidRPr="00D43D6B" w:rsidRDefault="005453F3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5453F3" w:rsidRDefault="005453F3" w:rsidP="00B1536C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5453F3" w:rsidTr="0003575E">
        <w:tc>
          <w:tcPr>
            <w:tcW w:w="709" w:type="dxa"/>
          </w:tcPr>
          <w:p w:rsidR="005453F3" w:rsidRPr="00D43D6B" w:rsidRDefault="00183B47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  <w:r w:rsidR="005453F3" w:rsidRPr="00D43D6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843" w:type="dxa"/>
          </w:tcPr>
          <w:p w:rsidR="005453F3" w:rsidRPr="00D43D6B" w:rsidRDefault="005453F3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43D6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Плешков Дмитрий Александрович</w:t>
            </w:r>
          </w:p>
        </w:tc>
        <w:tc>
          <w:tcPr>
            <w:tcW w:w="1276" w:type="dxa"/>
          </w:tcPr>
          <w:p w:rsidR="005453F3" w:rsidRPr="00D43D6B" w:rsidRDefault="005453F3" w:rsidP="00091AB0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43D6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Старший специалист 3 разряда</w:t>
            </w:r>
          </w:p>
        </w:tc>
        <w:tc>
          <w:tcPr>
            <w:tcW w:w="1275" w:type="dxa"/>
            <w:gridSpan w:val="2"/>
          </w:tcPr>
          <w:p w:rsidR="005453F3" w:rsidRPr="00D43D6B" w:rsidRDefault="005453F3" w:rsidP="00845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3D6B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5453F3" w:rsidRPr="00D43D6B" w:rsidRDefault="005453F3" w:rsidP="00845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3D6B">
              <w:rPr>
                <w:rFonts w:ascii="Times New Roman" w:hAnsi="Times New Roman" w:cs="Times New Roman"/>
                <w:sz w:val="24"/>
                <w:szCs w:val="24"/>
              </w:rPr>
              <w:t>Долевая-1/3</w:t>
            </w:r>
          </w:p>
        </w:tc>
        <w:tc>
          <w:tcPr>
            <w:tcW w:w="851" w:type="dxa"/>
          </w:tcPr>
          <w:p w:rsidR="005453F3" w:rsidRPr="00D43D6B" w:rsidRDefault="005453F3" w:rsidP="008458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43D6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992" w:type="dxa"/>
          </w:tcPr>
          <w:p w:rsidR="005453F3" w:rsidRPr="00D43D6B" w:rsidRDefault="005453F3" w:rsidP="008458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43D6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34" w:type="dxa"/>
          </w:tcPr>
          <w:p w:rsidR="005453F3" w:rsidRPr="00D43D6B" w:rsidRDefault="005453F3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453F3" w:rsidRPr="00D43D6B" w:rsidRDefault="005453F3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5453F3" w:rsidRPr="00D43D6B" w:rsidRDefault="005453F3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5453F3" w:rsidRPr="00D43D6B" w:rsidRDefault="005453F3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3D6B">
              <w:rPr>
                <w:rFonts w:ascii="Times New Roman" w:hAnsi="Times New Roman" w:cs="Times New Roman"/>
                <w:sz w:val="24"/>
                <w:szCs w:val="24"/>
              </w:rPr>
              <w:t>а/</w:t>
            </w:r>
            <w:proofErr w:type="gramStart"/>
            <w:r w:rsidRPr="00D43D6B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D43D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3D6B">
              <w:rPr>
                <w:rFonts w:ascii="Times New Roman" w:hAnsi="Times New Roman" w:cs="Times New Roman"/>
                <w:sz w:val="24"/>
                <w:szCs w:val="24"/>
              </w:rPr>
              <w:t>мерседес-бенц</w:t>
            </w:r>
            <w:proofErr w:type="spellEnd"/>
          </w:p>
        </w:tc>
        <w:tc>
          <w:tcPr>
            <w:tcW w:w="1418" w:type="dxa"/>
            <w:gridSpan w:val="2"/>
          </w:tcPr>
          <w:p w:rsidR="005453F3" w:rsidRPr="00D43D6B" w:rsidRDefault="005453F3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43D6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2550</w:t>
            </w:r>
          </w:p>
        </w:tc>
        <w:tc>
          <w:tcPr>
            <w:tcW w:w="1559" w:type="dxa"/>
          </w:tcPr>
          <w:p w:rsidR="005453F3" w:rsidRDefault="005453F3" w:rsidP="00B1536C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9D2E8B" w:rsidTr="0003575E">
        <w:tc>
          <w:tcPr>
            <w:tcW w:w="709" w:type="dxa"/>
          </w:tcPr>
          <w:p w:rsidR="009D2E8B" w:rsidRPr="00D43D6B" w:rsidRDefault="009D2E8B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9D2E8B" w:rsidRPr="00D43D6B" w:rsidRDefault="009D2E8B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9D2E8B" w:rsidRPr="00D43D6B" w:rsidRDefault="009D2E8B" w:rsidP="00091AB0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2"/>
          </w:tcPr>
          <w:p w:rsidR="009D2E8B" w:rsidRPr="00D43D6B" w:rsidRDefault="009D2E8B" w:rsidP="00845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3D6B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9D2E8B" w:rsidRPr="00D701CF" w:rsidRDefault="009D2E8B" w:rsidP="009D2E8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701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Индиви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D701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дуаль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D701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ная</w:t>
            </w:r>
            <w:proofErr w:type="spellEnd"/>
          </w:p>
        </w:tc>
        <w:tc>
          <w:tcPr>
            <w:tcW w:w="851" w:type="dxa"/>
          </w:tcPr>
          <w:p w:rsidR="009D2E8B" w:rsidRPr="00D43D6B" w:rsidRDefault="009D2E8B" w:rsidP="008458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43D6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117,5</w:t>
            </w:r>
          </w:p>
        </w:tc>
        <w:tc>
          <w:tcPr>
            <w:tcW w:w="992" w:type="dxa"/>
          </w:tcPr>
          <w:p w:rsidR="009D2E8B" w:rsidRPr="00D43D6B" w:rsidRDefault="009D2E8B" w:rsidP="008458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43D6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34" w:type="dxa"/>
          </w:tcPr>
          <w:p w:rsidR="009D2E8B" w:rsidRPr="00D43D6B" w:rsidRDefault="009D2E8B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D2E8B" w:rsidRPr="00D43D6B" w:rsidRDefault="009D2E8B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9D2E8B" w:rsidRPr="00D43D6B" w:rsidRDefault="009D2E8B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9D2E8B" w:rsidRPr="00D43D6B" w:rsidRDefault="009D2E8B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9D2E8B" w:rsidRPr="00D43D6B" w:rsidRDefault="009D2E8B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9D2E8B" w:rsidRDefault="009D2E8B" w:rsidP="00B1536C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5453F3" w:rsidTr="0003575E">
        <w:tc>
          <w:tcPr>
            <w:tcW w:w="709" w:type="dxa"/>
          </w:tcPr>
          <w:p w:rsidR="005453F3" w:rsidRPr="00D43D6B" w:rsidRDefault="00183B47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  <w:r w:rsidR="005453F3" w:rsidRPr="00D43D6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843" w:type="dxa"/>
          </w:tcPr>
          <w:p w:rsidR="005453F3" w:rsidRPr="00D43D6B" w:rsidRDefault="005453F3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43D6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Амосова Светлана Николаевна</w:t>
            </w:r>
          </w:p>
        </w:tc>
        <w:tc>
          <w:tcPr>
            <w:tcW w:w="1276" w:type="dxa"/>
          </w:tcPr>
          <w:p w:rsidR="005453F3" w:rsidRPr="00D43D6B" w:rsidRDefault="005453F3" w:rsidP="00091AB0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43D6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консультант</w:t>
            </w:r>
          </w:p>
        </w:tc>
        <w:tc>
          <w:tcPr>
            <w:tcW w:w="1275" w:type="dxa"/>
            <w:gridSpan w:val="2"/>
          </w:tcPr>
          <w:p w:rsidR="005453F3" w:rsidRPr="00D43D6B" w:rsidRDefault="005453F3" w:rsidP="00845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3D6B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5453F3" w:rsidRPr="00D43D6B" w:rsidRDefault="005453F3" w:rsidP="00845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3D6B">
              <w:rPr>
                <w:rFonts w:ascii="Times New Roman" w:hAnsi="Times New Roman" w:cs="Times New Roman"/>
                <w:sz w:val="24"/>
                <w:szCs w:val="24"/>
              </w:rPr>
              <w:t>Долевая-1/3</w:t>
            </w:r>
          </w:p>
        </w:tc>
        <w:tc>
          <w:tcPr>
            <w:tcW w:w="851" w:type="dxa"/>
          </w:tcPr>
          <w:p w:rsidR="005453F3" w:rsidRPr="00D43D6B" w:rsidRDefault="005453F3" w:rsidP="008458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43D6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67,1</w:t>
            </w:r>
          </w:p>
        </w:tc>
        <w:tc>
          <w:tcPr>
            <w:tcW w:w="992" w:type="dxa"/>
          </w:tcPr>
          <w:p w:rsidR="005453F3" w:rsidRPr="00D43D6B" w:rsidRDefault="005453F3" w:rsidP="008458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43D6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34" w:type="dxa"/>
          </w:tcPr>
          <w:p w:rsidR="005453F3" w:rsidRPr="00D43D6B" w:rsidRDefault="005453F3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453F3" w:rsidRPr="00D43D6B" w:rsidRDefault="005453F3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5453F3" w:rsidRPr="00D43D6B" w:rsidRDefault="005453F3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5453F3" w:rsidRPr="00D43D6B" w:rsidRDefault="005453F3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3D6B">
              <w:rPr>
                <w:rFonts w:ascii="Times New Roman" w:hAnsi="Times New Roman" w:cs="Times New Roman"/>
                <w:sz w:val="24"/>
                <w:szCs w:val="24"/>
              </w:rPr>
              <w:t>а/</w:t>
            </w:r>
            <w:proofErr w:type="gramStart"/>
            <w:r w:rsidRPr="00D43D6B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D43D6B">
              <w:rPr>
                <w:rFonts w:ascii="Times New Roman" w:hAnsi="Times New Roman" w:cs="Times New Roman"/>
                <w:sz w:val="24"/>
                <w:szCs w:val="24"/>
              </w:rPr>
              <w:t xml:space="preserve"> Пежо 408</w:t>
            </w:r>
          </w:p>
        </w:tc>
        <w:tc>
          <w:tcPr>
            <w:tcW w:w="1418" w:type="dxa"/>
            <w:gridSpan w:val="2"/>
          </w:tcPr>
          <w:p w:rsidR="005453F3" w:rsidRPr="00D43D6B" w:rsidRDefault="005453F3" w:rsidP="008458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43D6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314636</w:t>
            </w:r>
          </w:p>
        </w:tc>
        <w:tc>
          <w:tcPr>
            <w:tcW w:w="1559" w:type="dxa"/>
          </w:tcPr>
          <w:p w:rsidR="005453F3" w:rsidRDefault="005453F3" w:rsidP="00B1536C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5453F3" w:rsidTr="0003575E">
        <w:tc>
          <w:tcPr>
            <w:tcW w:w="709" w:type="dxa"/>
          </w:tcPr>
          <w:p w:rsidR="005453F3" w:rsidRPr="00D43D6B" w:rsidRDefault="005453F3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453F3" w:rsidRPr="00D43D6B" w:rsidRDefault="005453F3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43D6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супруг</w:t>
            </w:r>
          </w:p>
        </w:tc>
        <w:tc>
          <w:tcPr>
            <w:tcW w:w="1276" w:type="dxa"/>
          </w:tcPr>
          <w:p w:rsidR="005453F3" w:rsidRPr="00D43D6B" w:rsidRDefault="005453F3" w:rsidP="00091AB0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75" w:type="dxa"/>
            <w:gridSpan w:val="2"/>
          </w:tcPr>
          <w:p w:rsidR="005453F3" w:rsidRPr="00D43D6B" w:rsidRDefault="005453F3" w:rsidP="00845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453F3" w:rsidRPr="00D43D6B" w:rsidRDefault="005453F3" w:rsidP="00845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453F3" w:rsidRPr="00D43D6B" w:rsidRDefault="005453F3" w:rsidP="008458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5453F3" w:rsidRPr="00D43D6B" w:rsidRDefault="005453F3" w:rsidP="008458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5453F3" w:rsidRPr="00D43D6B" w:rsidRDefault="005453F3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453F3" w:rsidRPr="00D43D6B" w:rsidRDefault="005453F3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5453F3" w:rsidRPr="00D43D6B" w:rsidRDefault="005453F3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5453F3" w:rsidRPr="00D43D6B" w:rsidRDefault="005453F3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5453F3" w:rsidRPr="00D43D6B" w:rsidRDefault="005453F3" w:rsidP="008458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43D6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216000</w:t>
            </w:r>
          </w:p>
        </w:tc>
        <w:tc>
          <w:tcPr>
            <w:tcW w:w="1559" w:type="dxa"/>
          </w:tcPr>
          <w:p w:rsidR="005453F3" w:rsidRDefault="005453F3" w:rsidP="00B1536C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5453F3" w:rsidTr="0003575E">
        <w:tc>
          <w:tcPr>
            <w:tcW w:w="16018" w:type="dxa"/>
            <w:gridSpan w:val="15"/>
          </w:tcPr>
          <w:p w:rsidR="005453F3" w:rsidRDefault="005453F3" w:rsidP="00B1536C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Информационно-аналитический отдел</w:t>
            </w:r>
          </w:p>
        </w:tc>
      </w:tr>
      <w:tr w:rsidR="005453F3" w:rsidTr="0003575E">
        <w:tc>
          <w:tcPr>
            <w:tcW w:w="709" w:type="dxa"/>
          </w:tcPr>
          <w:p w:rsidR="005453F3" w:rsidRPr="00D34FB3" w:rsidRDefault="00183B47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  <w:r w:rsidR="005453F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:rsidR="005453F3" w:rsidRPr="00991619" w:rsidRDefault="005453F3" w:rsidP="008458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916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Устинова Ольга Васильевна</w:t>
            </w:r>
          </w:p>
        </w:tc>
        <w:tc>
          <w:tcPr>
            <w:tcW w:w="1276" w:type="dxa"/>
          </w:tcPr>
          <w:p w:rsidR="005453F3" w:rsidRPr="00991619" w:rsidRDefault="005453F3" w:rsidP="008458FA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916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Начальник отдела</w:t>
            </w:r>
          </w:p>
        </w:tc>
        <w:tc>
          <w:tcPr>
            <w:tcW w:w="1275" w:type="dxa"/>
            <w:gridSpan w:val="2"/>
          </w:tcPr>
          <w:p w:rsidR="005453F3" w:rsidRPr="00991619" w:rsidRDefault="005453F3" w:rsidP="00845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619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5453F3" w:rsidRPr="00991619" w:rsidRDefault="005453F3" w:rsidP="00845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619">
              <w:rPr>
                <w:rFonts w:ascii="Times New Roman" w:hAnsi="Times New Roman" w:cs="Times New Roman"/>
                <w:sz w:val="24"/>
                <w:szCs w:val="24"/>
              </w:rPr>
              <w:t>Долевая-1/2</w:t>
            </w:r>
          </w:p>
        </w:tc>
        <w:tc>
          <w:tcPr>
            <w:tcW w:w="851" w:type="dxa"/>
          </w:tcPr>
          <w:p w:rsidR="005453F3" w:rsidRPr="008C7065" w:rsidRDefault="005453F3" w:rsidP="008C706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C706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54,5</w:t>
            </w:r>
          </w:p>
        </w:tc>
        <w:tc>
          <w:tcPr>
            <w:tcW w:w="992" w:type="dxa"/>
          </w:tcPr>
          <w:p w:rsidR="005453F3" w:rsidRPr="001C2212" w:rsidRDefault="005453F3" w:rsidP="008458FA">
            <w:pPr>
              <w:jc w:val="center"/>
              <w:rPr>
                <w:sz w:val="24"/>
                <w:szCs w:val="24"/>
                <w:lang w:val="en-US" w:eastAsia="ru-RU"/>
              </w:rPr>
            </w:pPr>
            <w:r w:rsidRPr="001C2212">
              <w:rPr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34" w:type="dxa"/>
          </w:tcPr>
          <w:p w:rsidR="005453F3" w:rsidRPr="00991619" w:rsidRDefault="005453F3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453F3" w:rsidRPr="00991619" w:rsidRDefault="005453F3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5453F3" w:rsidRPr="00991619" w:rsidRDefault="005453F3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5453F3" w:rsidRPr="00991619" w:rsidRDefault="005453F3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5453F3" w:rsidRPr="00991619" w:rsidRDefault="005453F3" w:rsidP="008458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916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437591,33</w:t>
            </w:r>
          </w:p>
        </w:tc>
        <w:tc>
          <w:tcPr>
            <w:tcW w:w="1559" w:type="dxa"/>
          </w:tcPr>
          <w:p w:rsidR="005453F3" w:rsidRDefault="005453F3" w:rsidP="00B1536C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9D2E8B" w:rsidTr="0003575E">
        <w:tc>
          <w:tcPr>
            <w:tcW w:w="709" w:type="dxa"/>
          </w:tcPr>
          <w:p w:rsidR="009D2E8B" w:rsidRPr="00D34FB3" w:rsidRDefault="00183B47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  <w:r w:rsidR="009D2E8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843" w:type="dxa"/>
          </w:tcPr>
          <w:p w:rsidR="009D2E8B" w:rsidRPr="00991619" w:rsidRDefault="009D2E8B" w:rsidP="008458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916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Лепехин Кирилл Владимирович</w:t>
            </w:r>
          </w:p>
        </w:tc>
        <w:tc>
          <w:tcPr>
            <w:tcW w:w="1276" w:type="dxa"/>
          </w:tcPr>
          <w:p w:rsidR="009D2E8B" w:rsidRPr="00991619" w:rsidRDefault="009D2E8B" w:rsidP="008458FA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9916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онсультант</w:t>
            </w:r>
          </w:p>
        </w:tc>
        <w:tc>
          <w:tcPr>
            <w:tcW w:w="1275" w:type="dxa"/>
            <w:gridSpan w:val="2"/>
          </w:tcPr>
          <w:p w:rsidR="009D2E8B" w:rsidRPr="00991619" w:rsidRDefault="009D2E8B" w:rsidP="00845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619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1134" w:type="dxa"/>
          </w:tcPr>
          <w:p w:rsidR="009D2E8B" w:rsidRPr="00D701CF" w:rsidRDefault="009D2E8B" w:rsidP="009D2E8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701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Индиви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D701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дуаль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D701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ная</w:t>
            </w:r>
            <w:proofErr w:type="spellEnd"/>
          </w:p>
        </w:tc>
        <w:tc>
          <w:tcPr>
            <w:tcW w:w="851" w:type="dxa"/>
          </w:tcPr>
          <w:p w:rsidR="009D2E8B" w:rsidRPr="008C7065" w:rsidRDefault="009D2E8B" w:rsidP="008C706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C706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589</w:t>
            </w:r>
          </w:p>
        </w:tc>
        <w:tc>
          <w:tcPr>
            <w:tcW w:w="992" w:type="dxa"/>
          </w:tcPr>
          <w:p w:rsidR="009D2E8B" w:rsidRPr="001C2212" w:rsidRDefault="009D2E8B" w:rsidP="008458FA">
            <w:pPr>
              <w:jc w:val="center"/>
              <w:rPr>
                <w:sz w:val="24"/>
                <w:szCs w:val="24"/>
                <w:lang w:val="en-US" w:eastAsia="ru-RU"/>
              </w:rPr>
            </w:pPr>
            <w:r w:rsidRPr="001C2212">
              <w:rPr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34" w:type="dxa"/>
          </w:tcPr>
          <w:p w:rsidR="009D2E8B" w:rsidRPr="00991619" w:rsidRDefault="009D2E8B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D2E8B" w:rsidRPr="00991619" w:rsidRDefault="009D2E8B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9D2E8B" w:rsidRPr="00991619" w:rsidRDefault="009D2E8B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9D2E8B" w:rsidRPr="00991619" w:rsidRDefault="009D2E8B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9D2E8B" w:rsidRPr="00991619" w:rsidRDefault="009D2E8B" w:rsidP="008458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916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251980,65</w:t>
            </w:r>
          </w:p>
        </w:tc>
        <w:tc>
          <w:tcPr>
            <w:tcW w:w="1559" w:type="dxa"/>
          </w:tcPr>
          <w:p w:rsidR="009D2E8B" w:rsidRDefault="009D2E8B" w:rsidP="00B1536C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9D2E8B" w:rsidTr="0003575E">
        <w:tc>
          <w:tcPr>
            <w:tcW w:w="709" w:type="dxa"/>
          </w:tcPr>
          <w:p w:rsidR="009D2E8B" w:rsidRDefault="009D2E8B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9D2E8B" w:rsidRPr="00991619" w:rsidRDefault="009D2E8B" w:rsidP="008458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9D2E8B" w:rsidRPr="00991619" w:rsidRDefault="009D2E8B" w:rsidP="008458FA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2"/>
          </w:tcPr>
          <w:p w:rsidR="009D2E8B" w:rsidRPr="00991619" w:rsidRDefault="009D2E8B" w:rsidP="00845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619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134" w:type="dxa"/>
          </w:tcPr>
          <w:p w:rsidR="009D2E8B" w:rsidRPr="00D701CF" w:rsidRDefault="009D2E8B" w:rsidP="009D2E8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701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Индиви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D701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дуаль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D701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ная</w:t>
            </w:r>
            <w:proofErr w:type="spellEnd"/>
          </w:p>
        </w:tc>
        <w:tc>
          <w:tcPr>
            <w:tcW w:w="851" w:type="dxa"/>
          </w:tcPr>
          <w:p w:rsidR="009D2E8B" w:rsidRPr="008C7065" w:rsidRDefault="009D2E8B" w:rsidP="008C706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C706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992" w:type="dxa"/>
          </w:tcPr>
          <w:p w:rsidR="009D2E8B" w:rsidRPr="001C2212" w:rsidRDefault="009D2E8B" w:rsidP="008458FA">
            <w:pPr>
              <w:jc w:val="center"/>
              <w:rPr>
                <w:sz w:val="24"/>
                <w:szCs w:val="24"/>
                <w:lang w:val="en-US" w:eastAsia="ru-RU"/>
              </w:rPr>
            </w:pPr>
            <w:r w:rsidRPr="001C2212">
              <w:rPr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34" w:type="dxa"/>
          </w:tcPr>
          <w:p w:rsidR="009D2E8B" w:rsidRPr="00991619" w:rsidRDefault="009D2E8B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619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9D2E8B" w:rsidRPr="00991619" w:rsidRDefault="009D2E8B" w:rsidP="008458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916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70,7</w:t>
            </w:r>
          </w:p>
        </w:tc>
        <w:tc>
          <w:tcPr>
            <w:tcW w:w="1559" w:type="dxa"/>
          </w:tcPr>
          <w:p w:rsidR="009D2E8B" w:rsidRPr="00991619" w:rsidRDefault="009D2E8B" w:rsidP="008458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 w:rsidRPr="009916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34" w:type="dxa"/>
          </w:tcPr>
          <w:p w:rsidR="009D2E8B" w:rsidRPr="00991619" w:rsidRDefault="009D2E8B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9D2E8B" w:rsidRPr="00991619" w:rsidRDefault="009D2E8B" w:rsidP="008458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9D2E8B" w:rsidRPr="00991619" w:rsidRDefault="009D2E8B" w:rsidP="00B1536C">
            <w:pPr>
              <w:jc w:val="center"/>
              <w:rPr>
                <w:rFonts w:ascii="Times New Roman" w:hAnsi="Times New Roman" w:cs="Times New Roman"/>
                <w:i/>
                <w:sz w:val="32"/>
                <w:szCs w:val="32"/>
              </w:rPr>
            </w:pPr>
          </w:p>
        </w:tc>
      </w:tr>
      <w:tr w:rsidR="005453F3" w:rsidTr="0003575E">
        <w:tc>
          <w:tcPr>
            <w:tcW w:w="709" w:type="dxa"/>
          </w:tcPr>
          <w:p w:rsidR="005453F3" w:rsidRDefault="00183B47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  <w:r w:rsidR="005453F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843" w:type="dxa"/>
          </w:tcPr>
          <w:p w:rsidR="005453F3" w:rsidRPr="0003575E" w:rsidRDefault="005453F3" w:rsidP="008458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35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Балашова Екатерина Викторовна</w:t>
            </w:r>
          </w:p>
        </w:tc>
        <w:tc>
          <w:tcPr>
            <w:tcW w:w="1276" w:type="dxa"/>
          </w:tcPr>
          <w:p w:rsidR="005453F3" w:rsidRPr="0003575E" w:rsidRDefault="005453F3" w:rsidP="008458FA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35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Главный специалист-эксперт</w:t>
            </w:r>
          </w:p>
        </w:tc>
        <w:tc>
          <w:tcPr>
            <w:tcW w:w="1275" w:type="dxa"/>
            <w:gridSpan w:val="2"/>
          </w:tcPr>
          <w:p w:rsidR="005453F3" w:rsidRPr="00991619" w:rsidRDefault="005453F3" w:rsidP="00845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619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5453F3" w:rsidRPr="00991619" w:rsidRDefault="005453F3" w:rsidP="00845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619">
              <w:rPr>
                <w:rFonts w:ascii="Times New Roman" w:hAnsi="Times New Roman" w:cs="Times New Roman"/>
                <w:sz w:val="24"/>
                <w:szCs w:val="24"/>
              </w:rPr>
              <w:t>Долевая-1/2</w:t>
            </w:r>
          </w:p>
        </w:tc>
        <w:tc>
          <w:tcPr>
            <w:tcW w:w="851" w:type="dxa"/>
          </w:tcPr>
          <w:p w:rsidR="005453F3" w:rsidRPr="008C7065" w:rsidRDefault="005453F3" w:rsidP="008C706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C706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44,5</w:t>
            </w:r>
          </w:p>
        </w:tc>
        <w:tc>
          <w:tcPr>
            <w:tcW w:w="992" w:type="dxa"/>
          </w:tcPr>
          <w:p w:rsidR="005453F3" w:rsidRPr="001C2212" w:rsidRDefault="005453F3" w:rsidP="008458FA">
            <w:pPr>
              <w:jc w:val="center"/>
              <w:rPr>
                <w:sz w:val="24"/>
                <w:szCs w:val="24"/>
                <w:lang w:val="en-US" w:eastAsia="ru-RU"/>
              </w:rPr>
            </w:pPr>
            <w:r w:rsidRPr="001C2212">
              <w:rPr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34" w:type="dxa"/>
          </w:tcPr>
          <w:p w:rsidR="005453F3" w:rsidRPr="00991619" w:rsidRDefault="005453F3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453F3" w:rsidRPr="00991619" w:rsidRDefault="005453F3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5453F3" w:rsidRPr="00991619" w:rsidRDefault="005453F3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5453F3" w:rsidRPr="00991619" w:rsidRDefault="005453F3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5453F3" w:rsidRPr="00991619" w:rsidRDefault="005453F3" w:rsidP="008458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916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152600,42</w:t>
            </w:r>
          </w:p>
        </w:tc>
        <w:tc>
          <w:tcPr>
            <w:tcW w:w="1559" w:type="dxa"/>
          </w:tcPr>
          <w:p w:rsidR="005453F3" w:rsidRPr="0003575E" w:rsidRDefault="005453F3" w:rsidP="005018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Квартира-доход, накопления</w:t>
            </w:r>
          </w:p>
        </w:tc>
      </w:tr>
      <w:tr w:rsidR="005453F3" w:rsidTr="0003575E">
        <w:tc>
          <w:tcPr>
            <w:tcW w:w="709" w:type="dxa"/>
          </w:tcPr>
          <w:p w:rsidR="005453F3" w:rsidRDefault="005453F3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453F3" w:rsidRPr="0003575E" w:rsidRDefault="005453F3" w:rsidP="008458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5453F3" w:rsidRPr="0003575E" w:rsidRDefault="005453F3" w:rsidP="008458FA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2"/>
          </w:tcPr>
          <w:p w:rsidR="005453F3" w:rsidRPr="00991619" w:rsidRDefault="005453F3" w:rsidP="00845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619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5453F3" w:rsidRPr="00991619" w:rsidRDefault="005453F3" w:rsidP="00845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619">
              <w:rPr>
                <w:rFonts w:ascii="Times New Roman" w:hAnsi="Times New Roman" w:cs="Times New Roman"/>
                <w:sz w:val="24"/>
                <w:szCs w:val="24"/>
              </w:rPr>
              <w:t>Общая совместная</w:t>
            </w:r>
          </w:p>
        </w:tc>
        <w:tc>
          <w:tcPr>
            <w:tcW w:w="851" w:type="dxa"/>
          </w:tcPr>
          <w:p w:rsidR="005453F3" w:rsidRPr="008C7065" w:rsidRDefault="005453F3" w:rsidP="008C706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C706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68,6</w:t>
            </w:r>
          </w:p>
        </w:tc>
        <w:tc>
          <w:tcPr>
            <w:tcW w:w="992" w:type="dxa"/>
          </w:tcPr>
          <w:p w:rsidR="005453F3" w:rsidRPr="001C2212" w:rsidRDefault="005453F3" w:rsidP="008458FA">
            <w:pPr>
              <w:jc w:val="center"/>
              <w:rPr>
                <w:sz w:val="24"/>
                <w:szCs w:val="24"/>
                <w:lang w:val="en-US" w:eastAsia="ru-RU"/>
              </w:rPr>
            </w:pPr>
            <w:r w:rsidRPr="001C2212">
              <w:rPr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34" w:type="dxa"/>
          </w:tcPr>
          <w:p w:rsidR="005453F3" w:rsidRPr="00991619" w:rsidRDefault="005453F3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453F3" w:rsidRPr="00991619" w:rsidRDefault="005453F3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5453F3" w:rsidRPr="00991619" w:rsidRDefault="005453F3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5453F3" w:rsidRPr="00991619" w:rsidRDefault="005453F3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5453F3" w:rsidRPr="00991619" w:rsidRDefault="005453F3" w:rsidP="008458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5453F3" w:rsidRPr="00991619" w:rsidRDefault="005453F3" w:rsidP="00B1536C">
            <w:pPr>
              <w:jc w:val="center"/>
              <w:rPr>
                <w:rFonts w:ascii="Times New Roman" w:hAnsi="Times New Roman" w:cs="Times New Roman"/>
                <w:i/>
                <w:sz w:val="32"/>
                <w:szCs w:val="32"/>
              </w:rPr>
            </w:pPr>
          </w:p>
        </w:tc>
      </w:tr>
      <w:tr w:rsidR="009D2E8B" w:rsidTr="0003575E">
        <w:tc>
          <w:tcPr>
            <w:tcW w:w="709" w:type="dxa"/>
          </w:tcPr>
          <w:p w:rsidR="009D2E8B" w:rsidRDefault="009D2E8B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9D2E8B" w:rsidRPr="0003575E" w:rsidRDefault="009D2E8B" w:rsidP="008458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35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супруг</w:t>
            </w:r>
          </w:p>
        </w:tc>
        <w:tc>
          <w:tcPr>
            <w:tcW w:w="1276" w:type="dxa"/>
          </w:tcPr>
          <w:p w:rsidR="009D2E8B" w:rsidRPr="0003575E" w:rsidRDefault="009D2E8B" w:rsidP="008458FA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2"/>
          </w:tcPr>
          <w:p w:rsidR="009D2E8B" w:rsidRPr="00991619" w:rsidRDefault="009D2E8B" w:rsidP="00845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619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9D2E8B" w:rsidRPr="00D701CF" w:rsidRDefault="009D2E8B" w:rsidP="009D2E8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701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Индиви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D701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дуаль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D701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ная</w:t>
            </w:r>
            <w:proofErr w:type="spellEnd"/>
          </w:p>
        </w:tc>
        <w:tc>
          <w:tcPr>
            <w:tcW w:w="851" w:type="dxa"/>
          </w:tcPr>
          <w:p w:rsidR="009D2E8B" w:rsidRPr="008C7065" w:rsidRDefault="009D2E8B" w:rsidP="008C706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C706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37,2</w:t>
            </w:r>
          </w:p>
        </w:tc>
        <w:tc>
          <w:tcPr>
            <w:tcW w:w="992" w:type="dxa"/>
          </w:tcPr>
          <w:p w:rsidR="009D2E8B" w:rsidRPr="001C2212" w:rsidRDefault="009D2E8B" w:rsidP="008458FA">
            <w:pPr>
              <w:jc w:val="center"/>
              <w:rPr>
                <w:sz w:val="24"/>
                <w:szCs w:val="24"/>
                <w:lang w:val="en-US" w:eastAsia="ru-RU"/>
              </w:rPr>
            </w:pPr>
            <w:r w:rsidRPr="001C2212">
              <w:rPr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34" w:type="dxa"/>
          </w:tcPr>
          <w:p w:rsidR="009D2E8B" w:rsidRPr="00991619" w:rsidRDefault="009D2E8B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D2E8B" w:rsidRPr="00991619" w:rsidRDefault="009D2E8B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9D2E8B" w:rsidRPr="00991619" w:rsidRDefault="009D2E8B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9D2E8B" w:rsidRPr="00991619" w:rsidRDefault="009D2E8B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9D2E8B" w:rsidRPr="00991619" w:rsidRDefault="009D2E8B" w:rsidP="008458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916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183994,98</w:t>
            </w:r>
          </w:p>
        </w:tc>
        <w:tc>
          <w:tcPr>
            <w:tcW w:w="1559" w:type="dxa"/>
          </w:tcPr>
          <w:p w:rsidR="009D2E8B" w:rsidRPr="00991619" w:rsidRDefault="009D2E8B" w:rsidP="00B1536C">
            <w:pPr>
              <w:jc w:val="center"/>
              <w:rPr>
                <w:rFonts w:ascii="Times New Roman" w:hAnsi="Times New Roman" w:cs="Times New Roman"/>
                <w:i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Квартира-доход, накопления, кредит</w:t>
            </w:r>
          </w:p>
        </w:tc>
      </w:tr>
      <w:tr w:rsidR="005453F3" w:rsidTr="0003575E">
        <w:tc>
          <w:tcPr>
            <w:tcW w:w="709" w:type="dxa"/>
          </w:tcPr>
          <w:p w:rsidR="005453F3" w:rsidRDefault="005453F3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453F3" w:rsidRPr="00991619" w:rsidRDefault="005453F3" w:rsidP="008458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5453F3" w:rsidRPr="00991619" w:rsidRDefault="005453F3" w:rsidP="008458FA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2"/>
          </w:tcPr>
          <w:p w:rsidR="005453F3" w:rsidRPr="00991619" w:rsidRDefault="005453F3" w:rsidP="00845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619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5453F3" w:rsidRPr="00991619" w:rsidRDefault="005453F3" w:rsidP="00845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619">
              <w:rPr>
                <w:rFonts w:ascii="Times New Roman" w:hAnsi="Times New Roman" w:cs="Times New Roman"/>
                <w:sz w:val="24"/>
                <w:szCs w:val="24"/>
              </w:rPr>
              <w:t>Общая совместная</w:t>
            </w:r>
          </w:p>
        </w:tc>
        <w:tc>
          <w:tcPr>
            <w:tcW w:w="851" w:type="dxa"/>
          </w:tcPr>
          <w:p w:rsidR="005453F3" w:rsidRPr="008C7065" w:rsidRDefault="005453F3" w:rsidP="008C706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C706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68,6</w:t>
            </w:r>
          </w:p>
        </w:tc>
        <w:tc>
          <w:tcPr>
            <w:tcW w:w="992" w:type="dxa"/>
          </w:tcPr>
          <w:p w:rsidR="005453F3" w:rsidRPr="001C2212" w:rsidRDefault="005453F3" w:rsidP="008458FA">
            <w:pPr>
              <w:jc w:val="center"/>
              <w:rPr>
                <w:sz w:val="24"/>
                <w:szCs w:val="24"/>
                <w:lang w:val="en-US" w:eastAsia="ru-RU"/>
              </w:rPr>
            </w:pPr>
            <w:r w:rsidRPr="001C2212">
              <w:rPr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34" w:type="dxa"/>
          </w:tcPr>
          <w:p w:rsidR="005453F3" w:rsidRPr="00991619" w:rsidRDefault="005453F3" w:rsidP="00091AB0">
            <w:pPr>
              <w:jc w:val="center"/>
              <w:rPr>
                <w:rFonts w:ascii="Times New Roman" w:hAnsi="Times New Roman" w:cs="Times New Roman"/>
                <w:i/>
                <w:sz w:val="32"/>
                <w:szCs w:val="32"/>
              </w:rPr>
            </w:pPr>
          </w:p>
        </w:tc>
        <w:tc>
          <w:tcPr>
            <w:tcW w:w="1134" w:type="dxa"/>
          </w:tcPr>
          <w:p w:rsidR="005453F3" w:rsidRPr="00991619" w:rsidRDefault="005453F3" w:rsidP="00091AB0">
            <w:pPr>
              <w:jc w:val="center"/>
              <w:rPr>
                <w:i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5453F3" w:rsidRPr="00991619" w:rsidRDefault="005453F3" w:rsidP="00091AB0">
            <w:pPr>
              <w:jc w:val="center"/>
              <w:rPr>
                <w:i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5453F3" w:rsidRPr="00991619" w:rsidRDefault="005453F3" w:rsidP="00B1536C">
            <w:pPr>
              <w:jc w:val="center"/>
              <w:rPr>
                <w:rFonts w:ascii="Times New Roman" w:hAnsi="Times New Roman" w:cs="Times New Roman"/>
                <w:i/>
                <w:sz w:val="32"/>
                <w:szCs w:val="32"/>
              </w:rPr>
            </w:pPr>
          </w:p>
        </w:tc>
        <w:tc>
          <w:tcPr>
            <w:tcW w:w="1418" w:type="dxa"/>
            <w:gridSpan w:val="2"/>
          </w:tcPr>
          <w:p w:rsidR="005453F3" w:rsidRPr="00991619" w:rsidRDefault="005453F3" w:rsidP="008458FA">
            <w:pPr>
              <w:jc w:val="center"/>
              <w:rPr>
                <w:i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5453F3" w:rsidRPr="00991619" w:rsidRDefault="005453F3" w:rsidP="00B1536C">
            <w:pPr>
              <w:jc w:val="center"/>
              <w:rPr>
                <w:rFonts w:ascii="Times New Roman" w:hAnsi="Times New Roman" w:cs="Times New Roman"/>
                <w:i/>
                <w:sz w:val="32"/>
                <w:szCs w:val="32"/>
              </w:rPr>
            </w:pPr>
          </w:p>
        </w:tc>
      </w:tr>
      <w:tr w:rsidR="005453F3" w:rsidTr="0003575E">
        <w:tc>
          <w:tcPr>
            <w:tcW w:w="16018" w:type="dxa"/>
            <w:gridSpan w:val="15"/>
          </w:tcPr>
          <w:p w:rsidR="005453F3" w:rsidRDefault="005453F3" w:rsidP="00B1536C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Отдел государственной службы, кадров, правового обеспечения и режима</w:t>
            </w:r>
          </w:p>
        </w:tc>
      </w:tr>
      <w:tr w:rsidR="005453F3" w:rsidTr="0003575E">
        <w:tc>
          <w:tcPr>
            <w:tcW w:w="709" w:type="dxa"/>
          </w:tcPr>
          <w:p w:rsidR="005453F3" w:rsidRPr="00991619" w:rsidRDefault="00183B47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  <w:r w:rsidR="005453F3" w:rsidRPr="0099161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843" w:type="dxa"/>
          </w:tcPr>
          <w:p w:rsidR="005453F3" w:rsidRPr="0088042C" w:rsidRDefault="005453F3" w:rsidP="008458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8042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Лебедева </w:t>
            </w:r>
            <w:r w:rsidRPr="0088042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Ирина Анатольевна</w:t>
            </w:r>
          </w:p>
        </w:tc>
        <w:tc>
          <w:tcPr>
            <w:tcW w:w="1276" w:type="dxa"/>
          </w:tcPr>
          <w:p w:rsidR="005453F3" w:rsidRPr="00991619" w:rsidRDefault="005453F3" w:rsidP="008458FA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916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Начальник </w:t>
            </w:r>
            <w:r w:rsidRPr="009916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отдела</w:t>
            </w:r>
          </w:p>
        </w:tc>
        <w:tc>
          <w:tcPr>
            <w:tcW w:w="1275" w:type="dxa"/>
            <w:gridSpan w:val="2"/>
          </w:tcPr>
          <w:p w:rsidR="005453F3" w:rsidRPr="00991619" w:rsidRDefault="005453F3" w:rsidP="00845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6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квартира</w:t>
            </w:r>
          </w:p>
        </w:tc>
        <w:tc>
          <w:tcPr>
            <w:tcW w:w="1134" w:type="dxa"/>
          </w:tcPr>
          <w:p w:rsidR="005453F3" w:rsidRPr="00991619" w:rsidRDefault="005453F3" w:rsidP="00845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619">
              <w:rPr>
                <w:rFonts w:ascii="Times New Roman" w:hAnsi="Times New Roman" w:cs="Times New Roman"/>
                <w:sz w:val="24"/>
                <w:szCs w:val="24"/>
              </w:rPr>
              <w:t xml:space="preserve">Общая </w:t>
            </w:r>
            <w:r w:rsidRPr="009916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совместная</w:t>
            </w:r>
          </w:p>
        </w:tc>
        <w:tc>
          <w:tcPr>
            <w:tcW w:w="851" w:type="dxa"/>
          </w:tcPr>
          <w:p w:rsidR="005453F3" w:rsidRPr="00991619" w:rsidRDefault="005453F3" w:rsidP="008458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916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53,01</w:t>
            </w:r>
          </w:p>
        </w:tc>
        <w:tc>
          <w:tcPr>
            <w:tcW w:w="992" w:type="dxa"/>
          </w:tcPr>
          <w:p w:rsidR="005453F3" w:rsidRPr="00991619" w:rsidRDefault="005453F3" w:rsidP="008458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916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34" w:type="dxa"/>
          </w:tcPr>
          <w:p w:rsidR="005453F3" w:rsidRPr="00991619" w:rsidRDefault="005453F3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453F3" w:rsidRPr="00991619" w:rsidRDefault="005453F3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5453F3" w:rsidRPr="00991619" w:rsidRDefault="005453F3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5453F3" w:rsidRPr="00991619" w:rsidRDefault="005453F3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5453F3" w:rsidRPr="00991619" w:rsidRDefault="005453F3" w:rsidP="008458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916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443239,99</w:t>
            </w:r>
          </w:p>
        </w:tc>
        <w:tc>
          <w:tcPr>
            <w:tcW w:w="1559" w:type="dxa"/>
          </w:tcPr>
          <w:p w:rsidR="005453F3" w:rsidRPr="00991619" w:rsidRDefault="005453F3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2E8B" w:rsidTr="0003575E">
        <w:tc>
          <w:tcPr>
            <w:tcW w:w="709" w:type="dxa"/>
          </w:tcPr>
          <w:p w:rsidR="009D2E8B" w:rsidRPr="00991619" w:rsidRDefault="009D2E8B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9D2E8B" w:rsidRPr="00991619" w:rsidRDefault="009D2E8B" w:rsidP="008458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916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супруг</w:t>
            </w:r>
          </w:p>
        </w:tc>
        <w:tc>
          <w:tcPr>
            <w:tcW w:w="1276" w:type="dxa"/>
          </w:tcPr>
          <w:p w:rsidR="009D2E8B" w:rsidRPr="00991619" w:rsidRDefault="009D2E8B" w:rsidP="008458FA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2"/>
          </w:tcPr>
          <w:p w:rsidR="009D2E8B" w:rsidRPr="00991619" w:rsidRDefault="009D2E8B" w:rsidP="00845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619">
              <w:rPr>
                <w:rFonts w:ascii="Times New Roman" w:hAnsi="Times New Roman" w:cs="Times New Roman"/>
                <w:sz w:val="24"/>
                <w:szCs w:val="24"/>
              </w:rPr>
              <w:t>Садовый участок</w:t>
            </w:r>
          </w:p>
        </w:tc>
        <w:tc>
          <w:tcPr>
            <w:tcW w:w="1134" w:type="dxa"/>
          </w:tcPr>
          <w:p w:rsidR="009D2E8B" w:rsidRPr="00D701CF" w:rsidRDefault="009D2E8B" w:rsidP="009D2E8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701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Индиви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D701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дуаль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D701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ная</w:t>
            </w:r>
            <w:proofErr w:type="spellEnd"/>
          </w:p>
        </w:tc>
        <w:tc>
          <w:tcPr>
            <w:tcW w:w="851" w:type="dxa"/>
          </w:tcPr>
          <w:p w:rsidR="009D2E8B" w:rsidRPr="00991619" w:rsidRDefault="009D2E8B" w:rsidP="008458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916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553</w:t>
            </w:r>
          </w:p>
        </w:tc>
        <w:tc>
          <w:tcPr>
            <w:tcW w:w="992" w:type="dxa"/>
          </w:tcPr>
          <w:p w:rsidR="009D2E8B" w:rsidRPr="00991619" w:rsidRDefault="009D2E8B" w:rsidP="008458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916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34" w:type="dxa"/>
          </w:tcPr>
          <w:p w:rsidR="009D2E8B" w:rsidRPr="00991619" w:rsidRDefault="009D2E8B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991619">
              <w:rPr>
                <w:rFonts w:ascii="Times New Roman" w:hAnsi="Times New Roman" w:cs="Times New Roman"/>
                <w:sz w:val="24"/>
                <w:szCs w:val="24"/>
              </w:rPr>
              <w:t>вартира</w:t>
            </w:r>
          </w:p>
        </w:tc>
        <w:tc>
          <w:tcPr>
            <w:tcW w:w="1134" w:type="dxa"/>
          </w:tcPr>
          <w:p w:rsidR="009D2E8B" w:rsidRPr="00991619" w:rsidRDefault="009D2E8B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916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559" w:type="dxa"/>
          </w:tcPr>
          <w:p w:rsidR="009D2E8B" w:rsidRPr="00991619" w:rsidRDefault="009D2E8B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916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34" w:type="dxa"/>
          </w:tcPr>
          <w:p w:rsidR="009D2E8B" w:rsidRPr="0088042C" w:rsidRDefault="009D2E8B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8042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88042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КИА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jes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Sportage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</w:tc>
        <w:tc>
          <w:tcPr>
            <w:tcW w:w="1418" w:type="dxa"/>
            <w:gridSpan w:val="2"/>
          </w:tcPr>
          <w:p w:rsidR="009D2E8B" w:rsidRPr="00991619" w:rsidRDefault="009D2E8B" w:rsidP="008458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417403,10</w:t>
            </w:r>
          </w:p>
        </w:tc>
        <w:tc>
          <w:tcPr>
            <w:tcW w:w="1559" w:type="dxa"/>
          </w:tcPr>
          <w:p w:rsidR="009D2E8B" w:rsidRPr="00991619" w:rsidRDefault="009D2E8B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2E8B" w:rsidTr="0003575E">
        <w:tc>
          <w:tcPr>
            <w:tcW w:w="709" w:type="dxa"/>
          </w:tcPr>
          <w:p w:rsidR="009D2E8B" w:rsidRPr="00991619" w:rsidRDefault="009D2E8B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9D2E8B" w:rsidRPr="00991619" w:rsidRDefault="009D2E8B" w:rsidP="008458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9D2E8B" w:rsidRPr="00991619" w:rsidRDefault="009D2E8B" w:rsidP="008458FA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2"/>
          </w:tcPr>
          <w:p w:rsidR="009D2E8B" w:rsidRPr="00991619" w:rsidRDefault="009D2E8B" w:rsidP="00845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619">
              <w:rPr>
                <w:rFonts w:ascii="Times New Roman" w:hAnsi="Times New Roman" w:cs="Times New Roman"/>
                <w:sz w:val="24"/>
                <w:szCs w:val="24"/>
              </w:rPr>
              <w:t>Жилое строение</w:t>
            </w:r>
          </w:p>
        </w:tc>
        <w:tc>
          <w:tcPr>
            <w:tcW w:w="1134" w:type="dxa"/>
          </w:tcPr>
          <w:p w:rsidR="009D2E8B" w:rsidRPr="00D701CF" w:rsidRDefault="009D2E8B" w:rsidP="009D2E8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701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Индиви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D701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дуаль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D701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ная</w:t>
            </w:r>
            <w:proofErr w:type="spellEnd"/>
          </w:p>
        </w:tc>
        <w:tc>
          <w:tcPr>
            <w:tcW w:w="851" w:type="dxa"/>
          </w:tcPr>
          <w:p w:rsidR="009D2E8B" w:rsidRPr="00991619" w:rsidRDefault="009D2E8B" w:rsidP="008458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916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45,4</w:t>
            </w:r>
          </w:p>
        </w:tc>
        <w:tc>
          <w:tcPr>
            <w:tcW w:w="992" w:type="dxa"/>
          </w:tcPr>
          <w:p w:rsidR="009D2E8B" w:rsidRPr="00991619" w:rsidRDefault="009D2E8B" w:rsidP="008458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916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34" w:type="dxa"/>
          </w:tcPr>
          <w:p w:rsidR="009D2E8B" w:rsidRPr="00991619" w:rsidRDefault="009D2E8B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D2E8B" w:rsidRPr="00991619" w:rsidRDefault="009D2E8B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9D2E8B" w:rsidRPr="00991619" w:rsidRDefault="009D2E8B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9D2E8B" w:rsidRPr="00991619" w:rsidRDefault="009D2E8B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9D2E8B" w:rsidRPr="00991619" w:rsidRDefault="009D2E8B" w:rsidP="008458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9D2E8B" w:rsidRPr="00991619" w:rsidRDefault="009D2E8B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2E8B" w:rsidTr="0003575E">
        <w:tc>
          <w:tcPr>
            <w:tcW w:w="709" w:type="dxa"/>
          </w:tcPr>
          <w:p w:rsidR="009D2E8B" w:rsidRPr="00991619" w:rsidRDefault="009D2E8B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9D2E8B" w:rsidRPr="00991619" w:rsidRDefault="009D2E8B" w:rsidP="008458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9D2E8B" w:rsidRPr="00991619" w:rsidRDefault="009D2E8B" w:rsidP="008458FA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2"/>
          </w:tcPr>
          <w:p w:rsidR="009D2E8B" w:rsidRPr="00991619" w:rsidRDefault="009D2E8B" w:rsidP="00845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619">
              <w:rPr>
                <w:rFonts w:ascii="Times New Roman" w:hAnsi="Times New Roman" w:cs="Times New Roman"/>
                <w:sz w:val="24"/>
                <w:szCs w:val="24"/>
              </w:rPr>
              <w:t>Жилое строение</w:t>
            </w:r>
          </w:p>
        </w:tc>
        <w:tc>
          <w:tcPr>
            <w:tcW w:w="1134" w:type="dxa"/>
          </w:tcPr>
          <w:p w:rsidR="009D2E8B" w:rsidRPr="00D701CF" w:rsidRDefault="009D2E8B" w:rsidP="009D2E8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701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Индиви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D701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дуаль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D701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ная</w:t>
            </w:r>
            <w:proofErr w:type="spellEnd"/>
          </w:p>
        </w:tc>
        <w:tc>
          <w:tcPr>
            <w:tcW w:w="851" w:type="dxa"/>
          </w:tcPr>
          <w:p w:rsidR="009D2E8B" w:rsidRPr="00991619" w:rsidRDefault="009D2E8B" w:rsidP="008458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916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6,1</w:t>
            </w:r>
          </w:p>
        </w:tc>
        <w:tc>
          <w:tcPr>
            <w:tcW w:w="992" w:type="dxa"/>
          </w:tcPr>
          <w:p w:rsidR="009D2E8B" w:rsidRPr="00991619" w:rsidRDefault="009D2E8B" w:rsidP="008458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916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34" w:type="dxa"/>
          </w:tcPr>
          <w:p w:rsidR="009D2E8B" w:rsidRPr="00991619" w:rsidRDefault="009D2E8B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D2E8B" w:rsidRPr="00991619" w:rsidRDefault="009D2E8B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9D2E8B" w:rsidRPr="00991619" w:rsidRDefault="009D2E8B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9D2E8B" w:rsidRPr="00991619" w:rsidRDefault="009D2E8B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9D2E8B" w:rsidRPr="00991619" w:rsidRDefault="009D2E8B" w:rsidP="008458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9D2E8B" w:rsidRPr="00991619" w:rsidRDefault="009D2E8B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2E8B" w:rsidTr="0003575E">
        <w:tc>
          <w:tcPr>
            <w:tcW w:w="709" w:type="dxa"/>
          </w:tcPr>
          <w:p w:rsidR="009D2E8B" w:rsidRPr="00991619" w:rsidRDefault="00183B47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  <w:r w:rsidR="009D2E8B" w:rsidRPr="0099161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843" w:type="dxa"/>
          </w:tcPr>
          <w:p w:rsidR="009D2E8B" w:rsidRPr="00991619" w:rsidRDefault="009D2E8B" w:rsidP="008458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916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Томсина</w:t>
            </w:r>
            <w:proofErr w:type="spellEnd"/>
            <w:r w:rsidRPr="009916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Наталья Евгеньевна</w:t>
            </w:r>
          </w:p>
        </w:tc>
        <w:tc>
          <w:tcPr>
            <w:tcW w:w="1276" w:type="dxa"/>
          </w:tcPr>
          <w:p w:rsidR="009D2E8B" w:rsidRPr="00991619" w:rsidRDefault="009D2E8B" w:rsidP="008458FA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916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Главный специалист-эксперт</w:t>
            </w:r>
          </w:p>
        </w:tc>
        <w:tc>
          <w:tcPr>
            <w:tcW w:w="1275" w:type="dxa"/>
            <w:gridSpan w:val="2"/>
          </w:tcPr>
          <w:p w:rsidR="009D2E8B" w:rsidRPr="00991619" w:rsidRDefault="009D2E8B" w:rsidP="00845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619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9D2E8B" w:rsidRPr="00D701CF" w:rsidRDefault="009D2E8B" w:rsidP="009D2E8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701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Индиви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D701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дуаль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D701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ная</w:t>
            </w:r>
            <w:proofErr w:type="spellEnd"/>
          </w:p>
        </w:tc>
        <w:tc>
          <w:tcPr>
            <w:tcW w:w="851" w:type="dxa"/>
          </w:tcPr>
          <w:p w:rsidR="009D2E8B" w:rsidRPr="00991619" w:rsidRDefault="009D2E8B" w:rsidP="008458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916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32,1</w:t>
            </w:r>
          </w:p>
        </w:tc>
        <w:tc>
          <w:tcPr>
            <w:tcW w:w="992" w:type="dxa"/>
          </w:tcPr>
          <w:p w:rsidR="009D2E8B" w:rsidRPr="00991619" w:rsidRDefault="009D2E8B" w:rsidP="008458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916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34" w:type="dxa"/>
          </w:tcPr>
          <w:p w:rsidR="009D2E8B" w:rsidRPr="00991619" w:rsidRDefault="009D2E8B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D2E8B" w:rsidRPr="00991619" w:rsidRDefault="009D2E8B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9D2E8B" w:rsidRPr="00991619" w:rsidRDefault="009D2E8B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9D2E8B" w:rsidRPr="00991619" w:rsidRDefault="009D2E8B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9D2E8B" w:rsidRPr="00991619" w:rsidRDefault="009D2E8B" w:rsidP="008458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916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9564,56</w:t>
            </w:r>
          </w:p>
        </w:tc>
        <w:tc>
          <w:tcPr>
            <w:tcW w:w="1559" w:type="dxa"/>
          </w:tcPr>
          <w:p w:rsidR="009D2E8B" w:rsidRPr="00991619" w:rsidRDefault="009D2E8B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53F3" w:rsidTr="0003575E">
        <w:trPr>
          <w:trHeight w:val="1204"/>
        </w:trPr>
        <w:tc>
          <w:tcPr>
            <w:tcW w:w="709" w:type="dxa"/>
          </w:tcPr>
          <w:p w:rsidR="005453F3" w:rsidRPr="00991619" w:rsidRDefault="005453F3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453F3" w:rsidRPr="00991619" w:rsidRDefault="005453F3" w:rsidP="008458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5453F3" w:rsidRPr="00991619" w:rsidRDefault="005453F3" w:rsidP="008458FA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2"/>
          </w:tcPr>
          <w:p w:rsidR="005453F3" w:rsidRPr="00991619" w:rsidRDefault="005453F3" w:rsidP="00845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619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5453F3" w:rsidRPr="00991619" w:rsidRDefault="005453F3" w:rsidP="00845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619">
              <w:rPr>
                <w:rFonts w:ascii="Times New Roman" w:hAnsi="Times New Roman" w:cs="Times New Roman"/>
                <w:sz w:val="24"/>
                <w:szCs w:val="24"/>
              </w:rPr>
              <w:t>Общая долевая 1/2</w:t>
            </w:r>
          </w:p>
        </w:tc>
        <w:tc>
          <w:tcPr>
            <w:tcW w:w="851" w:type="dxa"/>
          </w:tcPr>
          <w:p w:rsidR="005453F3" w:rsidRPr="00991619" w:rsidRDefault="005453F3" w:rsidP="00D43D6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916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49,8</w:t>
            </w:r>
          </w:p>
        </w:tc>
        <w:tc>
          <w:tcPr>
            <w:tcW w:w="992" w:type="dxa"/>
          </w:tcPr>
          <w:p w:rsidR="005453F3" w:rsidRPr="00991619" w:rsidRDefault="005453F3" w:rsidP="00D43D6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916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34" w:type="dxa"/>
          </w:tcPr>
          <w:p w:rsidR="005453F3" w:rsidRPr="00991619" w:rsidRDefault="005453F3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453F3" w:rsidRPr="00991619" w:rsidRDefault="005453F3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5453F3" w:rsidRPr="00991619" w:rsidRDefault="005453F3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5453F3" w:rsidRPr="00991619" w:rsidRDefault="005453F3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5453F3" w:rsidRPr="00991619" w:rsidRDefault="005453F3" w:rsidP="008458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5453F3" w:rsidRPr="00991619" w:rsidRDefault="005453F3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53F3" w:rsidTr="0003575E">
        <w:tc>
          <w:tcPr>
            <w:tcW w:w="709" w:type="dxa"/>
          </w:tcPr>
          <w:p w:rsidR="005453F3" w:rsidRPr="00991619" w:rsidRDefault="005453F3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453F3" w:rsidRPr="00991619" w:rsidRDefault="005453F3" w:rsidP="008458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916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супруг</w:t>
            </w:r>
          </w:p>
        </w:tc>
        <w:tc>
          <w:tcPr>
            <w:tcW w:w="1276" w:type="dxa"/>
          </w:tcPr>
          <w:p w:rsidR="005453F3" w:rsidRPr="00991619" w:rsidRDefault="005453F3" w:rsidP="008458FA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2"/>
          </w:tcPr>
          <w:p w:rsidR="005453F3" w:rsidRPr="00991619" w:rsidRDefault="005453F3" w:rsidP="00845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453F3" w:rsidRPr="00991619" w:rsidRDefault="005453F3" w:rsidP="00845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453F3" w:rsidRPr="00991619" w:rsidRDefault="005453F3" w:rsidP="008458FA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5453F3" w:rsidRPr="00991619" w:rsidRDefault="005453F3" w:rsidP="008458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5453F3" w:rsidRPr="00991619" w:rsidRDefault="005453F3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619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5453F3" w:rsidRPr="00991619" w:rsidRDefault="005453F3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916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32,1</w:t>
            </w:r>
          </w:p>
        </w:tc>
        <w:tc>
          <w:tcPr>
            <w:tcW w:w="1559" w:type="dxa"/>
          </w:tcPr>
          <w:p w:rsidR="005453F3" w:rsidRPr="00991619" w:rsidRDefault="005453F3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916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34" w:type="dxa"/>
          </w:tcPr>
          <w:p w:rsidR="005453F3" w:rsidRPr="00991619" w:rsidRDefault="005453F3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5453F3" w:rsidRPr="00991619" w:rsidRDefault="005453F3" w:rsidP="008458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916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1153093,15</w:t>
            </w:r>
          </w:p>
        </w:tc>
        <w:tc>
          <w:tcPr>
            <w:tcW w:w="1559" w:type="dxa"/>
          </w:tcPr>
          <w:p w:rsidR="005453F3" w:rsidRPr="00991619" w:rsidRDefault="005453F3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53F3" w:rsidTr="0003575E">
        <w:tc>
          <w:tcPr>
            <w:tcW w:w="709" w:type="dxa"/>
          </w:tcPr>
          <w:p w:rsidR="005453F3" w:rsidRPr="00991619" w:rsidRDefault="005453F3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453F3" w:rsidRPr="00991619" w:rsidRDefault="005453F3" w:rsidP="008458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5453F3" w:rsidRPr="00991619" w:rsidRDefault="005453F3" w:rsidP="008458FA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2"/>
          </w:tcPr>
          <w:p w:rsidR="005453F3" w:rsidRPr="00991619" w:rsidRDefault="005453F3" w:rsidP="00845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453F3" w:rsidRPr="00991619" w:rsidRDefault="005453F3" w:rsidP="00845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453F3" w:rsidRPr="00991619" w:rsidRDefault="005453F3" w:rsidP="008458FA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5453F3" w:rsidRPr="00991619" w:rsidRDefault="005453F3" w:rsidP="008458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5453F3" w:rsidRPr="00991619" w:rsidRDefault="005453F3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помещение</w:t>
            </w:r>
          </w:p>
        </w:tc>
        <w:tc>
          <w:tcPr>
            <w:tcW w:w="1134" w:type="dxa"/>
          </w:tcPr>
          <w:p w:rsidR="005453F3" w:rsidRPr="00991619" w:rsidRDefault="005453F3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</w:tcPr>
          <w:p w:rsidR="005453F3" w:rsidRPr="00991619" w:rsidRDefault="005453F3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916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34" w:type="dxa"/>
          </w:tcPr>
          <w:p w:rsidR="005453F3" w:rsidRPr="00991619" w:rsidRDefault="005453F3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5453F3" w:rsidRPr="00991619" w:rsidRDefault="005453F3" w:rsidP="008458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5453F3" w:rsidRPr="00991619" w:rsidRDefault="005453F3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53F3" w:rsidTr="0003575E">
        <w:tc>
          <w:tcPr>
            <w:tcW w:w="709" w:type="dxa"/>
          </w:tcPr>
          <w:p w:rsidR="005453F3" w:rsidRPr="00991619" w:rsidRDefault="005453F3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453F3" w:rsidRPr="00991619" w:rsidRDefault="005453F3" w:rsidP="008458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916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Несовершеннолетний ребенок</w:t>
            </w:r>
          </w:p>
        </w:tc>
        <w:tc>
          <w:tcPr>
            <w:tcW w:w="1276" w:type="dxa"/>
          </w:tcPr>
          <w:p w:rsidR="005453F3" w:rsidRPr="00991619" w:rsidRDefault="005453F3" w:rsidP="008458FA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2"/>
          </w:tcPr>
          <w:p w:rsidR="005453F3" w:rsidRPr="00991619" w:rsidRDefault="005453F3" w:rsidP="00845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453F3" w:rsidRPr="00991619" w:rsidRDefault="005453F3" w:rsidP="00845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453F3" w:rsidRPr="00991619" w:rsidRDefault="005453F3" w:rsidP="008458FA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5453F3" w:rsidRPr="00991619" w:rsidRDefault="005453F3" w:rsidP="008458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5453F3" w:rsidRPr="00991619" w:rsidRDefault="005453F3" w:rsidP="00845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619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5453F3" w:rsidRPr="00991619" w:rsidRDefault="005453F3" w:rsidP="008458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916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32,1</w:t>
            </w:r>
          </w:p>
        </w:tc>
        <w:tc>
          <w:tcPr>
            <w:tcW w:w="1559" w:type="dxa"/>
          </w:tcPr>
          <w:p w:rsidR="005453F3" w:rsidRPr="00991619" w:rsidRDefault="005453F3" w:rsidP="008458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916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34" w:type="dxa"/>
          </w:tcPr>
          <w:p w:rsidR="005453F3" w:rsidRPr="00991619" w:rsidRDefault="005453F3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5453F3" w:rsidRPr="00991619" w:rsidRDefault="005453F3" w:rsidP="008458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5453F3" w:rsidRPr="00991619" w:rsidRDefault="005453F3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53F3" w:rsidTr="0003575E">
        <w:tc>
          <w:tcPr>
            <w:tcW w:w="709" w:type="dxa"/>
          </w:tcPr>
          <w:p w:rsidR="005453F3" w:rsidRPr="00991619" w:rsidRDefault="005453F3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453F3" w:rsidRPr="00991619" w:rsidRDefault="005453F3" w:rsidP="008458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5453F3" w:rsidRPr="00991619" w:rsidRDefault="005453F3" w:rsidP="008458FA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2"/>
          </w:tcPr>
          <w:p w:rsidR="005453F3" w:rsidRPr="00991619" w:rsidRDefault="005453F3" w:rsidP="00845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453F3" w:rsidRPr="00991619" w:rsidRDefault="005453F3" w:rsidP="00845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453F3" w:rsidRPr="00991619" w:rsidRDefault="005453F3" w:rsidP="008458FA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5453F3" w:rsidRPr="00991619" w:rsidRDefault="005453F3" w:rsidP="008458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5453F3" w:rsidRPr="00991619" w:rsidRDefault="005453F3" w:rsidP="00845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помещение</w:t>
            </w:r>
          </w:p>
        </w:tc>
        <w:tc>
          <w:tcPr>
            <w:tcW w:w="1134" w:type="dxa"/>
          </w:tcPr>
          <w:p w:rsidR="005453F3" w:rsidRPr="00991619" w:rsidRDefault="005453F3" w:rsidP="008458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</w:tcPr>
          <w:p w:rsidR="005453F3" w:rsidRPr="00991619" w:rsidRDefault="005453F3" w:rsidP="008458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916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34" w:type="dxa"/>
          </w:tcPr>
          <w:p w:rsidR="005453F3" w:rsidRPr="00991619" w:rsidRDefault="005453F3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5453F3" w:rsidRPr="00991619" w:rsidRDefault="005453F3" w:rsidP="008458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5453F3" w:rsidRPr="00991619" w:rsidRDefault="005453F3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53F3" w:rsidTr="0003575E">
        <w:tc>
          <w:tcPr>
            <w:tcW w:w="709" w:type="dxa"/>
          </w:tcPr>
          <w:p w:rsidR="005453F3" w:rsidRPr="00991619" w:rsidRDefault="00183B47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</w:t>
            </w:r>
            <w:r w:rsidR="005453F3" w:rsidRPr="0099161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843" w:type="dxa"/>
          </w:tcPr>
          <w:p w:rsidR="005453F3" w:rsidRPr="00991619" w:rsidRDefault="005453F3" w:rsidP="008458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916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Никулина Светлана Анатольевна</w:t>
            </w:r>
          </w:p>
        </w:tc>
        <w:tc>
          <w:tcPr>
            <w:tcW w:w="1276" w:type="dxa"/>
          </w:tcPr>
          <w:p w:rsidR="005453F3" w:rsidRPr="00991619" w:rsidRDefault="005453F3" w:rsidP="008458FA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916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Ведущий специалист - эксперт</w:t>
            </w:r>
          </w:p>
        </w:tc>
        <w:tc>
          <w:tcPr>
            <w:tcW w:w="1275" w:type="dxa"/>
            <w:gridSpan w:val="2"/>
          </w:tcPr>
          <w:p w:rsidR="005453F3" w:rsidRPr="00991619" w:rsidRDefault="005453F3" w:rsidP="00845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619">
              <w:rPr>
                <w:rFonts w:ascii="Times New Roman" w:hAnsi="Times New Roman" w:cs="Times New Roman"/>
                <w:sz w:val="24"/>
                <w:szCs w:val="24"/>
              </w:rPr>
              <w:t>комната</w:t>
            </w:r>
          </w:p>
        </w:tc>
        <w:tc>
          <w:tcPr>
            <w:tcW w:w="1134" w:type="dxa"/>
          </w:tcPr>
          <w:p w:rsidR="005453F3" w:rsidRPr="00991619" w:rsidRDefault="005453F3" w:rsidP="00845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619">
              <w:rPr>
                <w:rFonts w:ascii="Times New Roman" w:hAnsi="Times New Roman" w:cs="Times New Roman"/>
                <w:sz w:val="24"/>
                <w:szCs w:val="24"/>
              </w:rPr>
              <w:t>Общая долевая 13/49</w:t>
            </w:r>
          </w:p>
        </w:tc>
        <w:tc>
          <w:tcPr>
            <w:tcW w:w="851" w:type="dxa"/>
          </w:tcPr>
          <w:p w:rsidR="005453F3" w:rsidRPr="00991619" w:rsidRDefault="005453F3" w:rsidP="008458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916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13,1</w:t>
            </w:r>
          </w:p>
        </w:tc>
        <w:tc>
          <w:tcPr>
            <w:tcW w:w="992" w:type="dxa"/>
          </w:tcPr>
          <w:p w:rsidR="005453F3" w:rsidRPr="00991619" w:rsidRDefault="005453F3" w:rsidP="008458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916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34" w:type="dxa"/>
          </w:tcPr>
          <w:p w:rsidR="005453F3" w:rsidRPr="00991619" w:rsidRDefault="005453F3" w:rsidP="00845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619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5453F3" w:rsidRPr="00991619" w:rsidRDefault="005453F3" w:rsidP="008458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916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33,7</w:t>
            </w:r>
          </w:p>
        </w:tc>
        <w:tc>
          <w:tcPr>
            <w:tcW w:w="1559" w:type="dxa"/>
          </w:tcPr>
          <w:p w:rsidR="005453F3" w:rsidRPr="00991619" w:rsidRDefault="005453F3" w:rsidP="008458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916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34" w:type="dxa"/>
          </w:tcPr>
          <w:p w:rsidR="005453F3" w:rsidRPr="00991619" w:rsidRDefault="005453F3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5453F3" w:rsidRPr="00991619" w:rsidRDefault="005453F3" w:rsidP="008458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916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496988,63</w:t>
            </w:r>
          </w:p>
        </w:tc>
        <w:tc>
          <w:tcPr>
            <w:tcW w:w="1559" w:type="dxa"/>
          </w:tcPr>
          <w:p w:rsidR="005453F3" w:rsidRPr="00991619" w:rsidRDefault="005453F3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53F3" w:rsidTr="0003575E">
        <w:tc>
          <w:tcPr>
            <w:tcW w:w="709" w:type="dxa"/>
          </w:tcPr>
          <w:p w:rsidR="005453F3" w:rsidRPr="00991619" w:rsidRDefault="00183B47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  <w:r w:rsidR="0069005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:rsidR="005453F3" w:rsidRPr="00991619" w:rsidRDefault="005453F3" w:rsidP="008458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916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Огарь</w:t>
            </w:r>
            <w:proofErr w:type="spellEnd"/>
          </w:p>
          <w:p w:rsidR="005453F3" w:rsidRPr="00991619" w:rsidRDefault="005453F3" w:rsidP="008458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916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Марина</w:t>
            </w:r>
          </w:p>
          <w:p w:rsidR="005453F3" w:rsidRPr="00991619" w:rsidRDefault="005453F3" w:rsidP="008458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916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Николаевна</w:t>
            </w:r>
          </w:p>
        </w:tc>
        <w:tc>
          <w:tcPr>
            <w:tcW w:w="1276" w:type="dxa"/>
          </w:tcPr>
          <w:p w:rsidR="005453F3" w:rsidRPr="00991619" w:rsidRDefault="005453F3" w:rsidP="008458FA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9916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Консуль</w:t>
            </w:r>
            <w:r w:rsidR="0069005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9916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тант</w:t>
            </w:r>
            <w:proofErr w:type="spellEnd"/>
            <w:proofErr w:type="gramEnd"/>
          </w:p>
        </w:tc>
        <w:tc>
          <w:tcPr>
            <w:tcW w:w="1275" w:type="dxa"/>
            <w:gridSpan w:val="2"/>
          </w:tcPr>
          <w:p w:rsidR="005453F3" w:rsidRPr="00991619" w:rsidRDefault="005453F3" w:rsidP="00845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453F3" w:rsidRPr="00991619" w:rsidRDefault="005453F3" w:rsidP="00845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453F3" w:rsidRPr="00991619" w:rsidRDefault="005453F3" w:rsidP="008458FA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5453F3" w:rsidRPr="00991619" w:rsidRDefault="005453F3" w:rsidP="008458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5453F3" w:rsidRPr="00991619" w:rsidRDefault="005453F3" w:rsidP="00845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619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5453F3" w:rsidRPr="00991619" w:rsidRDefault="005453F3" w:rsidP="008458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916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66,74</w:t>
            </w:r>
          </w:p>
        </w:tc>
        <w:tc>
          <w:tcPr>
            <w:tcW w:w="1559" w:type="dxa"/>
          </w:tcPr>
          <w:p w:rsidR="005453F3" w:rsidRPr="00991619" w:rsidRDefault="005453F3" w:rsidP="008458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916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34" w:type="dxa"/>
          </w:tcPr>
          <w:p w:rsidR="005453F3" w:rsidRPr="00991619" w:rsidRDefault="005453F3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5453F3" w:rsidRPr="00991619" w:rsidRDefault="005453F3" w:rsidP="008458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916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314292,33</w:t>
            </w:r>
          </w:p>
        </w:tc>
        <w:tc>
          <w:tcPr>
            <w:tcW w:w="1559" w:type="dxa"/>
          </w:tcPr>
          <w:p w:rsidR="005453F3" w:rsidRPr="00991619" w:rsidRDefault="005453F3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53F3" w:rsidTr="0003575E">
        <w:tc>
          <w:tcPr>
            <w:tcW w:w="709" w:type="dxa"/>
          </w:tcPr>
          <w:p w:rsidR="005453F3" w:rsidRPr="00991619" w:rsidRDefault="005453F3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453F3" w:rsidRPr="00991619" w:rsidRDefault="005453F3" w:rsidP="008458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916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супруг</w:t>
            </w:r>
          </w:p>
        </w:tc>
        <w:tc>
          <w:tcPr>
            <w:tcW w:w="1276" w:type="dxa"/>
          </w:tcPr>
          <w:p w:rsidR="005453F3" w:rsidRPr="00991619" w:rsidRDefault="005453F3" w:rsidP="008458FA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2"/>
          </w:tcPr>
          <w:p w:rsidR="005453F3" w:rsidRPr="00991619" w:rsidRDefault="005453F3" w:rsidP="00845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453F3" w:rsidRPr="00991619" w:rsidRDefault="005453F3" w:rsidP="00845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453F3" w:rsidRPr="00991619" w:rsidRDefault="005453F3" w:rsidP="008458FA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5453F3" w:rsidRPr="00991619" w:rsidRDefault="005453F3" w:rsidP="008458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5453F3" w:rsidRPr="00991619" w:rsidRDefault="005453F3" w:rsidP="00845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619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5453F3" w:rsidRPr="00991619" w:rsidRDefault="005453F3" w:rsidP="008458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916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66,74</w:t>
            </w:r>
          </w:p>
        </w:tc>
        <w:tc>
          <w:tcPr>
            <w:tcW w:w="1559" w:type="dxa"/>
          </w:tcPr>
          <w:p w:rsidR="005453F3" w:rsidRPr="00991619" w:rsidRDefault="005453F3" w:rsidP="008458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916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34" w:type="dxa"/>
          </w:tcPr>
          <w:p w:rsidR="005453F3" w:rsidRPr="00991619" w:rsidRDefault="005453F3" w:rsidP="00E942C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916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а\</w:t>
            </w:r>
            <w:proofErr w:type="gramStart"/>
            <w:r w:rsidRPr="009916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spellEnd"/>
            <w:proofErr w:type="gramEnd"/>
          </w:p>
          <w:p w:rsidR="005453F3" w:rsidRPr="00991619" w:rsidRDefault="005453F3" w:rsidP="00E942C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916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ВАЗ 21074</w:t>
            </w:r>
          </w:p>
          <w:p w:rsidR="005453F3" w:rsidRPr="00991619" w:rsidRDefault="005453F3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5453F3" w:rsidRPr="00991619" w:rsidRDefault="005453F3" w:rsidP="008458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916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333000</w:t>
            </w:r>
          </w:p>
        </w:tc>
        <w:tc>
          <w:tcPr>
            <w:tcW w:w="1559" w:type="dxa"/>
          </w:tcPr>
          <w:p w:rsidR="005453F3" w:rsidRPr="00991619" w:rsidRDefault="005453F3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53F3" w:rsidTr="0003575E">
        <w:tc>
          <w:tcPr>
            <w:tcW w:w="709" w:type="dxa"/>
          </w:tcPr>
          <w:p w:rsidR="005453F3" w:rsidRPr="00991619" w:rsidRDefault="005453F3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453F3" w:rsidRPr="00991619" w:rsidRDefault="005453F3" w:rsidP="008458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5453F3" w:rsidRPr="00991619" w:rsidRDefault="005453F3" w:rsidP="008458FA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2"/>
          </w:tcPr>
          <w:p w:rsidR="005453F3" w:rsidRPr="00991619" w:rsidRDefault="005453F3" w:rsidP="00845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453F3" w:rsidRPr="00991619" w:rsidRDefault="005453F3" w:rsidP="00845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453F3" w:rsidRPr="00991619" w:rsidRDefault="005453F3" w:rsidP="008458FA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5453F3" w:rsidRPr="00991619" w:rsidRDefault="005453F3" w:rsidP="008458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5453F3" w:rsidRPr="00991619" w:rsidRDefault="005453F3" w:rsidP="00845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453F3" w:rsidRPr="00991619" w:rsidRDefault="005453F3" w:rsidP="008458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5453F3" w:rsidRPr="00991619" w:rsidRDefault="005453F3" w:rsidP="008458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5453F3" w:rsidRPr="00991619" w:rsidRDefault="005453F3" w:rsidP="00E942C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916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а\</w:t>
            </w:r>
            <w:proofErr w:type="gramStart"/>
            <w:r w:rsidRPr="009916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spellEnd"/>
            <w:proofErr w:type="gramEnd"/>
          </w:p>
          <w:p w:rsidR="005453F3" w:rsidRPr="00991619" w:rsidRDefault="005453F3" w:rsidP="00E942C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916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ВАЗ 2109</w:t>
            </w:r>
          </w:p>
          <w:p w:rsidR="005453F3" w:rsidRPr="00991619" w:rsidRDefault="005453F3" w:rsidP="00E942C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</w:tcPr>
          <w:p w:rsidR="005453F3" w:rsidRPr="00991619" w:rsidRDefault="005453F3" w:rsidP="008458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5453F3" w:rsidRPr="00991619" w:rsidRDefault="005453F3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53F3" w:rsidTr="0003575E">
        <w:tc>
          <w:tcPr>
            <w:tcW w:w="709" w:type="dxa"/>
          </w:tcPr>
          <w:p w:rsidR="005453F3" w:rsidRPr="00991619" w:rsidRDefault="005453F3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453F3" w:rsidRPr="00991619" w:rsidRDefault="005453F3" w:rsidP="008458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916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Несовершеннолетний ребенок</w:t>
            </w:r>
          </w:p>
        </w:tc>
        <w:tc>
          <w:tcPr>
            <w:tcW w:w="1276" w:type="dxa"/>
          </w:tcPr>
          <w:p w:rsidR="005453F3" w:rsidRPr="00991619" w:rsidRDefault="005453F3" w:rsidP="008458FA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2"/>
          </w:tcPr>
          <w:p w:rsidR="005453F3" w:rsidRPr="00991619" w:rsidRDefault="005453F3" w:rsidP="00845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453F3" w:rsidRPr="00991619" w:rsidRDefault="005453F3" w:rsidP="00845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453F3" w:rsidRPr="00991619" w:rsidRDefault="005453F3" w:rsidP="008458FA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5453F3" w:rsidRPr="00991619" w:rsidRDefault="005453F3" w:rsidP="008458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5453F3" w:rsidRPr="00991619" w:rsidRDefault="005453F3" w:rsidP="00845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619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5453F3" w:rsidRPr="00991619" w:rsidRDefault="005453F3" w:rsidP="008458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916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66,74</w:t>
            </w:r>
          </w:p>
        </w:tc>
        <w:tc>
          <w:tcPr>
            <w:tcW w:w="1559" w:type="dxa"/>
          </w:tcPr>
          <w:p w:rsidR="005453F3" w:rsidRPr="00991619" w:rsidRDefault="005453F3" w:rsidP="008458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916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34" w:type="dxa"/>
          </w:tcPr>
          <w:p w:rsidR="005453F3" w:rsidRPr="00991619" w:rsidRDefault="005453F3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5453F3" w:rsidRPr="00991619" w:rsidRDefault="005453F3" w:rsidP="008458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5453F3" w:rsidRPr="00991619" w:rsidRDefault="005453F3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53F3" w:rsidTr="0003575E">
        <w:tc>
          <w:tcPr>
            <w:tcW w:w="16018" w:type="dxa"/>
            <w:gridSpan w:val="15"/>
          </w:tcPr>
          <w:p w:rsidR="005453F3" w:rsidRPr="00094342" w:rsidRDefault="005453F3" w:rsidP="00B1536C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094342">
              <w:rPr>
                <w:rFonts w:ascii="Times New Roman" w:hAnsi="Times New Roman" w:cs="Times New Roman"/>
                <w:sz w:val="32"/>
                <w:szCs w:val="32"/>
              </w:rPr>
              <w:t xml:space="preserve">Отдел дежурно-диспетчерского </w:t>
            </w:r>
            <w:r w:rsidRPr="00094342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обеспечения</w:t>
            </w:r>
          </w:p>
        </w:tc>
      </w:tr>
      <w:tr w:rsidR="005453F3" w:rsidTr="0003575E">
        <w:tc>
          <w:tcPr>
            <w:tcW w:w="709" w:type="dxa"/>
          </w:tcPr>
          <w:p w:rsidR="005453F3" w:rsidRPr="00991619" w:rsidRDefault="00183B47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  <w:r w:rsidR="005453F3" w:rsidRPr="0099161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843" w:type="dxa"/>
          </w:tcPr>
          <w:p w:rsidR="005453F3" w:rsidRPr="00991619" w:rsidRDefault="005453F3" w:rsidP="008458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916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Корниенко</w:t>
            </w:r>
            <w:proofErr w:type="spellEnd"/>
            <w:r w:rsidRPr="009916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Юрий Кузьмич</w:t>
            </w:r>
          </w:p>
        </w:tc>
        <w:tc>
          <w:tcPr>
            <w:tcW w:w="1276" w:type="dxa"/>
          </w:tcPr>
          <w:p w:rsidR="005453F3" w:rsidRPr="00991619" w:rsidRDefault="005453F3" w:rsidP="008458FA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916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Начальник отдела</w:t>
            </w:r>
          </w:p>
        </w:tc>
        <w:tc>
          <w:tcPr>
            <w:tcW w:w="1275" w:type="dxa"/>
            <w:gridSpan w:val="2"/>
          </w:tcPr>
          <w:p w:rsidR="005453F3" w:rsidRPr="00991619" w:rsidRDefault="005453F3" w:rsidP="00845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619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5453F3" w:rsidRPr="00991619" w:rsidRDefault="005453F3" w:rsidP="00845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619">
              <w:rPr>
                <w:rFonts w:ascii="Times New Roman" w:hAnsi="Times New Roman" w:cs="Times New Roman"/>
                <w:sz w:val="24"/>
                <w:szCs w:val="24"/>
              </w:rPr>
              <w:t>Общая долевая 13/42</w:t>
            </w:r>
          </w:p>
        </w:tc>
        <w:tc>
          <w:tcPr>
            <w:tcW w:w="851" w:type="dxa"/>
          </w:tcPr>
          <w:p w:rsidR="005453F3" w:rsidRPr="00991619" w:rsidRDefault="005453F3" w:rsidP="008458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916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64,5</w:t>
            </w:r>
          </w:p>
        </w:tc>
        <w:tc>
          <w:tcPr>
            <w:tcW w:w="992" w:type="dxa"/>
          </w:tcPr>
          <w:p w:rsidR="005453F3" w:rsidRPr="00991619" w:rsidRDefault="005453F3" w:rsidP="008458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 w:rsidRPr="009916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34" w:type="dxa"/>
          </w:tcPr>
          <w:p w:rsidR="005453F3" w:rsidRPr="00991619" w:rsidRDefault="005453F3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453F3" w:rsidRPr="00991619" w:rsidRDefault="005453F3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5453F3" w:rsidRPr="00991619" w:rsidRDefault="005453F3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5453F3" w:rsidRPr="00991619" w:rsidRDefault="005453F3" w:rsidP="00E942C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916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а/</w:t>
            </w:r>
            <w:proofErr w:type="gramStart"/>
            <w:r w:rsidRPr="009916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End"/>
            <w:r w:rsidRPr="009916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Фиат </w:t>
            </w:r>
            <w:proofErr w:type="spellStart"/>
            <w:r w:rsidRPr="00991619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Albea</w:t>
            </w:r>
            <w:proofErr w:type="spellEnd"/>
          </w:p>
          <w:p w:rsidR="005453F3" w:rsidRPr="00991619" w:rsidRDefault="005453F3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5453F3" w:rsidRPr="00991619" w:rsidRDefault="005453F3" w:rsidP="008458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916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633054,40</w:t>
            </w:r>
          </w:p>
        </w:tc>
        <w:tc>
          <w:tcPr>
            <w:tcW w:w="1559" w:type="dxa"/>
          </w:tcPr>
          <w:p w:rsidR="005453F3" w:rsidRPr="00991619" w:rsidRDefault="005453F3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53F3" w:rsidTr="0003575E">
        <w:tc>
          <w:tcPr>
            <w:tcW w:w="709" w:type="dxa"/>
          </w:tcPr>
          <w:p w:rsidR="005453F3" w:rsidRPr="00991619" w:rsidRDefault="005453F3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453F3" w:rsidRPr="00991619" w:rsidRDefault="005453F3" w:rsidP="008458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916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супруга</w:t>
            </w:r>
          </w:p>
        </w:tc>
        <w:tc>
          <w:tcPr>
            <w:tcW w:w="1276" w:type="dxa"/>
          </w:tcPr>
          <w:p w:rsidR="005453F3" w:rsidRPr="00991619" w:rsidRDefault="005453F3" w:rsidP="008458FA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2"/>
          </w:tcPr>
          <w:p w:rsidR="005453F3" w:rsidRPr="00991619" w:rsidRDefault="005453F3" w:rsidP="00845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619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134" w:type="dxa"/>
          </w:tcPr>
          <w:p w:rsidR="005453F3" w:rsidRPr="00991619" w:rsidRDefault="005453F3" w:rsidP="00845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619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1" w:type="dxa"/>
          </w:tcPr>
          <w:p w:rsidR="005453F3" w:rsidRPr="00991619" w:rsidRDefault="005453F3" w:rsidP="008458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916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992" w:type="dxa"/>
          </w:tcPr>
          <w:p w:rsidR="005453F3" w:rsidRPr="00991619" w:rsidRDefault="005453F3" w:rsidP="008458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916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34" w:type="dxa"/>
          </w:tcPr>
          <w:p w:rsidR="005453F3" w:rsidRPr="00991619" w:rsidRDefault="005453F3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619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5453F3" w:rsidRPr="00991619" w:rsidRDefault="005453F3" w:rsidP="008458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916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64,5</w:t>
            </w:r>
          </w:p>
        </w:tc>
        <w:tc>
          <w:tcPr>
            <w:tcW w:w="1559" w:type="dxa"/>
          </w:tcPr>
          <w:p w:rsidR="005453F3" w:rsidRPr="00991619" w:rsidRDefault="005453F3" w:rsidP="008458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916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34" w:type="dxa"/>
          </w:tcPr>
          <w:p w:rsidR="005453F3" w:rsidRPr="00991619" w:rsidRDefault="005453F3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6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а/</w:t>
            </w:r>
            <w:proofErr w:type="gramStart"/>
            <w:r w:rsidRPr="009916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End"/>
            <w:r w:rsidRPr="009916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916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Тайота</w:t>
            </w:r>
            <w:proofErr w:type="spellEnd"/>
            <w:r w:rsidRPr="009916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Рав-4</w:t>
            </w:r>
          </w:p>
        </w:tc>
        <w:tc>
          <w:tcPr>
            <w:tcW w:w="1418" w:type="dxa"/>
            <w:gridSpan w:val="2"/>
          </w:tcPr>
          <w:p w:rsidR="005453F3" w:rsidRPr="00991619" w:rsidRDefault="005453F3" w:rsidP="008458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916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498000</w:t>
            </w:r>
          </w:p>
        </w:tc>
        <w:tc>
          <w:tcPr>
            <w:tcW w:w="1559" w:type="dxa"/>
          </w:tcPr>
          <w:p w:rsidR="005453F3" w:rsidRPr="00991619" w:rsidRDefault="005453F3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53F3" w:rsidTr="0003575E">
        <w:tc>
          <w:tcPr>
            <w:tcW w:w="709" w:type="dxa"/>
          </w:tcPr>
          <w:p w:rsidR="005453F3" w:rsidRPr="00991619" w:rsidRDefault="00183B47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  <w:r w:rsidR="005453F3" w:rsidRPr="0099161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843" w:type="dxa"/>
          </w:tcPr>
          <w:p w:rsidR="005453F3" w:rsidRPr="00991619" w:rsidRDefault="005453F3" w:rsidP="008458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916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Коростелев</w:t>
            </w:r>
          </w:p>
          <w:p w:rsidR="005453F3" w:rsidRPr="00991619" w:rsidRDefault="005453F3" w:rsidP="008458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916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Александр</w:t>
            </w:r>
          </w:p>
          <w:p w:rsidR="005453F3" w:rsidRPr="00991619" w:rsidRDefault="005453F3" w:rsidP="00845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6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Сергеевич</w:t>
            </w:r>
          </w:p>
          <w:p w:rsidR="005453F3" w:rsidRPr="00991619" w:rsidRDefault="005453F3" w:rsidP="00845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453F3" w:rsidRPr="00991619" w:rsidRDefault="005453F3" w:rsidP="008458FA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6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Заместитель начальника отдела</w:t>
            </w:r>
          </w:p>
        </w:tc>
        <w:tc>
          <w:tcPr>
            <w:tcW w:w="1275" w:type="dxa"/>
            <w:gridSpan w:val="2"/>
          </w:tcPr>
          <w:p w:rsidR="005453F3" w:rsidRPr="00991619" w:rsidRDefault="005453F3" w:rsidP="00845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619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5453F3" w:rsidRPr="00991619" w:rsidRDefault="005453F3" w:rsidP="00845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619">
              <w:rPr>
                <w:rFonts w:ascii="Times New Roman" w:hAnsi="Times New Roman" w:cs="Times New Roman"/>
                <w:sz w:val="24"/>
                <w:szCs w:val="24"/>
              </w:rPr>
              <w:t>Общая долевая 1/4</w:t>
            </w:r>
          </w:p>
        </w:tc>
        <w:tc>
          <w:tcPr>
            <w:tcW w:w="851" w:type="dxa"/>
          </w:tcPr>
          <w:p w:rsidR="005453F3" w:rsidRPr="00991619" w:rsidRDefault="005453F3" w:rsidP="00845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6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74,8</w:t>
            </w:r>
          </w:p>
        </w:tc>
        <w:tc>
          <w:tcPr>
            <w:tcW w:w="992" w:type="dxa"/>
          </w:tcPr>
          <w:p w:rsidR="005453F3" w:rsidRPr="00991619" w:rsidRDefault="005453F3" w:rsidP="00845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6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34" w:type="dxa"/>
          </w:tcPr>
          <w:p w:rsidR="005453F3" w:rsidRPr="00991619" w:rsidRDefault="005453F3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453F3" w:rsidRPr="00991619" w:rsidRDefault="005453F3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5453F3" w:rsidRPr="00991619" w:rsidRDefault="005453F3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5453F3" w:rsidRPr="00991619" w:rsidRDefault="005453F3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6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а/</w:t>
            </w:r>
            <w:proofErr w:type="gramStart"/>
            <w:r w:rsidRPr="009916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End"/>
            <w:r w:rsidRPr="009916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916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Хендай</w:t>
            </w:r>
            <w:proofErr w:type="spellEnd"/>
            <w:r w:rsidRPr="009916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916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Солярис</w:t>
            </w:r>
            <w:proofErr w:type="spellEnd"/>
          </w:p>
        </w:tc>
        <w:tc>
          <w:tcPr>
            <w:tcW w:w="1418" w:type="dxa"/>
            <w:gridSpan w:val="2"/>
          </w:tcPr>
          <w:p w:rsidR="005453F3" w:rsidRPr="00991619" w:rsidRDefault="005453F3" w:rsidP="00845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6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692882,99</w:t>
            </w:r>
          </w:p>
        </w:tc>
        <w:tc>
          <w:tcPr>
            <w:tcW w:w="1559" w:type="dxa"/>
          </w:tcPr>
          <w:p w:rsidR="005453F3" w:rsidRPr="00991619" w:rsidRDefault="005453F3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53F3" w:rsidTr="0003575E">
        <w:tc>
          <w:tcPr>
            <w:tcW w:w="709" w:type="dxa"/>
          </w:tcPr>
          <w:p w:rsidR="005453F3" w:rsidRPr="00991619" w:rsidRDefault="005453F3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453F3" w:rsidRPr="00991619" w:rsidRDefault="005453F3" w:rsidP="00845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6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супруга</w:t>
            </w:r>
          </w:p>
          <w:p w:rsidR="005453F3" w:rsidRPr="00991619" w:rsidRDefault="005453F3" w:rsidP="00845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453F3" w:rsidRPr="00991619" w:rsidRDefault="005453F3" w:rsidP="00845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2"/>
          </w:tcPr>
          <w:p w:rsidR="005453F3" w:rsidRPr="00991619" w:rsidRDefault="005453F3" w:rsidP="00845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619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5453F3" w:rsidRPr="00991619" w:rsidRDefault="005453F3" w:rsidP="00845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619">
              <w:rPr>
                <w:rFonts w:ascii="Times New Roman" w:hAnsi="Times New Roman" w:cs="Times New Roman"/>
                <w:sz w:val="24"/>
                <w:szCs w:val="24"/>
              </w:rPr>
              <w:t>Общая долевая 1/4</w:t>
            </w:r>
          </w:p>
        </w:tc>
        <w:tc>
          <w:tcPr>
            <w:tcW w:w="851" w:type="dxa"/>
          </w:tcPr>
          <w:p w:rsidR="005453F3" w:rsidRPr="00991619" w:rsidRDefault="005453F3" w:rsidP="00845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6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74,8</w:t>
            </w:r>
          </w:p>
        </w:tc>
        <w:tc>
          <w:tcPr>
            <w:tcW w:w="992" w:type="dxa"/>
          </w:tcPr>
          <w:p w:rsidR="005453F3" w:rsidRPr="00991619" w:rsidRDefault="005453F3" w:rsidP="00845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6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34" w:type="dxa"/>
          </w:tcPr>
          <w:p w:rsidR="005453F3" w:rsidRPr="00991619" w:rsidRDefault="005453F3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453F3" w:rsidRPr="00991619" w:rsidRDefault="005453F3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5453F3" w:rsidRPr="00991619" w:rsidRDefault="005453F3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5453F3" w:rsidRPr="00991619" w:rsidRDefault="005453F3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5453F3" w:rsidRPr="00991619" w:rsidRDefault="005453F3" w:rsidP="00845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6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600000</w:t>
            </w:r>
          </w:p>
        </w:tc>
        <w:tc>
          <w:tcPr>
            <w:tcW w:w="1559" w:type="dxa"/>
          </w:tcPr>
          <w:p w:rsidR="005453F3" w:rsidRPr="00991619" w:rsidRDefault="005453F3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53F3" w:rsidTr="0003575E">
        <w:tc>
          <w:tcPr>
            <w:tcW w:w="16018" w:type="dxa"/>
            <w:gridSpan w:val="15"/>
          </w:tcPr>
          <w:p w:rsidR="005453F3" w:rsidRDefault="005453F3" w:rsidP="00B1536C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Отдел надзора за обеспечением транспортной безопасности</w:t>
            </w:r>
          </w:p>
        </w:tc>
      </w:tr>
      <w:tr w:rsidR="009D2E8B" w:rsidTr="0069005B">
        <w:tc>
          <w:tcPr>
            <w:tcW w:w="709" w:type="dxa"/>
          </w:tcPr>
          <w:p w:rsidR="009D2E8B" w:rsidRPr="00EA671C" w:rsidRDefault="00183B47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  <w:r w:rsidR="009D2E8B" w:rsidRPr="00EA671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843" w:type="dxa"/>
          </w:tcPr>
          <w:p w:rsidR="009D2E8B" w:rsidRPr="00EA671C" w:rsidRDefault="009D2E8B" w:rsidP="008458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A671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Кадиров</w:t>
            </w:r>
            <w:proofErr w:type="spellEnd"/>
            <w:r w:rsidRPr="00EA671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Валерий Валерьевич</w:t>
            </w:r>
          </w:p>
        </w:tc>
        <w:tc>
          <w:tcPr>
            <w:tcW w:w="1417" w:type="dxa"/>
            <w:gridSpan w:val="2"/>
          </w:tcPr>
          <w:p w:rsidR="009D2E8B" w:rsidRPr="00EA671C" w:rsidRDefault="009D2E8B" w:rsidP="008458FA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A671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Начальник отдела</w:t>
            </w:r>
          </w:p>
        </w:tc>
        <w:tc>
          <w:tcPr>
            <w:tcW w:w="1134" w:type="dxa"/>
          </w:tcPr>
          <w:p w:rsidR="009D2E8B" w:rsidRPr="00EA671C" w:rsidRDefault="009D2E8B" w:rsidP="00845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671C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9D2E8B" w:rsidRPr="00D701CF" w:rsidRDefault="009D2E8B" w:rsidP="009D2E8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701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Индиви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D701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дуаль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D701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ная</w:t>
            </w:r>
            <w:proofErr w:type="spellEnd"/>
          </w:p>
        </w:tc>
        <w:tc>
          <w:tcPr>
            <w:tcW w:w="851" w:type="dxa"/>
          </w:tcPr>
          <w:p w:rsidR="009D2E8B" w:rsidRPr="00EA671C" w:rsidRDefault="009D2E8B" w:rsidP="008458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A671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66,9</w:t>
            </w:r>
          </w:p>
        </w:tc>
        <w:tc>
          <w:tcPr>
            <w:tcW w:w="992" w:type="dxa"/>
          </w:tcPr>
          <w:p w:rsidR="009D2E8B" w:rsidRPr="00EA671C" w:rsidRDefault="009D2E8B" w:rsidP="008458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A671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34" w:type="dxa"/>
          </w:tcPr>
          <w:p w:rsidR="009D2E8B" w:rsidRPr="00EA671C" w:rsidRDefault="009D2E8B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D2E8B" w:rsidRPr="00EA671C" w:rsidRDefault="009D2E8B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9D2E8B" w:rsidRPr="00EA671C" w:rsidRDefault="009D2E8B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9D2E8B" w:rsidRPr="00EA671C" w:rsidRDefault="009D2E8B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9D2E8B" w:rsidRPr="00EA671C" w:rsidRDefault="009D2E8B" w:rsidP="008458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A671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720812,55</w:t>
            </w:r>
          </w:p>
        </w:tc>
        <w:tc>
          <w:tcPr>
            <w:tcW w:w="1559" w:type="dxa"/>
          </w:tcPr>
          <w:p w:rsidR="009D2E8B" w:rsidRPr="00EA671C" w:rsidRDefault="009D2E8B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53F3" w:rsidTr="0069005B">
        <w:tc>
          <w:tcPr>
            <w:tcW w:w="709" w:type="dxa"/>
          </w:tcPr>
          <w:p w:rsidR="005453F3" w:rsidRPr="00EA671C" w:rsidRDefault="005453F3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453F3" w:rsidRPr="00EA671C" w:rsidRDefault="005453F3" w:rsidP="008458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gridSpan w:val="2"/>
          </w:tcPr>
          <w:p w:rsidR="005453F3" w:rsidRPr="00EA671C" w:rsidRDefault="005453F3" w:rsidP="008458FA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5453F3" w:rsidRPr="00EA671C" w:rsidRDefault="005453F3" w:rsidP="00845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671C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5453F3" w:rsidRPr="00EA671C" w:rsidRDefault="005453F3" w:rsidP="00845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671C">
              <w:rPr>
                <w:rFonts w:ascii="Times New Roman" w:hAnsi="Times New Roman" w:cs="Times New Roman"/>
                <w:sz w:val="24"/>
                <w:szCs w:val="24"/>
              </w:rPr>
              <w:t>Совместная</w:t>
            </w:r>
          </w:p>
        </w:tc>
        <w:tc>
          <w:tcPr>
            <w:tcW w:w="851" w:type="dxa"/>
          </w:tcPr>
          <w:p w:rsidR="005453F3" w:rsidRPr="00EA671C" w:rsidRDefault="005453F3" w:rsidP="008458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A671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37,71</w:t>
            </w:r>
          </w:p>
        </w:tc>
        <w:tc>
          <w:tcPr>
            <w:tcW w:w="992" w:type="dxa"/>
          </w:tcPr>
          <w:p w:rsidR="005453F3" w:rsidRPr="00EA671C" w:rsidRDefault="005453F3" w:rsidP="008458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A671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34" w:type="dxa"/>
          </w:tcPr>
          <w:p w:rsidR="005453F3" w:rsidRPr="00EA671C" w:rsidRDefault="005453F3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453F3" w:rsidRPr="00EA671C" w:rsidRDefault="005453F3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5453F3" w:rsidRPr="00EA671C" w:rsidRDefault="005453F3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5453F3" w:rsidRPr="00EA671C" w:rsidRDefault="005453F3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5453F3" w:rsidRPr="00EA671C" w:rsidRDefault="005453F3" w:rsidP="008458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5453F3" w:rsidRPr="00EA671C" w:rsidRDefault="005453F3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53F3" w:rsidTr="0069005B">
        <w:tc>
          <w:tcPr>
            <w:tcW w:w="709" w:type="dxa"/>
          </w:tcPr>
          <w:p w:rsidR="005453F3" w:rsidRPr="00EA671C" w:rsidRDefault="005453F3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453F3" w:rsidRPr="00EA671C" w:rsidRDefault="005453F3" w:rsidP="008458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A671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Несовершеннолетний ребенок</w:t>
            </w:r>
          </w:p>
        </w:tc>
        <w:tc>
          <w:tcPr>
            <w:tcW w:w="1417" w:type="dxa"/>
            <w:gridSpan w:val="2"/>
          </w:tcPr>
          <w:p w:rsidR="005453F3" w:rsidRPr="00EA671C" w:rsidRDefault="005453F3" w:rsidP="008458FA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5453F3" w:rsidRPr="00EA671C" w:rsidRDefault="005453F3" w:rsidP="00845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453F3" w:rsidRPr="00EA671C" w:rsidRDefault="005453F3" w:rsidP="00845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453F3" w:rsidRPr="00EA671C" w:rsidRDefault="005453F3" w:rsidP="008458FA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5453F3" w:rsidRPr="00EA671C" w:rsidRDefault="005453F3" w:rsidP="008458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5453F3" w:rsidRPr="00EA671C" w:rsidRDefault="005453F3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453F3" w:rsidRPr="00EA671C" w:rsidRDefault="005453F3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5453F3" w:rsidRPr="00EA671C" w:rsidRDefault="005453F3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5453F3" w:rsidRPr="00EA671C" w:rsidRDefault="005453F3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5453F3" w:rsidRPr="00EA671C" w:rsidRDefault="005453F3" w:rsidP="008458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5453F3" w:rsidRPr="00EA671C" w:rsidRDefault="005453F3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2E8B" w:rsidTr="0069005B">
        <w:tc>
          <w:tcPr>
            <w:tcW w:w="709" w:type="dxa"/>
          </w:tcPr>
          <w:p w:rsidR="009D2E8B" w:rsidRPr="00EA671C" w:rsidRDefault="00183B47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  <w:r w:rsidR="009D2E8B" w:rsidRPr="00EA671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843" w:type="dxa"/>
          </w:tcPr>
          <w:p w:rsidR="009D2E8B" w:rsidRPr="00EA671C" w:rsidRDefault="009D2E8B" w:rsidP="008458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A671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Гончаренко </w:t>
            </w:r>
            <w:r w:rsidRPr="00EA671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Александр Владимирович</w:t>
            </w:r>
          </w:p>
        </w:tc>
        <w:tc>
          <w:tcPr>
            <w:tcW w:w="1417" w:type="dxa"/>
            <w:gridSpan w:val="2"/>
          </w:tcPr>
          <w:p w:rsidR="009D2E8B" w:rsidRPr="00EA671C" w:rsidRDefault="009D2E8B" w:rsidP="008458FA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A671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Заместитель </w:t>
            </w:r>
            <w:r w:rsidRPr="00EA671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начальника отдела</w:t>
            </w:r>
          </w:p>
        </w:tc>
        <w:tc>
          <w:tcPr>
            <w:tcW w:w="1134" w:type="dxa"/>
          </w:tcPr>
          <w:p w:rsidR="009D2E8B" w:rsidRPr="00EA671C" w:rsidRDefault="009D2E8B" w:rsidP="00845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671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квартира</w:t>
            </w:r>
          </w:p>
        </w:tc>
        <w:tc>
          <w:tcPr>
            <w:tcW w:w="1134" w:type="dxa"/>
          </w:tcPr>
          <w:p w:rsidR="009D2E8B" w:rsidRPr="00D701CF" w:rsidRDefault="009D2E8B" w:rsidP="009D2E8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701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Индиви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D701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дуаль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D701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ная</w:t>
            </w:r>
            <w:proofErr w:type="spellEnd"/>
          </w:p>
        </w:tc>
        <w:tc>
          <w:tcPr>
            <w:tcW w:w="851" w:type="dxa"/>
          </w:tcPr>
          <w:p w:rsidR="009D2E8B" w:rsidRPr="00EA671C" w:rsidRDefault="009D2E8B" w:rsidP="008458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A671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38,3</w:t>
            </w:r>
          </w:p>
        </w:tc>
        <w:tc>
          <w:tcPr>
            <w:tcW w:w="992" w:type="dxa"/>
          </w:tcPr>
          <w:p w:rsidR="009D2E8B" w:rsidRPr="00EA671C" w:rsidRDefault="009D2E8B" w:rsidP="008458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A671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34" w:type="dxa"/>
          </w:tcPr>
          <w:p w:rsidR="009D2E8B" w:rsidRPr="00EA671C" w:rsidRDefault="009D2E8B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D2E8B" w:rsidRPr="00EA671C" w:rsidRDefault="009D2E8B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9D2E8B" w:rsidRPr="00EA671C" w:rsidRDefault="009D2E8B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9D2E8B" w:rsidRPr="00EA671C" w:rsidRDefault="009D2E8B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9D2E8B" w:rsidRPr="00EA671C" w:rsidRDefault="009D2E8B" w:rsidP="008458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387330</w:t>
            </w:r>
          </w:p>
        </w:tc>
        <w:tc>
          <w:tcPr>
            <w:tcW w:w="1559" w:type="dxa"/>
          </w:tcPr>
          <w:p w:rsidR="009D2E8B" w:rsidRPr="00EA671C" w:rsidRDefault="009D2E8B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2E8B" w:rsidTr="0069005B">
        <w:tc>
          <w:tcPr>
            <w:tcW w:w="709" w:type="dxa"/>
          </w:tcPr>
          <w:p w:rsidR="009D2E8B" w:rsidRPr="00EA671C" w:rsidRDefault="009D2E8B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9D2E8B" w:rsidRPr="00EA671C" w:rsidRDefault="009D2E8B" w:rsidP="008458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gridSpan w:val="2"/>
          </w:tcPr>
          <w:p w:rsidR="009D2E8B" w:rsidRPr="00EA671C" w:rsidRDefault="009D2E8B" w:rsidP="008458FA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9D2E8B" w:rsidRPr="00EA671C" w:rsidRDefault="009D2E8B" w:rsidP="00845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671C">
              <w:rPr>
                <w:rFonts w:ascii="Times New Roman" w:hAnsi="Times New Roman" w:cs="Times New Roman"/>
                <w:sz w:val="24"/>
                <w:szCs w:val="24"/>
              </w:rPr>
              <w:t>Садовый дом</w:t>
            </w:r>
          </w:p>
        </w:tc>
        <w:tc>
          <w:tcPr>
            <w:tcW w:w="1134" w:type="dxa"/>
          </w:tcPr>
          <w:p w:rsidR="009D2E8B" w:rsidRPr="00D701CF" w:rsidRDefault="009D2E8B" w:rsidP="009D2E8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701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Индиви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D701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дуаль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D701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ная</w:t>
            </w:r>
            <w:proofErr w:type="spellEnd"/>
          </w:p>
        </w:tc>
        <w:tc>
          <w:tcPr>
            <w:tcW w:w="851" w:type="dxa"/>
          </w:tcPr>
          <w:p w:rsidR="009D2E8B" w:rsidRPr="00EA671C" w:rsidRDefault="009D2E8B" w:rsidP="008458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A671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992" w:type="dxa"/>
          </w:tcPr>
          <w:p w:rsidR="009D2E8B" w:rsidRPr="00EA671C" w:rsidRDefault="009D2E8B" w:rsidP="008458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A671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34" w:type="dxa"/>
          </w:tcPr>
          <w:p w:rsidR="009D2E8B" w:rsidRPr="00EA671C" w:rsidRDefault="009D2E8B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D2E8B" w:rsidRPr="00EA671C" w:rsidRDefault="009D2E8B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9D2E8B" w:rsidRPr="00EA671C" w:rsidRDefault="009D2E8B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9D2E8B" w:rsidRPr="00EA671C" w:rsidRDefault="009D2E8B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9D2E8B" w:rsidRPr="00EA671C" w:rsidRDefault="009D2E8B" w:rsidP="008458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9D2E8B" w:rsidRPr="00EA671C" w:rsidRDefault="009D2E8B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2E8B" w:rsidTr="0069005B">
        <w:tc>
          <w:tcPr>
            <w:tcW w:w="709" w:type="dxa"/>
          </w:tcPr>
          <w:p w:rsidR="009D2E8B" w:rsidRPr="00EA671C" w:rsidRDefault="009D2E8B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9D2E8B" w:rsidRPr="00EA671C" w:rsidRDefault="009D2E8B" w:rsidP="008458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gridSpan w:val="2"/>
          </w:tcPr>
          <w:p w:rsidR="009D2E8B" w:rsidRPr="00EA671C" w:rsidRDefault="009D2E8B" w:rsidP="008458FA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9D2E8B" w:rsidRPr="00EA671C" w:rsidRDefault="009D2E8B" w:rsidP="00845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671C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134" w:type="dxa"/>
          </w:tcPr>
          <w:p w:rsidR="009D2E8B" w:rsidRPr="00D701CF" w:rsidRDefault="009D2E8B" w:rsidP="009D2E8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701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Индиви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D701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дуаль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D701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ная</w:t>
            </w:r>
            <w:proofErr w:type="spellEnd"/>
          </w:p>
        </w:tc>
        <w:tc>
          <w:tcPr>
            <w:tcW w:w="851" w:type="dxa"/>
          </w:tcPr>
          <w:p w:rsidR="009D2E8B" w:rsidRPr="00EA671C" w:rsidRDefault="009D2E8B" w:rsidP="008458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A671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634</w:t>
            </w:r>
          </w:p>
        </w:tc>
        <w:tc>
          <w:tcPr>
            <w:tcW w:w="992" w:type="dxa"/>
          </w:tcPr>
          <w:p w:rsidR="009D2E8B" w:rsidRPr="00EA671C" w:rsidRDefault="009D2E8B" w:rsidP="008458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A671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34" w:type="dxa"/>
          </w:tcPr>
          <w:p w:rsidR="009D2E8B" w:rsidRPr="00EA671C" w:rsidRDefault="009D2E8B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D2E8B" w:rsidRPr="00EA671C" w:rsidRDefault="009D2E8B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9D2E8B" w:rsidRPr="00EA671C" w:rsidRDefault="009D2E8B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9D2E8B" w:rsidRPr="00EA671C" w:rsidRDefault="009D2E8B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9D2E8B" w:rsidRPr="00EA671C" w:rsidRDefault="009D2E8B" w:rsidP="008458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9D2E8B" w:rsidRPr="00EA671C" w:rsidRDefault="009D2E8B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53F3" w:rsidTr="0069005B">
        <w:tc>
          <w:tcPr>
            <w:tcW w:w="709" w:type="dxa"/>
          </w:tcPr>
          <w:p w:rsidR="005453F3" w:rsidRPr="00EA671C" w:rsidRDefault="005453F3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453F3" w:rsidRPr="00EA671C" w:rsidRDefault="005453F3" w:rsidP="008458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A671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супруга</w:t>
            </w:r>
          </w:p>
        </w:tc>
        <w:tc>
          <w:tcPr>
            <w:tcW w:w="1417" w:type="dxa"/>
            <w:gridSpan w:val="2"/>
          </w:tcPr>
          <w:p w:rsidR="005453F3" w:rsidRPr="00EA671C" w:rsidRDefault="005453F3" w:rsidP="008458FA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5453F3" w:rsidRPr="00EA671C" w:rsidRDefault="005453F3" w:rsidP="00845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671C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5453F3" w:rsidRPr="00EA671C" w:rsidRDefault="005453F3" w:rsidP="00845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671C">
              <w:rPr>
                <w:rFonts w:ascii="Times New Roman" w:hAnsi="Times New Roman" w:cs="Times New Roman"/>
                <w:sz w:val="24"/>
                <w:szCs w:val="24"/>
              </w:rPr>
              <w:t>Долевая 1/2</w:t>
            </w:r>
          </w:p>
        </w:tc>
        <w:tc>
          <w:tcPr>
            <w:tcW w:w="851" w:type="dxa"/>
          </w:tcPr>
          <w:p w:rsidR="005453F3" w:rsidRPr="00EA671C" w:rsidRDefault="005453F3" w:rsidP="008458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A671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88,1</w:t>
            </w:r>
          </w:p>
        </w:tc>
        <w:tc>
          <w:tcPr>
            <w:tcW w:w="992" w:type="dxa"/>
          </w:tcPr>
          <w:p w:rsidR="005453F3" w:rsidRPr="00EA671C" w:rsidRDefault="005453F3" w:rsidP="008458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A671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34" w:type="dxa"/>
          </w:tcPr>
          <w:p w:rsidR="005453F3" w:rsidRPr="00EA671C" w:rsidRDefault="005453F3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453F3" w:rsidRPr="00EA671C" w:rsidRDefault="005453F3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5453F3" w:rsidRPr="00EA671C" w:rsidRDefault="005453F3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5453F3" w:rsidRPr="00EA671C" w:rsidRDefault="005453F3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5453F3" w:rsidRPr="00EA671C" w:rsidRDefault="005453F3" w:rsidP="008458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78588</w:t>
            </w:r>
          </w:p>
        </w:tc>
        <w:tc>
          <w:tcPr>
            <w:tcW w:w="1559" w:type="dxa"/>
          </w:tcPr>
          <w:p w:rsidR="005453F3" w:rsidRPr="00EA671C" w:rsidRDefault="005453F3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2E8B" w:rsidTr="0069005B">
        <w:tc>
          <w:tcPr>
            <w:tcW w:w="709" w:type="dxa"/>
          </w:tcPr>
          <w:p w:rsidR="009D2E8B" w:rsidRPr="00EA671C" w:rsidRDefault="00183B47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67.</w:t>
            </w:r>
            <w:r w:rsidR="009D2E8B" w:rsidRPr="00EA67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</w:tcPr>
          <w:p w:rsidR="009D2E8B" w:rsidRPr="00EA671C" w:rsidRDefault="009D2E8B" w:rsidP="008458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A671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Сопилов</w:t>
            </w:r>
            <w:proofErr w:type="spellEnd"/>
          </w:p>
          <w:p w:rsidR="009D2E8B" w:rsidRPr="00EA671C" w:rsidRDefault="009D2E8B" w:rsidP="008458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A671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Юрий </w:t>
            </w:r>
            <w:proofErr w:type="spellStart"/>
            <w:r w:rsidRPr="00EA671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Оттович</w:t>
            </w:r>
            <w:proofErr w:type="spellEnd"/>
          </w:p>
        </w:tc>
        <w:tc>
          <w:tcPr>
            <w:tcW w:w="1417" w:type="dxa"/>
            <w:gridSpan w:val="2"/>
          </w:tcPr>
          <w:p w:rsidR="009D2E8B" w:rsidRPr="00EA671C" w:rsidRDefault="009D2E8B" w:rsidP="008458FA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A671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главный </w:t>
            </w:r>
            <w:proofErr w:type="spellStart"/>
            <w:proofErr w:type="gramStart"/>
            <w:r w:rsidRPr="00EA671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государст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EA671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венный</w:t>
            </w:r>
            <w:proofErr w:type="spellEnd"/>
            <w:proofErr w:type="gramEnd"/>
          </w:p>
          <w:p w:rsidR="009D2E8B" w:rsidRPr="00EA671C" w:rsidRDefault="009D2E8B" w:rsidP="008458FA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A671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инспектор</w:t>
            </w:r>
          </w:p>
        </w:tc>
        <w:tc>
          <w:tcPr>
            <w:tcW w:w="1134" w:type="dxa"/>
          </w:tcPr>
          <w:p w:rsidR="009D2E8B" w:rsidRPr="00EA671C" w:rsidRDefault="009D2E8B" w:rsidP="00845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671C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9D2E8B" w:rsidRPr="00D701CF" w:rsidRDefault="009D2E8B" w:rsidP="009D2E8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701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Индиви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D701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дуаль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D701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ная</w:t>
            </w:r>
            <w:proofErr w:type="spellEnd"/>
          </w:p>
        </w:tc>
        <w:tc>
          <w:tcPr>
            <w:tcW w:w="851" w:type="dxa"/>
          </w:tcPr>
          <w:p w:rsidR="009D2E8B" w:rsidRPr="00EA671C" w:rsidRDefault="009D2E8B" w:rsidP="008458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A671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32,2</w:t>
            </w:r>
          </w:p>
        </w:tc>
        <w:tc>
          <w:tcPr>
            <w:tcW w:w="992" w:type="dxa"/>
          </w:tcPr>
          <w:p w:rsidR="009D2E8B" w:rsidRPr="00EA671C" w:rsidRDefault="009D2E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671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34" w:type="dxa"/>
          </w:tcPr>
          <w:p w:rsidR="009D2E8B" w:rsidRPr="00EA671C" w:rsidRDefault="009D2E8B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D2E8B" w:rsidRPr="00EA671C" w:rsidRDefault="009D2E8B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9D2E8B" w:rsidRPr="00EA671C" w:rsidRDefault="009D2E8B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9D2E8B" w:rsidRPr="00EA671C" w:rsidRDefault="009D2E8B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9D2E8B" w:rsidRPr="00EA671C" w:rsidRDefault="009D2E8B" w:rsidP="008458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83B4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618577</w:t>
            </w:r>
            <w:r w:rsidRPr="00EA671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183B4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559" w:type="dxa"/>
          </w:tcPr>
          <w:p w:rsidR="009D2E8B" w:rsidRPr="00EA671C" w:rsidRDefault="009D2E8B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53F3" w:rsidTr="0069005B">
        <w:tc>
          <w:tcPr>
            <w:tcW w:w="709" w:type="dxa"/>
          </w:tcPr>
          <w:p w:rsidR="005453F3" w:rsidRPr="00EA671C" w:rsidRDefault="005453F3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453F3" w:rsidRPr="00EA671C" w:rsidRDefault="005453F3" w:rsidP="008458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A671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супруга</w:t>
            </w:r>
          </w:p>
        </w:tc>
        <w:tc>
          <w:tcPr>
            <w:tcW w:w="1417" w:type="dxa"/>
            <w:gridSpan w:val="2"/>
          </w:tcPr>
          <w:p w:rsidR="005453F3" w:rsidRPr="00EA671C" w:rsidRDefault="005453F3" w:rsidP="008458FA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5453F3" w:rsidRPr="00EA671C" w:rsidRDefault="005453F3" w:rsidP="00845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453F3" w:rsidRPr="00EA671C" w:rsidRDefault="005453F3" w:rsidP="00845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453F3" w:rsidRPr="00EA671C" w:rsidRDefault="005453F3" w:rsidP="008458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5453F3" w:rsidRPr="00EA671C" w:rsidRDefault="005453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453F3" w:rsidRPr="00EA671C" w:rsidRDefault="005453F3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671C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5453F3" w:rsidRPr="00EA671C" w:rsidRDefault="005453F3" w:rsidP="008458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A671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1559" w:type="dxa"/>
          </w:tcPr>
          <w:p w:rsidR="005453F3" w:rsidRPr="00EA671C" w:rsidRDefault="005453F3" w:rsidP="008458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671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34" w:type="dxa"/>
          </w:tcPr>
          <w:p w:rsidR="005453F3" w:rsidRPr="00EA671C" w:rsidRDefault="005453F3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5453F3" w:rsidRPr="00EA671C" w:rsidRDefault="005453F3" w:rsidP="008458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A671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177600</w:t>
            </w:r>
          </w:p>
        </w:tc>
        <w:tc>
          <w:tcPr>
            <w:tcW w:w="1559" w:type="dxa"/>
          </w:tcPr>
          <w:p w:rsidR="005453F3" w:rsidRPr="00EA671C" w:rsidRDefault="005453F3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53F3" w:rsidTr="0069005B">
        <w:tc>
          <w:tcPr>
            <w:tcW w:w="709" w:type="dxa"/>
          </w:tcPr>
          <w:p w:rsidR="005453F3" w:rsidRPr="00EA671C" w:rsidRDefault="00183B47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  <w:r w:rsidR="005453F3" w:rsidRPr="00EA671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843" w:type="dxa"/>
          </w:tcPr>
          <w:p w:rsidR="005453F3" w:rsidRPr="00EA671C" w:rsidRDefault="005453F3" w:rsidP="008458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A671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Базаева</w:t>
            </w:r>
            <w:proofErr w:type="spellEnd"/>
          </w:p>
          <w:p w:rsidR="005453F3" w:rsidRPr="00EA671C" w:rsidRDefault="005453F3" w:rsidP="008458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A671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Ольга Владимировна</w:t>
            </w:r>
          </w:p>
        </w:tc>
        <w:tc>
          <w:tcPr>
            <w:tcW w:w="1417" w:type="dxa"/>
            <w:gridSpan w:val="2"/>
          </w:tcPr>
          <w:p w:rsidR="005453F3" w:rsidRPr="00EA671C" w:rsidRDefault="005453F3" w:rsidP="008458FA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A671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главный </w:t>
            </w:r>
            <w:proofErr w:type="spellStart"/>
            <w:proofErr w:type="gramStart"/>
            <w:r w:rsidRPr="00EA671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государст</w:t>
            </w:r>
            <w:r w:rsidR="0069005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EA671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венный</w:t>
            </w:r>
            <w:proofErr w:type="spellEnd"/>
            <w:proofErr w:type="gramEnd"/>
          </w:p>
          <w:p w:rsidR="005453F3" w:rsidRPr="00EA671C" w:rsidRDefault="005453F3" w:rsidP="008458FA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A671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инспектор</w:t>
            </w:r>
          </w:p>
        </w:tc>
        <w:tc>
          <w:tcPr>
            <w:tcW w:w="1134" w:type="dxa"/>
          </w:tcPr>
          <w:p w:rsidR="005453F3" w:rsidRPr="00EA671C" w:rsidRDefault="005453F3" w:rsidP="00845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453F3" w:rsidRPr="00EA671C" w:rsidRDefault="005453F3" w:rsidP="00845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453F3" w:rsidRPr="00EA671C" w:rsidRDefault="005453F3" w:rsidP="008458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5453F3" w:rsidRPr="00EA671C" w:rsidRDefault="005453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453F3" w:rsidRPr="00EA671C" w:rsidRDefault="005453F3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453F3" w:rsidRPr="00EA671C" w:rsidRDefault="005453F3" w:rsidP="008458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5453F3" w:rsidRPr="00EA671C" w:rsidRDefault="005453F3" w:rsidP="008458FA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5453F3" w:rsidRPr="00EA671C" w:rsidRDefault="005453F3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5453F3" w:rsidRPr="00EA671C" w:rsidRDefault="005453F3" w:rsidP="008458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A671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434739,16</w:t>
            </w:r>
          </w:p>
        </w:tc>
        <w:tc>
          <w:tcPr>
            <w:tcW w:w="1559" w:type="dxa"/>
          </w:tcPr>
          <w:p w:rsidR="005453F3" w:rsidRPr="00EA671C" w:rsidRDefault="005453F3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53F3" w:rsidTr="0069005B">
        <w:tc>
          <w:tcPr>
            <w:tcW w:w="709" w:type="dxa"/>
          </w:tcPr>
          <w:p w:rsidR="005453F3" w:rsidRPr="0088042C" w:rsidRDefault="00183B47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</w:t>
            </w:r>
            <w:r w:rsidR="005453F3" w:rsidRPr="0088042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843" w:type="dxa"/>
          </w:tcPr>
          <w:p w:rsidR="005453F3" w:rsidRPr="0088042C" w:rsidRDefault="005453F3" w:rsidP="008458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8042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Заховаев</w:t>
            </w:r>
            <w:proofErr w:type="spellEnd"/>
            <w:r w:rsidRPr="0088042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Анатолий Викторович</w:t>
            </w:r>
          </w:p>
        </w:tc>
        <w:tc>
          <w:tcPr>
            <w:tcW w:w="1417" w:type="dxa"/>
            <w:gridSpan w:val="2"/>
          </w:tcPr>
          <w:p w:rsidR="005453F3" w:rsidRPr="0088042C" w:rsidRDefault="005453F3" w:rsidP="008458FA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главный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государст</w:t>
            </w:r>
            <w:r w:rsidR="0069005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вен</w:t>
            </w:r>
            <w:r w:rsidRPr="0088042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ный</w:t>
            </w:r>
            <w:proofErr w:type="spellEnd"/>
            <w:proofErr w:type="gramEnd"/>
          </w:p>
          <w:p w:rsidR="005453F3" w:rsidRPr="0088042C" w:rsidRDefault="005453F3" w:rsidP="008458FA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8042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инспектор</w:t>
            </w:r>
          </w:p>
        </w:tc>
        <w:tc>
          <w:tcPr>
            <w:tcW w:w="1134" w:type="dxa"/>
          </w:tcPr>
          <w:p w:rsidR="005453F3" w:rsidRPr="0088042C" w:rsidRDefault="005453F3" w:rsidP="00845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42C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5453F3" w:rsidRPr="0088042C" w:rsidRDefault="005453F3" w:rsidP="00845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42C">
              <w:rPr>
                <w:rFonts w:ascii="Times New Roman" w:hAnsi="Times New Roman" w:cs="Times New Roman"/>
                <w:sz w:val="24"/>
                <w:szCs w:val="24"/>
              </w:rPr>
              <w:t>Долевая 1/3</w:t>
            </w:r>
          </w:p>
        </w:tc>
        <w:tc>
          <w:tcPr>
            <w:tcW w:w="851" w:type="dxa"/>
          </w:tcPr>
          <w:p w:rsidR="005453F3" w:rsidRPr="0088042C" w:rsidRDefault="005453F3" w:rsidP="008458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88042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88042C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992" w:type="dxa"/>
          </w:tcPr>
          <w:p w:rsidR="005453F3" w:rsidRPr="0088042C" w:rsidRDefault="005453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042C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</w:tcPr>
          <w:p w:rsidR="005453F3" w:rsidRPr="0088042C" w:rsidRDefault="005453F3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453F3" w:rsidRPr="0088042C" w:rsidRDefault="005453F3" w:rsidP="008458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5453F3" w:rsidRPr="0088042C" w:rsidRDefault="005453F3" w:rsidP="008458FA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5453F3" w:rsidRPr="0088042C" w:rsidRDefault="005453F3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42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а/</w:t>
            </w:r>
            <w:proofErr w:type="gramStart"/>
            <w:r w:rsidRPr="0088042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End"/>
            <w:r w:rsidRPr="0088042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8042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KIA</w:t>
            </w:r>
            <w:proofErr w:type="spellEnd"/>
            <w:r w:rsidRPr="0088042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8042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SPORTEG</w:t>
            </w:r>
            <w:proofErr w:type="spellEnd"/>
          </w:p>
        </w:tc>
        <w:tc>
          <w:tcPr>
            <w:tcW w:w="1418" w:type="dxa"/>
            <w:gridSpan w:val="2"/>
          </w:tcPr>
          <w:p w:rsidR="005453F3" w:rsidRPr="0088042C" w:rsidRDefault="005453F3" w:rsidP="008458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8042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528296,52</w:t>
            </w:r>
          </w:p>
        </w:tc>
        <w:tc>
          <w:tcPr>
            <w:tcW w:w="1559" w:type="dxa"/>
          </w:tcPr>
          <w:p w:rsidR="005453F3" w:rsidRPr="0088042C" w:rsidRDefault="005453F3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2E8B" w:rsidTr="0069005B">
        <w:tc>
          <w:tcPr>
            <w:tcW w:w="709" w:type="dxa"/>
          </w:tcPr>
          <w:p w:rsidR="009D2E8B" w:rsidRPr="0088042C" w:rsidRDefault="009D2E8B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9D2E8B" w:rsidRPr="0088042C" w:rsidRDefault="009D2E8B" w:rsidP="008458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супруга</w:t>
            </w:r>
          </w:p>
        </w:tc>
        <w:tc>
          <w:tcPr>
            <w:tcW w:w="1417" w:type="dxa"/>
            <w:gridSpan w:val="2"/>
          </w:tcPr>
          <w:p w:rsidR="009D2E8B" w:rsidRPr="0088042C" w:rsidRDefault="009D2E8B" w:rsidP="008458FA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9D2E8B" w:rsidRPr="0088042C" w:rsidRDefault="009D2E8B" w:rsidP="00845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42C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9D2E8B" w:rsidRPr="00D701CF" w:rsidRDefault="009D2E8B" w:rsidP="009D2E8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701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Индиви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D701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дуаль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D701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ная</w:t>
            </w:r>
            <w:proofErr w:type="spellEnd"/>
          </w:p>
        </w:tc>
        <w:tc>
          <w:tcPr>
            <w:tcW w:w="851" w:type="dxa"/>
          </w:tcPr>
          <w:p w:rsidR="009D2E8B" w:rsidRPr="0088042C" w:rsidRDefault="009D2E8B" w:rsidP="008458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8042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31,9</w:t>
            </w:r>
          </w:p>
        </w:tc>
        <w:tc>
          <w:tcPr>
            <w:tcW w:w="992" w:type="dxa"/>
          </w:tcPr>
          <w:p w:rsidR="009D2E8B" w:rsidRPr="0088042C" w:rsidRDefault="009D2E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042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34" w:type="dxa"/>
          </w:tcPr>
          <w:p w:rsidR="009D2E8B" w:rsidRPr="0088042C" w:rsidRDefault="009D2E8B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42C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9D2E8B" w:rsidRPr="0088042C" w:rsidRDefault="009D2E8B" w:rsidP="008458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8042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55,8</w:t>
            </w:r>
          </w:p>
        </w:tc>
        <w:tc>
          <w:tcPr>
            <w:tcW w:w="1559" w:type="dxa"/>
          </w:tcPr>
          <w:p w:rsidR="009D2E8B" w:rsidRPr="0088042C" w:rsidRDefault="009D2E8B" w:rsidP="008458FA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8042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34" w:type="dxa"/>
          </w:tcPr>
          <w:p w:rsidR="009D2E8B" w:rsidRPr="0088042C" w:rsidRDefault="009D2E8B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42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а/</w:t>
            </w:r>
            <w:proofErr w:type="gramStart"/>
            <w:r w:rsidRPr="0088042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End"/>
            <w:r w:rsidRPr="0088042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8042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Фольсваген</w:t>
            </w:r>
            <w:proofErr w:type="spellEnd"/>
            <w:r w:rsidRPr="0088042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r w:rsidRPr="0088042C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POLO</w:t>
            </w:r>
            <w:r w:rsidRPr="0088042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418" w:type="dxa"/>
            <w:gridSpan w:val="2"/>
          </w:tcPr>
          <w:p w:rsidR="009D2E8B" w:rsidRPr="0088042C" w:rsidRDefault="009D2E8B" w:rsidP="008458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8042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652298,78</w:t>
            </w:r>
          </w:p>
        </w:tc>
        <w:tc>
          <w:tcPr>
            <w:tcW w:w="1559" w:type="dxa"/>
          </w:tcPr>
          <w:p w:rsidR="009D2E8B" w:rsidRPr="0088042C" w:rsidRDefault="009D2E8B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53F3" w:rsidTr="0069005B">
        <w:tc>
          <w:tcPr>
            <w:tcW w:w="709" w:type="dxa"/>
          </w:tcPr>
          <w:p w:rsidR="005453F3" w:rsidRPr="0088042C" w:rsidRDefault="00183B47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  <w:r w:rsidR="005453F3" w:rsidRPr="0088042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843" w:type="dxa"/>
          </w:tcPr>
          <w:p w:rsidR="005453F3" w:rsidRPr="0088042C" w:rsidRDefault="005453F3" w:rsidP="008458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8042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Вести</w:t>
            </w:r>
          </w:p>
          <w:p w:rsidR="005453F3" w:rsidRPr="0088042C" w:rsidRDefault="005453F3" w:rsidP="008458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8042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Вячеслав</w:t>
            </w:r>
          </w:p>
          <w:p w:rsidR="005453F3" w:rsidRPr="0088042C" w:rsidRDefault="005453F3" w:rsidP="008458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8042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Михайлович</w:t>
            </w:r>
          </w:p>
        </w:tc>
        <w:tc>
          <w:tcPr>
            <w:tcW w:w="1417" w:type="dxa"/>
            <w:gridSpan w:val="2"/>
          </w:tcPr>
          <w:p w:rsidR="005453F3" w:rsidRPr="0088042C" w:rsidRDefault="005453F3" w:rsidP="008458FA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8042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старший </w:t>
            </w:r>
            <w:proofErr w:type="spellStart"/>
            <w:proofErr w:type="gramStart"/>
            <w:r w:rsidRPr="0088042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государст</w:t>
            </w:r>
            <w:r w:rsidR="0069005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88042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венный</w:t>
            </w:r>
            <w:proofErr w:type="spellEnd"/>
            <w:proofErr w:type="gramEnd"/>
          </w:p>
          <w:p w:rsidR="005453F3" w:rsidRPr="0088042C" w:rsidRDefault="005453F3" w:rsidP="008458FA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8042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инспектор</w:t>
            </w:r>
          </w:p>
        </w:tc>
        <w:tc>
          <w:tcPr>
            <w:tcW w:w="1134" w:type="dxa"/>
          </w:tcPr>
          <w:p w:rsidR="005453F3" w:rsidRPr="0088042C" w:rsidRDefault="005453F3" w:rsidP="00845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453F3" w:rsidRPr="0088042C" w:rsidRDefault="005453F3" w:rsidP="00845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453F3" w:rsidRPr="0088042C" w:rsidRDefault="005453F3" w:rsidP="008458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5453F3" w:rsidRPr="0088042C" w:rsidRDefault="005453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453F3" w:rsidRPr="0088042C" w:rsidRDefault="005453F3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42C">
              <w:rPr>
                <w:rFonts w:ascii="Times New Roman" w:hAnsi="Times New Roman" w:cs="Times New Roman"/>
                <w:sz w:val="24"/>
                <w:szCs w:val="24"/>
              </w:rPr>
              <w:t>комната</w:t>
            </w:r>
          </w:p>
        </w:tc>
        <w:tc>
          <w:tcPr>
            <w:tcW w:w="1134" w:type="dxa"/>
          </w:tcPr>
          <w:p w:rsidR="005453F3" w:rsidRPr="0088042C" w:rsidRDefault="005453F3" w:rsidP="008458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8042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559" w:type="dxa"/>
          </w:tcPr>
          <w:p w:rsidR="005453F3" w:rsidRPr="0088042C" w:rsidRDefault="005453F3" w:rsidP="008458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8042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34" w:type="dxa"/>
          </w:tcPr>
          <w:p w:rsidR="005453F3" w:rsidRPr="0088042C" w:rsidRDefault="005453F3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5453F3" w:rsidRPr="0088042C" w:rsidRDefault="005453F3" w:rsidP="008458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8042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270794,54</w:t>
            </w:r>
          </w:p>
        </w:tc>
        <w:tc>
          <w:tcPr>
            <w:tcW w:w="1559" w:type="dxa"/>
          </w:tcPr>
          <w:p w:rsidR="005453F3" w:rsidRPr="0088042C" w:rsidRDefault="005453F3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2E8B" w:rsidTr="0069005B">
        <w:tc>
          <w:tcPr>
            <w:tcW w:w="709" w:type="dxa"/>
          </w:tcPr>
          <w:p w:rsidR="009D2E8B" w:rsidRPr="0088042C" w:rsidRDefault="009D2E8B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9D2E8B" w:rsidRPr="0088042C" w:rsidRDefault="009D2E8B" w:rsidP="008458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8042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супруга</w:t>
            </w:r>
          </w:p>
        </w:tc>
        <w:tc>
          <w:tcPr>
            <w:tcW w:w="1417" w:type="dxa"/>
            <w:gridSpan w:val="2"/>
          </w:tcPr>
          <w:p w:rsidR="009D2E8B" w:rsidRPr="0088042C" w:rsidRDefault="009D2E8B" w:rsidP="008458FA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9D2E8B" w:rsidRPr="0088042C" w:rsidRDefault="009D2E8B" w:rsidP="00845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42C">
              <w:rPr>
                <w:rFonts w:ascii="Times New Roman" w:hAnsi="Times New Roman" w:cs="Times New Roman"/>
                <w:sz w:val="24"/>
                <w:szCs w:val="24"/>
              </w:rPr>
              <w:t>комната</w:t>
            </w:r>
          </w:p>
        </w:tc>
        <w:tc>
          <w:tcPr>
            <w:tcW w:w="1134" w:type="dxa"/>
          </w:tcPr>
          <w:p w:rsidR="009D2E8B" w:rsidRPr="00D701CF" w:rsidRDefault="009D2E8B" w:rsidP="009D2E8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701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Индиви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D701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дуаль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D701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ная</w:t>
            </w:r>
            <w:proofErr w:type="spellEnd"/>
          </w:p>
        </w:tc>
        <w:tc>
          <w:tcPr>
            <w:tcW w:w="851" w:type="dxa"/>
          </w:tcPr>
          <w:p w:rsidR="009D2E8B" w:rsidRPr="0088042C" w:rsidRDefault="009D2E8B" w:rsidP="008458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8042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16,4</w:t>
            </w:r>
          </w:p>
        </w:tc>
        <w:tc>
          <w:tcPr>
            <w:tcW w:w="992" w:type="dxa"/>
          </w:tcPr>
          <w:p w:rsidR="009D2E8B" w:rsidRPr="0088042C" w:rsidRDefault="009D2E8B" w:rsidP="008458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042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34" w:type="dxa"/>
          </w:tcPr>
          <w:p w:rsidR="009D2E8B" w:rsidRPr="0088042C" w:rsidRDefault="009D2E8B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D2E8B" w:rsidRPr="0088042C" w:rsidRDefault="009D2E8B" w:rsidP="008458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9D2E8B" w:rsidRPr="0088042C" w:rsidRDefault="009D2E8B" w:rsidP="008458FA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9D2E8B" w:rsidRPr="0088042C" w:rsidRDefault="009D2E8B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9D2E8B" w:rsidRPr="0088042C" w:rsidRDefault="009D2E8B" w:rsidP="008458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8042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360000</w:t>
            </w:r>
          </w:p>
        </w:tc>
        <w:tc>
          <w:tcPr>
            <w:tcW w:w="1559" w:type="dxa"/>
          </w:tcPr>
          <w:p w:rsidR="009D2E8B" w:rsidRPr="0088042C" w:rsidRDefault="009D2E8B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53F3" w:rsidTr="0069005B">
        <w:tc>
          <w:tcPr>
            <w:tcW w:w="709" w:type="dxa"/>
          </w:tcPr>
          <w:p w:rsidR="005453F3" w:rsidRPr="0088042C" w:rsidRDefault="00183B47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71</w:t>
            </w:r>
            <w:r w:rsidR="005453F3" w:rsidRPr="0088042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843" w:type="dxa"/>
          </w:tcPr>
          <w:p w:rsidR="005453F3" w:rsidRPr="0088042C" w:rsidRDefault="005453F3" w:rsidP="008458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8042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Титтонен</w:t>
            </w:r>
            <w:proofErr w:type="spellEnd"/>
          </w:p>
          <w:p w:rsidR="005453F3" w:rsidRPr="0088042C" w:rsidRDefault="005453F3" w:rsidP="008458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8042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Анна </w:t>
            </w:r>
          </w:p>
          <w:p w:rsidR="005453F3" w:rsidRPr="0088042C" w:rsidRDefault="005453F3" w:rsidP="008458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8042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Викторовна</w:t>
            </w:r>
          </w:p>
        </w:tc>
        <w:tc>
          <w:tcPr>
            <w:tcW w:w="1417" w:type="dxa"/>
            <w:gridSpan w:val="2"/>
          </w:tcPr>
          <w:p w:rsidR="005453F3" w:rsidRPr="0088042C" w:rsidRDefault="0069005B" w:rsidP="008458FA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Государст-</w:t>
            </w:r>
            <w:r w:rsidR="005453F3" w:rsidRPr="0088042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венный</w:t>
            </w:r>
            <w:proofErr w:type="spellEnd"/>
            <w:proofErr w:type="gramEnd"/>
          </w:p>
          <w:p w:rsidR="005453F3" w:rsidRPr="0088042C" w:rsidRDefault="005453F3" w:rsidP="008458FA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8042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инспектор</w:t>
            </w:r>
          </w:p>
        </w:tc>
        <w:tc>
          <w:tcPr>
            <w:tcW w:w="1134" w:type="dxa"/>
          </w:tcPr>
          <w:p w:rsidR="005453F3" w:rsidRPr="0088042C" w:rsidRDefault="005453F3" w:rsidP="00845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453F3" w:rsidRPr="0088042C" w:rsidRDefault="005453F3" w:rsidP="00845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453F3" w:rsidRPr="0088042C" w:rsidRDefault="005453F3" w:rsidP="008458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5453F3" w:rsidRPr="0088042C" w:rsidRDefault="005453F3" w:rsidP="008458FA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5453F3" w:rsidRPr="0088042C" w:rsidRDefault="005453F3" w:rsidP="00845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42C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5453F3" w:rsidRPr="0088042C" w:rsidRDefault="005453F3" w:rsidP="008458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8042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1559" w:type="dxa"/>
          </w:tcPr>
          <w:p w:rsidR="005453F3" w:rsidRPr="0088042C" w:rsidRDefault="005453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042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34" w:type="dxa"/>
          </w:tcPr>
          <w:p w:rsidR="005453F3" w:rsidRPr="0088042C" w:rsidRDefault="005453F3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5453F3" w:rsidRPr="0088042C" w:rsidRDefault="005453F3" w:rsidP="008458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8042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246859,61</w:t>
            </w:r>
          </w:p>
        </w:tc>
        <w:tc>
          <w:tcPr>
            <w:tcW w:w="1559" w:type="dxa"/>
          </w:tcPr>
          <w:p w:rsidR="005453F3" w:rsidRPr="0088042C" w:rsidRDefault="005453F3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53F3" w:rsidTr="0069005B">
        <w:tc>
          <w:tcPr>
            <w:tcW w:w="709" w:type="dxa"/>
          </w:tcPr>
          <w:p w:rsidR="005453F3" w:rsidRPr="0088042C" w:rsidRDefault="005453F3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453F3" w:rsidRPr="0088042C" w:rsidRDefault="005453F3" w:rsidP="008458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8042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супруг</w:t>
            </w:r>
          </w:p>
        </w:tc>
        <w:tc>
          <w:tcPr>
            <w:tcW w:w="1417" w:type="dxa"/>
            <w:gridSpan w:val="2"/>
          </w:tcPr>
          <w:p w:rsidR="005453F3" w:rsidRPr="0088042C" w:rsidRDefault="005453F3" w:rsidP="008458FA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5453F3" w:rsidRPr="0088042C" w:rsidRDefault="005453F3" w:rsidP="00845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453F3" w:rsidRPr="0088042C" w:rsidRDefault="005453F3" w:rsidP="00845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453F3" w:rsidRPr="0088042C" w:rsidRDefault="005453F3" w:rsidP="008458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5453F3" w:rsidRPr="0088042C" w:rsidRDefault="005453F3" w:rsidP="008458FA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5453F3" w:rsidRPr="0088042C" w:rsidRDefault="005453F3" w:rsidP="00845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42C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5453F3" w:rsidRPr="0088042C" w:rsidRDefault="005453F3" w:rsidP="008458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8042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59,5</w:t>
            </w:r>
          </w:p>
        </w:tc>
        <w:tc>
          <w:tcPr>
            <w:tcW w:w="1559" w:type="dxa"/>
          </w:tcPr>
          <w:p w:rsidR="005453F3" w:rsidRPr="0088042C" w:rsidRDefault="005453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042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34" w:type="dxa"/>
          </w:tcPr>
          <w:p w:rsidR="005453F3" w:rsidRPr="0088042C" w:rsidRDefault="005453F3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5453F3" w:rsidRPr="0088042C" w:rsidRDefault="005453F3" w:rsidP="008458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8042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80000</w:t>
            </w:r>
          </w:p>
        </w:tc>
        <w:tc>
          <w:tcPr>
            <w:tcW w:w="1559" w:type="dxa"/>
          </w:tcPr>
          <w:p w:rsidR="005453F3" w:rsidRPr="0088042C" w:rsidRDefault="005453F3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53F3" w:rsidTr="0069005B">
        <w:tc>
          <w:tcPr>
            <w:tcW w:w="709" w:type="dxa"/>
          </w:tcPr>
          <w:p w:rsidR="005453F3" w:rsidRPr="0088042C" w:rsidRDefault="005453F3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453F3" w:rsidRPr="0088042C" w:rsidRDefault="005453F3" w:rsidP="008458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8042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Несовершеннолетний ребенок</w:t>
            </w:r>
          </w:p>
        </w:tc>
        <w:tc>
          <w:tcPr>
            <w:tcW w:w="1417" w:type="dxa"/>
            <w:gridSpan w:val="2"/>
          </w:tcPr>
          <w:p w:rsidR="005453F3" w:rsidRPr="0088042C" w:rsidRDefault="005453F3" w:rsidP="008458FA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5453F3" w:rsidRPr="0088042C" w:rsidRDefault="005453F3" w:rsidP="00845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453F3" w:rsidRPr="0088042C" w:rsidRDefault="005453F3" w:rsidP="00845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453F3" w:rsidRPr="0088042C" w:rsidRDefault="005453F3" w:rsidP="008458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5453F3" w:rsidRPr="0088042C" w:rsidRDefault="005453F3" w:rsidP="008458FA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5453F3" w:rsidRPr="0088042C" w:rsidRDefault="005453F3" w:rsidP="00845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42C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5453F3" w:rsidRPr="0088042C" w:rsidRDefault="005453F3" w:rsidP="008458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8042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59,5</w:t>
            </w:r>
          </w:p>
        </w:tc>
        <w:tc>
          <w:tcPr>
            <w:tcW w:w="1559" w:type="dxa"/>
          </w:tcPr>
          <w:p w:rsidR="005453F3" w:rsidRPr="0088042C" w:rsidRDefault="005453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042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34" w:type="dxa"/>
          </w:tcPr>
          <w:p w:rsidR="005453F3" w:rsidRPr="0088042C" w:rsidRDefault="005453F3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5453F3" w:rsidRPr="0088042C" w:rsidRDefault="005453F3" w:rsidP="008458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5453F3" w:rsidRPr="0088042C" w:rsidRDefault="005453F3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53F3" w:rsidTr="0069005B">
        <w:tc>
          <w:tcPr>
            <w:tcW w:w="709" w:type="dxa"/>
          </w:tcPr>
          <w:p w:rsidR="005453F3" w:rsidRPr="0088042C" w:rsidRDefault="00183B47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  <w:r w:rsidR="005453F3" w:rsidRPr="0088042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843" w:type="dxa"/>
          </w:tcPr>
          <w:p w:rsidR="005453F3" w:rsidRPr="0088042C" w:rsidRDefault="005453F3" w:rsidP="008458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8042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Исаева Ольга Сергеевна</w:t>
            </w:r>
          </w:p>
        </w:tc>
        <w:tc>
          <w:tcPr>
            <w:tcW w:w="1417" w:type="dxa"/>
            <w:gridSpan w:val="2"/>
          </w:tcPr>
          <w:p w:rsidR="005453F3" w:rsidRPr="0088042C" w:rsidRDefault="005453F3" w:rsidP="008458FA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8042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Старший </w:t>
            </w:r>
            <w:proofErr w:type="spellStart"/>
            <w:proofErr w:type="gramStart"/>
            <w:r w:rsidRPr="0088042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государст</w:t>
            </w:r>
            <w:r w:rsidR="0069005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88042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венный</w:t>
            </w:r>
            <w:proofErr w:type="spellEnd"/>
            <w:proofErr w:type="gramEnd"/>
            <w:r w:rsidRPr="0088042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инспектор</w:t>
            </w:r>
          </w:p>
        </w:tc>
        <w:tc>
          <w:tcPr>
            <w:tcW w:w="1134" w:type="dxa"/>
          </w:tcPr>
          <w:p w:rsidR="005453F3" w:rsidRPr="0088042C" w:rsidRDefault="005453F3" w:rsidP="00845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42C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5453F3" w:rsidRPr="0088042C" w:rsidRDefault="005453F3" w:rsidP="00845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42C">
              <w:rPr>
                <w:rFonts w:ascii="Times New Roman" w:hAnsi="Times New Roman" w:cs="Times New Roman"/>
                <w:sz w:val="24"/>
                <w:szCs w:val="24"/>
              </w:rPr>
              <w:t>Общая долевая 22/62</w:t>
            </w:r>
          </w:p>
        </w:tc>
        <w:tc>
          <w:tcPr>
            <w:tcW w:w="851" w:type="dxa"/>
          </w:tcPr>
          <w:p w:rsidR="005453F3" w:rsidRPr="0088042C" w:rsidRDefault="005453F3" w:rsidP="00845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42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92,7</w:t>
            </w:r>
          </w:p>
        </w:tc>
        <w:tc>
          <w:tcPr>
            <w:tcW w:w="992" w:type="dxa"/>
          </w:tcPr>
          <w:p w:rsidR="005453F3" w:rsidRPr="0088042C" w:rsidRDefault="005453F3" w:rsidP="00845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42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34" w:type="dxa"/>
          </w:tcPr>
          <w:p w:rsidR="005453F3" w:rsidRPr="0088042C" w:rsidRDefault="005453F3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453F3" w:rsidRPr="0088042C" w:rsidRDefault="005453F3" w:rsidP="008458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5453F3" w:rsidRPr="0088042C" w:rsidRDefault="005453F3" w:rsidP="008458FA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5453F3" w:rsidRPr="0088042C" w:rsidRDefault="005453F3" w:rsidP="008458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8042C">
              <w:rPr>
                <w:rFonts w:ascii="Times New Roman" w:hAnsi="Times New Roman" w:cs="Times New Roman"/>
                <w:sz w:val="24"/>
                <w:szCs w:val="24"/>
              </w:rPr>
              <w:t>а/</w:t>
            </w:r>
            <w:proofErr w:type="gramStart"/>
            <w:r w:rsidRPr="0088042C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8804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8042C">
              <w:rPr>
                <w:rFonts w:ascii="Times New Roman" w:hAnsi="Times New Roman" w:cs="Times New Roman"/>
                <w:sz w:val="24"/>
                <w:szCs w:val="24"/>
              </w:rPr>
              <w:t>Mitsubishi</w:t>
            </w:r>
            <w:proofErr w:type="spellEnd"/>
            <w:r w:rsidRPr="008804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8042C">
              <w:rPr>
                <w:rFonts w:ascii="Times New Roman" w:hAnsi="Times New Roman" w:cs="Times New Roman"/>
                <w:sz w:val="24"/>
                <w:szCs w:val="24"/>
              </w:rPr>
              <w:t>ASX</w:t>
            </w:r>
            <w:proofErr w:type="spellEnd"/>
          </w:p>
        </w:tc>
        <w:tc>
          <w:tcPr>
            <w:tcW w:w="1418" w:type="dxa"/>
            <w:gridSpan w:val="2"/>
          </w:tcPr>
          <w:p w:rsidR="005453F3" w:rsidRPr="0088042C" w:rsidRDefault="005453F3" w:rsidP="008458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8042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94991,96</w:t>
            </w:r>
          </w:p>
        </w:tc>
        <w:tc>
          <w:tcPr>
            <w:tcW w:w="1559" w:type="dxa"/>
          </w:tcPr>
          <w:p w:rsidR="005453F3" w:rsidRPr="0088042C" w:rsidRDefault="005453F3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53F3" w:rsidTr="0069005B">
        <w:tc>
          <w:tcPr>
            <w:tcW w:w="709" w:type="dxa"/>
          </w:tcPr>
          <w:p w:rsidR="005453F3" w:rsidRPr="0088042C" w:rsidRDefault="005453F3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453F3" w:rsidRPr="0088042C" w:rsidRDefault="005453F3" w:rsidP="008458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8042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Несовершеннолетний ребенок</w:t>
            </w:r>
          </w:p>
        </w:tc>
        <w:tc>
          <w:tcPr>
            <w:tcW w:w="1417" w:type="dxa"/>
            <w:gridSpan w:val="2"/>
          </w:tcPr>
          <w:p w:rsidR="005453F3" w:rsidRPr="0088042C" w:rsidRDefault="005453F3" w:rsidP="008458FA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5453F3" w:rsidRPr="0088042C" w:rsidRDefault="005453F3" w:rsidP="00845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453F3" w:rsidRPr="0088042C" w:rsidRDefault="005453F3" w:rsidP="00845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453F3" w:rsidRPr="0088042C" w:rsidRDefault="005453F3" w:rsidP="008458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5453F3" w:rsidRPr="0088042C" w:rsidRDefault="005453F3" w:rsidP="008458FA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5453F3" w:rsidRPr="0088042C" w:rsidRDefault="005453F3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42C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5453F3" w:rsidRPr="0088042C" w:rsidRDefault="005453F3" w:rsidP="00845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42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92,7</w:t>
            </w:r>
          </w:p>
        </w:tc>
        <w:tc>
          <w:tcPr>
            <w:tcW w:w="1559" w:type="dxa"/>
          </w:tcPr>
          <w:p w:rsidR="005453F3" w:rsidRPr="0088042C" w:rsidRDefault="005453F3" w:rsidP="00845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42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34" w:type="dxa"/>
          </w:tcPr>
          <w:p w:rsidR="005453F3" w:rsidRPr="0088042C" w:rsidRDefault="005453F3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5453F3" w:rsidRPr="0088042C" w:rsidRDefault="005453F3" w:rsidP="008458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5453F3" w:rsidRPr="0088042C" w:rsidRDefault="005453F3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53F3" w:rsidTr="0069005B">
        <w:trPr>
          <w:trHeight w:val="250"/>
        </w:trPr>
        <w:tc>
          <w:tcPr>
            <w:tcW w:w="709" w:type="dxa"/>
          </w:tcPr>
          <w:p w:rsidR="005453F3" w:rsidRPr="0088042C" w:rsidRDefault="00183B47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</w:t>
            </w:r>
            <w:r w:rsidR="005453F3" w:rsidRPr="0088042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843" w:type="dxa"/>
          </w:tcPr>
          <w:p w:rsidR="005453F3" w:rsidRPr="0088042C" w:rsidRDefault="005453F3" w:rsidP="008458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8042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Васильева Марина Викторовна</w:t>
            </w:r>
          </w:p>
        </w:tc>
        <w:tc>
          <w:tcPr>
            <w:tcW w:w="1417" w:type="dxa"/>
            <w:gridSpan w:val="2"/>
          </w:tcPr>
          <w:p w:rsidR="005453F3" w:rsidRPr="0088042C" w:rsidRDefault="005453F3" w:rsidP="008458FA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8042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Заместитель начальника отдела </w:t>
            </w:r>
          </w:p>
          <w:p w:rsidR="005453F3" w:rsidRPr="0088042C" w:rsidRDefault="005453F3" w:rsidP="008458FA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5453F3" w:rsidRPr="0088042C" w:rsidRDefault="005453F3" w:rsidP="00845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453F3" w:rsidRPr="0088042C" w:rsidRDefault="005453F3" w:rsidP="00845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453F3" w:rsidRPr="0088042C" w:rsidRDefault="005453F3" w:rsidP="008458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5453F3" w:rsidRPr="0088042C" w:rsidRDefault="005453F3" w:rsidP="008458FA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5453F3" w:rsidRPr="0088042C" w:rsidRDefault="005453F3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42C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5453F3" w:rsidRPr="0088042C" w:rsidRDefault="005453F3" w:rsidP="008458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8042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1559" w:type="dxa"/>
          </w:tcPr>
          <w:p w:rsidR="005453F3" w:rsidRPr="0088042C" w:rsidRDefault="005453F3" w:rsidP="008458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8042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34" w:type="dxa"/>
          </w:tcPr>
          <w:p w:rsidR="005453F3" w:rsidRPr="0088042C" w:rsidRDefault="005453F3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5453F3" w:rsidRPr="0088042C" w:rsidRDefault="005453F3" w:rsidP="008458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8042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707585</w:t>
            </w:r>
          </w:p>
        </w:tc>
        <w:tc>
          <w:tcPr>
            <w:tcW w:w="1559" w:type="dxa"/>
          </w:tcPr>
          <w:p w:rsidR="005453F3" w:rsidRPr="0088042C" w:rsidRDefault="005453F3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2E8B" w:rsidTr="0069005B">
        <w:trPr>
          <w:trHeight w:val="250"/>
        </w:trPr>
        <w:tc>
          <w:tcPr>
            <w:tcW w:w="709" w:type="dxa"/>
          </w:tcPr>
          <w:p w:rsidR="009D2E8B" w:rsidRPr="0088042C" w:rsidRDefault="00183B47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</w:t>
            </w:r>
            <w:r w:rsidR="009D2E8B" w:rsidRPr="0088042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843" w:type="dxa"/>
          </w:tcPr>
          <w:p w:rsidR="009D2E8B" w:rsidRPr="0088042C" w:rsidRDefault="009D2E8B" w:rsidP="008458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8042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Рогов Александр Васильевич </w:t>
            </w:r>
          </w:p>
        </w:tc>
        <w:tc>
          <w:tcPr>
            <w:tcW w:w="1417" w:type="dxa"/>
            <w:gridSpan w:val="2"/>
          </w:tcPr>
          <w:p w:rsidR="009D2E8B" w:rsidRPr="0088042C" w:rsidRDefault="009D2E8B" w:rsidP="008458FA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8042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Старший </w:t>
            </w:r>
            <w:proofErr w:type="spellStart"/>
            <w:proofErr w:type="gramStart"/>
            <w:r w:rsidRPr="0088042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государст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88042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венный</w:t>
            </w:r>
            <w:proofErr w:type="spellEnd"/>
            <w:proofErr w:type="gramEnd"/>
          </w:p>
          <w:p w:rsidR="009D2E8B" w:rsidRPr="0088042C" w:rsidRDefault="009D2E8B" w:rsidP="008458FA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8042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инспектор</w:t>
            </w:r>
          </w:p>
        </w:tc>
        <w:tc>
          <w:tcPr>
            <w:tcW w:w="1134" w:type="dxa"/>
          </w:tcPr>
          <w:p w:rsidR="009D2E8B" w:rsidRPr="0088042C" w:rsidRDefault="009D2E8B" w:rsidP="00845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42C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9D2E8B" w:rsidRPr="00D701CF" w:rsidRDefault="009D2E8B" w:rsidP="009D2E8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701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Индиви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D701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дуаль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D701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ная</w:t>
            </w:r>
            <w:proofErr w:type="spellEnd"/>
          </w:p>
        </w:tc>
        <w:tc>
          <w:tcPr>
            <w:tcW w:w="851" w:type="dxa"/>
          </w:tcPr>
          <w:p w:rsidR="009D2E8B" w:rsidRPr="0088042C" w:rsidRDefault="009D2E8B" w:rsidP="008458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53,6</w:t>
            </w:r>
          </w:p>
        </w:tc>
        <w:tc>
          <w:tcPr>
            <w:tcW w:w="992" w:type="dxa"/>
          </w:tcPr>
          <w:p w:rsidR="009D2E8B" w:rsidRPr="0088042C" w:rsidRDefault="009D2E8B" w:rsidP="008458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8042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34" w:type="dxa"/>
          </w:tcPr>
          <w:p w:rsidR="009D2E8B" w:rsidRPr="0088042C" w:rsidRDefault="009D2E8B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D2E8B" w:rsidRPr="0088042C" w:rsidRDefault="009D2E8B" w:rsidP="008458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9D2E8B" w:rsidRPr="0088042C" w:rsidRDefault="009D2E8B" w:rsidP="008458FA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9D2E8B" w:rsidRPr="0088042C" w:rsidRDefault="009D2E8B" w:rsidP="008458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8042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а/</w:t>
            </w:r>
            <w:proofErr w:type="gramStart"/>
            <w:r w:rsidRPr="0088042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End"/>
            <w:r w:rsidRPr="0088042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ГАЗ -2410</w:t>
            </w:r>
          </w:p>
          <w:p w:rsidR="009D2E8B" w:rsidRPr="0088042C" w:rsidRDefault="009D2E8B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9D2E8B" w:rsidRPr="0088042C" w:rsidRDefault="009D2E8B" w:rsidP="008458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706231,45</w:t>
            </w:r>
          </w:p>
        </w:tc>
        <w:tc>
          <w:tcPr>
            <w:tcW w:w="1559" w:type="dxa"/>
          </w:tcPr>
          <w:p w:rsidR="009D2E8B" w:rsidRPr="0088042C" w:rsidRDefault="009D2E8B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53F3" w:rsidTr="0069005B">
        <w:trPr>
          <w:trHeight w:val="250"/>
        </w:trPr>
        <w:tc>
          <w:tcPr>
            <w:tcW w:w="709" w:type="dxa"/>
          </w:tcPr>
          <w:p w:rsidR="005453F3" w:rsidRPr="0088042C" w:rsidRDefault="005453F3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453F3" w:rsidRPr="0088042C" w:rsidRDefault="005453F3" w:rsidP="008458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8042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супруга</w:t>
            </w:r>
          </w:p>
        </w:tc>
        <w:tc>
          <w:tcPr>
            <w:tcW w:w="1417" w:type="dxa"/>
            <w:gridSpan w:val="2"/>
          </w:tcPr>
          <w:p w:rsidR="005453F3" w:rsidRPr="0088042C" w:rsidRDefault="005453F3" w:rsidP="008458FA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5453F3" w:rsidRPr="0088042C" w:rsidRDefault="005453F3" w:rsidP="00845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453F3" w:rsidRPr="0088042C" w:rsidRDefault="005453F3" w:rsidP="00845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453F3" w:rsidRPr="0088042C" w:rsidRDefault="005453F3" w:rsidP="008458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5453F3" w:rsidRPr="0088042C" w:rsidRDefault="005453F3" w:rsidP="008458FA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5453F3" w:rsidRPr="0088042C" w:rsidRDefault="005453F3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453F3" w:rsidRPr="0088042C" w:rsidRDefault="005453F3" w:rsidP="008458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5453F3" w:rsidRPr="0088042C" w:rsidRDefault="005453F3" w:rsidP="008458FA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5453F3" w:rsidRPr="0088042C" w:rsidRDefault="005453F3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5453F3" w:rsidRPr="0088042C" w:rsidRDefault="005453F3" w:rsidP="008458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553180,09</w:t>
            </w:r>
          </w:p>
        </w:tc>
        <w:tc>
          <w:tcPr>
            <w:tcW w:w="1559" w:type="dxa"/>
          </w:tcPr>
          <w:p w:rsidR="005453F3" w:rsidRPr="0088042C" w:rsidRDefault="005453F3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53F3" w:rsidTr="0069005B">
        <w:trPr>
          <w:trHeight w:val="250"/>
        </w:trPr>
        <w:tc>
          <w:tcPr>
            <w:tcW w:w="709" w:type="dxa"/>
          </w:tcPr>
          <w:p w:rsidR="005453F3" w:rsidRPr="0088042C" w:rsidRDefault="00183B47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  <w:r w:rsidR="005453F3" w:rsidRPr="0088042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843" w:type="dxa"/>
          </w:tcPr>
          <w:p w:rsidR="005453F3" w:rsidRPr="0088042C" w:rsidRDefault="005453F3" w:rsidP="008458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8042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Жагракалис</w:t>
            </w:r>
            <w:proofErr w:type="spellEnd"/>
          </w:p>
          <w:p w:rsidR="005453F3" w:rsidRPr="0088042C" w:rsidRDefault="005453F3" w:rsidP="008458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8042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Эугениюс</w:t>
            </w:r>
            <w:proofErr w:type="spellEnd"/>
          </w:p>
          <w:p w:rsidR="005453F3" w:rsidRPr="0088042C" w:rsidRDefault="005453F3" w:rsidP="008458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8042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Антано</w:t>
            </w:r>
            <w:proofErr w:type="spellEnd"/>
          </w:p>
        </w:tc>
        <w:tc>
          <w:tcPr>
            <w:tcW w:w="1417" w:type="dxa"/>
            <w:gridSpan w:val="2"/>
          </w:tcPr>
          <w:p w:rsidR="005453F3" w:rsidRPr="0088042C" w:rsidRDefault="005453F3" w:rsidP="008458FA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88042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Государст</w:t>
            </w:r>
            <w:r w:rsidR="0069005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88042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венный</w:t>
            </w:r>
            <w:proofErr w:type="spellEnd"/>
            <w:proofErr w:type="gramEnd"/>
          </w:p>
          <w:p w:rsidR="005453F3" w:rsidRPr="0088042C" w:rsidRDefault="005453F3" w:rsidP="008458FA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8042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инспектор</w:t>
            </w:r>
          </w:p>
        </w:tc>
        <w:tc>
          <w:tcPr>
            <w:tcW w:w="1134" w:type="dxa"/>
          </w:tcPr>
          <w:p w:rsidR="005453F3" w:rsidRPr="0088042C" w:rsidRDefault="005453F3" w:rsidP="00845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453F3" w:rsidRPr="0088042C" w:rsidRDefault="005453F3" w:rsidP="00845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453F3" w:rsidRPr="0088042C" w:rsidRDefault="005453F3" w:rsidP="008458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5453F3" w:rsidRPr="0088042C" w:rsidRDefault="005453F3" w:rsidP="008458FA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5453F3" w:rsidRPr="0088042C" w:rsidRDefault="005453F3" w:rsidP="00845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42C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5453F3" w:rsidRPr="0088042C" w:rsidRDefault="005453F3" w:rsidP="008458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8042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559" w:type="dxa"/>
          </w:tcPr>
          <w:p w:rsidR="005453F3" w:rsidRPr="0088042C" w:rsidRDefault="005453F3" w:rsidP="00845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42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34" w:type="dxa"/>
          </w:tcPr>
          <w:p w:rsidR="005453F3" w:rsidRPr="0088042C" w:rsidRDefault="005453F3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5453F3" w:rsidRPr="0088042C" w:rsidRDefault="005453F3" w:rsidP="008458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8042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674506,00</w:t>
            </w:r>
          </w:p>
        </w:tc>
        <w:tc>
          <w:tcPr>
            <w:tcW w:w="1559" w:type="dxa"/>
          </w:tcPr>
          <w:p w:rsidR="005453F3" w:rsidRPr="0088042C" w:rsidRDefault="005453F3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53F3" w:rsidTr="0069005B">
        <w:trPr>
          <w:trHeight w:val="250"/>
        </w:trPr>
        <w:tc>
          <w:tcPr>
            <w:tcW w:w="709" w:type="dxa"/>
          </w:tcPr>
          <w:p w:rsidR="005453F3" w:rsidRPr="0088042C" w:rsidRDefault="005453F3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453F3" w:rsidRPr="0088042C" w:rsidRDefault="005453F3" w:rsidP="008458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8042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супруга</w:t>
            </w:r>
          </w:p>
        </w:tc>
        <w:tc>
          <w:tcPr>
            <w:tcW w:w="1417" w:type="dxa"/>
            <w:gridSpan w:val="2"/>
          </w:tcPr>
          <w:p w:rsidR="005453F3" w:rsidRPr="0088042C" w:rsidRDefault="005453F3" w:rsidP="008458FA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5453F3" w:rsidRPr="0088042C" w:rsidRDefault="005453F3" w:rsidP="00845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453F3" w:rsidRPr="0088042C" w:rsidRDefault="005453F3" w:rsidP="00845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453F3" w:rsidRPr="0088042C" w:rsidRDefault="005453F3" w:rsidP="008458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5453F3" w:rsidRPr="0088042C" w:rsidRDefault="005453F3" w:rsidP="008458FA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5453F3" w:rsidRPr="0088042C" w:rsidRDefault="005453F3" w:rsidP="00845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42C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5453F3" w:rsidRPr="0088042C" w:rsidRDefault="005453F3" w:rsidP="008458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8042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559" w:type="dxa"/>
          </w:tcPr>
          <w:p w:rsidR="005453F3" w:rsidRPr="0088042C" w:rsidRDefault="005453F3" w:rsidP="008458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8042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34" w:type="dxa"/>
          </w:tcPr>
          <w:p w:rsidR="005453F3" w:rsidRPr="0088042C" w:rsidRDefault="005453F3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5453F3" w:rsidRPr="0088042C" w:rsidRDefault="005453F3" w:rsidP="008458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8042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331214,00</w:t>
            </w:r>
          </w:p>
        </w:tc>
        <w:tc>
          <w:tcPr>
            <w:tcW w:w="1559" w:type="dxa"/>
          </w:tcPr>
          <w:p w:rsidR="005453F3" w:rsidRPr="0088042C" w:rsidRDefault="005453F3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2E8B" w:rsidTr="0069005B">
        <w:trPr>
          <w:trHeight w:val="250"/>
        </w:trPr>
        <w:tc>
          <w:tcPr>
            <w:tcW w:w="709" w:type="dxa"/>
          </w:tcPr>
          <w:p w:rsidR="009D2E8B" w:rsidRPr="0088042C" w:rsidRDefault="00183B47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</w:t>
            </w:r>
            <w:r w:rsidR="009D2E8B" w:rsidRPr="0088042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:rsidR="009D2E8B" w:rsidRPr="0088042C" w:rsidRDefault="009D2E8B" w:rsidP="003452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8042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Венков</w:t>
            </w:r>
          </w:p>
          <w:p w:rsidR="009D2E8B" w:rsidRPr="0088042C" w:rsidRDefault="009D2E8B" w:rsidP="003452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8042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Олег Сергеевич</w:t>
            </w:r>
          </w:p>
        </w:tc>
        <w:tc>
          <w:tcPr>
            <w:tcW w:w="1417" w:type="dxa"/>
            <w:gridSpan w:val="2"/>
          </w:tcPr>
          <w:p w:rsidR="009D2E8B" w:rsidRPr="0088042C" w:rsidRDefault="009D2E8B" w:rsidP="003452F1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8042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Старший </w:t>
            </w:r>
            <w:proofErr w:type="spellStart"/>
            <w:proofErr w:type="gramStart"/>
            <w:r w:rsidRPr="0088042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государст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88042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венный</w:t>
            </w:r>
            <w:proofErr w:type="spellEnd"/>
            <w:proofErr w:type="gramEnd"/>
          </w:p>
          <w:p w:rsidR="009D2E8B" w:rsidRPr="0088042C" w:rsidRDefault="009D2E8B" w:rsidP="003452F1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8042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инспектор</w:t>
            </w:r>
          </w:p>
        </w:tc>
        <w:tc>
          <w:tcPr>
            <w:tcW w:w="1134" w:type="dxa"/>
          </w:tcPr>
          <w:p w:rsidR="009D2E8B" w:rsidRPr="0088042C" w:rsidRDefault="009D2E8B" w:rsidP="00845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42C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134" w:type="dxa"/>
          </w:tcPr>
          <w:p w:rsidR="009D2E8B" w:rsidRPr="00D701CF" w:rsidRDefault="009D2E8B" w:rsidP="009D2E8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701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Индиви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D701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дуаль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D701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ная</w:t>
            </w:r>
            <w:proofErr w:type="spellEnd"/>
          </w:p>
        </w:tc>
        <w:tc>
          <w:tcPr>
            <w:tcW w:w="851" w:type="dxa"/>
          </w:tcPr>
          <w:p w:rsidR="009D2E8B" w:rsidRPr="0088042C" w:rsidRDefault="009D2E8B" w:rsidP="003452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8042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992" w:type="dxa"/>
          </w:tcPr>
          <w:p w:rsidR="009D2E8B" w:rsidRPr="0088042C" w:rsidRDefault="009D2E8B" w:rsidP="003452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8042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34" w:type="dxa"/>
          </w:tcPr>
          <w:p w:rsidR="009D2E8B" w:rsidRPr="0088042C" w:rsidRDefault="009D2E8B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42C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9D2E8B" w:rsidRPr="0088042C" w:rsidRDefault="009D2E8B" w:rsidP="003452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8042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69,4</w:t>
            </w:r>
          </w:p>
        </w:tc>
        <w:tc>
          <w:tcPr>
            <w:tcW w:w="1559" w:type="dxa"/>
          </w:tcPr>
          <w:p w:rsidR="009D2E8B" w:rsidRPr="0088042C" w:rsidRDefault="009D2E8B" w:rsidP="003452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8042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34" w:type="dxa"/>
          </w:tcPr>
          <w:p w:rsidR="009D2E8B" w:rsidRPr="0088042C" w:rsidRDefault="009D2E8B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Ниссан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Жук</w:t>
            </w:r>
          </w:p>
        </w:tc>
        <w:tc>
          <w:tcPr>
            <w:tcW w:w="1418" w:type="dxa"/>
            <w:gridSpan w:val="2"/>
          </w:tcPr>
          <w:p w:rsidR="009D2E8B" w:rsidRPr="0088042C" w:rsidRDefault="009D2E8B" w:rsidP="008458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8042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625667,41</w:t>
            </w:r>
          </w:p>
        </w:tc>
        <w:tc>
          <w:tcPr>
            <w:tcW w:w="1559" w:type="dxa"/>
          </w:tcPr>
          <w:p w:rsidR="009D2E8B" w:rsidRPr="0088042C" w:rsidRDefault="009D2E8B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1876" w:rsidTr="0069005B">
        <w:trPr>
          <w:trHeight w:val="250"/>
        </w:trPr>
        <w:tc>
          <w:tcPr>
            <w:tcW w:w="709" w:type="dxa"/>
          </w:tcPr>
          <w:p w:rsidR="00501876" w:rsidRPr="0088042C" w:rsidRDefault="00501876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01876" w:rsidRPr="0088042C" w:rsidRDefault="00501876" w:rsidP="008458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gridSpan w:val="2"/>
          </w:tcPr>
          <w:p w:rsidR="00501876" w:rsidRPr="0088042C" w:rsidRDefault="00501876" w:rsidP="008458FA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501876" w:rsidRPr="0088042C" w:rsidRDefault="00501876" w:rsidP="00845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42C"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1134" w:type="dxa"/>
          </w:tcPr>
          <w:p w:rsidR="00501876" w:rsidRPr="00D701CF" w:rsidRDefault="00501876" w:rsidP="00C46CA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701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Индиви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D701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дуаль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D701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ная</w:t>
            </w:r>
            <w:proofErr w:type="spellEnd"/>
          </w:p>
        </w:tc>
        <w:tc>
          <w:tcPr>
            <w:tcW w:w="851" w:type="dxa"/>
          </w:tcPr>
          <w:p w:rsidR="00501876" w:rsidRPr="0088042C" w:rsidRDefault="00501876" w:rsidP="003452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8042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26,8</w:t>
            </w:r>
          </w:p>
        </w:tc>
        <w:tc>
          <w:tcPr>
            <w:tcW w:w="992" w:type="dxa"/>
          </w:tcPr>
          <w:p w:rsidR="00501876" w:rsidRPr="0088042C" w:rsidRDefault="00501876" w:rsidP="003452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8042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34" w:type="dxa"/>
          </w:tcPr>
          <w:p w:rsidR="00501876" w:rsidRPr="0088042C" w:rsidRDefault="00501876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01876" w:rsidRPr="0088042C" w:rsidRDefault="00501876" w:rsidP="008458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501876" w:rsidRPr="0088042C" w:rsidRDefault="00501876" w:rsidP="008458FA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501876" w:rsidRPr="0088042C" w:rsidRDefault="00501876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501876" w:rsidRPr="0088042C" w:rsidRDefault="00501876" w:rsidP="008458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501876" w:rsidRPr="0088042C" w:rsidRDefault="00501876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53F3" w:rsidTr="0069005B">
        <w:trPr>
          <w:trHeight w:val="250"/>
        </w:trPr>
        <w:tc>
          <w:tcPr>
            <w:tcW w:w="709" w:type="dxa"/>
          </w:tcPr>
          <w:p w:rsidR="005453F3" w:rsidRPr="0088042C" w:rsidRDefault="005453F3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453F3" w:rsidRPr="0088042C" w:rsidRDefault="005453F3" w:rsidP="008458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gridSpan w:val="2"/>
          </w:tcPr>
          <w:p w:rsidR="005453F3" w:rsidRPr="0088042C" w:rsidRDefault="005453F3" w:rsidP="008458FA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5453F3" w:rsidRPr="0088042C" w:rsidRDefault="005453F3" w:rsidP="00845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42C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5453F3" w:rsidRPr="0088042C" w:rsidRDefault="005453F3" w:rsidP="00845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42C">
              <w:rPr>
                <w:rFonts w:ascii="Times New Roman" w:hAnsi="Times New Roman" w:cs="Times New Roman"/>
                <w:sz w:val="24"/>
                <w:szCs w:val="24"/>
              </w:rPr>
              <w:t>Долевая 1/2</w:t>
            </w:r>
          </w:p>
        </w:tc>
        <w:tc>
          <w:tcPr>
            <w:tcW w:w="851" w:type="dxa"/>
          </w:tcPr>
          <w:p w:rsidR="005453F3" w:rsidRPr="0088042C" w:rsidRDefault="005453F3" w:rsidP="003452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8042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50,2</w:t>
            </w:r>
          </w:p>
        </w:tc>
        <w:tc>
          <w:tcPr>
            <w:tcW w:w="992" w:type="dxa"/>
          </w:tcPr>
          <w:p w:rsidR="005453F3" w:rsidRPr="0088042C" w:rsidRDefault="005453F3" w:rsidP="003452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8042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34" w:type="dxa"/>
          </w:tcPr>
          <w:p w:rsidR="005453F3" w:rsidRPr="0088042C" w:rsidRDefault="005453F3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453F3" w:rsidRPr="0088042C" w:rsidRDefault="005453F3" w:rsidP="008458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5453F3" w:rsidRPr="0088042C" w:rsidRDefault="005453F3" w:rsidP="008458FA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5453F3" w:rsidRPr="0088042C" w:rsidRDefault="005453F3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5453F3" w:rsidRPr="0088042C" w:rsidRDefault="005453F3" w:rsidP="008458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5453F3" w:rsidRPr="0088042C" w:rsidRDefault="005453F3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53F3" w:rsidTr="0069005B">
        <w:trPr>
          <w:trHeight w:val="250"/>
        </w:trPr>
        <w:tc>
          <w:tcPr>
            <w:tcW w:w="709" w:type="dxa"/>
          </w:tcPr>
          <w:p w:rsidR="005453F3" w:rsidRPr="0088042C" w:rsidRDefault="005453F3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453F3" w:rsidRPr="0088042C" w:rsidRDefault="005453F3" w:rsidP="008458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8042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супруга</w:t>
            </w:r>
          </w:p>
        </w:tc>
        <w:tc>
          <w:tcPr>
            <w:tcW w:w="1417" w:type="dxa"/>
            <w:gridSpan w:val="2"/>
          </w:tcPr>
          <w:p w:rsidR="005453F3" w:rsidRPr="0088042C" w:rsidRDefault="005453F3" w:rsidP="008458FA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5453F3" w:rsidRPr="0088042C" w:rsidRDefault="005453F3" w:rsidP="00845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453F3" w:rsidRPr="0088042C" w:rsidRDefault="005453F3" w:rsidP="00845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453F3" w:rsidRPr="0088042C" w:rsidRDefault="005453F3" w:rsidP="008458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5453F3" w:rsidRPr="0088042C" w:rsidRDefault="005453F3" w:rsidP="008458FA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5453F3" w:rsidRPr="0088042C" w:rsidRDefault="005453F3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42C">
              <w:rPr>
                <w:rFonts w:ascii="Times New Roman" w:hAnsi="Times New Roman" w:cs="Times New Roman"/>
                <w:sz w:val="24"/>
                <w:szCs w:val="24"/>
              </w:rPr>
              <w:t>Помещение для проживания</w:t>
            </w:r>
          </w:p>
        </w:tc>
        <w:tc>
          <w:tcPr>
            <w:tcW w:w="1134" w:type="dxa"/>
          </w:tcPr>
          <w:p w:rsidR="005453F3" w:rsidRPr="0088042C" w:rsidRDefault="005453F3" w:rsidP="003452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8042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</w:tcPr>
          <w:p w:rsidR="005453F3" w:rsidRPr="0088042C" w:rsidRDefault="005453F3" w:rsidP="003452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8042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34" w:type="dxa"/>
          </w:tcPr>
          <w:p w:rsidR="005453F3" w:rsidRPr="0088042C" w:rsidRDefault="005453F3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5453F3" w:rsidRPr="0088042C" w:rsidRDefault="005453F3" w:rsidP="008458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8042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379174,14</w:t>
            </w:r>
          </w:p>
        </w:tc>
        <w:tc>
          <w:tcPr>
            <w:tcW w:w="1559" w:type="dxa"/>
          </w:tcPr>
          <w:p w:rsidR="005453F3" w:rsidRPr="0088042C" w:rsidRDefault="005453F3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53F3" w:rsidTr="0069005B">
        <w:trPr>
          <w:trHeight w:val="250"/>
        </w:trPr>
        <w:tc>
          <w:tcPr>
            <w:tcW w:w="709" w:type="dxa"/>
          </w:tcPr>
          <w:p w:rsidR="005453F3" w:rsidRPr="0088042C" w:rsidRDefault="005453F3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453F3" w:rsidRPr="0088042C" w:rsidRDefault="005453F3" w:rsidP="008458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8042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Несовершеннолетний ребенок</w:t>
            </w:r>
          </w:p>
        </w:tc>
        <w:tc>
          <w:tcPr>
            <w:tcW w:w="1417" w:type="dxa"/>
            <w:gridSpan w:val="2"/>
          </w:tcPr>
          <w:p w:rsidR="005453F3" w:rsidRPr="0088042C" w:rsidRDefault="005453F3" w:rsidP="008458FA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5453F3" w:rsidRPr="0088042C" w:rsidRDefault="005453F3" w:rsidP="003452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42C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5453F3" w:rsidRPr="0088042C" w:rsidRDefault="005453F3" w:rsidP="003452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42C">
              <w:rPr>
                <w:rFonts w:ascii="Times New Roman" w:hAnsi="Times New Roman" w:cs="Times New Roman"/>
                <w:sz w:val="24"/>
                <w:szCs w:val="24"/>
              </w:rPr>
              <w:t>Долевая 1/2</w:t>
            </w:r>
          </w:p>
        </w:tc>
        <w:tc>
          <w:tcPr>
            <w:tcW w:w="851" w:type="dxa"/>
          </w:tcPr>
          <w:p w:rsidR="005453F3" w:rsidRPr="0088042C" w:rsidRDefault="005453F3" w:rsidP="003452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8042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50,2</w:t>
            </w:r>
          </w:p>
        </w:tc>
        <w:tc>
          <w:tcPr>
            <w:tcW w:w="992" w:type="dxa"/>
          </w:tcPr>
          <w:p w:rsidR="005453F3" w:rsidRPr="0088042C" w:rsidRDefault="005453F3" w:rsidP="003452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8042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34" w:type="dxa"/>
          </w:tcPr>
          <w:p w:rsidR="005453F3" w:rsidRPr="0088042C" w:rsidRDefault="005453F3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453F3" w:rsidRPr="0088042C" w:rsidRDefault="005453F3" w:rsidP="008458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5453F3" w:rsidRPr="0088042C" w:rsidRDefault="005453F3" w:rsidP="008458FA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5453F3" w:rsidRPr="0088042C" w:rsidRDefault="005453F3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5453F3" w:rsidRPr="0088042C" w:rsidRDefault="005453F3" w:rsidP="008458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5453F3" w:rsidRPr="0088042C" w:rsidRDefault="005453F3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53F3" w:rsidTr="0069005B">
        <w:trPr>
          <w:trHeight w:val="250"/>
        </w:trPr>
        <w:tc>
          <w:tcPr>
            <w:tcW w:w="709" w:type="dxa"/>
          </w:tcPr>
          <w:p w:rsidR="005453F3" w:rsidRPr="0088042C" w:rsidRDefault="00183B47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</w:t>
            </w:r>
            <w:r w:rsidR="005453F3" w:rsidRPr="0088042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843" w:type="dxa"/>
          </w:tcPr>
          <w:p w:rsidR="005453F3" w:rsidRPr="0088042C" w:rsidRDefault="005453F3" w:rsidP="003452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8042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Туркова</w:t>
            </w:r>
            <w:proofErr w:type="spellEnd"/>
            <w:r w:rsidRPr="0088042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Ирина Леонидовна</w:t>
            </w:r>
          </w:p>
        </w:tc>
        <w:tc>
          <w:tcPr>
            <w:tcW w:w="1417" w:type="dxa"/>
            <w:gridSpan w:val="2"/>
          </w:tcPr>
          <w:p w:rsidR="005453F3" w:rsidRPr="0088042C" w:rsidRDefault="005453F3" w:rsidP="003452F1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88042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Государст</w:t>
            </w:r>
            <w:r w:rsidR="0069005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88042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венный</w:t>
            </w:r>
            <w:proofErr w:type="spellEnd"/>
            <w:proofErr w:type="gramEnd"/>
            <w:r w:rsidRPr="0088042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инспектор</w:t>
            </w:r>
          </w:p>
        </w:tc>
        <w:tc>
          <w:tcPr>
            <w:tcW w:w="1134" w:type="dxa"/>
          </w:tcPr>
          <w:p w:rsidR="005453F3" w:rsidRPr="0088042C" w:rsidRDefault="005453F3" w:rsidP="00845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453F3" w:rsidRPr="0088042C" w:rsidRDefault="005453F3" w:rsidP="00845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453F3" w:rsidRPr="0088042C" w:rsidRDefault="005453F3" w:rsidP="008458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5453F3" w:rsidRPr="0088042C" w:rsidRDefault="005453F3" w:rsidP="008458FA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5453F3" w:rsidRPr="0088042C" w:rsidRDefault="005453F3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42C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5453F3" w:rsidRPr="0088042C" w:rsidRDefault="005453F3" w:rsidP="003452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8042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56,4</w:t>
            </w:r>
          </w:p>
        </w:tc>
        <w:tc>
          <w:tcPr>
            <w:tcW w:w="1559" w:type="dxa"/>
          </w:tcPr>
          <w:p w:rsidR="005453F3" w:rsidRPr="0088042C" w:rsidRDefault="005453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042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34" w:type="dxa"/>
          </w:tcPr>
          <w:p w:rsidR="005453F3" w:rsidRPr="0088042C" w:rsidRDefault="005453F3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5453F3" w:rsidRPr="0088042C" w:rsidRDefault="005453F3" w:rsidP="008458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8042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1635461,09</w:t>
            </w:r>
          </w:p>
        </w:tc>
        <w:tc>
          <w:tcPr>
            <w:tcW w:w="1559" w:type="dxa"/>
          </w:tcPr>
          <w:p w:rsidR="005453F3" w:rsidRPr="0088042C" w:rsidRDefault="005453F3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53F3" w:rsidTr="0069005B">
        <w:trPr>
          <w:trHeight w:val="250"/>
        </w:trPr>
        <w:tc>
          <w:tcPr>
            <w:tcW w:w="709" w:type="dxa"/>
          </w:tcPr>
          <w:p w:rsidR="005453F3" w:rsidRPr="0088042C" w:rsidRDefault="005453F3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453F3" w:rsidRPr="0088042C" w:rsidRDefault="005453F3" w:rsidP="003452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gridSpan w:val="2"/>
          </w:tcPr>
          <w:p w:rsidR="005453F3" w:rsidRPr="0088042C" w:rsidRDefault="005453F3" w:rsidP="003452F1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5453F3" w:rsidRPr="0088042C" w:rsidRDefault="005453F3" w:rsidP="00845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453F3" w:rsidRPr="0088042C" w:rsidRDefault="005453F3" w:rsidP="00845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453F3" w:rsidRPr="0088042C" w:rsidRDefault="005453F3" w:rsidP="008458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5453F3" w:rsidRPr="0088042C" w:rsidRDefault="005453F3" w:rsidP="008458FA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5453F3" w:rsidRPr="0088042C" w:rsidRDefault="005453F3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42C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134" w:type="dxa"/>
          </w:tcPr>
          <w:p w:rsidR="005453F3" w:rsidRPr="0088042C" w:rsidRDefault="005453F3" w:rsidP="003452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8042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2670</w:t>
            </w:r>
          </w:p>
        </w:tc>
        <w:tc>
          <w:tcPr>
            <w:tcW w:w="1559" w:type="dxa"/>
          </w:tcPr>
          <w:p w:rsidR="005453F3" w:rsidRPr="0088042C" w:rsidRDefault="005453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042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34" w:type="dxa"/>
          </w:tcPr>
          <w:p w:rsidR="005453F3" w:rsidRPr="0088042C" w:rsidRDefault="005453F3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5453F3" w:rsidRPr="0088042C" w:rsidRDefault="005453F3" w:rsidP="008458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5453F3" w:rsidRPr="0088042C" w:rsidRDefault="005453F3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1876" w:rsidTr="0069005B">
        <w:trPr>
          <w:trHeight w:val="250"/>
        </w:trPr>
        <w:tc>
          <w:tcPr>
            <w:tcW w:w="709" w:type="dxa"/>
          </w:tcPr>
          <w:p w:rsidR="00501876" w:rsidRPr="0088042C" w:rsidRDefault="00183B47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</w:t>
            </w:r>
            <w:r w:rsidR="00501876" w:rsidRPr="0088042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843" w:type="dxa"/>
          </w:tcPr>
          <w:p w:rsidR="00501876" w:rsidRPr="0088042C" w:rsidRDefault="00501876" w:rsidP="003452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8042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Смирнова</w:t>
            </w:r>
          </w:p>
          <w:p w:rsidR="00501876" w:rsidRPr="0088042C" w:rsidRDefault="00501876" w:rsidP="003452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8042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Ольга</w:t>
            </w:r>
          </w:p>
          <w:p w:rsidR="00501876" w:rsidRPr="0088042C" w:rsidRDefault="00501876" w:rsidP="003452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8042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Геннадьевна</w:t>
            </w:r>
          </w:p>
        </w:tc>
        <w:tc>
          <w:tcPr>
            <w:tcW w:w="1417" w:type="dxa"/>
            <w:gridSpan w:val="2"/>
          </w:tcPr>
          <w:p w:rsidR="00501876" w:rsidRPr="0088042C" w:rsidRDefault="00501876" w:rsidP="003452F1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88042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Государст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88042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венный</w:t>
            </w:r>
            <w:proofErr w:type="spellEnd"/>
            <w:proofErr w:type="gramEnd"/>
          </w:p>
          <w:p w:rsidR="00501876" w:rsidRPr="0088042C" w:rsidRDefault="00501876" w:rsidP="003452F1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8042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инспектор</w:t>
            </w:r>
          </w:p>
        </w:tc>
        <w:tc>
          <w:tcPr>
            <w:tcW w:w="1134" w:type="dxa"/>
          </w:tcPr>
          <w:p w:rsidR="00501876" w:rsidRPr="0088042C" w:rsidRDefault="00501876" w:rsidP="00845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42C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134" w:type="dxa"/>
          </w:tcPr>
          <w:p w:rsidR="00501876" w:rsidRPr="00D701CF" w:rsidRDefault="00501876" w:rsidP="00C46CA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701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Индиви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D701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дуаль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D701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ная</w:t>
            </w:r>
            <w:proofErr w:type="spellEnd"/>
          </w:p>
        </w:tc>
        <w:tc>
          <w:tcPr>
            <w:tcW w:w="851" w:type="dxa"/>
          </w:tcPr>
          <w:p w:rsidR="00501876" w:rsidRPr="0088042C" w:rsidRDefault="00501876" w:rsidP="008458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8042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1103</w:t>
            </w:r>
          </w:p>
        </w:tc>
        <w:tc>
          <w:tcPr>
            <w:tcW w:w="992" w:type="dxa"/>
          </w:tcPr>
          <w:p w:rsidR="00501876" w:rsidRPr="0088042C" w:rsidRDefault="00501876" w:rsidP="003452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8042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34" w:type="dxa"/>
          </w:tcPr>
          <w:p w:rsidR="00501876" w:rsidRPr="0088042C" w:rsidRDefault="00501876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42C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501876" w:rsidRPr="0088042C" w:rsidRDefault="00501876" w:rsidP="008458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8042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47,5</w:t>
            </w:r>
          </w:p>
        </w:tc>
        <w:tc>
          <w:tcPr>
            <w:tcW w:w="1559" w:type="dxa"/>
          </w:tcPr>
          <w:p w:rsidR="00501876" w:rsidRPr="0088042C" w:rsidRDefault="00501876" w:rsidP="008458FA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8042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34" w:type="dxa"/>
          </w:tcPr>
          <w:p w:rsidR="00501876" w:rsidRPr="0088042C" w:rsidRDefault="00501876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501876" w:rsidRPr="0088042C" w:rsidRDefault="00501876" w:rsidP="008458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8042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322411,17</w:t>
            </w:r>
          </w:p>
        </w:tc>
        <w:tc>
          <w:tcPr>
            <w:tcW w:w="1559" w:type="dxa"/>
          </w:tcPr>
          <w:p w:rsidR="00501876" w:rsidRPr="0088042C" w:rsidRDefault="00501876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53F3" w:rsidTr="0069005B">
        <w:trPr>
          <w:trHeight w:val="250"/>
        </w:trPr>
        <w:tc>
          <w:tcPr>
            <w:tcW w:w="709" w:type="dxa"/>
          </w:tcPr>
          <w:p w:rsidR="005453F3" w:rsidRPr="0088042C" w:rsidRDefault="005453F3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453F3" w:rsidRPr="0088042C" w:rsidRDefault="005453F3" w:rsidP="003452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gridSpan w:val="2"/>
          </w:tcPr>
          <w:p w:rsidR="005453F3" w:rsidRPr="0088042C" w:rsidRDefault="005453F3" w:rsidP="003452F1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5453F3" w:rsidRPr="0088042C" w:rsidRDefault="005453F3" w:rsidP="00845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42C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134" w:type="dxa"/>
          </w:tcPr>
          <w:p w:rsidR="005453F3" w:rsidRPr="0088042C" w:rsidRDefault="005453F3" w:rsidP="00F859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42C">
              <w:rPr>
                <w:rFonts w:ascii="Times New Roman" w:hAnsi="Times New Roman" w:cs="Times New Roman"/>
                <w:sz w:val="24"/>
                <w:szCs w:val="24"/>
              </w:rPr>
              <w:t>Общая долевая 1/2</w:t>
            </w:r>
          </w:p>
        </w:tc>
        <w:tc>
          <w:tcPr>
            <w:tcW w:w="851" w:type="dxa"/>
          </w:tcPr>
          <w:p w:rsidR="005453F3" w:rsidRPr="0088042C" w:rsidRDefault="005453F3" w:rsidP="008458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8042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38,2</w:t>
            </w:r>
          </w:p>
        </w:tc>
        <w:tc>
          <w:tcPr>
            <w:tcW w:w="992" w:type="dxa"/>
          </w:tcPr>
          <w:p w:rsidR="005453F3" w:rsidRPr="0088042C" w:rsidRDefault="005453F3" w:rsidP="003452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8042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34" w:type="dxa"/>
          </w:tcPr>
          <w:p w:rsidR="005453F3" w:rsidRPr="0088042C" w:rsidRDefault="005453F3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453F3" w:rsidRPr="0088042C" w:rsidRDefault="005453F3" w:rsidP="008458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5453F3" w:rsidRPr="0088042C" w:rsidRDefault="005453F3" w:rsidP="008458FA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5453F3" w:rsidRPr="0088042C" w:rsidRDefault="005453F3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5453F3" w:rsidRPr="0088042C" w:rsidRDefault="005453F3" w:rsidP="008458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5453F3" w:rsidRPr="0088042C" w:rsidRDefault="005453F3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53F3" w:rsidTr="0069005B">
        <w:trPr>
          <w:trHeight w:val="250"/>
        </w:trPr>
        <w:tc>
          <w:tcPr>
            <w:tcW w:w="709" w:type="dxa"/>
          </w:tcPr>
          <w:p w:rsidR="005453F3" w:rsidRPr="0088042C" w:rsidRDefault="005453F3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453F3" w:rsidRPr="0088042C" w:rsidRDefault="005453F3" w:rsidP="003452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gridSpan w:val="2"/>
          </w:tcPr>
          <w:p w:rsidR="005453F3" w:rsidRPr="0088042C" w:rsidRDefault="005453F3" w:rsidP="003452F1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5453F3" w:rsidRPr="0088042C" w:rsidRDefault="005453F3" w:rsidP="00845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42C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5453F3" w:rsidRPr="0088042C" w:rsidRDefault="005453F3" w:rsidP="00F859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42C">
              <w:rPr>
                <w:rFonts w:ascii="Times New Roman" w:hAnsi="Times New Roman" w:cs="Times New Roman"/>
                <w:sz w:val="24"/>
                <w:szCs w:val="24"/>
              </w:rPr>
              <w:t>Общая долевая 1/3</w:t>
            </w:r>
          </w:p>
        </w:tc>
        <w:tc>
          <w:tcPr>
            <w:tcW w:w="851" w:type="dxa"/>
          </w:tcPr>
          <w:p w:rsidR="005453F3" w:rsidRPr="0088042C" w:rsidRDefault="005453F3" w:rsidP="008458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8042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62,1</w:t>
            </w:r>
          </w:p>
        </w:tc>
        <w:tc>
          <w:tcPr>
            <w:tcW w:w="992" w:type="dxa"/>
          </w:tcPr>
          <w:p w:rsidR="005453F3" w:rsidRPr="0088042C" w:rsidRDefault="005453F3" w:rsidP="003452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8042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34" w:type="dxa"/>
          </w:tcPr>
          <w:p w:rsidR="005453F3" w:rsidRPr="0088042C" w:rsidRDefault="005453F3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453F3" w:rsidRPr="0088042C" w:rsidRDefault="005453F3" w:rsidP="008458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5453F3" w:rsidRPr="0088042C" w:rsidRDefault="005453F3" w:rsidP="008458FA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5453F3" w:rsidRPr="0088042C" w:rsidRDefault="005453F3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5453F3" w:rsidRPr="0088042C" w:rsidRDefault="005453F3" w:rsidP="008458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5453F3" w:rsidRPr="0088042C" w:rsidRDefault="005453F3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53F3" w:rsidTr="0069005B">
        <w:trPr>
          <w:trHeight w:val="250"/>
        </w:trPr>
        <w:tc>
          <w:tcPr>
            <w:tcW w:w="709" w:type="dxa"/>
          </w:tcPr>
          <w:p w:rsidR="005453F3" w:rsidRPr="0088042C" w:rsidRDefault="005453F3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453F3" w:rsidRPr="0088042C" w:rsidRDefault="005453F3" w:rsidP="003452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8042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супруг</w:t>
            </w:r>
          </w:p>
        </w:tc>
        <w:tc>
          <w:tcPr>
            <w:tcW w:w="1417" w:type="dxa"/>
            <w:gridSpan w:val="2"/>
          </w:tcPr>
          <w:p w:rsidR="005453F3" w:rsidRPr="0088042C" w:rsidRDefault="005453F3" w:rsidP="003452F1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5453F3" w:rsidRPr="0088042C" w:rsidRDefault="005453F3" w:rsidP="003452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42C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5453F3" w:rsidRPr="0088042C" w:rsidRDefault="005453F3" w:rsidP="003452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42C">
              <w:rPr>
                <w:rFonts w:ascii="Times New Roman" w:hAnsi="Times New Roman" w:cs="Times New Roman"/>
                <w:sz w:val="24"/>
                <w:szCs w:val="24"/>
              </w:rPr>
              <w:t>Общая долевая 1/3</w:t>
            </w:r>
          </w:p>
        </w:tc>
        <w:tc>
          <w:tcPr>
            <w:tcW w:w="851" w:type="dxa"/>
          </w:tcPr>
          <w:p w:rsidR="005453F3" w:rsidRPr="0088042C" w:rsidRDefault="005453F3" w:rsidP="003452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8042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62,1</w:t>
            </w:r>
          </w:p>
        </w:tc>
        <w:tc>
          <w:tcPr>
            <w:tcW w:w="992" w:type="dxa"/>
          </w:tcPr>
          <w:p w:rsidR="005453F3" w:rsidRPr="0088042C" w:rsidRDefault="005453F3" w:rsidP="003452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8042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34" w:type="dxa"/>
          </w:tcPr>
          <w:p w:rsidR="005453F3" w:rsidRPr="0088042C" w:rsidRDefault="005453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042C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134" w:type="dxa"/>
          </w:tcPr>
          <w:p w:rsidR="005453F3" w:rsidRPr="0088042C" w:rsidRDefault="005453F3" w:rsidP="008458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8042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559" w:type="dxa"/>
          </w:tcPr>
          <w:p w:rsidR="005453F3" w:rsidRPr="0088042C" w:rsidRDefault="005453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042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34" w:type="dxa"/>
          </w:tcPr>
          <w:p w:rsidR="005453F3" w:rsidRPr="0088042C" w:rsidRDefault="005453F3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42C">
              <w:rPr>
                <w:rFonts w:ascii="Times New Roman" w:hAnsi="Times New Roman" w:cs="Times New Roman"/>
                <w:sz w:val="24"/>
                <w:szCs w:val="24"/>
              </w:rPr>
              <w:t>а/</w:t>
            </w:r>
            <w:proofErr w:type="gramStart"/>
            <w:r w:rsidRPr="0088042C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8804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8042C">
              <w:rPr>
                <w:rFonts w:ascii="Times New Roman" w:hAnsi="Times New Roman" w:cs="Times New Roman"/>
                <w:sz w:val="24"/>
                <w:szCs w:val="24"/>
              </w:rPr>
              <w:t>Mitsubishi</w:t>
            </w:r>
            <w:proofErr w:type="spellEnd"/>
            <w:r w:rsidRPr="008804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8042C">
              <w:rPr>
                <w:rFonts w:ascii="Times New Roman" w:hAnsi="Times New Roman" w:cs="Times New Roman"/>
                <w:sz w:val="24"/>
                <w:szCs w:val="24"/>
              </w:rPr>
              <w:t>ASX</w:t>
            </w:r>
            <w:proofErr w:type="spellEnd"/>
          </w:p>
        </w:tc>
        <w:tc>
          <w:tcPr>
            <w:tcW w:w="1418" w:type="dxa"/>
            <w:gridSpan w:val="2"/>
          </w:tcPr>
          <w:p w:rsidR="005453F3" w:rsidRPr="0088042C" w:rsidRDefault="005453F3" w:rsidP="008458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8042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1196315,44</w:t>
            </w:r>
          </w:p>
        </w:tc>
        <w:tc>
          <w:tcPr>
            <w:tcW w:w="1559" w:type="dxa"/>
          </w:tcPr>
          <w:p w:rsidR="005453F3" w:rsidRPr="0088042C" w:rsidRDefault="005453F3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1876" w:rsidTr="0069005B">
        <w:trPr>
          <w:trHeight w:val="250"/>
        </w:trPr>
        <w:tc>
          <w:tcPr>
            <w:tcW w:w="709" w:type="dxa"/>
          </w:tcPr>
          <w:p w:rsidR="00501876" w:rsidRPr="0088042C" w:rsidRDefault="00501876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01876" w:rsidRPr="0088042C" w:rsidRDefault="00501876" w:rsidP="003452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gridSpan w:val="2"/>
          </w:tcPr>
          <w:p w:rsidR="00501876" w:rsidRPr="0088042C" w:rsidRDefault="00501876" w:rsidP="003452F1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501876" w:rsidRPr="0088042C" w:rsidRDefault="00501876" w:rsidP="003452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42C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501876" w:rsidRPr="00D701CF" w:rsidRDefault="00501876" w:rsidP="00C46CA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701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Индиви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D701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дуаль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D701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ная</w:t>
            </w:r>
            <w:proofErr w:type="spellEnd"/>
          </w:p>
        </w:tc>
        <w:tc>
          <w:tcPr>
            <w:tcW w:w="851" w:type="dxa"/>
          </w:tcPr>
          <w:p w:rsidR="00501876" w:rsidRPr="0088042C" w:rsidRDefault="00501876" w:rsidP="003452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8042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992" w:type="dxa"/>
          </w:tcPr>
          <w:p w:rsidR="00501876" w:rsidRPr="0088042C" w:rsidRDefault="00501876" w:rsidP="003452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8042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34" w:type="dxa"/>
          </w:tcPr>
          <w:p w:rsidR="00501876" w:rsidRPr="0088042C" w:rsidRDefault="005018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042C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134" w:type="dxa"/>
          </w:tcPr>
          <w:p w:rsidR="00501876" w:rsidRPr="0088042C" w:rsidRDefault="00501876" w:rsidP="008458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8042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550</w:t>
            </w:r>
          </w:p>
        </w:tc>
        <w:tc>
          <w:tcPr>
            <w:tcW w:w="1559" w:type="dxa"/>
          </w:tcPr>
          <w:p w:rsidR="00501876" w:rsidRPr="0088042C" w:rsidRDefault="005018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042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34" w:type="dxa"/>
          </w:tcPr>
          <w:p w:rsidR="00501876" w:rsidRPr="0088042C" w:rsidRDefault="00501876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42C">
              <w:rPr>
                <w:rFonts w:ascii="Times New Roman" w:hAnsi="Times New Roman" w:cs="Times New Roman"/>
                <w:sz w:val="24"/>
                <w:szCs w:val="24"/>
              </w:rPr>
              <w:t>а/</w:t>
            </w:r>
            <w:proofErr w:type="gramStart"/>
            <w:r w:rsidRPr="0088042C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8804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8042C">
              <w:rPr>
                <w:rFonts w:ascii="Times New Roman" w:hAnsi="Times New Roman" w:cs="Times New Roman"/>
                <w:sz w:val="24"/>
                <w:szCs w:val="24"/>
              </w:rPr>
              <w:t>Сузуки</w:t>
            </w:r>
            <w:proofErr w:type="spellEnd"/>
            <w:r w:rsidRPr="0088042C">
              <w:rPr>
                <w:rFonts w:ascii="Times New Roman" w:hAnsi="Times New Roman" w:cs="Times New Roman"/>
                <w:sz w:val="24"/>
                <w:szCs w:val="24"/>
              </w:rPr>
              <w:t xml:space="preserve"> Гранд </w:t>
            </w:r>
            <w:proofErr w:type="spellStart"/>
            <w:r w:rsidRPr="0088042C">
              <w:rPr>
                <w:rFonts w:ascii="Times New Roman" w:hAnsi="Times New Roman" w:cs="Times New Roman"/>
                <w:sz w:val="24"/>
                <w:szCs w:val="24"/>
              </w:rPr>
              <w:t>Витара</w:t>
            </w:r>
            <w:proofErr w:type="spellEnd"/>
          </w:p>
        </w:tc>
        <w:tc>
          <w:tcPr>
            <w:tcW w:w="1418" w:type="dxa"/>
            <w:gridSpan w:val="2"/>
          </w:tcPr>
          <w:p w:rsidR="00501876" w:rsidRPr="0088042C" w:rsidRDefault="00501876" w:rsidP="008458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501876" w:rsidRPr="0088042C" w:rsidRDefault="00501876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53F3" w:rsidTr="0069005B">
        <w:trPr>
          <w:trHeight w:val="250"/>
        </w:trPr>
        <w:tc>
          <w:tcPr>
            <w:tcW w:w="709" w:type="dxa"/>
          </w:tcPr>
          <w:p w:rsidR="005453F3" w:rsidRPr="0088042C" w:rsidRDefault="005453F3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453F3" w:rsidRPr="0088042C" w:rsidRDefault="005453F3" w:rsidP="003452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gridSpan w:val="2"/>
          </w:tcPr>
          <w:p w:rsidR="005453F3" w:rsidRPr="0088042C" w:rsidRDefault="005453F3" w:rsidP="003452F1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5453F3" w:rsidRPr="0088042C" w:rsidRDefault="005453F3" w:rsidP="003452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453F3" w:rsidRPr="0088042C" w:rsidRDefault="005453F3" w:rsidP="003452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453F3" w:rsidRPr="0088042C" w:rsidRDefault="005453F3" w:rsidP="003452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5453F3" w:rsidRPr="0088042C" w:rsidRDefault="005453F3" w:rsidP="003452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5453F3" w:rsidRPr="0088042C" w:rsidRDefault="005453F3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453F3" w:rsidRPr="0088042C" w:rsidRDefault="005453F3" w:rsidP="008458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5453F3" w:rsidRPr="0088042C" w:rsidRDefault="005453F3" w:rsidP="008458FA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5453F3" w:rsidRPr="0088042C" w:rsidRDefault="005453F3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42C">
              <w:rPr>
                <w:rFonts w:ascii="Times New Roman" w:hAnsi="Times New Roman" w:cs="Times New Roman"/>
                <w:sz w:val="24"/>
                <w:szCs w:val="24"/>
              </w:rPr>
              <w:t>автоприцеп</w:t>
            </w:r>
          </w:p>
        </w:tc>
        <w:tc>
          <w:tcPr>
            <w:tcW w:w="1418" w:type="dxa"/>
            <w:gridSpan w:val="2"/>
          </w:tcPr>
          <w:p w:rsidR="005453F3" w:rsidRPr="0088042C" w:rsidRDefault="005453F3" w:rsidP="008458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5453F3" w:rsidRPr="0088042C" w:rsidRDefault="005453F3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53F3" w:rsidTr="0069005B">
        <w:trPr>
          <w:trHeight w:val="250"/>
        </w:trPr>
        <w:tc>
          <w:tcPr>
            <w:tcW w:w="709" w:type="dxa"/>
          </w:tcPr>
          <w:p w:rsidR="005453F3" w:rsidRPr="0088042C" w:rsidRDefault="005453F3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453F3" w:rsidRPr="0088042C" w:rsidRDefault="005453F3" w:rsidP="003452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8042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Несовершеннолетний ребенок</w:t>
            </w:r>
          </w:p>
        </w:tc>
        <w:tc>
          <w:tcPr>
            <w:tcW w:w="1417" w:type="dxa"/>
            <w:gridSpan w:val="2"/>
          </w:tcPr>
          <w:p w:rsidR="005453F3" w:rsidRPr="0088042C" w:rsidRDefault="005453F3" w:rsidP="003452F1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5453F3" w:rsidRPr="0088042C" w:rsidRDefault="005453F3" w:rsidP="003452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453F3" w:rsidRPr="0088042C" w:rsidRDefault="005453F3" w:rsidP="003452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453F3" w:rsidRPr="0088042C" w:rsidRDefault="005453F3" w:rsidP="003452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5453F3" w:rsidRPr="0088042C" w:rsidRDefault="005453F3" w:rsidP="003452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5453F3" w:rsidRPr="0088042C" w:rsidRDefault="005453F3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42C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5453F3" w:rsidRPr="0088042C" w:rsidRDefault="005453F3" w:rsidP="003452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8042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62,1</w:t>
            </w:r>
          </w:p>
        </w:tc>
        <w:tc>
          <w:tcPr>
            <w:tcW w:w="1559" w:type="dxa"/>
          </w:tcPr>
          <w:p w:rsidR="005453F3" w:rsidRPr="0088042C" w:rsidRDefault="005453F3" w:rsidP="003452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8042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34" w:type="dxa"/>
          </w:tcPr>
          <w:p w:rsidR="005453F3" w:rsidRPr="0088042C" w:rsidRDefault="005453F3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5453F3" w:rsidRPr="0088042C" w:rsidRDefault="005453F3" w:rsidP="008458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5453F3" w:rsidRPr="0088042C" w:rsidRDefault="005453F3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53F3" w:rsidTr="0069005B">
        <w:trPr>
          <w:trHeight w:val="250"/>
        </w:trPr>
        <w:tc>
          <w:tcPr>
            <w:tcW w:w="709" w:type="dxa"/>
          </w:tcPr>
          <w:p w:rsidR="005453F3" w:rsidRPr="0088042C" w:rsidRDefault="005453F3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453F3" w:rsidRPr="0088042C" w:rsidRDefault="005453F3" w:rsidP="003452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8042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Несовершеннолетний ребенок</w:t>
            </w:r>
          </w:p>
        </w:tc>
        <w:tc>
          <w:tcPr>
            <w:tcW w:w="1417" w:type="dxa"/>
            <w:gridSpan w:val="2"/>
          </w:tcPr>
          <w:p w:rsidR="005453F3" w:rsidRPr="0088042C" w:rsidRDefault="005453F3" w:rsidP="003452F1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5453F3" w:rsidRPr="0088042C" w:rsidRDefault="005453F3" w:rsidP="003452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42C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5453F3" w:rsidRPr="0088042C" w:rsidRDefault="005453F3" w:rsidP="003452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42C">
              <w:rPr>
                <w:rFonts w:ascii="Times New Roman" w:hAnsi="Times New Roman" w:cs="Times New Roman"/>
                <w:sz w:val="24"/>
                <w:szCs w:val="24"/>
              </w:rPr>
              <w:t>Общая долевая 1/3</w:t>
            </w:r>
          </w:p>
        </w:tc>
        <w:tc>
          <w:tcPr>
            <w:tcW w:w="851" w:type="dxa"/>
          </w:tcPr>
          <w:p w:rsidR="005453F3" w:rsidRPr="0088042C" w:rsidRDefault="005453F3" w:rsidP="003452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8042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62,1</w:t>
            </w:r>
          </w:p>
        </w:tc>
        <w:tc>
          <w:tcPr>
            <w:tcW w:w="992" w:type="dxa"/>
          </w:tcPr>
          <w:p w:rsidR="005453F3" w:rsidRPr="0088042C" w:rsidRDefault="005453F3" w:rsidP="003452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8042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34" w:type="dxa"/>
          </w:tcPr>
          <w:p w:rsidR="005453F3" w:rsidRPr="0088042C" w:rsidRDefault="005453F3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453F3" w:rsidRPr="0088042C" w:rsidRDefault="005453F3" w:rsidP="003452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5453F3" w:rsidRPr="0088042C" w:rsidRDefault="005453F3" w:rsidP="003452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5453F3" w:rsidRPr="0088042C" w:rsidRDefault="005453F3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5453F3" w:rsidRPr="0088042C" w:rsidRDefault="005453F3" w:rsidP="008458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5453F3" w:rsidRPr="0088042C" w:rsidRDefault="005453F3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53F3" w:rsidTr="0069005B">
        <w:trPr>
          <w:trHeight w:val="250"/>
        </w:trPr>
        <w:tc>
          <w:tcPr>
            <w:tcW w:w="709" w:type="dxa"/>
          </w:tcPr>
          <w:p w:rsidR="005453F3" w:rsidRPr="0088042C" w:rsidRDefault="005453F3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453F3" w:rsidRPr="0088042C" w:rsidRDefault="005453F3" w:rsidP="003452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gridSpan w:val="2"/>
          </w:tcPr>
          <w:p w:rsidR="005453F3" w:rsidRPr="0088042C" w:rsidRDefault="005453F3" w:rsidP="003452F1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5453F3" w:rsidRPr="0088042C" w:rsidRDefault="005453F3" w:rsidP="003452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42C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5453F3" w:rsidRPr="0088042C" w:rsidRDefault="005453F3" w:rsidP="003452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42C">
              <w:rPr>
                <w:rFonts w:ascii="Times New Roman" w:hAnsi="Times New Roman" w:cs="Times New Roman"/>
                <w:sz w:val="24"/>
                <w:szCs w:val="24"/>
              </w:rPr>
              <w:t>Общая долевая 1/3</w:t>
            </w:r>
          </w:p>
        </w:tc>
        <w:tc>
          <w:tcPr>
            <w:tcW w:w="851" w:type="dxa"/>
          </w:tcPr>
          <w:p w:rsidR="005453F3" w:rsidRPr="0088042C" w:rsidRDefault="005453F3" w:rsidP="003452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8042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47,5</w:t>
            </w:r>
          </w:p>
        </w:tc>
        <w:tc>
          <w:tcPr>
            <w:tcW w:w="992" w:type="dxa"/>
          </w:tcPr>
          <w:p w:rsidR="005453F3" w:rsidRPr="0088042C" w:rsidRDefault="005453F3" w:rsidP="003452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8042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34" w:type="dxa"/>
          </w:tcPr>
          <w:p w:rsidR="005453F3" w:rsidRPr="0088042C" w:rsidRDefault="005453F3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453F3" w:rsidRPr="0088042C" w:rsidRDefault="005453F3" w:rsidP="008458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5453F3" w:rsidRPr="0088042C" w:rsidRDefault="005453F3" w:rsidP="008458FA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5453F3" w:rsidRPr="0088042C" w:rsidRDefault="005453F3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5453F3" w:rsidRPr="0088042C" w:rsidRDefault="005453F3" w:rsidP="008458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5453F3" w:rsidRPr="0088042C" w:rsidRDefault="005453F3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53F3" w:rsidTr="0069005B">
        <w:trPr>
          <w:trHeight w:val="250"/>
        </w:trPr>
        <w:tc>
          <w:tcPr>
            <w:tcW w:w="709" w:type="dxa"/>
          </w:tcPr>
          <w:p w:rsidR="005453F3" w:rsidRPr="0088042C" w:rsidRDefault="00183B47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</w:t>
            </w:r>
            <w:r w:rsidR="005453F3" w:rsidRPr="0088042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843" w:type="dxa"/>
          </w:tcPr>
          <w:p w:rsidR="005453F3" w:rsidRPr="0088042C" w:rsidRDefault="005453F3" w:rsidP="003452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8042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Ермолаев Вадим Евгеньевич</w:t>
            </w:r>
          </w:p>
        </w:tc>
        <w:tc>
          <w:tcPr>
            <w:tcW w:w="1417" w:type="dxa"/>
            <w:gridSpan w:val="2"/>
          </w:tcPr>
          <w:p w:rsidR="005453F3" w:rsidRPr="0088042C" w:rsidRDefault="005453F3" w:rsidP="003452F1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8042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старший </w:t>
            </w:r>
            <w:proofErr w:type="spellStart"/>
            <w:proofErr w:type="gramStart"/>
            <w:r w:rsidRPr="0088042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государст</w:t>
            </w:r>
            <w:r w:rsidR="0069005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88042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венный</w:t>
            </w:r>
            <w:proofErr w:type="spellEnd"/>
            <w:proofErr w:type="gramEnd"/>
          </w:p>
          <w:p w:rsidR="005453F3" w:rsidRPr="0088042C" w:rsidRDefault="005453F3" w:rsidP="003452F1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8042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инспектор</w:t>
            </w:r>
          </w:p>
        </w:tc>
        <w:tc>
          <w:tcPr>
            <w:tcW w:w="1134" w:type="dxa"/>
          </w:tcPr>
          <w:p w:rsidR="005453F3" w:rsidRPr="0088042C" w:rsidRDefault="005453F3" w:rsidP="003452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42C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5453F3" w:rsidRPr="0088042C" w:rsidRDefault="005453F3" w:rsidP="003452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42C">
              <w:rPr>
                <w:rFonts w:ascii="Times New Roman" w:hAnsi="Times New Roman" w:cs="Times New Roman"/>
                <w:sz w:val="24"/>
                <w:szCs w:val="24"/>
              </w:rPr>
              <w:t>Долевая 1/2</w:t>
            </w:r>
          </w:p>
        </w:tc>
        <w:tc>
          <w:tcPr>
            <w:tcW w:w="851" w:type="dxa"/>
          </w:tcPr>
          <w:p w:rsidR="005453F3" w:rsidRPr="0088042C" w:rsidRDefault="005453F3" w:rsidP="003452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8042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48,5</w:t>
            </w:r>
          </w:p>
        </w:tc>
        <w:tc>
          <w:tcPr>
            <w:tcW w:w="992" w:type="dxa"/>
          </w:tcPr>
          <w:p w:rsidR="005453F3" w:rsidRPr="0088042C" w:rsidRDefault="005453F3" w:rsidP="003452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8042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34" w:type="dxa"/>
          </w:tcPr>
          <w:p w:rsidR="005453F3" w:rsidRPr="0088042C" w:rsidRDefault="005453F3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453F3" w:rsidRPr="0088042C" w:rsidRDefault="005453F3" w:rsidP="008458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5453F3" w:rsidRPr="0088042C" w:rsidRDefault="005453F3" w:rsidP="008458FA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5453F3" w:rsidRPr="0088042C" w:rsidRDefault="005453F3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5453F3" w:rsidRPr="0088042C" w:rsidRDefault="005453F3" w:rsidP="003452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8042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472735,13</w:t>
            </w:r>
          </w:p>
        </w:tc>
        <w:tc>
          <w:tcPr>
            <w:tcW w:w="1559" w:type="dxa"/>
          </w:tcPr>
          <w:p w:rsidR="005453F3" w:rsidRPr="0088042C" w:rsidRDefault="005453F3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53F3" w:rsidTr="0069005B">
        <w:trPr>
          <w:trHeight w:val="250"/>
        </w:trPr>
        <w:tc>
          <w:tcPr>
            <w:tcW w:w="709" w:type="dxa"/>
          </w:tcPr>
          <w:p w:rsidR="005453F3" w:rsidRPr="0088042C" w:rsidRDefault="005453F3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453F3" w:rsidRPr="0088042C" w:rsidRDefault="005453F3" w:rsidP="003452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8042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супруга</w:t>
            </w:r>
          </w:p>
        </w:tc>
        <w:tc>
          <w:tcPr>
            <w:tcW w:w="1417" w:type="dxa"/>
            <w:gridSpan w:val="2"/>
          </w:tcPr>
          <w:p w:rsidR="005453F3" w:rsidRPr="0088042C" w:rsidRDefault="005453F3" w:rsidP="003452F1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5453F3" w:rsidRPr="0088042C" w:rsidRDefault="005453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042C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5453F3" w:rsidRPr="0088042C" w:rsidRDefault="005453F3" w:rsidP="003452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42C">
              <w:rPr>
                <w:rFonts w:ascii="Times New Roman" w:hAnsi="Times New Roman" w:cs="Times New Roman"/>
                <w:sz w:val="24"/>
                <w:szCs w:val="24"/>
              </w:rPr>
              <w:t>Долевая 1/3</w:t>
            </w:r>
          </w:p>
        </w:tc>
        <w:tc>
          <w:tcPr>
            <w:tcW w:w="851" w:type="dxa"/>
          </w:tcPr>
          <w:p w:rsidR="005453F3" w:rsidRPr="0088042C" w:rsidRDefault="005453F3" w:rsidP="003452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8042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57,7</w:t>
            </w:r>
          </w:p>
        </w:tc>
        <w:tc>
          <w:tcPr>
            <w:tcW w:w="992" w:type="dxa"/>
          </w:tcPr>
          <w:p w:rsidR="005453F3" w:rsidRPr="0088042C" w:rsidRDefault="005453F3" w:rsidP="003452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8042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34" w:type="dxa"/>
          </w:tcPr>
          <w:p w:rsidR="005453F3" w:rsidRPr="0088042C" w:rsidRDefault="005453F3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453F3" w:rsidRPr="0088042C" w:rsidRDefault="005453F3" w:rsidP="008458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5453F3" w:rsidRPr="0088042C" w:rsidRDefault="005453F3" w:rsidP="008458FA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5453F3" w:rsidRPr="0088042C" w:rsidRDefault="005453F3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5453F3" w:rsidRPr="0088042C" w:rsidRDefault="005453F3" w:rsidP="003452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8042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303378,19</w:t>
            </w:r>
          </w:p>
        </w:tc>
        <w:tc>
          <w:tcPr>
            <w:tcW w:w="1559" w:type="dxa"/>
          </w:tcPr>
          <w:p w:rsidR="005453F3" w:rsidRPr="0088042C" w:rsidRDefault="005453F3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53F3" w:rsidTr="0069005B">
        <w:trPr>
          <w:trHeight w:val="250"/>
        </w:trPr>
        <w:tc>
          <w:tcPr>
            <w:tcW w:w="709" w:type="dxa"/>
          </w:tcPr>
          <w:p w:rsidR="005453F3" w:rsidRPr="0088042C" w:rsidRDefault="005453F3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453F3" w:rsidRPr="0088042C" w:rsidRDefault="005453F3" w:rsidP="003452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gridSpan w:val="2"/>
          </w:tcPr>
          <w:p w:rsidR="005453F3" w:rsidRPr="0088042C" w:rsidRDefault="005453F3" w:rsidP="003452F1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5453F3" w:rsidRPr="0088042C" w:rsidRDefault="005453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042C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5453F3" w:rsidRPr="0088042C" w:rsidRDefault="005453F3" w:rsidP="003452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42C">
              <w:rPr>
                <w:rFonts w:ascii="Times New Roman" w:hAnsi="Times New Roman" w:cs="Times New Roman"/>
                <w:sz w:val="24"/>
                <w:szCs w:val="24"/>
              </w:rPr>
              <w:t>Долевая 1/2</w:t>
            </w:r>
          </w:p>
        </w:tc>
        <w:tc>
          <w:tcPr>
            <w:tcW w:w="851" w:type="dxa"/>
          </w:tcPr>
          <w:p w:rsidR="005453F3" w:rsidRPr="0088042C" w:rsidRDefault="005453F3" w:rsidP="003452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8042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48,5</w:t>
            </w:r>
          </w:p>
        </w:tc>
        <w:tc>
          <w:tcPr>
            <w:tcW w:w="992" w:type="dxa"/>
          </w:tcPr>
          <w:p w:rsidR="005453F3" w:rsidRPr="0088042C" w:rsidRDefault="005453F3" w:rsidP="003452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5453F3" w:rsidRPr="0088042C" w:rsidRDefault="005453F3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453F3" w:rsidRPr="0088042C" w:rsidRDefault="005453F3" w:rsidP="008458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5453F3" w:rsidRPr="0088042C" w:rsidRDefault="005453F3" w:rsidP="008458FA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5453F3" w:rsidRPr="0088042C" w:rsidRDefault="005453F3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5453F3" w:rsidRPr="0088042C" w:rsidRDefault="005453F3" w:rsidP="003452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5453F3" w:rsidRPr="0088042C" w:rsidRDefault="005453F3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53F3" w:rsidTr="0069005B">
        <w:trPr>
          <w:trHeight w:val="250"/>
        </w:trPr>
        <w:tc>
          <w:tcPr>
            <w:tcW w:w="709" w:type="dxa"/>
          </w:tcPr>
          <w:p w:rsidR="005453F3" w:rsidRPr="0088042C" w:rsidRDefault="00183B47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  <w:r w:rsidR="005453F3" w:rsidRPr="0088042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:rsidR="005453F3" w:rsidRPr="0088042C" w:rsidRDefault="005453F3" w:rsidP="003452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8042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Дружинина Дарья Михайловна</w:t>
            </w:r>
          </w:p>
        </w:tc>
        <w:tc>
          <w:tcPr>
            <w:tcW w:w="1417" w:type="dxa"/>
            <w:gridSpan w:val="2"/>
          </w:tcPr>
          <w:p w:rsidR="005453F3" w:rsidRPr="0088042C" w:rsidRDefault="0069005B" w:rsidP="003452F1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88042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="005453F3" w:rsidRPr="0088042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осударст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5453F3" w:rsidRPr="0088042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венный</w:t>
            </w:r>
            <w:proofErr w:type="spellEnd"/>
            <w:proofErr w:type="gramEnd"/>
          </w:p>
          <w:p w:rsidR="005453F3" w:rsidRPr="0088042C" w:rsidRDefault="005453F3" w:rsidP="003452F1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8042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инспектор</w:t>
            </w:r>
          </w:p>
        </w:tc>
        <w:tc>
          <w:tcPr>
            <w:tcW w:w="1134" w:type="dxa"/>
          </w:tcPr>
          <w:p w:rsidR="005453F3" w:rsidRPr="0088042C" w:rsidRDefault="005453F3" w:rsidP="003452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453F3" w:rsidRPr="0088042C" w:rsidRDefault="005453F3" w:rsidP="003452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453F3" w:rsidRPr="0088042C" w:rsidRDefault="005453F3" w:rsidP="003452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5453F3" w:rsidRPr="0088042C" w:rsidRDefault="005453F3" w:rsidP="003452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5453F3" w:rsidRPr="0088042C" w:rsidRDefault="005453F3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42C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5453F3" w:rsidRPr="0088042C" w:rsidRDefault="005453F3" w:rsidP="003452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8042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60,2</w:t>
            </w:r>
          </w:p>
        </w:tc>
        <w:tc>
          <w:tcPr>
            <w:tcW w:w="1559" w:type="dxa"/>
          </w:tcPr>
          <w:p w:rsidR="005453F3" w:rsidRPr="0088042C" w:rsidRDefault="005453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042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34" w:type="dxa"/>
          </w:tcPr>
          <w:p w:rsidR="005453F3" w:rsidRPr="0088042C" w:rsidRDefault="005453F3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42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а/</w:t>
            </w:r>
            <w:proofErr w:type="gramStart"/>
            <w:r w:rsidRPr="0088042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End"/>
            <w:r w:rsidRPr="0088042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8042C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BMW</w:t>
            </w:r>
          </w:p>
        </w:tc>
        <w:tc>
          <w:tcPr>
            <w:tcW w:w="1418" w:type="dxa"/>
            <w:gridSpan w:val="2"/>
          </w:tcPr>
          <w:p w:rsidR="005453F3" w:rsidRPr="0088042C" w:rsidRDefault="005453F3" w:rsidP="003452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8042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101219,49</w:t>
            </w:r>
          </w:p>
        </w:tc>
        <w:tc>
          <w:tcPr>
            <w:tcW w:w="1559" w:type="dxa"/>
          </w:tcPr>
          <w:p w:rsidR="005453F3" w:rsidRPr="0088042C" w:rsidRDefault="005453F3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53F3" w:rsidTr="0069005B">
        <w:trPr>
          <w:trHeight w:val="250"/>
        </w:trPr>
        <w:tc>
          <w:tcPr>
            <w:tcW w:w="709" w:type="dxa"/>
          </w:tcPr>
          <w:p w:rsidR="005453F3" w:rsidRPr="0088042C" w:rsidRDefault="005453F3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453F3" w:rsidRPr="0088042C" w:rsidRDefault="005453F3" w:rsidP="003452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8042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Несовершеннолетний ребенок</w:t>
            </w:r>
          </w:p>
        </w:tc>
        <w:tc>
          <w:tcPr>
            <w:tcW w:w="1417" w:type="dxa"/>
            <w:gridSpan w:val="2"/>
          </w:tcPr>
          <w:p w:rsidR="005453F3" w:rsidRPr="0088042C" w:rsidRDefault="005453F3" w:rsidP="003452F1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5453F3" w:rsidRPr="0088042C" w:rsidRDefault="005453F3" w:rsidP="003452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453F3" w:rsidRPr="0088042C" w:rsidRDefault="005453F3" w:rsidP="003452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453F3" w:rsidRPr="0088042C" w:rsidRDefault="005453F3" w:rsidP="003452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5453F3" w:rsidRPr="0088042C" w:rsidRDefault="005453F3" w:rsidP="003452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5453F3" w:rsidRPr="0088042C" w:rsidRDefault="005453F3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42C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5453F3" w:rsidRPr="0088042C" w:rsidRDefault="005453F3" w:rsidP="003452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8042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60,2</w:t>
            </w:r>
          </w:p>
        </w:tc>
        <w:tc>
          <w:tcPr>
            <w:tcW w:w="1559" w:type="dxa"/>
          </w:tcPr>
          <w:p w:rsidR="005453F3" w:rsidRPr="0088042C" w:rsidRDefault="005453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042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34" w:type="dxa"/>
          </w:tcPr>
          <w:p w:rsidR="005453F3" w:rsidRPr="0088042C" w:rsidRDefault="005453F3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5453F3" w:rsidRPr="0088042C" w:rsidRDefault="005453F3" w:rsidP="003452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1500</w:t>
            </w:r>
          </w:p>
        </w:tc>
        <w:tc>
          <w:tcPr>
            <w:tcW w:w="1559" w:type="dxa"/>
          </w:tcPr>
          <w:p w:rsidR="005453F3" w:rsidRPr="0088042C" w:rsidRDefault="005453F3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53F3" w:rsidTr="0069005B">
        <w:trPr>
          <w:trHeight w:val="250"/>
        </w:trPr>
        <w:tc>
          <w:tcPr>
            <w:tcW w:w="709" w:type="dxa"/>
          </w:tcPr>
          <w:p w:rsidR="005453F3" w:rsidRPr="0088042C" w:rsidRDefault="00183B47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</w:t>
            </w:r>
            <w:r w:rsidR="005453F3" w:rsidRPr="0088042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843" w:type="dxa"/>
          </w:tcPr>
          <w:p w:rsidR="005453F3" w:rsidRPr="0088042C" w:rsidRDefault="005453F3" w:rsidP="00196C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8042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Тихомирова Мария Андреевна</w:t>
            </w:r>
          </w:p>
        </w:tc>
        <w:tc>
          <w:tcPr>
            <w:tcW w:w="1417" w:type="dxa"/>
            <w:gridSpan w:val="2"/>
          </w:tcPr>
          <w:p w:rsidR="005453F3" w:rsidRPr="0088042C" w:rsidRDefault="0069005B" w:rsidP="003452F1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88042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="005453F3" w:rsidRPr="0088042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осударс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5453F3" w:rsidRPr="0088042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твенный</w:t>
            </w:r>
            <w:proofErr w:type="spellEnd"/>
            <w:proofErr w:type="gramEnd"/>
          </w:p>
          <w:p w:rsidR="005453F3" w:rsidRPr="0088042C" w:rsidRDefault="005453F3" w:rsidP="003452F1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8042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инспектор</w:t>
            </w:r>
          </w:p>
        </w:tc>
        <w:tc>
          <w:tcPr>
            <w:tcW w:w="1134" w:type="dxa"/>
          </w:tcPr>
          <w:p w:rsidR="005453F3" w:rsidRPr="0088042C" w:rsidRDefault="005453F3" w:rsidP="003452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453F3" w:rsidRPr="0088042C" w:rsidRDefault="005453F3" w:rsidP="003452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453F3" w:rsidRPr="0088042C" w:rsidRDefault="005453F3" w:rsidP="003452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5453F3" w:rsidRPr="0088042C" w:rsidRDefault="005453F3" w:rsidP="003452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5453F3" w:rsidRPr="0088042C" w:rsidRDefault="005453F3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42C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5453F3" w:rsidRPr="0088042C" w:rsidRDefault="005453F3" w:rsidP="008458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8042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53,2</w:t>
            </w:r>
          </w:p>
        </w:tc>
        <w:tc>
          <w:tcPr>
            <w:tcW w:w="1559" w:type="dxa"/>
          </w:tcPr>
          <w:p w:rsidR="005453F3" w:rsidRPr="0088042C" w:rsidRDefault="005453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042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34" w:type="dxa"/>
          </w:tcPr>
          <w:p w:rsidR="005453F3" w:rsidRPr="0088042C" w:rsidRDefault="005453F3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5453F3" w:rsidRPr="0088042C" w:rsidRDefault="005453F3" w:rsidP="003452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166613,07</w:t>
            </w:r>
          </w:p>
        </w:tc>
        <w:tc>
          <w:tcPr>
            <w:tcW w:w="1559" w:type="dxa"/>
          </w:tcPr>
          <w:p w:rsidR="005453F3" w:rsidRPr="0088042C" w:rsidRDefault="005453F3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1876" w:rsidTr="0069005B">
        <w:trPr>
          <w:trHeight w:val="250"/>
        </w:trPr>
        <w:tc>
          <w:tcPr>
            <w:tcW w:w="709" w:type="dxa"/>
          </w:tcPr>
          <w:p w:rsidR="00501876" w:rsidRPr="0088042C" w:rsidRDefault="00183B47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</w:t>
            </w:r>
            <w:r w:rsidR="00501876" w:rsidRPr="0088042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843" w:type="dxa"/>
          </w:tcPr>
          <w:p w:rsidR="00501876" w:rsidRPr="0088042C" w:rsidRDefault="00501876" w:rsidP="003452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8042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Антипин Геннадий Васильевич</w:t>
            </w:r>
          </w:p>
        </w:tc>
        <w:tc>
          <w:tcPr>
            <w:tcW w:w="1417" w:type="dxa"/>
            <w:gridSpan w:val="2"/>
          </w:tcPr>
          <w:p w:rsidR="00501876" w:rsidRDefault="00501876" w:rsidP="003452F1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Главный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Pr="0088042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осударс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  <w:p w:rsidR="00501876" w:rsidRPr="0088042C" w:rsidRDefault="00501876" w:rsidP="003452F1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8042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твенный</w:t>
            </w:r>
            <w:proofErr w:type="spellEnd"/>
          </w:p>
          <w:p w:rsidR="00501876" w:rsidRPr="0088042C" w:rsidRDefault="00501876" w:rsidP="003452F1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8042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инспектор</w:t>
            </w:r>
          </w:p>
        </w:tc>
        <w:tc>
          <w:tcPr>
            <w:tcW w:w="1134" w:type="dxa"/>
          </w:tcPr>
          <w:p w:rsidR="00501876" w:rsidRPr="0088042C" w:rsidRDefault="00501876" w:rsidP="003452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42C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501876" w:rsidRPr="00D701CF" w:rsidRDefault="00501876" w:rsidP="00C46CA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701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Индиви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D701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дуаль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D701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ная</w:t>
            </w:r>
            <w:proofErr w:type="spellEnd"/>
          </w:p>
        </w:tc>
        <w:tc>
          <w:tcPr>
            <w:tcW w:w="851" w:type="dxa"/>
          </w:tcPr>
          <w:p w:rsidR="00501876" w:rsidRPr="0088042C" w:rsidRDefault="00501876" w:rsidP="003452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8042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992" w:type="dxa"/>
          </w:tcPr>
          <w:p w:rsidR="00501876" w:rsidRPr="0088042C" w:rsidRDefault="00501876" w:rsidP="003452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8042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34" w:type="dxa"/>
          </w:tcPr>
          <w:p w:rsidR="00501876" w:rsidRPr="0088042C" w:rsidRDefault="00501876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01876" w:rsidRPr="0088042C" w:rsidRDefault="00501876" w:rsidP="008458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501876" w:rsidRPr="0088042C" w:rsidRDefault="00501876" w:rsidP="008458FA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501876" w:rsidRPr="0088042C" w:rsidRDefault="00501876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501876" w:rsidRPr="0088042C" w:rsidRDefault="00501876" w:rsidP="003452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8042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401480,59</w:t>
            </w:r>
          </w:p>
        </w:tc>
        <w:tc>
          <w:tcPr>
            <w:tcW w:w="1559" w:type="dxa"/>
          </w:tcPr>
          <w:p w:rsidR="00501876" w:rsidRPr="0088042C" w:rsidRDefault="00501876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53F3" w:rsidTr="0069005B">
        <w:trPr>
          <w:trHeight w:val="250"/>
        </w:trPr>
        <w:tc>
          <w:tcPr>
            <w:tcW w:w="709" w:type="dxa"/>
          </w:tcPr>
          <w:p w:rsidR="005453F3" w:rsidRPr="0088042C" w:rsidRDefault="005453F3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453F3" w:rsidRPr="0088042C" w:rsidRDefault="005453F3" w:rsidP="003452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gridSpan w:val="2"/>
          </w:tcPr>
          <w:p w:rsidR="005453F3" w:rsidRPr="0088042C" w:rsidRDefault="005453F3" w:rsidP="003452F1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5453F3" w:rsidRPr="0088042C" w:rsidRDefault="005453F3" w:rsidP="003452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42C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5453F3" w:rsidRPr="0088042C" w:rsidRDefault="005453F3" w:rsidP="003452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42C">
              <w:rPr>
                <w:rFonts w:ascii="Times New Roman" w:hAnsi="Times New Roman" w:cs="Times New Roman"/>
                <w:sz w:val="24"/>
                <w:szCs w:val="24"/>
              </w:rPr>
              <w:t>Долевая 1/2</w:t>
            </w:r>
          </w:p>
        </w:tc>
        <w:tc>
          <w:tcPr>
            <w:tcW w:w="851" w:type="dxa"/>
          </w:tcPr>
          <w:p w:rsidR="005453F3" w:rsidRPr="0088042C" w:rsidRDefault="005453F3" w:rsidP="003452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8042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992" w:type="dxa"/>
          </w:tcPr>
          <w:p w:rsidR="005453F3" w:rsidRPr="0088042C" w:rsidRDefault="005453F3" w:rsidP="003452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8042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34" w:type="dxa"/>
          </w:tcPr>
          <w:p w:rsidR="005453F3" w:rsidRPr="0088042C" w:rsidRDefault="005453F3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453F3" w:rsidRPr="0088042C" w:rsidRDefault="005453F3" w:rsidP="008458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5453F3" w:rsidRPr="0088042C" w:rsidRDefault="005453F3" w:rsidP="008458FA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5453F3" w:rsidRPr="0088042C" w:rsidRDefault="005453F3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5453F3" w:rsidRPr="0088042C" w:rsidRDefault="005453F3" w:rsidP="003452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5453F3" w:rsidRPr="0088042C" w:rsidRDefault="005453F3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1876" w:rsidTr="0069005B">
        <w:trPr>
          <w:trHeight w:val="250"/>
        </w:trPr>
        <w:tc>
          <w:tcPr>
            <w:tcW w:w="709" w:type="dxa"/>
          </w:tcPr>
          <w:p w:rsidR="00501876" w:rsidRPr="0088042C" w:rsidRDefault="00183B47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</w:t>
            </w:r>
            <w:r w:rsidR="00501876" w:rsidRPr="0088042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843" w:type="dxa"/>
          </w:tcPr>
          <w:p w:rsidR="00501876" w:rsidRPr="0088042C" w:rsidRDefault="00501876" w:rsidP="003452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8042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Купреев</w:t>
            </w:r>
            <w:proofErr w:type="spellEnd"/>
            <w:r w:rsidRPr="0088042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Владимир Михайлович</w:t>
            </w:r>
          </w:p>
        </w:tc>
        <w:tc>
          <w:tcPr>
            <w:tcW w:w="1417" w:type="dxa"/>
            <w:gridSpan w:val="2"/>
          </w:tcPr>
          <w:p w:rsidR="00501876" w:rsidRPr="0088042C" w:rsidRDefault="00501876" w:rsidP="003452F1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Государст-в</w:t>
            </w:r>
            <w:r w:rsidRPr="0088042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енный</w:t>
            </w:r>
            <w:proofErr w:type="spellEnd"/>
            <w:proofErr w:type="gramEnd"/>
          </w:p>
          <w:p w:rsidR="00501876" w:rsidRPr="0088042C" w:rsidRDefault="00501876" w:rsidP="003452F1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8042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инспектор</w:t>
            </w:r>
          </w:p>
        </w:tc>
        <w:tc>
          <w:tcPr>
            <w:tcW w:w="1134" w:type="dxa"/>
          </w:tcPr>
          <w:p w:rsidR="00501876" w:rsidRPr="0088042C" w:rsidRDefault="00501876" w:rsidP="003452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42C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501876" w:rsidRPr="00D701CF" w:rsidRDefault="00501876" w:rsidP="00C46CA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701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Индиви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D701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дуаль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D701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ная</w:t>
            </w:r>
            <w:proofErr w:type="spellEnd"/>
          </w:p>
        </w:tc>
        <w:tc>
          <w:tcPr>
            <w:tcW w:w="851" w:type="dxa"/>
          </w:tcPr>
          <w:p w:rsidR="00501876" w:rsidRPr="0088042C" w:rsidRDefault="00501876" w:rsidP="003452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8042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42,7</w:t>
            </w:r>
          </w:p>
        </w:tc>
        <w:tc>
          <w:tcPr>
            <w:tcW w:w="992" w:type="dxa"/>
          </w:tcPr>
          <w:p w:rsidR="00501876" w:rsidRPr="0088042C" w:rsidRDefault="00501876" w:rsidP="003452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8042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34" w:type="dxa"/>
          </w:tcPr>
          <w:p w:rsidR="00501876" w:rsidRPr="0088042C" w:rsidRDefault="00501876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01876" w:rsidRPr="0088042C" w:rsidRDefault="00501876" w:rsidP="008458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501876" w:rsidRPr="0088042C" w:rsidRDefault="00501876" w:rsidP="008458FA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501876" w:rsidRPr="0088042C" w:rsidRDefault="00501876" w:rsidP="003F7D8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8042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а/</w:t>
            </w:r>
            <w:proofErr w:type="gramStart"/>
            <w:r w:rsidRPr="0088042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End"/>
            <w:r w:rsidRPr="0088042C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Toyota</w:t>
            </w:r>
            <w:r w:rsidRPr="0088042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8042C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Rav</w:t>
            </w:r>
            <w:proofErr w:type="spellEnd"/>
            <w:r w:rsidRPr="0088042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4</w:t>
            </w:r>
          </w:p>
          <w:p w:rsidR="00501876" w:rsidRPr="0088042C" w:rsidRDefault="00501876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501876" w:rsidRPr="0088042C" w:rsidRDefault="00501876" w:rsidP="003452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8042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499028,89</w:t>
            </w:r>
          </w:p>
        </w:tc>
        <w:tc>
          <w:tcPr>
            <w:tcW w:w="1559" w:type="dxa"/>
          </w:tcPr>
          <w:p w:rsidR="00501876" w:rsidRPr="0088042C" w:rsidRDefault="00501876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53F3" w:rsidTr="0069005B">
        <w:trPr>
          <w:trHeight w:val="250"/>
        </w:trPr>
        <w:tc>
          <w:tcPr>
            <w:tcW w:w="709" w:type="dxa"/>
          </w:tcPr>
          <w:p w:rsidR="005453F3" w:rsidRPr="0088042C" w:rsidRDefault="005453F3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453F3" w:rsidRPr="0088042C" w:rsidRDefault="005453F3" w:rsidP="003452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gridSpan w:val="2"/>
          </w:tcPr>
          <w:p w:rsidR="005453F3" w:rsidRPr="0088042C" w:rsidRDefault="005453F3" w:rsidP="003452F1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5453F3" w:rsidRPr="0088042C" w:rsidRDefault="005453F3" w:rsidP="003452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42C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5453F3" w:rsidRPr="0088042C" w:rsidRDefault="005453F3" w:rsidP="003452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42C">
              <w:rPr>
                <w:rFonts w:ascii="Times New Roman" w:hAnsi="Times New Roman" w:cs="Times New Roman"/>
                <w:sz w:val="24"/>
                <w:szCs w:val="24"/>
              </w:rPr>
              <w:t>Долевая 1/2</w:t>
            </w:r>
          </w:p>
        </w:tc>
        <w:tc>
          <w:tcPr>
            <w:tcW w:w="851" w:type="dxa"/>
          </w:tcPr>
          <w:p w:rsidR="005453F3" w:rsidRPr="0088042C" w:rsidRDefault="005453F3" w:rsidP="003452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8042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63,9</w:t>
            </w:r>
          </w:p>
        </w:tc>
        <w:tc>
          <w:tcPr>
            <w:tcW w:w="992" w:type="dxa"/>
          </w:tcPr>
          <w:p w:rsidR="005453F3" w:rsidRPr="0088042C" w:rsidRDefault="005453F3" w:rsidP="003452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8042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34" w:type="dxa"/>
          </w:tcPr>
          <w:p w:rsidR="005453F3" w:rsidRPr="0088042C" w:rsidRDefault="005453F3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453F3" w:rsidRPr="0088042C" w:rsidRDefault="005453F3" w:rsidP="008458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5453F3" w:rsidRPr="0088042C" w:rsidRDefault="005453F3" w:rsidP="008458FA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5453F3" w:rsidRPr="0088042C" w:rsidRDefault="005453F3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5453F3" w:rsidRPr="0088042C" w:rsidRDefault="005453F3" w:rsidP="003452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5453F3" w:rsidRPr="0088042C" w:rsidRDefault="005453F3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53F3" w:rsidTr="0069005B">
        <w:trPr>
          <w:trHeight w:val="250"/>
        </w:trPr>
        <w:tc>
          <w:tcPr>
            <w:tcW w:w="709" w:type="dxa"/>
          </w:tcPr>
          <w:p w:rsidR="005453F3" w:rsidRPr="0088042C" w:rsidRDefault="005453F3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453F3" w:rsidRPr="0088042C" w:rsidRDefault="005453F3" w:rsidP="003452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8042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супруга</w:t>
            </w:r>
          </w:p>
        </w:tc>
        <w:tc>
          <w:tcPr>
            <w:tcW w:w="1417" w:type="dxa"/>
            <w:gridSpan w:val="2"/>
          </w:tcPr>
          <w:p w:rsidR="005453F3" w:rsidRPr="0088042C" w:rsidRDefault="005453F3" w:rsidP="003452F1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5453F3" w:rsidRPr="0088042C" w:rsidRDefault="005453F3" w:rsidP="003452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42C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5453F3" w:rsidRPr="0088042C" w:rsidRDefault="005453F3" w:rsidP="003452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42C">
              <w:rPr>
                <w:rFonts w:ascii="Times New Roman" w:hAnsi="Times New Roman" w:cs="Times New Roman"/>
                <w:sz w:val="24"/>
                <w:szCs w:val="24"/>
              </w:rPr>
              <w:t>Долевая 1/2</w:t>
            </w:r>
          </w:p>
        </w:tc>
        <w:tc>
          <w:tcPr>
            <w:tcW w:w="851" w:type="dxa"/>
          </w:tcPr>
          <w:p w:rsidR="005453F3" w:rsidRPr="0088042C" w:rsidRDefault="005453F3" w:rsidP="003452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8042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63,9</w:t>
            </w:r>
          </w:p>
        </w:tc>
        <w:tc>
          <w:tcPr>
            <w:tcW w:w="992" w:type="dxa"/>
          </w:tcPr>
          <w:p w:rsidR="005453F3" w:rsidRPr="0088042C" w:rsidRDefault="005453F3" w:rsidP="003452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8042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34" w:type="dxa"/>
          </w:tcPr>
          <w:p w:rsidR="005453F3" w:rsidRPr="0088042C" w:rsidRDefault="005453F3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453F3" w:rsidRPr="0088042C" w:rsidRDefault="005453F3" w:rsidP="008458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5453F3" w:rsidRPr="0088042C" w:rsidRDefault="005453F3" w:rsidP="008458FA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5453F3" w:rsidRPr="0088042C" w:rsidRDefault="005453F3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5453F3" w:rsidRPr="0088042C" w:rsidRDefault="005453F3" w:rsidP="003452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8042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267600</w:t>
            </w:r>
          </w:p>
        </w:tc>
        <w:tc>
          <w:tcPr>
            <w:tcW w:w="1559" w:type="dxa"/>
          </w:tcPr>
          <w:p w:rsidR="005453F3" w:rsidRPr="0088042C" w:rsidRDefault="005453F3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1876" w:rsidTr="0069005B">
        <w:trPr>
          <w:trHeight w:val="250"/>
        </w:trPr>
        <w:tc>
          <w:tcPr>
            <w:tcW w:w="709" w:type="dxa"/>
          </w:tcPr>
          <w:p w:rsidR="00501876" w:rsidRPr="0088042C" w:rsidRDefault="00183B47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</w:t>
            </w:r>
            <w:r w:rsidR="00501876" w:rsidRPr="0088042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843" w:type="dxa"/>
          </w:tcPr>
          <w:p w:rsidR="00501876" w:rsidRPr="0003575E" w:rsidRDefault="00501876" w:rsidP="003452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35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Некрасова Евгения Игоревна</w:t>
            </w:r>
          </w:p>
        </w:tc>
        <w:tc>
          <w:tcPr>
            <w:tcW w:w="1417" w:type="dxa"/>
            <w:gridSpan w:val="2"/>
          </w:tcPr>
          <w:p w:rsidR="00501876" w:rsidRPr="0088042C" w:rsidRDefault="00501876" w:rsidP="003452F1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88042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Государст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88042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венный</w:t>
            </w:r>
            <w:proofErr w:type="spellEnd"/>
            <w:proofErr w:type="gramEnd"/>
          </w:p>
          <w:p w:rsidR="00501876" w:rsidRPr="0088042C" w:rsidRDefault="00501876" w:rsidP="003452F1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8042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инспектор</w:t>
            </w:r>
          </w:p>
        </w:tc>
        <w:tc>
          <w:tcPr>
            <w:tcW w:w="1134" w:type="dxa"/>
          </w:tcPr>
          <w:p w:rsidR="00501876" w:rsidRPr="0088042C" w:rsidRDefault="00501876" w:rsidP="003452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42C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134" w:type="dxa"/>
          </w:tcPr>
          <w:p w:rsidR="00501876" w:rsidRPr="00D701CF" w:rsidRDefault="00501876" w:rsidP="00C46CA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701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Индиви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D701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дуаль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D701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ная</w:t>
            </w:r>
            <w:proofErr w:type="spellEnd"/>
          </w:p>
        </w:tc>
        <w:tc>
          <w:tcPr>
            <w:tcW w:w="851" w:type="dxa"/>
          </w:tcPr>
          <w:p w:rsidR="00501876" w:rsidRPr="0088042C" w:rsidRDefault="00501876" w:rsidP="003452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8042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992" w:type="dxa"/>
          </w:tcPr>
          <w:p w:rsidR="00501876" w:rsidRPr="0088042C" w:rsidRDefault="00501876" w:rsidP="003452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8042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34" w:type="dxa"/>
          </w:tcPr>
          <w:p w:rsidR="00501876" w:rsidRPr="0088042C" w:rsidRDefault="00501876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01876" w:rsidRPr="0088042C" w:rsidRDefault="00501876" w:rsidP="008458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501876" w:rsidRPr="0088042C" w:rsidRDefault="00501876" w:rsidP="008458FA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501876" w:rsidRPr="0088042C" w:rsidRDefault="00501876" w:rsidP="003F7D8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8042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а/</w:t>
            </w:r>
            <w:proofErr w:type="gramStart"/>
            <w:r w:rsidRPr="0088042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spellStart"/>
            <w:proofErr w:type="gramEnd"/>
            <w:r w:rsidRPr="0088042C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ToyotaCorolla</w:t>
            </w:r>
            <w:proofErr w:type="spellEnd"/>
          </w:p>
          <w:p w:rsidR="00501876" w:rsidRPr="0088042C" w:rsidRDefault="00501876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501876" w:rsidRPr="0088042C" w:rsidRDefault="00501876" w:rsidP="003452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8042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110084,08</w:t>
            </w:r>
          </w:p>
        </w:tc>
        <w:tc>
          <w:tcPr>
            <w:tcW w:w="1559" w:type="dxa"/>
          </w:tcPr>
          <w:p w:rsidR="00501876" w:rsidRPr="0088042C" w:rsidRDefault="00501876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1876" w:rsidTr="0069005B">
        <w:trPr>
          <w:trHeight w:val="250"/>
        </w:trPr>
        <w:tc>
          <w:tcPr>
            <w:tcW w:w="709" w:type="dxa"/>
          </w:tcPr>
          <w:p w:rsidR="00501876" w:rsidRPr="0088042C" w:rsidRDefault="00501876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01876" w:rsidRPr="0088042C" w:rsidRDefault="00501876" w:rsidP="003452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gridSpan w:val="2"/>
          </w:tcPr>
          <w:p w:rsidR="00501876" w:rsidRPr="0088042C" w:rsidRDefault="00501876" w:rsidP="003452F1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501876" w:rsidRPr="0088042C" w:rsidRDefault="00501876" w:rsidP="003452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42C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501876" w:rsidRPr="00D701CF" w:rsidRDefault="00501876" w:rsidP="00C46CA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701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Индиви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D701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дуаль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D701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ная</w:t>
            </w:r>
            <w:proofErr w:type="spellEnd"/>
          </w:p>
        </w:tc>
        <w:tc>
          <w:tcPr>
            <w:tcW w:w="851" w:type="dxa"/>
          </w:tcPr>
          <w:p w:rsidR="00501876" w:rsidRPr="0088042C" w:rsidRDefault="00501876" w:rsidP="003452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8042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63,4</w:t>
            </w:r>
          </w:p>
        </w:tc>
        <w:tc>
          <w:tcPr>
            <w:tcW w:w="992" w:type="dxa"/>
          </w:tcPr>
          <w:p w:rsidR="00501876" w:rsidRPr="0088042C" w:rsidRDefault="00501876" w:rsidP="003452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8042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34" w:type="dxa"/>
          </w:tcPr>
          <w:p w:rsidR="00501876" w:rsidRPr="0088042C" w:rsidRDefault="00501876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01876" w:rsidRPr="0088042C" w:rsidRDefault="00501876" w:rsidP="008458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501876" w:rsidRPr="0088042C" w:rsidRDefault="00501876" w:rsidP="008458FA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501876" w:rsidRPr="0088042C" w:rsidRDefault="00501876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501876" w:rsidRPr="0088042C" w:rsidRDefault="00501876" w:rsidP="003452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501876" w:rsidRPr="0088042C" w:rsidRDefault="00501876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53F3" w:rsidTr="0069005B">
        <w:trPr>
          <w:trHeight w:val="250"/>
        </w:trPr>
        <w:tc>
          <w:tcPr>
            <w:tcW w:w="709" w:type="dxa"/>
          </w:tcPr>
          <w:p w:rsidR="005453F3" w:rsidRPr="0088042C" w:rsidRDefault="005453F3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453F3" w:rsidRPr="0088042C" w:rsidRDefault="005453F3" w:rsidP="003452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gridSpan w:val="2"/>
          </w:tcPr>
          <w:p w:rsidR="005453F3" w:rsidRPr="0088042C" w:rsidRDefault="005453F3" w:rsidP="003452F1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5453F3" w:rsidRPr="0088042C" w:rsidRDefault="005453F3" w:rsidP="003452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42C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5453F3" w:rsidRPr="0088042C" w:rsidRDefault="005453F3" w:rsidP="003452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42C">
              <w:rPr>
                <w:rFonts w:ascii="Times New Roman" w:hAnsi="Times New Roman" w:cs="Times New Roman"/>
                <w:sz w:val="24"/>
                <w:szCs w:val="24"/>
              </w:rPr>
              <w:t>Долевая 1/2</w:t>
            </w:r>
          </w:p>
        </w:tc>
        <w:tc>
          <w:tcPr>
            <w:tcW w:w="851" w:type="dxa"/>
          </w:tcPr>
          <w:p w:rsidR="005453F3" w:rsidRPr="0088042C" w:rsidRDefault="005453F3" w:rsidP="003452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8042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992" w:type="dxa"/>
          </w:tcPr>
          <w:p w:rsidR="005453F3" w:rsidRPr="0088042C" w:rsidRDefault="005453F3" w:rsidP="003452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8042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34" w:type="dxa"/>
          </w:tcPr>
          <w:p w:rsidR="005453F3" w:rsidRPr="0088042C" w:rsidRDefault="005453F3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453F3" w:rsidRPr="0088042C" w:rsidRDefault="005453F3" w:rsidP="008458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5453F3" w:rsidRPr="0088042C" w:rsidRDefault="005453F3" w:rsidP="008458FA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5453F3" w:rsidRPr="0088042C" w:rsidRDefault="005453F3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5453F3" w:rsidRPr="0088042C" w:rsidRDefault="005453F3" w:rsidP="003452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5453F3" w:rsidRPr="0088042C" w:rsidRDefault="005453F3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1876" w:rsidTr="0069005B">
        <w:trPr>
          <w:trHeight w:val="250"/>
        </w:trPr>
        <w:tc>
          <w:tcPr>
            <w:tcW w:w="709" w:type="dxa"/>
          </w:tcPr>
          <w:p w:rsidR="00501876" w:rsidRPr="0088042C" w:rsidRDefault="00501876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01876" w:rsidRPr="0088042C" w:rsidRDefault="00501876" w:rsidP="003452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gridSpan w:val="2"/>
          </w:tcPr>
          <w:p w:rsidR="00501876" w:rsidRPr="0088042C" w:rsidRDefault="00501876" w:rsidP="003452F1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501876" w:rsidRPr="0088042C" w:rsidRDefault="00501876" w:rsidP="003452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42C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134" w:type="dxa"/>
          </w:tcPr>
          <w:p w:rsidR="00501876" w:rsidRPr="00D701CF" w:rsidRDefault="00501876" w:rsidP="00C46CA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701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Индиви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D701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дуаль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D701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ная</w:t>
            </w:r>
            <w:proofErr w:type="spellEnd"/>
          </w:p>
        </w:tc>
        <w:tc>
          <w:tcPr>
            <w:tcW w:w="851" w:type="dxa"/>
          </w:tcPr>
          <w:p w:rsidR="00501876" w:rsidRPr="0088042C" w:rsidRDefault="00501876" w:rsidP="003452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8042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162,8</w:t>
            </w:r>
          </w:p>
        </w:tc>
        <w:tc>
          <w:tcPr>
            <w:tcW w:w="992" w:type="dxa"/>
          </w:tcPr>
          <w:p w:rsidR="00501876" w:rsidRPr="0088042C" w:rsidRDefault="00501876" w:rsidP="003452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8042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34" w:type="dxa"/>
          </w:tcPr>
          <w:p w:rsidR="00501876" w:rsidRPr="0088042C" w:rsidRDefault="00501876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01876" w:rsidRPr="0088042C" w:rsidRDefault="00501876" w:rsidP="008458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501876" w:rsidRPr="0088042C" w:rsidRDefault="00501876" w:rsidP="008458FA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501876" w:rsidRPr="0088042C" w:rsidRDefault="00501876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501876" w:rsidRPr="0088042C" w:rsidRDefault="00501876" w:rsidP="003452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501876" w:rsidRPr="0088042C" w:rsidRDefault="00501876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1876" w:rsidTr="0069005B">
        <w:trPr>
          <w:trHeight w:val="250"/>
        </w:trPr>
        <w:tc>
          <w:tcPr>
            <w:tcW w:w="709" w:type="dxa"/>
          </w:tcPr>
          <w:p w:rsidR="00501876" w:rsidRPr="0088042C" w:rsidRDefault="00501876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01876" w:rsidRPr="0088042C" w:rsidRDefault="00501876" w:rsidP="003452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8042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супруг</w:t>
            </w:r>
          </w:p>
        </w:tc>
        <w:tc>
          <w:tcPr>
            <w:tcW w:w="1417" w:type="dxa"/>
            <w:gridSpan w:val="2"/>
          </w:tcPr>
          <w:p w:rsidR="00501876" w:rsidRPr="0088042C" w:rsidRDefault="00501876" w:rsidP="003452F1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501876" w:rsidRPr="0088042C" w:rsidRDefault="00501876" w:rsidP="003452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42C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501876" w:rsidRPr="00D701CF" w:rsidRDefault="00501876" w:rsidP="00C46CA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701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Индиви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D701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дуаль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D701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ная</w:t>
            </w:r>
            <w:proofErr w:type="spellEnd"/>
          </w:p>
        </w:tc>
        <w:tc>
          <w:tcPr>
            <w:tcW w:w="851" w:type="dxa"/>
          </w:tcPr>
          <w:p w:rsidR="00501876" w:rsidRPr="0088042C" w:rsidRDefault="00501876" w:rsidP="003F7D8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8042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992" w:type="dxa"/>
          </w:tcPr>
          <w:p w:rsidR="00501876" w:rsidRPr="0088042C" w:rsidRDefault="00501876" w:rsidP="003452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8042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34" w:type="dxa"/>
          </w:tcPr>
          <w:p w:rsidR="00501876" w:rsidRPr="0088042C" w:rsidRDefault="00501876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42C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501876" w:rsidRPr="0088042C" w:rsidRDefault="00501876" w:rsidP="008458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8042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63,4</w:t>
            </w:r>
          </w:p>
        </w:tc>
        <w:tc>
          <w:tcPr>
            <w:tcW w:w="1559" w:type="dxa"/>
          </w:tcPr>
          <w:p w:rsidR="00501876" w:rsidRPr="0088042C" w:rsidRDefault="00501876" w:rsidP="008458FA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8042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34" w:type="dxa"/>
          </w:tcPr>
          <w:p w:rsidR="00501876" w:rsidRPr="0088042C" w:rsidRDefault="00501876" w:rsidP="003F7D8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8042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а/</w:t>
            </w:r>
            <w:proofErr w:type="gramStart"/>
            <w:r w:rsidRPr="0088042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spellStart"/>
            <w:proofErr w:type="gramEnd"/>
            <w:r w:rsidRPr="0088042C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RenaultKangoo</w:t>
            </w:r>
            <w:proofErr w:type="spellEnd"/>
          </w:p>
          <w:p w:rsidR="00501876" w:rsidRPr="0088042C" w:rsidRDefault="00501876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501876" w:rsidRPr="0088042C" w:rsidRDefault="00501876" w:rsidP="003452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8042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495930,62</w:t>
            </w:r>
          </w:p>
        </w:tc>
        <w:tc>
          <w:tcPr>
            <w:tcW w:w="1559" w:type="dxa"/>
          </w:tcPr>
          <w:p w:rsidR="00501876" w:rsidRPr="0088042C" w:rsidRDefault="00501876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53F3" w:rsidTr="0069005B">
        <w:trPr>
          <w:trHeight w:val="250"/>
        </w:trPr>
        <w:tc>
          <w:tcPr>
            <w:tcW w:w="709" w:type="dxa"/>
          </w:tcPr>
          <w:p w:rsidR="005453F3" w:rsidRPr="0088042C" w:rsidRDefault="005453F3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453F3" w:rsidRPr="0088042C" w:rsidRDefault="005453F3" w:rsidP="003452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8042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Несовершеннолетний ребенок</w:t>
            </w:r>
          </w:p>
        </w:tc>
        <w:tc>
          <w:tcPr>
            <w:tcW w:w="1417" w:type="dxa"/>
            <w:gridSpan w:val="2"/>
          </w:tcPr>
          <w:p w:rsidR="005453F3" w:rsidRPr="0088042C" w:rsidRDefault="005453F3" w:rsidP="003452F1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5453F3" w:rsidRPr="0088042C" w:rsidRDefault="005453F3" w:rsidP="003452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453F3" w:rsidRPr="0088042C" w:rsidRDefault="005453F3" w:rsidP="003452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453F3" w:rsidRPr="0088042C" w:rsidRDefault="005453F3" w:rsidP="003452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5453F3" w:rsidRPr="0088042C" w:rsidRDefault="005453F3" w:rsidP="003452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5453F3" w:rsidRPr="0088042C" w:rsidRDefault="005453F3" w:rsidP="003452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42C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5453F3" w:rsidRPr="0088042C" w:rsidRDefault="005453F3" w:rsidP="003452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8042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63,4</w:t>
            </w:r>
          </w:p>
        </w:tc>
        <w:tc>
          <w:tcPr>
            <w:tcW w:w="1559" w:type="dxa"/>
          </w:tcPr>
          <w:p w:rsidR="005453F3" w:rsidRPr="0088042C" w:rsidRDefault="005453F3" w:rsidP="003452F1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8042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34" w:type="dxa"/>
          </w:tcPr>
          <w:p w:rsidR="005453F3" w:rsidRPr="0088042C" w:rsidRDefault="005453F3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5453F3" w:rsidRPr="0088042C" w:rsidRDefault="005453F3" w:rsidP="003452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5453F3" w:rsidRPr="0088042C" w:rsidRDefault="005453F3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1876" w:rsidTr="0069005B">
        <w:trPr>
          <w:trHeight w:val="250"/>
        </w:trPr>
        <w:tc>
          <w:tcPr>
            <w:tcW w:w="709" w:type="dxa"/>
          </w:tcPr>
          <w:p w:rsidR="00501876" w:rsidRPr="0088042C" w:rsidRDefault="00183B47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  <w:r w:rsidR="00501876" w:rsidRPr="0088042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843" w:type="dxa"/>
          </w:tcPr>
          <w:p w:rsidR="00501876" w:rsidRPr="0088042C" w:rsidRDefault="00501876" w:rsidP="003452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8042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Воронов Василий Владимирович</w:t>
            </w:r>
          </w:p>
        </w:tc>
        <w:tc>
          <w:tcPr>
            <w:tcW w:w="1417" w:type="dxa"/>
            <w:gridSpan w:val="2"/>
          </w:tcPr>
          <w:p w:rsidR="00501876" w:rsidRPr="0088042C" w:rsidRDefault="00501876" w:rsidP="003452F1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88042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Государст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88042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венный</w:t>
            </w:r>
            <w:proofErr w:type="spellEnd"/>
            <w:proofErr w:type="gramEnd"/>
          </w:p>
          <w:p w:rsidR="00501876" w:rsidRPr="0088042C" w:rsidRDefault="00501876" w:rsidP="003452F1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8042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инспектор</w:t>
            </w:r>
          </w:p>
        </w:tc>
        <w:tc>
          <w:tcPr>
            <w:tcW w:w="1134" w:type="dxa"/>
          </w:tcPr>
          <w:p w:rsidR="00501876" w:rsidRPr="0088042C" w:rsidRDefault="00501876" w:rsidP="003452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42C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501876" w:rsidRPr="00D701CF" w:rsidRDefault="00501876" w:rsidP="00C46CA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701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Индиви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D701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дуаль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D701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ная</w:t>
            </w:r>
            <w:proofErr w:type="spellEnd"/>
          </w:p>
        </w:tc>
        <w:tc>
          <w:tcPr>
            <w:tcW w:w="851" w:type="dxa"/>
          </w:tcPr>
          <w:p w:rsidR="00501876" w:rsidRPr="0088042C" w:rsidRDefault="00501876" w:rsidP="003452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8042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62,0</w:t>
            </w:r>
          </w:p>
        </w:tc>
        <w:tc>
          <w:tcPr>
            <w:tcW w:w="992" w:type="dxa"/>
          </w:tcPr>
          <w:p w:rsidR="00501876" w:rsidRPr="0088042C" w:rsidRDefault="00501876" w:rsidP="003452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8042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34" w:type="dxa"/>
          </w:tcPr>
          <w:p w:rsidR="00501876" w:rsidRPr="0088042C" w:rsidRDefault="00501876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01876" w:rsidRPr="0088042C" w:rsidRDefault="00501876" w:rsidP="008458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501876" w:rsidRPr="0088042C" w:rsidRDefault="00501876" w:rsidP="008458FA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501876" w:rsidRPr="0088042C" w:rsidRDefault="00501876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501876" w:rsidRPr="0088042C" w:rsidRDefault="00501876" w:rsidP="003452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8042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551520,43</w:t>
            </w:r>
          </w:p>
        </w:tc>
        <w:tc>
          <w:tcPr>
            <w:tcW w:w="1559" w:type="dxa"/>
          </w:tcPr>
          <w:p w:rsidR="00501876" w:rsidRPr="0088042C" w:rsidRDefault="00501876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53F3" w:rsidTr="0069005B">
        <w:trPr>
          <w:trHeight w:val="250"/>
        </w:trPr>
        <w:tc>
          <w:tcPr>
            <w:tcW w:w="709" w:type="dxa"/>
          </w:tcPr>
          <w:p w:rsidR="005453F3" w:rsidRPr="0088042C" w:rsidRDefault="005453F3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453F3" w:rsidRPr="0088042C" w:rsidRDefault="005453F3" w:rsidP="003452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8042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супруга</w:t>
            </w:r>
          </w:p>
        </w:tc>
        <w:tc>
          <w:tcPr>
            <w:tcW w:w="1417" w:type="dxa"/>
            <w:gridSpan w:val="2"/>
          </w:tcPr>
          <w:p w:rsidR="005453F3" w:rsidRPr="0088042C" w:rsidRDefault="005453F3" w:rsidP="003452F1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5453F3" w:rsidRPr="0088042C" w:rsidRDefault="005453F3" w:rsidP="003452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453F3" w:rsidRPr="0088042C" w:rsidRDefault="005453F3" w:rsidP="003452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453F3" w:rsidRPr="0088042C" w:rsidRDefault="005453F3" w:rsidP="003452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5453F3" w:rsidRPr="0088042C" w:rsidRDefault="005453F3" w:rsidP="003452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5453F3" w:rsidRPr="0088042C" w:rsidRDefault="005453F3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42C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5453F3" w:rsidRPr="0088042C" w:rsidRDefault="005453F3" w:rsidP="003452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8042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62,0</w:t>
            </w:r>
          </w:p>
        </w:tc>
        <w:tc>
          <w:tcPr>
            <w:tcW w:w="1559" w:type="dxa"/>
          </w:tcPr>
          <w:p w:rsidR="005453F3" w:rsidRPr="0088042C" w:rsidRDefault="005453F3" w:rsidP="003452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8042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34" w:type="dxa"/>
          </w:tcPr>
          <w:p w:rsidR="005453F3" w:rsidRPr="0088042C" w:rsidRDefault="005453F3" w:rsidP="00301D9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8042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а/</w:t>
            </w:r>
            <w:proofErr w:type="gramStart"/>
            <w:r w:rsidRPr="0088042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End"/>
            <w:r w:rsidRPr="0088042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8042C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ChevroletNiva</w:t>
            </w:r>
            <w:proofErr w:type="spellEnd"/>
          </w:p>
          <w:p w:rsidR="005453F3" w:rsidRPr="0088042C" w:rsidRDefault="005453F3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5453F3" w:rsidRPr="0088042C" w:rsidRDefault="005453F3" w:rsidP="003452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8042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454909,54</w:t>
            </w:r>
          </w:p>
        </w:tc>
        <w:tc>
          <w:tcPr>
            <w:tcW w:w="1559" w:type="dxa"/>
          </w:tcPr>
          <w:p w:rsidR="005453F3" w:rsidRPr="0088042C" w:rsidRDefault="005453F3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53F3" w:rsidTr="0069005B">
        <w:trPr>
          <w:trHeight w:val="250"/>
        </w:trPr>
        <w:tc>
          <w:tcPr>
            <w:tcW w:w="709" w:type="dxa"/>
          </w:tcPr>
          <w:p w:rsidR="005453F3" w:rsidRPr="0088042C" w:rsidRDefault="00183B47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</w:t>
            </w:r>
            <w:r w:rsidR="005453F3" w:rsidRPr="0088042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843" w:type="dxa"/>
          </w:tcPr>
          <w:p w:rsidR="005453F3" w:rsidRPr="0088042C" w:rsidRDefault="005453F3" w:rsidP="003452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8042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Руссело</w:t>
            </w:r>
            <w:proofErr w:type="spellEnd"/>
          </w:p>
          <w:p w:rsidR="005453F3" w:rsidRPr="0088042C" w:rsidRDefault="005453F3" w:rsidP="003452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8042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Владимир</w:t>
            </w:r>
          </w:p>
          <w:p w:rsidR="005453F3" w:rsidRPr="0088042C" w:rsidRDefault="005453F3" w:rsidP="003452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8042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Владимирович</w:t>
            </w:r>
          </w:p>
        </w:tc>
        <w:tc>
          <w:tcPr>
            <w:tcW w:w="1417" w:type="dxa"/>
            <w:gridSpan w:val="2"/>
          </w:tcPr>
          <w:p w:rsidR="005453F3" w:rsidRPr="0088042C" w:rsidRDefault="005453F3" w:rsidP="003452F1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88042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Государст</w:t>
            </w:r>
            <w:r w:rsidR="00A140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88042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венный</w:t>
            </w:r>
            <w:proofErr w:type="spellEnd"/>
            <w:proofErr w:type="gramEnd"/>
          </w:p>
          <w:p w:rsidR="005453F3" w:rsidRPr="0088042C" w:rsidRDefault="005453F3" w:rsidP="003452F1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8042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инспектор</w:t>
            </w:r>
          </w:p>
        </w:tc>
        <w:tc>
          <w:tcPr>
            <w:tcW w:w="1134" w:type="dxa"/>
          </w:tcPr>
          <w:p w:rsidR="005453F3" w:rsidRPr="0088042C" w:rsidRDefault="005453F3" w:rsidP="003452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453F3" w:rsidRPr="0088042C" w:rsidRDefault="005453F3" w:rsidP="003452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453F3" w:rsidRPr="0088042C" w:rsidRDefault="005453F3" w:rsidP="003452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5453F3" w:rsidRPr="0088042C" w:rsidRDefault="005453F3" w:rsidP="003452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5453F3" w:rsidRPr="0088042C" w:rsidRDefault="005453F3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42C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5453F3" w:rsidRPr="0088042C" w:rsidRDefault="005453F3" w:rsidP="0088042C">
            <w:pPr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 w:rsidRPr="0088042C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29.7</w:t>
            </w:r>
          </w:p>
        </w:tc>
        <w:tc>
          <w:tcPr>
            <w:tcW w:w="1559" w:type="dxa"/>
          </w:tcPr>
          <w:p w:rsidR="005453F3" w:rsidRPr="0088042C" w:rsidRDefault="005453F3" w:rsidP="008458FA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8042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34" w:type="dxa"/>
          </w:tcPr>
          <w:p w:rsidR="005453F3" w:rsidRPr="0088042C" w:rsidRDefault="005453F3" w:rsidP="00301D9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8042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а/</w:t>
            </w:r>
            <w:proofErr w:type="gramStart"/>
            <w:r w:rsidRPr="0088042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End"/>
          </w:p>
          <w:p w:rsidR="005453F3" w:rsidRPr="0088042C" w:rsidRDefault="005453F3" w:rsidP="00301D9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8042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Фольксваген гольф</w:t>
            </w:r>
          </w:p>
          <w:p w:rsidR="005453F3" w:rsidRPr="0088042C" w:rsidRDefault="005453F3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5453F3" w:rsidRPr="0088042C" w:rsidRDefault="005453F3" w:rsidP="003452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8042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448288,78</w:t>
            </w:r>
          </w:p>
        </w:tc>
        <w:tc>
          <w:tcPr>
            <w:tcW w:w="1559" w:type="dxa"/>
          </w:tcPr>
          <w:p w:rsidR="005453F3" w:rsidRPr="0088042C" w:rsidRDefault="005453F3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1876" w:rsidTr="0069005B">
        <w:trPr>
          <w:trHeight w:val="250"/>
        </w:trPr>
        <w:tc>
          <w:tcPr>
            <w:tcW w:w="709" w:type="dxa"/>
          </w:tcPr>
          <w:p w:rsidR="00501876" w:rsidRPr="0088042C" w:rsidRDefault="00183B47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87</w:t>
            </w:r>
            <w:r w:rsidR="00501876" w:rsidRPr="0088042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843" w:type="dxa"/>
          </w:tcPr>
          <w:p w:rsidR="00501876" w:rsidRPr="0088042C" w:rsidRDefault="00501876" w:rsidP="003452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8042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Лялля</w:t>
            </w:r>
            <w:proofErr w:type="spellEnd"/>
            <w:r w:rsidRPr="0088042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Александр Игоревич</w:t>
            </w:r>
          </w:p>
        </w:tc>
        <w:tc>
          <w:tcPr>
            <w:tcW w:w="1417" w:type="dxa"/>
            <w:gridSpan w:val="2"/>
          </w:tcPr>
          <w:p w:rsidR="00501876" w:rsidRPr="0088042C" w:rsidRDefault="00501876" w:rsidP="003452F1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8042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Главный </w:t>
            </w:r>
            <w:proofErr w:type="spellStart"/>
            <w:proofErr w:type="gramStart"/>
            <w:r w:rsidRPr="0088042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государст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88042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венный</w:t>
            </w:r>
            <w:proofErr w:type="spellEnd"/>
            <w:proofErr w:type="gramEnd"/>
          </w:p>
          <w:p w:rsidR="00501876" w:rsidRPr="0088042C" w:rsidRDefault="00501876" w:rsidP="003452F1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8042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инспектор</w:t>
            </w:r>
          </w:p>
        </w:tc>
        <w:tc>
          <w:tcPr>
            <w:tcW w:w="1134" w:type="dxa"/>
          </w:tcPr>
          <w:p w:rsidR="00501876" w:rsidRPr="0088042C" w:rsidRDefault="00501876" w:rsidP="003452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42C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501876" w:rsidRPr="00D701CF" w:rsidRDefault="00501876" w:rsidP="00C46CA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701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Индиви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D701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дуаль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D701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ная</w:t>
            </w:r>
            <w:proofErr w:type="spellEnd"/>
          </w:p>
        </w:tc>
        <w:tc>
          <w:tcPr>
            <w:tcW w:w="851" w:type="dxa"/>
          </w:tcPr>
          <w:p w:rsidR="00501876" w:rsidRPr="0088042C" w:rsidRDefault="00501876" w:rsidP="003452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8042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59,9</w:t>
            </w:r>
          </w:p>
        </w:tc>
        <w:tc>
          <w:tcPr>
            <w:tcW w:w="992" w:type="dxa"/>
          </w:tcPr>
          <w:p w:rsidR="00501876" w:rsidRPr="0088042C" w:rsidRDefault="00501876" w:rsidP="003452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8042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34" w:type="dxa"/>
          </w:tcPr>
          <w:p w:rsidR="00501876" w:rsidRPr="0088042C" w:rsidRDefault="00501876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01876" w:rsidRPr="0088042C" w:rsidRDefault="00501876" w:rsidP="008458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501876" w:rsidRPr="0088042C" w:rsidRDefault="00501876" w:rsidP="008458FA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501876" w:rsidRPr="0088042C" w:rsidRDefault="00501876" w:rsidP="000107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8042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а/</w:t>
            </w:r>
            <w:proofErr w:type="gramStart"/>
            <w:r w:rsidRPr="0088042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End"/>
            <w:r w:rsidRPr="0088042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Фольксваген Поло</w:t>
            </w:r>
          </w:p>
          <w:p w:rsidR="00501876" w:rsidRPr="0088042C" w:rsidRDefault="00501876" w:rsidP="00301D9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</w:tcPr>
          <w:p w:rsidR="00501876" w:rsidRPr="0088042C" w:rsidRDefault="00501876" w:rsidP="003452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8042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914430,17</w:t>
            </w:r>
          </w:p>
        </w:tc>
        <w:tc>
          <w:tcPr>
            <w:tcW w:w="1559" w:type="dxa"/>
          </w:tcPr>
          <w:p w:rsidR="00501876" w:rsidRPr="0088042C" w:rsidRDefault="00501876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1876" w:rsidTr="0069005B">
        <w:trPr>
          <w:trHeight w:val="250"/>
        </w:trPr>
        <w:tc>
          <w:tcPr>
            <w:tcW w:w="709" w:type="dxa"/>
          </w:tcPr>
          <w:p w:rsidR="00501876" w:rsidRPr="0088042C" w:rsidRDefault="00501876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01876" w:rsidRPr="0088042C" w:rsidRDefault="00501876" w:rsidP="003452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gridSpan w:val="2"/>
          </w:tcPr>
          <w:p w:rsidR="00501876" w:rsidRPr="0088042C" w:rsidRDefault="00501876" w:rsidP="003452F1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501876" w:rsidRPr="0088042C" w:rsidRDefault="00501876" w:rsidP="003452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42C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134" w:type="dxa"/>
          </w:tcPr>
          <w:p w:rsidR="00501876" w:rsidRPr="00D701CF" w:rsidRDefault="00501876" w:rsidP="00C46CA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701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Индиви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D701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дуаль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D701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ная</w:t>
            </w:r>
            <w:proofErr w:type="spellEnd"/>
          </w:p>
        </w:tc>
        <w:tc>
          <w:tcPr>
            <w:tcW w:w="851" w:type="dxa"/>
          </w:tcPr>
          <w:p w:rsidR="00501876" w:rsidRPr="0088042C" w:rsidRDefault="00501876" w:rsidP="003452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8042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248,8</w:t>
            </w:r>
          </w:p>
        </w:tc>
        <w:tc>
          <w:tcPr>
            <w:tcW w:w="992" w:type="dxa"/>
          </w:tcPr>
          <w:p w:rsidR="00501876" w:rsidRPr="0088042C" w:rsidRDefault="00501876" w:rsidP="003452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8042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34" w:type="dxa"/>
          </w:tcPr>
          <w:p w:rsidR="00501876" w:rsidRPr="0088042C" w:rsidRDefault="00501876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01876" w:rsidRPr="0088042C" w:rsidRDefault="00501876" w:rsidP="008458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501876" w:rsidRPr="0088042C" w:rsidRDefault="00501876" w:rsidP="008458FA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501876" w:rsidRPr="0088042C" w:rsidRDefault="00501876" w:rsidP="000107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8042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м/л Орион НМ/20 л.</w:t>
            </w:r>
            <w:proofErr w:type="gramStart"/>
            <w:r w:rsidRPr="0088042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 w:rsidRPr="0088042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501876" w:rsidRPr="0088042C" w:rsidRDefault="00501876" w:rsidP="00301D9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</w:tcPr>
          <w:p w:rsidR="00501876" w:rsidRPr="0088042C" w:rsidRDefault="00501876" w:rsidP="003452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501876" w:rsidRPr="0088042C" w:rsidRDefault="00501876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1876" w:rsidTr="0069005B">
        <w:trPr>
          <w:trHeight w:val="250"/>
        </w:trPr>
        <w:tc>
          <w:tcPr>
            <w:tcW w:w="709" w:type="dxa"/>
          </w:tcPr>
          <w:p w:rsidR="00501876" w:rsidRPr="0088042C" w:rsidRDefault="00501876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01876" w:rsidRPr="0088042C" w:rsidRDefault="00501876" w:rsidP="003452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8042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супруга</w:t>
            </w:r>
          </w:p>
        </w:tc>
        <w:tc>
          <w:tcPr>
            <w:tcW w:w="1417" w:type="dxa"/>
            <w:gridSpan w:val="2"/>
          </w:tcPr>
          <w:p w:rsidR="00501876" w:rsidRPr="0088042C" w:rsidRDefault="00501876" w:rsidP="003452F1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501876" w:rsidRPr="0088042C" w:rsidRDefault="00501876" w:rsidP="003452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42C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134" w:type="dxa"/>
          </w:tcPr>
          <w:p w:rsidR="00501876" w:rsidRPr="00D701CF" w:rsidRDefault="00501876" w:rsidP="00C46CA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701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Индиви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D701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дуаль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D701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ная</w:t>
            </w:r>
            <w:proofErr w:type="spellEnd"/>
          </w:p>
        </w:tc>
        <w:tc>
          <w:tcPr>
            <w:tcW w:w="851" w:type="dxa"/>
          </w:tcPr>
          <w:p w:rsidR="00501876" w:rsidRPr="0088042C" w:rsidRDefault="00501876" w:rsidP="003452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8042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1432</w:t>
            </w:r>
          </w:p>
        </w:tc>
        <w:tc>
          <w:tcPr>
            <w:tcW w:w="992" w:type="dxa"/>
          </w:tcPr>
          <w:p w:rsidR="00501876" w:rsidRPr="0088042C" w:rsidRDefault="00501876" w:rsidP="003452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8042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34" w:type="dxa"/>
          </w:tcPr>
          <w:p w:rsidR="00501876" w:rsidRPr="0088042C" w:rsidRDefault="00501876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42C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134" w:type="dxa"/>
          </w:tcPr>
          <w:p w:rsidR="00501876" w:rsidRPr="0088042C" w:rsidRDefault="00501876" w:rsidP="003452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8042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54/60</w:t>
            </w:r>
          </w:p>
        </w:tc>
        <w:tc>
          <w:tcPr>
            <w:tcW w:w="1559" w:type="dxa"/>
          </w:tcPr>
          <w:p w:rsidR="00501876" w:rsidRPr="0088042C" w:rsidRDefault="00501876" w:rsidP="003452F1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8042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34" w:type="dxa"/>
          </w:tcPr>
          <w:p w:rsidR="00501876" w:rsidRPr="0088042C" w:rsidRDefault="00501876" w:rsidP="00301D9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</w:tcPr>
          <w:p w:rsidR="00501876" w:rsidRPr="0088042C" w:rsidRDefault="00501876" w:rsidP="003452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8042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464332,48</w:t>
            </w:r>
          </w:p>
        </w:tc>
        <w:tc>
          <w:tcPr>
            <w:tcW w:w="1559" w:type="dxa"/>
          </w:tcPr>
          <w:p w:rsidR="00501876" w:rsidRPr="0088042C" w:rsidRDefault="00501876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53F3" w:rsidTr="0069005B">
        <w:trPr>
          <w:trHeight w:val="250"/>
        </w:trPr>
        <w:tc>
          <w:tcPr>
            <w:tcW w:w="709" w:type="dxa"/>
          </w:tcPr>
          <w:p w:rsidR="005453F3" w:rsidRPr="0088042C" w:rsidRDefault="00183B47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  <w:r w:rsidR="005453F3" w:rsidRPr="0088042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:rsidR="005453F3" w:rsidRPr="0088042C" w:rsidRDefault="005453F3" w:rsidP="003452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8042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Кириллов Анатолий Семёнович</w:t>
            </w:r>
          </w:p>
        </w:tc>
        <w:tc>
          <w:tcPr>
            <w:tcW w:w="1417" w:type="dxa"/>
            <w:gridSpan w:val="2"/>
          </w:tcPr>
          <w:p w:rsidR="005453F3" w:rsidRPr="0088042C" w:rsidRDefault="005453F3" w:rsidP="003452F1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88042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Государст</w:t>
            </w:r>
            <w:r w:rsidR="00A140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88042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венный</w:t>
            </w:r>
            <w:proofErr w:type="spellEnd"/>
            <w:proofErr w:type="gramEnd"/>
          </w:p>
          <w:p w:rsidR="005453F3" w:rsidRPr="0088042C" w:rsidRDefault="005453F3" w:rsidP="003452F1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8042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инспектор</w:t>
            </w:r>
          </w:p>
        </w:tc>
        <w:tc>
          <w:tcPr>
            <w:tcW w:w="1134" w:type="dxa"/>
          </w:tcPr>
          <w:p w:rsidR="005453F3" w:rsidRPr="0088042C" w:rsidRDefault="005453F3" w:rsidP="003452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42C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5453F3" w:rsidRPr="0088042C" w:rsidRDefault="005453F3" w:rsidP="003452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42C">
              <w:rPr>
                <w:rFonts w:ascii="Times New Roman" w:hAnsi="Times New Roman" w:cs="Times New Roman"/>
                <w:sz w:val="24"/>
                <w:szCs w:val="24"/>
              </w:rPr>
              <w:t>Долевая 1/4</w:t>
            </w:r>
          </w:p>
        </w:tc>
        <w:tc>
          <w:tcPr>
            <w:tcW w:w="851" w:type="dxa"/>
          </w:tcPr>
          <w:p w:rsidR="005453F3" w:rsidRPr="0088042C" w:rsidRDefault="005453F3" w:rsidP="003452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8042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95,2</w:t>
            </w:r>
          </w:p>
        </w:tc>
        <w:tc>
          <w:tcPr>
            <w:tcW w:w="992" w:type="dxa"/>
          </w:tcPr>
          <w:p w:rsidR="005453F3" w:rsidRPr="0088042C" w:rsidRDefault="005453F3" w:rsidP="003452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8042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34" w:type="dxa"/>
          </w:tcPr>
          <w:p w:rsidR="005453F3" w:rsidRPr="0088042C" w:rsidRDefault="005453F3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42C"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1134" w:type="dxa"/>
          </w:tcPr>
          <w:p w:rsidR="005453F3" w:rsidRPr="0088042C" w:rsidRDefault="005453F3" w:rsidP="003452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8042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559" w:type="dxa"/>
          </w:tcPr>
          <w:p w:rsidR="005453F3" w:rsidRPr="0088042C" w:rsidRDefault="005453F3" w:rsidP="003452F1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8042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34" w:type="dxa"/>
          </w:tcPr>
          <w:p w:rsidR="005453F3" w:rsidRPr="0088042C" w:rsidRDefault="005453F3" w:rsidP="000107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8042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а/</w:t>
            </w:r>
            <w:proofErr w:type="gramStart"/>
            <w:r w:rsidRPr="0088042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End"/>
            <w:r w:rsidRPr="0088042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Форд </w:t>
            </w:r>
            <w:proofErr w:type="spellStart"/>
            <w:r w:rsidRPr="0088042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Фьюжен</w:t>
            </w:r>
            <w:proofErr w:type="spellEnd"/>
          </w:p>
          <w:p w:rsidR="005453F3" w:rsidRPr="0088042C" w:rsidRDefault="005453F3" w:rsidP="00301D9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</w:tcPr>
          <w:p w:rsidR="005453F3" w:rsidRPr="0088042C" w:rsidRDefault="005453F3" w:rsidP="003452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542027,99</w:t>
            </w:r>
          </w:p>
        </w:tc>
        <w:tc>
          <w:tcPr>
            <w:tcW w:w="1559" w:type="dxa"/>
          </w:tcPr>
          <w:p w:rsidR="005453F3" w:rsidRPr="0088042C" w:rsidRDefault="005453F3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1876" w:rsidTr="0069005B">
        <w:trPr>
          <w:trHeight w:val="250"/>
        </w:trPr>
        <w:tc>
          <w:tcPr>
            <w:tcW w:w="709" w:type="dxa"/>
          </w:tcPr>
          <w:p w:rsidR="00501876" w:rsidRPr="0088042C" w:rsidRDefault="00501876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01876" w:rsidRPr="0088042C" w:rsidRDefault="00501876" w:rsidP="00010771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gridSpan w:val="2"/>
          </w:tcPr>
          <w:p w:rsidR="00501876" w:rsidRPr="0088042C" w:rsidRDefault="00501876" w:rsidP="003452F1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501876" w:rsidRPr="0088042C" w:rsidRDefault="00501876" w:rsidP="003452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42C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134" w:type="dxa"/>
          </w:tcPr>
          <w:p w:rsidR="00501876" w:rsidRPr="00D701CF" w:rsidRDefault="00501876" w:rsidP="00C46CA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701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Индиви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D701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дуаль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D701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ная</w:t>
            </w:r>
            <w:proofErr w:type="spellEnd"/>
          </w:p>
        </w:tc>
        <w:tc>
          <w:tcPr>
            <w:tcW w:w="851" w:type="dxa"/>
          </w:tcPr>
          <w:p w:rsidR="00501876" w:rsidRPr="0088042C" w:rsidRDefault="00501876" w:rsidP="003452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8042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1500</w:t>
            </w:r>
          </w:p>
        </w:tc>
        <w:tc>
          <w:tcPr>
            <w:tcW w:w="992" w:type="dxa"/>
          </w:tcPr>
          <w:p w:rsidR="00501876" w:rsidRPr="0088042C" w:rsidRDefault="00501876" w:rsidP="003452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8042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34" w:type="dxa"/>
          </w:tcPr>
          <w:p w:rsidR="00501876" w:rsidRPr="0088042C" w:rsidRDefault="00501876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01876" w:rsidRPr="0088042C" w:rsidRDefault="00501876" w:rsidP="008458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501876" w:rsidRPr="0088042C" w:rsidRDefault="00501876" w:rsidP="008458FA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501876" w:rsidRPr="0088042C" w:rsidRDefault="00501876" w:rsidP="000107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8042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а/</w:t>
            </w:r>
            <w:proofErr w:type="gramStart"/>
            <w:r w:rsidRPr="0088042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End"/>
            <w:r w:rsidRPr="0088042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ВАЗ-21213</w:t>
            </w:r>
          </w:p>
          <w:p w:rsidR="00501876" w:rsidRPr="0088042C" w:rsidRDefault="00501876" w:rsidP="00301D9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</w:tcPr>
          <w:p w:rsidR="00501876" w:rsidRPr="0088042C" w:rsidRDefault="00501876" w:rsidP="003452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501876" w:rsidRPr="0088042C" w:rsidRDefault="00501876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53F3" w:rsidTr="0069005B">
        <w:trPr>
          <w:trHeight w:val="250"/>
        </w:trPr>
        <w:tc>
          <w:tcPr>
            <w:tcW w:w="709" w:type="dxa"/>
          </w:tcPr>
          <w:p w:rsidR="005453F3" w:rsidRPr="0088042C" w:rsidRDefault="005453F3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453F3" w:rsidRPr="0088042C" w:rsidRDefault="005453F3" w:rsidP="003452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gridSpan w:val="2"/>
          </w:tcPr>
          <w:p w:rsidR="005453F3" w:rsidRPr="0088042C" w:rsidRDefault="005453F3" w:rsidP="003452F1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5453F3" w:rsidRPr="0088042C" w:rsidRDefault="005453F3" w:rsidP="003452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42C"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1134" w:type="dxa"/>
          </w:tcPr>
          <w:p w:rsidR="005453F3" w:rsidRPr="0088042C" w:rsidRDefault="005453F3" w:rsidP="003452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42C">
              <w:rPr>
                <w:rFonts w:ascii="Times New Roman" w:hAnsi="Times New Roman" w:cs="Times New Roman"/>
                <w:sz w:val="24"/>
                <w:szCs w:val="24"/>
              </w:rPr>
              <w:t>кооперативная</w:t>
            </w:r>
          </w:p>
        </w:tc>
        <w:tc>
          <w:tcPr>
            <w:tcW w:w="851" w:type="dxa"/>
          </w:tcPr>
          <w:p w:rsidR="005453F3" w:rsidRPr="0088042C" w:rsidRDefault="005453F3" w:rsidP="003452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8042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992" w:type="dxa"/>
          </w:tcPr>
          <w:p w:rsidR="005453F3" w:rsidRPr="0088042C" w:rsidRDefault="005453F3" w:rsidP="003452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8042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34" w:type="dxa"/>
          </w:tcPr>
          <w:p w:rsidR="005453F3" w:rsidRPr="0088042C" w:rsidRDefault="005453F3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453F3" w:rsidRPr="0088042C" w:rsidRDefault="005453F3" w:rsidP="008458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5453F3" w:rsidRPr="0088042C" w:rsidRDefault="005453F3" w:rsidP="008458FA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5453F3" w:rsidRPr="0088042C" w:rsidRDefault="005453F3" w:rsidP="000107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8042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Автоприцеп</w:t>
            </w:r>
          </w:p>
          <w:p w:rsidR="005453F3" w:rsidRPr="0088042C" w:rsidRDefault="005453F3" w:rsidP="00301D9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</w:tcPr>
          <w:p w:rsidR="005453F3" w:rsidRPr="0088042C" w:rsidRDefault="005453F3" w:rsidP="003452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5453F3" w:rsidRPr="0088042C" w:rsidRDefault="005453F3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53F3" w:rsidTr="0069005B">
        <w:trPr>
          <w:trHeight w:val="250"/>
        </w:trPr>
        <w:tc>
          <w:tcPr>
            <w:tcW w:w="709" w:type="dxa"/>
          </w:tcPr>
          <w:p w:rsidR="005453F3" w:rsidRPr="0088042C" w:rsidRDefault="005453F3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453F3" w:rsidRPr="0088042C" w:rsidRDefault="005453F3" w:rsidP="003452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gridSpan w:val="2"/>
          </w:tcPr>
          <w:p w:rsidR="005453F3" w:rsidRPr="0088042C" w:rsidRDefault="005453F3" w:rsidP="003452F1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5453F3" w:rsidRPr="0088042C" w:rsidRDefault="005453F3" w:rsidP="003452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453F3" w:rsidRPr="0088042C" w:rsidRDefault="005453F3" w:rsidP="003452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453F3" w:rsidRPr="0088042C" w:rsidRDefault="005453F3" w:rsidP="003452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5453F3" w:rsidRPr="0088042C" w:rsidRDefault="005453F3" w:rsidP="003452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5453F3" w:rsidRPr="0088042C" w:rsidRDefault="005453F3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453F3" w:rsidRPr="0088042C" w:rsidRDefault="005453F3" w:rsidP="008458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5453F3" w:rsidRPr="0088042C" w:rsidRDefault="005453F3" w:rsidP="008458FA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5453F3" w:rsidRPr="0088042C" w:rsidRDefault="005453F3" w:rsidP="000107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8042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Лодка «</w:t>
            </w:r>
            <w:proofErr w:type="spellStart"/>
            <w:r w:rsidRPr="0088042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Автобот</w:t>
            </w:r>
            <w:proofErr w:type="spellEnd"/>
            <w:r w:rsidRPr="0088042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5453F3" w:rsidRPr="0088042C" w:rsidRDefault="005453F3" w:rsidP="000107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</w:tcPr>
          <w:p w:rsidR="005453F3" w:rsidRPr="0088042C" w:rsidRDefault="005453F3" w:rsidP="003452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5453F3" w:rsidRPr="0088042C" w:rsidRDefault="005453F3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1876" w:rsidTr="0069005B">
        <w:trPr>
          <w:trHeight w:val="250"/>
        </w:trPr>
        <w:tc>
          <w:tcPr>
            <w:tcW w:w="709" w:type="dxa"/>
          </w:tcPr>
          <w:p w:rsidR="00501876" w:rsidRPr="0088042C" w:rsidRDefault="00501876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01876" w:rsidRPr="0088042C" w:rsidRDefault="00501876" w:rsidP="003452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8042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супруга</w:t>
            </w:r>
          </w:p>
        </w:tc>
        <w:tc>
          <w:tcPr>
            <w:tcW w:w="1417" w:type="dxa"/>
            <w:gridSpan w:val="2"/>
          </w:tcPr>
          <w:p w:rsidR="00501876" w:rsidRPr="0088042C" w:rsidRDefault="00501876" w:rsidP="003452F1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501876" w:rsidRPr="0088042C" w:rsidRDefault="00501876" w:rsidP="003452F1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8042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  <w:p w:rsidR="00501876" w:rsidRPr="0088042C" w:rsidRDefault="00501876" w:rsidP="003452F1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501876" w:rsidRPr="00D701CF" w:rsidRDefault="00501876" w:rsidP="00C46CA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701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Индиви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D701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дуаль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D701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ная</w:t>
            </w:r>
            <w:proofErr w:type="spellEnd"/>
          </w:p>
        </w:tc>
        <w:tc>
          <w:tcPr>
            <w:tcW w:w="851" w:type="dxa"/>
          </w:tcPr>
          <w:p w:rsidR="00501876" w:rsidRPr="0088042C" w:rsidRDefault="00501876" w:rsidP="003452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8042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43,3</w:t>
            </w:r>
          </w:p>
        </w:tc>
        <w:tc>
          <w:tcPr>
            <w:tcW w:w="992" w:type="dxa"/>
          </w:tcPr>
          <w:p w:rsidR="00501876" w:rsidRPr="0088042C" w:rsidRDefault="00501876" w:rsidP="003452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8042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34" w:type="dxa"/>
          </w:tcPr>
          <w:p w:rsidR="00501876" w:rsidRPr="0088042C" w:rsidRDefault="00501876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01876" w:rsidRPr="0088042C" w:rsidRDefault="00501876" w:rsidP="008458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501876" w:rsidRPr="0088042C" w:rsidRDefault="00501876" w:rsidP="008458FA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501876" w:rsidRPr="0088042C" w:rsidRDefault="00501876" w:rsidP="000107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</w:tcPr>
          <w:p w:rsidR="00501876" w:rsidRPr="0088042C" w:rsidRDefault="00501876" w:rsidP="003452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8042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970917,08</w:t>
            </w:r>
          </w:p>
        </w:tc>
        <w:tc>
          <w:tcPr>
            <w:tcW w:w="1559" w:type="dxa"/>
          </w:tcPr>
          <w:p w:rsidR="00501876" w:rsidRPr="0088042C" w:rsidRDefault="00501876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1876" w:rsidTr="0069005B">
        <w:trPr>
          <w:trHeight w:val="250"/>
        </w:trPr>
        <w:tc>
          <w:tcPr>
            <w:tcW w:w="709" w:type="dxa"/>
          </w:tcPr>
          <w:p w:rsidR="00501876" w:rsidRPr="0088042C" w:rsidRDefault="00501876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01876" w:rsidRPr="0088042C" w:rsidRDefault="00501876" w:rsidP="003452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gridSpan w:val="2"/>
          </w:tcPr>
          <w:p w:rsidR="00501876" w:rsidRPr="0088042C" w:rsidRDefault="00501876" w:rsidP="003452F1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501876" w:rsidRPr="0088042C" w:rsidRDefault="00501876" w:rsidP="00002CC3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8042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Квартир</w:t>
            </w:r>
            <w:r w:rsidRPr="0088042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а </w:t>
            </w:r>
          </w:p>
          <w:p w:rsidR="00501876" w:rsidRPr="0088042C" w:rsidRDefault="00501876" w:rsidP="003452F1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501876" w:rsidRPr="00D701CF" w:rsidRDefault="00501876" w:rsidP="00C46CA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701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Индиви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D701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дуаль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D701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ная</w:t>
            </w:r>
            <w:proofErr w:type="spellEnd"/>
          </w:p>
        </w:tc>
        <w:tc>
          <w:tcPr>
            <w:tcW w:w="851" w:type="dxa"/>
          </w:tcPr>
          <w:p w:rsidR="00501876" w:rsidRPr="0088042C" w:rsidRDefault="00501876" w:rsidP="003452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8042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95,2</w:t>
            </w:r>
          </w:p>
        </w:tc>
        <w:tc>
          <w:tcPr>
            <w:tcW w:w="992" w:type="dxa"/>
          </w:tcPr>
          <w:p w:rsidR="00501876" w:rsidRPr="0088042C" w:rsidRDefault="00501876" w:rsidP="003452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8042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34" w:type="dxa"/>
          </w:tcPr>
          <w:p w:rsidR="00501876" w:rsidRPr="0088042C" w:rsidRDefault="00501876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01876" w:rsidRPr="0088042C" w:rsidRDefault="00501876" w:rsidP="008458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501876" w:rsidRPr="0088042C" w:rsidRDefault="00501876" w:rsidP="008458FA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501876" w:rsidRPr="0088042C" w:rsidRDefault="00501876" w:rsidP="000107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</w:tcPr>
          <w:p w:rsidR="00501876" w:rsidRPr="0088042C" w:rsidRDefault="00501876" w:rsidP="003452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501876" w:rsidRPr="0088042C" w:rsidRDefault="00501876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1876" w:rsidTr="0069005B">
        <w:trPr>
          <w:trHeight w:val="250"/>
        </w:trPr>
        <w:tc>
          <w:tcPr>
            <w:tcW w:w="709" w:type="dxa"/>
          </w:tcPr>
          <w:p w:rsidR="00501876" w:rsidRPr="0088042C" w:rsidRDefault="00501876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01876" w:rsidRPr="0088042C" w:rsidRDefault="00501876" w:rsidP="003452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gridSpan w:val="2"/>
          </w:tcPr>
          <w:p w:rsidR="00501876" w:rsidRPr="0088042C" w:rsidRDefault="00501876" w:rsidP="003452F1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501876" w:rsidRPr="0088042C" w:rsidRDefault="00501876" w:rsidP="003452F1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8042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Земельный участок</w:t>
            </w:r>
          </w:p>
          <w:p w:rsidR="00501876" w:rsidRPr="0088042C" w:rsidRDefault="00501876" w:rsidP="003452F1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501876" w:rsidRPr="00D701CF" w:rsidRDefault="00501876" w:rsidP="00C46CA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701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Индиви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D701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дуаль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D701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ная</w:t>
            </w:r>
            <w:proofErr w:type="spellEnd"/>
          </w:p>
        </w:tc>
        <w:tc>
          <w:tcPr>
            <w:tcW w:w="851" w:type="dxa"/>
          </w:tcPr>
          <w:p w:rsidR="00501876" w:rsidRPr="0088042C" w:rsidRDefault="00501876" w:rsidP="003452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8042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1136,0</w:t>
            </w:r>
          </w:p>
        </w:tc>
        <w:tc>
          <w:tcPr>
            <w:tcW w:w="992" w:type="dxa"/>
          </w:tcPr>
          <w:p w:rsidR="00501876" w:rsidRPr="0088042C" w:rsidRDefault="00501876" w:rsidP="003452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8042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34" w:type="dxa"/>
          </w:tcPr>
          <w:p w:rsidR="00501876" w:rsidRPr="0088042C" w:rsidRDefault="00501876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01876" w:rsidRPr="0088042C" w:rsidRDefault="00501876" w:rsidP="008458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501876" w:rsidRPr="0088042C" w:rsidRDefault="00501876" w:rsidP="008458FA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501876" w:rsidRPr="0088042C" w:rsidRDefault="00501876" w:rsidP="000107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</w:tcPr>
          <w:p w:rsidR="00501876" w:rsidRPr="0088042C" w:rsidRDefault="00501876" w:rsidP="003452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501876" w:rsidRPr="0088042C" w:rsidRDefault="00501876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1876" w:rsidTr="0069005B">
        <w:trPr>
          <w:trHeight w:val="250"/>
        </w:trPr>
        <w:tc>
          <w:tcPr>
            <w:tcW w:w="709" w:type="dxa"/>
          </w:tcPr>
          <w:p w:rsidR="00501876" w:rsidRPr="0088042C" w:rsidRDefault="00501876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01876" w:rsidRPr="0088042C" w:rsidRDefault="00501876" w:rsidP="003452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gridSpan w:val="2"/>
          </w:tcPr>
          <w:p w:rsidR="00501876" w:rsidRPr="0088042C" w:rsidRDefault="00501876" w:rsidP="003452F1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501876" w:rsidRPr="0088042C" w:rsidRDefault="00501876" w:rsidP="003452F1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8042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Дача</w:t>
            </w:r>
          </w:p>
          <w:p w:rsidR="00501876" w:rsidRPr="0088042C" w:rsidRDefault="00501876" w:rsidP="003452F1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501876" w:rsidRPr="00D701CF" w:rsidRDefault="00501876" w:rsidP="00C46CA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701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Индиви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D701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дуаль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D701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ная</w:t>
            </w:r>
            <w:proofErr w:type="spellEnd"/>
          </w:p>
        </w:tc>
        <w:tc>
          <w:tcPr>
            <w:tcW w:w="851" w:type="dxa"/>
          </w:tcPr>
          <w:p w:rsidR="00501876" w:rsidRPr="0088042C" w:rsidRDefault="00501876" w:rsidP="003452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8042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14,9</w:t>
            </w:r>
          </w:p>
        </w:tc>
        <w:tc>
          <w:tcPr>
            <w:tcW w:w="992" w:type="dxa"/>
          </w:tcPr>
          <w:p w:rsidR="00501876" w:rsidRPr="0088042C" w:rsidRDefault="00501876" w:rsidP="003452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8042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34" w:type="dxa"/>
          </w:tcPr>
          <w:p w:rsidR="00501876" w:rsidRPr="0088042C" w:rsidRDefault="00501876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01876" w:rsidRPr="0088042C" w:rsidRDefault="00501876" w:rsidP="008458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501876" w:rsidRPr="0088042C" w:rsidRDefault="00501876" w:rsidP="008458FA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501876" w:rsidRPr="0088042C" w:rsidRDefault="00501876" w:rsidP="000107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</w:tcPr>
          <w:p w:rsidR="00501876" w:rsidRPr="0088042C" w:rsidRDefault="00501876" w:rsidP="003452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501876" w:rsidRPr="0088042C" w:rsidRDefault="00501876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1876" w:rsidTr="0069005B">
        <w:trPr>
          <w:trHeight w:val="250"/>
        </w:trPr>
        <w:tc>
          <w:tcPr>
            <w:tcW w:w="709" w:type="dxa"/>
          </w:tcPr>
          <w:p w:rsidR="00501876" w:rsidRPr="0088042C" w:rsidRDefault="00183B47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</w:t>
            </w:r>
            <w:r w:rsidR="00501876" w:rsidRPr="0088042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:rsidR="00501876" w:rsidRPr="0088042C" w:rsidRDefault="00501876" w:rsidP="003452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8042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Минянков</w:t>
            </w:r>
            <w:proofErr w:type="spellEnd"/>
            <w:r w:rsidRPr="0088042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Сергей Иванович</w:t>
            </w:r>
          </w:p>
        </w:tc>
        <w:tc>
          <w:tcPr>
            <w:tcW w:w="1417" w:type="dxa"/>
            <w:gridSpan w:val="2"/>
          </w:tcPr>
          <w:p w:rsidR="00501876" w:rsidRPr="0088042C" w:rsidRDefault="00501876" w:rsidP="003452F1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88042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Государст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88042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венный</w:t>
            </w:r>
            <w:proofErr w:type="spellEnd"/>
            <w:proofErr w:type="gramEnd"/>
          </w:p>
          <w:p w:rsidR="00501876" w:rsidRPr="0088042C" w:rsidRDefault="00501876" w:rsidP="003452F1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8042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инспектор</w:t>
            </w:r>
          </w:p>
        </w:tc>
        <w:tc>
          <w:tcPr>
            <w:tcW w:w="1134" w:type="dxa"/>
          </w:tcPr>
          <w:p w:rsidR="00501876" w:rsidRPr="0088042C" w:rsidRDefault="005018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042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134" w:type="dxa"/>
          </w:tcPr>
          <w:p w:rsidR="00501876" w:rsidRPr="00D701CF" w:rsidRDefault="00501876" w:rsidP="00C46CA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701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Индиви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D701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дуаль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D701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ная</w:t>
            </w:r>
            <w:proofErr w:type="spellEnd"/>
          </w:p>
        </w:tc>
        <w:tc>
          <w:tcPr>
            <w:tcW w:w="851" w:type="dxa"/>
          </w:tcPr>
          <w:p w:rsidR="00501876" w:rsidRPr="0088042C" w:rsidRDefault="00501876" w:rsidP="003452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8042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43,5</w:t>
            </w:r>
          </w:p>
        </w:tc>
        <w:tc>
          <w:tcPr>
            <w:tcW w:w="992" w:type="dxa"/>
          </w:tcPr>
          <w:p w:rsidR="00501876" w:rsidRPr="0088042C" w:rsidRDefault="00501876" w:rsidP="003452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8042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34" w:type="dxa"/>
          </w:tcPr>
          <w:p w:rsidR="00501876" w:rsidRPr="0088042C" w:rsidRDefault="00501876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01876" w:rsidRPr="0088042C" w:rsidRDefault="00501876" w:rsidP="008458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501876" w:rsidRPr="0088042C" w:rsidRDefault="00501876" w:rsidP="008458FA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501876" w:rsidRPr="0088042C" w:rsidRDefault="00501876" w:rsidP="00002CC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8042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а/</w:t>
            </w:r>
            <w:proofErr w:type="gramStart"/>
            <w:r w:rsidRPr="0088042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End"/>
            <w:r w:rsidRPr="0088042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8042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Митсубиси</w:t>
            </w:r>
            <w:proofErr w:type="spellEnd"/>
            <w:r w:rsidRPr="0088042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8042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Лансер</w:t>
            </w:r>
            <w:proofErr w:type="spellEnd"/>
          </w:p>
          <w:p w:rsidR="00501876" w:rsidRPr="0088042C" w:rsidRDefault="00501876" w:rsidP="000107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</w:tcPr>
          <w:p w:rsidR="00501876" w:rsidRPr="0088042C" w:rsidRDefault="00501876" w:rsidP="003452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8042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612475,05</w:t>
            </w:r>
          </w:p>
        </w:tc>
        <w:tc>
          <w:tcPr>
            <w:tcW w:w="1559" w:type="dxa"/>
          </w:tcPr>
          <w:p w:rsidR="00501876" w:rsidRPr="0088042C" w:rsidRDefault="00501876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1876" w:rsidTr="0069005B">
        <w:trPr>
          <w:trHeight w:val="250"/>
        </w:trPr>
        <w:tc>
          <w:tcPr>
            <w:tcW w:w="709" w:type="dxa"/>
          </w:tcPr>
          <w:p w:rsidR="00501876" w:rsidRPr="0088042C" w:rsidRDefault="00501876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01876" w:rsidRPr="0088042C" w:rsidRDefault="00501876" w:rsidP="003452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gridSpan w:val="2"/>
          </w:tcPr>
          <w:p w:rsidR="00501876" w:rsidRPr="0088042C" w:rsidRDefault="00501876" w:rsidP="003452F1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501876" w:rsidRPr="0088042C" w:rsidRDefault="005018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042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134" w:type="dxa"/>
          </w:tcPr>
          <w:p w:rsidR="00501876" w:rsidRPr="00D701CF" w:rsidRDefault="00501876" w:rsidP="00C46CA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701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Индиви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D701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дуаль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D701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ная</w:t>
            </w:r>
            <w:proofErr w:type="spellEnd"/>
          </w:p>
        </w:tc>
        <w:tc>
          <w:tcPr>
            <w:tcW w:w="851" w:type="dxa"/>
          </w:tcPr>
          <w:p w:rsidR="00501876" w:rsidRPr="0088042C" w:rsidRDefault="00501876" w:rsidP="003452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8042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45,4</w:t>
            </w:r>
          </w:p>
        </w:tc>
        <w:tc>
          <w:tcPr>
            <w:tcW w:w="992" w:type="dxa"/>
          </w:tcPr>
          <w:p w:rsidR="00501876" w:rsidRPr="0088042C" w:rsidRDefault="00501876" w:rsidP="003452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8042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Россия </w:t>
            </w:r>
          </w:p>
        </w:tc>
        <w:tc>
          <w:tcPr>
            <w:tcW w:w="1134" w:type="dxa"/>
          </w:tcPr>
          <w:p w:rsidR="00501876" w:rsidRPr="0088042C" w:rsidRDefault="00501876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01876" w:rsidRPr="0088042C" w:rsidRDefault="00501876" w:rsidP="008458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501876" w:rsidRPr="0088042C" w:rsidRDefault="00501876" w:rsidP="008458FA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501876" w:rsidRPr="0088042C" w:rsidRDefault="00501876" w:rsidP="00002CC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8042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Катер Прогресс</w:t>
            </w:r>
          </w:p>
          <w:p w:rsidR="00501876" w:rsidRPr="0088042C" w:rsidRDefault="00501876" w:rsidP="000107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</w:tcPr>
          <w:p w:rsidR="00501876" w:rsidRPr="0088042C" w:rsidRDefault="00501876" w:rsidP="003452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501876" w:rsidRPr="0088042C" w:rsidRDefault="00501876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1876" w:rsidTr="0069005B">
        <w:trPr>
          <w:trHeight w:val="250"/>
        </w:trPr>
        <w:tc>
          <w:tcPr>
            <w:tcW w:w="709" w:type="dxa"/>
          </w:tcPr>
          <w:p w:rsidR="00501876" w:rsidRPr="0088042C" w:rsidRDefault="00501876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01876" w:rsidRPr="0088042C" w:rsidRDefault="00501876" w:rsidP="003452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8042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супруга</w:t>
            </w:r>
          </w:p>
        </w:tc>
        <w:tc>
          <w:tcPr>
            <w:tcW w:w="1417" w:type="dxa"/>
            <w:gridSpan w:val="2"/>
          </w:tcPr>
          <w:p w:rsidR="00501876" w:rsidRPr="0088042C" w:rsidRDefault="00501876" w:rsidP="003452F1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501876" w:rsidRPr="0088042C" w:rsidRDefault="00501876" w:rsidP="003452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042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134" w:type="dxa"/>
          </w:tcPr>
          <w:p w:rsidR="00501876" w:rsidRPr="00D701CF" w:rsidRDefault="00501876" w:rsidP="00C46CA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701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Индиви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D701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дуаль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D701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ная</w:t>
            </w:r>
            <w:proofErr w:type="spellEnd"/>
          </w:p>
        </w:tc>
        <w:tc>
          <w:tcPr>
            <w:tcW w:w="851" w:type="dxa"/>
          </w:tcPr>
          <w:p w:rsidR="00501876" w:rsidRPr="0088042C" w:rsidRDefault="00501876" w:rsidP="003452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8042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30,5</w:t>
            </w:r>
          </w:p>
        </w:tc>
        <w:tc>
          <w:tcPr>
            <w:tcW w:w="992" w:type="dxa"/>
          </w:tcPr>
          <w:p w:rsidR="00501876" w:rsidRPr="0088042C" w:rsidRDefault="00501876" w:rsidP="003452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8042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34" w:type="dxa"/>
          </w:tcPr>
          <w:p w:rsidR="00501876" w:rsidRPr="0088042C" w:rsidRDefault="00501876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01876" w:rsidRPr="0088042C" w:rsidRDefault="00501876" w:rsidP="008458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501876" w:rsidRPr="0088042C" w:rsidRDefault="00501876" w:rsidP="008458FA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501876" w:rsidRPr="0088042C" w:rsidRDefault="00501876" w:rsidP="00002CC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</w:tcPr>
          <w:p w:rsidR="00501876" w:rsidRPr="0088042C" w:rsidRDefault="00501876" w:rsidP="003452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8042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477220,76</w:t>
            </w:r>
          </w:p>
        </w:tc>
        <w:tc>
          <w:tcPr>
            <w:tcW w:w="1559" w:type="dxa"/>
          </w:tcPr>
          <w:p w:rsidR="00501876" w:rsidRPr="0088042C" w:rsidRDefault="00501876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53F3" w:rsidTr="0069005B">
        <w:trPr>
          <w:trHeight w:val="250"/>
        </w:trPr>
        <w:tc>
          <w:tcPr>
            <w:tcW w:w="709" w:type="dxa"/>
          </w:tcPr>
          <w:p w:rsidR="005453F3" w:rsidRPr="0088042C" w:rsidRDefault="00183B47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  <w:r w:rsidR="005453F3" w:rsidRPr="0088042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843" w:type="dxa"/>
          </w:tcPr>
          <w:p w:rsidR="005453F3" w:rsidRPr="0088042C" w:rsidRDefault="005453F3" w:rsidP="003452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8042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Васильева</w:t>
            </w:r>
          </w:p>
          <w:p w:rsidR="005453F3" w:rsidRPr="0088042C" w:rsidRDefault="005453F3" w:rsidP="003452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8042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Наталья</w:t>
            </w:r>
          </w:p>
          <w:p w:rsidR="005453F3" w:rsidRPr="0088042C" w:rsidRDefault="005453F3" w:rsidP="003452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8042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Александровна</w:t>
            </w:r>
          </w:p>
        </w:tc>
        <w:tc>
          <w:tcPr>
            <w:tcW w:w="1417" w:type="dxa"/>
            <w:gridSpan w:val="2"/>
          </w:tcPr>
          <w:p w:rsidR="005453F3" w:rsidRPr="0088042C" w:rsidRDefault="005453F3" w:rsidP="003452F1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8042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старший </w:t>
            </w:r>
            <w:proofErr w:type="spellStart"/>
            <w:proofErr w:type="gramStart"/>
            <w:r w:rsidRPr="0088042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государст</w:t>
            </w:r>
            <w:r w:rsidR="00A140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88042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венный</w:t>
            </w:r>
            <w:proofErr w:type="spellEnd"/>
            <w:proofErr w:type="gramEnd"/>
          </w:p>
          <w:p w:rsidR="005453F3" w:rsidRPr="0088042C" w:rsidRDefault="005453F3" w:rsidP="003452F1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8042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инспектор</w:t>
            </w:r>
          </w:p>
        </w:tc>
        <w:tc>
          <w:tcPr>
            <w:tcW w:w="1134" w:type="dxa"/>
          </w:tcPr>
          <w:p w:rsidR="005453F3" w:rsidRPr="0088042C" w:rsidRDefault="005453F3" w:rsidP="003452F1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8042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Квартира </w:t>
            </w:r>
          </w:p>
          <w:p w:rsidR="005453F3" w:rsidRPr="0088042C" w:rsidRDefault="005453F3" w:rsidP="003452F1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5453F3" w:rsidRPr="0088042C" w:rsidRDefault="005453F3" w:rsidP="003452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42C">
              <w:rPr>
                <w:rFonts w:ascii="Times New Roman" w:hAnsi="Times New Roman" w:cs="Times New Roman"/>
                <w:sz w:val="24"/>
                <w:szCs w:val="24"/>
              </w:rPr>
              <w:t>Долевая 1/4</w:t>
            </w:r>
          </w:p>
        </w:tc>
        <w:tc>
          <w:tcPr>
            <w:tcW w:w="851" w:type="dxa"/>
          </w:tcPr>
          <w:p w:rsidR="005453F3" w:rsidRPr="0088042C" w:rsidRDefault="005453F3" w:rsidP="003452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8042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107</w:t>
            </w:r>
          </w:p>
        </w:tc>
        <w:tc>
          <w:tcPr>
            <w:tcW w:w="992" w:type="dxa"/>
          </w:tcPr>
          <w:p w:rsidR="005453F3" w:rsidRPr="0088042C" w:rsidRDefault="005453F3" w:rsidP="003452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8042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34" w:type="dxa"/>
          </w:tcPr>
          <w:p w:rsidR="005453F3" w:rsidRPr="0088042C" w:rsidRDefault="005453F3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453F3" w:rsidRPr="0088042C" w:rsidRDefault="005453F3" w:rsidP="008458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5453F3" w:rsidRPr="0088042C" w:rsidRDefault="005453F3" w:rsidP="008458FA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5453F3" w:rsidRPr="0088042C" w:rsidRDefault="005453F3" w:rsidP="00002CC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8042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а/</w:t>
            </w:r>
            <w:proofErr w:type="spellStart"/>
            <w:r w:rsidRPr="0088042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мСузукиБалено</w:t>
            </w:r>
            <w:proofErr w:type="spellEnd"/>
          </w:p>
          <w:p w:rsidR="005453F3" w:rsidRPr="0088042C" w:rsidRDefault="005453F3" w:rsidP="00002CC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</w:tcPr>
          <w:p w:rsidR="005453F3" w:rsidRPr="0088042C" w:rsidRDefault="005453F3" w:rsidP="003452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8042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655154</w:t>
            </w:r>
          </w:p>
        </w:tc>
        <w:tc>
          <w:tcPr>
            <w:tcW w:w="1559" w:type="dxa"/>
          </w:tcPr>
          <w:p w:rsidR="005453F3" w:rsidRPr="0088042C" w:rsidRDefault="005453F3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53F3" w:rsidTr="0069005B">
        <w:trPr>
          <w:trHeight w:val="250"/>
        </w:trPr>
        <w:tc>
          <w:tcPr>
            <w:tcW w:w="709" w:type="dxa"/>
          </w:tcPr>
          <w:p w:rsidR="005453F3" w:rsidRPr="0088042C" w:rsidRDefault="005453F3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453F3" w:rsidRPr="0088042C" w:rsidRDefault="005453F3" w:rsidP="003452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8042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супруг</w:t>
            </w:r>
          </w:p>
        </w:tc>
        <w:tc>
          <w:tcPr>
            <w:tcW w:w="1417" w:type="dxa"/>
            <w:gridSpan w:val="2"/>
          </w:tcPr>
          <w:p w:rsidR="005453F3" w:rsidRPr="0088042C" w:rsidRDefault="005453F3" w:rsidP="003452F1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5453F3" w:rsidRPr="0088042C" w:rsidRDefault="005453F3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5453F3" w:rsidRPr="0088042C" w:rsidRDefault="005453F3" w:rsidP="003452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453F3" w:rsidRPr="0088042C" w:rsidRDefault="005453F3" w:rsidP="003452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5453F3" w:rsidRPr="0088042C" w:rsidRDefault="005453F3" w:rsidP="003452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5453F3" w:rsidRPr="0088042C" w:rsidRDefault="005453F3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453F3" w:rsidRPr="0088042C" w:rsidRDefault="005453F3" w:rsidP="008458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5453F3" w:rsidRPr="0088042C" w:rsidRDefault="005453F3" w:rsidP="008458FA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5453F3" w:rsidRPr="0088042C" w:rsidRDefault="005453F3" w:rsidP="00002CC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</w:tcPr>
          <w:p w:rsidR="005453F3" w:rsidRPr="0088042C" w:rsidRDefault="005453F3" w:rsidP="003452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8042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240000</w:t>
            </w:r>
          </w:p>
        </w:tc>
        <w:tc>
          <w:tcPr>
            <w:tcW w:w="1559" w:type="dxa"/>
          </w:tcPr>
          <w:p w:rsidR="005453F3" w:rsidRPr="0088042C" w:rsidRDefault="005453F3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53F3" w:rsidTr="0069005B">
        <w:trPr>
          <w:trHeight w:val="250"/>
        </w:trPr>
        <w:tc>
          <w:tcPr>
            <w:tcW w:w="709" w:type="dxa"/>
          </w:tcPr>
          <w:p w:rsidR="005453F3" w:rsidRPr="0088042C" w:rsidRDefault="005453F3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453F3" w:rsidRPr="0088042C" w:rsidRDefault="005453F3" w:rsidP="003452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8042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Несовершеннолетний ребенок</w:t>
            </w:r>
          </w:p>
        </w:tc>
        <w:tc>
          <w:tcPr>
            <w:tcW w:w="1417" w:type="dxa"/>
            <w:gridSpan w:val="2"/>
          </w:tcPr>
          <w:p w:rsidR="005453F3" w:rsidRPr="0088042C" w:rsidRDefault="005453F3" w:rsidP="003452F1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5453F3" w:rsidRPr="0088042C" w:rsidRDefault="005453F3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5453F3" w:rsidRPr="0088042C" w:rsidRDefault="005453F3" w:rsidP="003452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453F3" w:rsidRPr="0088042C" w:rsidRDefault="005453F3" w:rsidP="003452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5453F3" w:rsidRPr="0088042C" w:rsidRDefault="005453F3" w:rsidP="003452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5453F3" w:rsidRPr="0088042C" w:rsidRDefault="005453F3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453F3" w:rsidRPr="0088042C" w:rsidRDefault="005453F3" w:rsidP="008458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5453F3" w:rsidRPr="0088042C" w:rsidRDefault="005453F3" w:rsidP="008458FA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5453F3" w:rsidRPr="0088042C" w:rsidRDefault="005453F3" w:rsidP="00002CC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</w:tcPr>
          <w:p w:rsidR="005453F3" w:rsidRPr="0088042C" w:rsidRDefault="005453F3" w:rsidP="003452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5453F3" w:rsidRPr="0088042C" w:rsidRDefault="005453F3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1876" w:rsidTr="0069005B">
        <w:trPr>
          <w:trHeight w:val="250"/>
        </w:trPr>
        <w:tc>
          <w:tcPr>
            <w:tcW w:w="709" w:type="dxa"/>
          </w:tcPr>
          <w:p w:rsidR="00501876" w:rsidRPr="0088042C" w:rsidRDefault="00183B47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</w:t>
            </w:r>
            <w:r w:rsidR="00501876" w:rsidRPr="0088042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843" w:type="dxa"/>
          </w:tcPr>
          <w:p w:rsidR="00501876" w:rsidRPr="0088042C" w:rsidRDefault="00501876" w:rsidP="003452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8042C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Гурин</w:t>
            </w:r>
            <w:proofErr w:type="spellEnd"/>
          </w:p>
          <w:p w:rsidR="00501876" w:rsidRPr="0088042C" w:rsidRDefault="00501876" w:rsidP="003452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8042C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88042C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Алексей</w:t>
            </w:r>
            <w:proofErr w:type="spellEnd"/>
            <w:r w:rsidRPr="0088042C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8042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</w:t>
            </w:r>
            <w:proofErr w:type="spellStart"/>
            <w:r w:rsidRPr="0088042C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ркадьевич</w:t>
            </w:r>
            <w:proofErr w:type="spellEnd"/>
          </w:p>
        </w:tc>
        <w:tc>
          <w:tcPr>
            <w:tcW w:w="1417" w:type="dxa"/>
            <w:gridSpan w:val="2"/>
          </w:tcPr>
          <w:p w:rsidR="00501876" w:rsidRPr="0088042C" w:rsidRDefault="00501876" w:rsidP="003452F1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88042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Государст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88042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венный</w:t>
            </w:r>
            <w:proofErr w:type="spellEnd"/>
            <w:proofErr w:type="gramEnd"/>
            <w:r w:rsidRPr="0088042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инспектор</w:t>
            </w:r>
          </w:p>
        </w:tc>
        <w:tc>
          <w:tcPr>
            <w:tcW w:w="1134" w:type="dxa"/>
          </w:tcPr>
          <w:p w:rsidR="00501876" w:rsidRPr="0088042C" w:rsidRDefault="0050187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8042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Земельный участок</w:t>
            </w:r>
          </w:p>
        </w:tc>
        <w:tc>
          <w:tcPr>
            <w:tcW w:w="1134" w:type="dxa"/>
          </w:tcPr>
          <w:p w:rsidR="00501876" w:rsidRPr="00D701CF" w:rsidRDefault="00501876" w:rsidP="00C46CA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701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Индиви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D701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дуаль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D701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ная</w:t>
            </w:r>
            <w:proofErr w:type="spellEnd"/>
          </w:p>
        </w:tc>
        <w:tc>
          <w:tcPr>
            <w:tcW w:w="851" w:type="dxa"/>
          </w:tcPr>
          <w:p w:rsidR="00501876" w:rsidRPr="0088042C" w:rsidRDefault="00501876" w:rsidP="003452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8042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1500</w:t>
            </w:r>
          </w:p>
        </w:tc>
        <w:tc>
          <w:tcPr>
            <w:tcW w:w="992" w:type="dxa"/>
          </w:tcPr>
          <w:p w:rsidR="00501876" w:rsidRPr="0088042C" w:rsidRDefault="00501876" w:rsidP="003452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8042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34" w:type="dxa"/>
          </w:tcPr>
          <w:p w:rsidR="00501876" w:rsidRPr="0088042C" w:rsidRDefault="00501876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01876" w:rsidRPr="0088042C" w:rsidRDefault="00501876" w:rsidP="008458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501876" w:rsidRPr="0088042C" w:rsidRDefault="00501876" w:rsidP="008458FA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501876" w:rsidRPr="0088042C" w:rsidRDefault="00501876" w:rsidP="00002CC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8042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а/</w:t>
            </w:r>
            <w:proofErr w:type="gramStart"/>
            <w:r w:rsidRPr="0088042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End"/>
            <w:r w:rsidRPr="0088042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8042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Шевроле-Нива</w:t>
            </w:r>
            <w:proofErr w:type="spellEnd"/>
          </w:p>
        </w:tc>
        <w:tc>
          <w:tcPr>
            <w:tcW w:w="1418" w:type="dxa"/>
            <w:gridSpan w:val="2"/>
          </w:tcPr>
          <w:p w:rsidR="00501876" w:rsidRPr="00716374" w:rsidRDefault="00501876" w:rsidP="003452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1637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192339</w:t>
            </w:r>
          </w:p>
        </w:tc>
        <w:tc>
          <w:tcPr>
            <w:tcW w:w="1559" w:type="dxa"/>
          </w:tcPr>
          <w:p w:rsidR="00501876" w:rsidRPr="0088042C" w:rsidRDefault="00501876" w:rsidP="00213E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53F3" w:rsidTr="0069005B">
        <w:trPr>
          <w:trHeight w:val="250"/>
        </w:trPr>
        <w:tc>
          <w:tcPr>
            <w:tcW w:w="709" w:type="dxa"/>
          </w:tcPr>
          <w:p w:rsidR="005453F3" w:rsidRPr="0088042C" w:rsidRDefault="005453F3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453F3" w:rsidRPr="0088042C" w:rsidRDefault="005453F3" w:rsidP="003452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gridSpan w:val="2"/>
          </w:tcPr>
          <w:p w:rsidR="005453F3" w:rsidRPr="0088042C" w:rsidRDefault="005453F3" w:rsidP="003452F1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5453F3" w:rsidRPr="0088042C" w:rsidRDefault="005453F3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8042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134" w:type="dxa"/>
          </w:tcPr>
          <w:p w:rsidR="005453F3" w:rsidRPr="0088042C" w:rsidRDefault="005453F3" w:rsidP="003452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42C">
              <w:rPr>
                <w:rFonts w:ascii="Times New Roman" w:hAnsi="Times New Roman" w:cs="Times New Roman"/>
                <w:sz w:val="24"/>
                <w:szCs w:val="24"/>
              </w:rPr>
              <w:t>Долевая 1/5</w:t>
            </w:r>
          </w:p>
        </w:tc>
        <w:tc>
          <w:tcPr>
            <w:tcW w:w="851" w:type="dxa"/>
          </w:tcPr>
          <w:p w:rsidR="005453F3" w:rsidRPr="0088042C" w:rsidRDefault="005453F3" w:rsidP="003452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8042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89,1</w:t>
            </w:r>
          </w:p>
        </w:tc>
        <w:tc>
          <w:tcPr>
            <w:tcW w:w="992" w:type="dxa"/>
          </w:tcPr>
          <w:p w:rsidR="005453F3" w:rsidRPr="0088042C" w:rsidRDefault="005453F3" w:rsidP="003452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8042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34" w:type="dxa"/>
          </w:tcPr>
          <w:p w:rsidR="005453F3" w:rsidRPr="0088042C" w:rsidRDefault="005453F3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453F3" w:rsidRPr="0088042C" w:rsidRDefault="005453F3" w:rsidP="008458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5453F3" w:rsidRPr="0088042C" w:rsidRDefault="005453F3" w:rsidP="008458FA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5453F3" w:rsidRPr="0088042C" w:rsidRDefault="005453F3" w:rsidP="00002CC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8042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прицеп легковой</w:t>
            </w:r>
          </w:p>
        </w:tc>
        <w:tc>
          <w:tcPr>
            <w:tcW w:w="1418" w:type="dxa"/>
            <w:gridSpan w:val="2"/>
          </w:tcPr>
          <w:p w:rsidR="005453F3" w:rsidRPr="0088042C" w:rsidRDefault="005453F3" w:rsidP="003452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5453F3" w:rsidRPr="0088042C" w:rsidRDefault="005453F3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1876" w:rsidTr="0069005B">
        <w:trPr>
          <w:trHeight w:val="250"/>
        </w:trPr>
        <w:tc>
          <w:tcPr>
            <w:tcW w:w="709" w:type="dxa"/>
          </w:tcPr>
          <w:p w:rsidR="00501876" w:rsidRPr="0088042C" w:rsidRDefault="00501876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01876" w:rsidRPr="0088042C" w:rsidRDefault="00501876" w:rsidP="003452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gridSpan w:val="2"/>
          </w:tcPr>
          <w:p w:rsidR="00501876" w:rsidRPr="0088042C" w:rsidRDefault="00501876" w:rsidP="003452F1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501876" w:rsidRPr="0088042C" w:rsidRDefault="0050187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8042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гараж</w:t>
            </w:r>
          </w:p>
        </w:tc>
        <w:tc>
          <w:tcPr>
            <w:tcW w:w="1134" w:type="dxa"/>
          </w:tcPr>
          <w:p w:rsidR="00501876" w:rsidRPr="00D701CF" w:rsidRDefault="00501876" w:rsidP="00C46CA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701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Индиви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D701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дуаль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D701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ная</w:t>
            </w:r>
            <w:proofErr w:type="spellEnd"/>
          </w:p>
        </w:tc>
        <w:tc>
          <w:tcPr>
            <w:tcW w:w="851" w:type="dxa"/>
          </w:tcPr>
          <w:p w:rsidR="00501876" w:rsidRPr="0088042C" w:rsidRDefault="00501876" w:rsidP="003452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8042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2" w:type="dxa"/>
          </w:tcPr>
          <w:p w:rsidR="00501876" w:rsidRPr="0088042C" w:rsidRDefault="00501876" w:rsidP="003452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8042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34" w:type="dxa"/>
          </w:tcPr>
          <w:p w:rsidR="00501876" w:rsidRPr="0088042C" w:rsidRDefault="00501876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01876" w:rsidRPr="0088042C" w:rsidRDefault="00501876" w:rsidP="008458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501876" w:rsidRPr="0088042C" w:rsidRDefault="00501876" w:rsidP="008458FA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501876" w:rsidRPr="0088042C" w:rsidRDefault="00501876" w:rsidP="00002CC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</w:tcPr>
          <w:p w:rsidR="00501876" w:rsidRPr="0088042C" w:rsidRDefault="00501876" w:rsidP="003452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501876" w:rsidRPr="0088042C" w:rsidRDefault="00501876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53F3" w:rsidTr="0069005B">
        <w:trPr>
          <w:trHeight w:val="250"/>
        </w:trPr>
        <w:tc>
          <w:tcPr>
            <w:tcW w:w="709" w:type="dxa"/>
          </w:tcPr>
          <w:p w:rsidR="005453F3" w:rsidRPr="0088042C" w:rsidRDefault="005453F3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453F3" w:rsidRPr="0088042C" w:rsidRDefault="005453F3" w:rsidP="003452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8042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супруга</w:t>
            </w:r>
          </w:p>
        </w:tc>
        <w:tc>
          <w:tcPr>
            <w:tcW w:w="1417" w:type="dxa"/>
            <w:gridSpan w:val="2"/>
          </w:tcPr>
          <w:p w:rsidR="005453F3" w:rsidRPr="0088042C" w:rsidRDefault="005453F3" w:rsidP="003452F1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5453F3" w:rsidRPr="0088042C" w:rsidRDefault="005453F3" w:rsidP="003452F1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8042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134" w:type="dxa"/>
          </w:tcPr>
          <w:p w:rsidR="005453F3" w:rsidRPr="0088042C" w:rsidRDefault="005453F3" w:rsidP="003452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42C">
              <w:rPr>
                <w:rFonts w:ascii="Times New Roman" w:hAnsi="Times New Roman" w:cs="Times New Roman"/>
                <w:sz w:val="24"/>
                <w:szCs w:val="24"/>
              </w:rPr>
              <w:t>Долевая 1/5</w:t>
            </w:r>
          </w:p>
        </w:tc>
        <w:tc>
          <w:tcPr>
            <w:tcW w:w="851" w:type="dxa"/>
          </w:tcPr>
          <w:p w:rsidR="005453F3" w:rsidRPr="0088042C" w:rsidRDefault="005453F3" w:rsidP="003452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8042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89,1</w:t>
            </w:r>
          </w:p>
        </w:tc>
        <w:tc>
          <w:tcPr>
            <w:tcW w:w="992" w:type="dxa"/>
          </w:tcPr>
          <w:p w:rsidR="005453F3" w:rsidRPr="0088042C" w:rsidRDefault="005453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042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34" w:type="dxa"/>
          </w:tcPr>
          <w:p w:rsidR="005453F3" w:rsidRPr="0088042C" w:rsidRDefault="005453F3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453F3" w:rsidRPr="0088042C" w:rsidRDefault="005453F3" w:rsidP="008458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5453F3" w:rsidRPr="0088042C" w:rsidRDefault="005453F3" w:rsidP="008458FA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5453F3" w:rsidRPr="0088042C" w:rsidRDefault="005453F3" w:rsidP="00002CC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</w:tcPr>
          <w:p w:rsidR="005453F3" w:rsidRPr="0088042C" w:rsidRDefault="005453F3" w:rsidP="003452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5453F3" w:rsidRPr="0088042C" w:rsidRDefault="005453F3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53F3" w:rsidTr="0069005B">
        <w:trPr>
          <w:trHeight w:val="250"/>
        </w:trPr>
        <w:tc>
          <w:tcPr>
            <w:tcW w:w="709" w:type="dxa"/>
          </w:tcPr>
          <w:p w:rsidR="005453F3" w:rsidRPr="0088042C" w:rsidRDefault="005453F3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453F3" w:rsidRPr="0088042C" w:rsidRDefault="005453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042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Несовершеннолетний ребенок</w:t>
            </w:r>
          </w:p>
        </w:tc>
        <w:tc>
          <w:tcPr>
            <w:tcW w:w="1417" w:type="dxa"/>
            <w:gridSpan w:val="2"/>
          </w:tcPr>
          <w:p w:rsidR="005453F3" w:rsidRPr="0088042C" w:rsidRDefault="005453F3" w:rsidP="003452F1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5453F3" w:rsidRPr="0088042C" w:rsidRDefault="005453F3" w:rsidP="003452F1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8042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134" w:type="dxa"/>
          </w:tcPr>
          <w:p w:rsidR="005453F3" w:rsidRPr="0088042C" w:rsidRDefault="005453F3" w:rsidP="003452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42C">
              <w:rPr>
                <w:rFonts w:ascii="Times New Roman" w:hAnsi="Times New Roman" w:cs="Times New Roman"/>
                <w:sz w:val="24"/>
                <w:szCs w:val="24"/>
              </w:rPr>
              <w:t>Долевая 1/5</w:t>
            </w:r>
          </w:p>
        </w:tc>
        <w:tc>
          <w:tcPr>
            <w:tcW w:w="851" w:type="dxa"/>
          </w:tcPr>
          <w:p w:rsidR="005453F3" w:rsidRPr="0088042C" w:rsidRDefault="005453F3" w:rsidP="003452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8042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89,1</w:t>
            </w:r>
          </w:p>
        </w:tc>
        <w:tc>
          <w:tcPr>
            <w:tcW w:w="992" w:type="dxa"/>
          </w:tcPr>
          <w:p w:rsidR="005453F3" w:rsidRPr="0088042C" w:rsidRDefault="005453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042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34" w:type="dxa"/>
          </w:tcPr>
          <w:p w:rsidR="005453F3" w:rsidRPr="0088042C" w:rsidRDefault="005453F3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453F3" w:rsidRPr="0088042C" w:rsidRDefault="005453F3" w:rsidP="008458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5453F3" w:rsidRPr="0088042C" w:rsidRDefault="005453F3" w:rsidP="008458FA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5453F3" w:rsidRPr="0088042C" w:rsidRDefault="005453F3" w:rsidP="00002CC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</w:tcPr>
          <w:p w:rsidR="005453F3" w:rsidRPr="0088042C" w:rsidRDefault="005453F3" w:rsidP="003452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5453F3" w:rsidRPr="0088042C" w:rsidRDefault="005453F3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53F3" w:rsidTr="0069005B">
        <w:trPr>
          <w:trHeight w:val="250"/>
        </w:trPr>
        <w:tc>
          <w:tcPr>
            <w:tcW w:w="709" w:type="dxa"/>
          </w:tcPr>
          <w:p w:rsidR="005453F3" w:rsidRPr="0088042C" w:rsidRDefault="005453F3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453F3" w:rsidRPr="0088042C" w:rsidRDefault="005453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042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Несовершеннолетний ребенок</w:t>
            </w:r>
          </w:p>
        </w:tc>
        <w:tc>
          <w:tcPr>
            <w:tcW w:w="1417" w:type="dxa"/>
            <w:gridSpan w:val="2"/>
          </w:tcPr>
          <w:p w:rsidR="005453F3" w:rsidRPr="0088042C" w:rsidRDefault="005453F3" w:rsidP="003452F1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5453F3" w:rsidRPr="0088042C" w:rsidRDefault="005453F3" w:rsidP="003452F1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8042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134" w:type="dxa"/>
          </w:tcPr>
          <w:p w:rsidR="005453F3" w:rsidRPr="0088042C" w:rsidRDefault="005453F3" w:rsidP="003452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42C">
              <w:rPr>
                <w:rFonts w:ascii="Times New Roman" w:hAnsi="Times New Roman" w:cs="Times New Roman"/>
                <w:sz w:val="24"/>
                <w:szCs w:val="24"/>
              </w:rPr>
              <w:t>Долевая 1/5</w:t>
            </w:r>
          </w:p>
        </w:tc>
        <w:tc>
          <w:tcPr>
            <w:tcW w:w="851" w:type="dxa"/>
          </w:tcPr>
          <w:p w:rsidR="005453F3" w:rsidRPr="0088042C" w:rsidRDefault="005453F3" w:rsidP="003452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8042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89,1</w:t>
            </w:r>
          </w:p>
        </w:tc>
        <w:tc>
          <w:tcPr>
            <w:tcW w:w="992" w:type="dxa"/>
          </w:tcPr>
          <w:p w:rsidR="005453F3" w:rsidRPr="0088042C" w:rsidRDefault="005453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042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34" w:type="dxa"/>
          </w:tcPr>
          <w:p w:rsidR="005453F3" w:rsidRPr="0088042C" w:rsidRDefault="005453F3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453F3" w:rsidRPr="0088042C" w:rsidRDefault="005453F3" w:rsidP="008458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5453F3" w:rsidRPr="0088042C" w:rsidRDefault="005453F3" w:rsidP="008458FA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5453F3" w:rsidRPr="0088042C" w:rsidRDefault="005453F3" w:rsidP="00002CC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</w:tcPr>
          <w:p w:rsidR="005453F3" w:rsidRPr="0088042C" w:rsidRDefault="005453F3" w:rsidP="003452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5453F3" w:rsidRPr="0088042C" w:rsidRDefault="005453F3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53F3" w:rsidTr="0069005B">
        <w:trPr>
          <w:trHeight w:val="250"/>
        </w:trPr>
        <w:tc>
          <w:tcPr>
            <w:tcW w:w="709" w:type="dxa"/>
          </w:tcPr>
          <w:p w:rsidR="005453F3" w:rsidRPr="0088042C" w:rsidRDefault="00183B47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</w:t>
            </w:r>
            <w:r w:rsidR="005453F3" w:rsidRPr="0088042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843" w:type="dxa"/>
          </w:tcPr>
          <w:p w:rsidR="005453F3" w:rsidRPr="0088042C" w:rsidRDefault="005453F3" w:rsidP="003452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8042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Петрова </w:t>
            </w:r>
          </w:p>
          <w:p w:rsidR="005453F3" w:rsidRPr="0088042C" w:rsidRDefault="005453F3" w:rsidP="003452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8042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Ольга Владимировна</w:t>
            </w:r>
          </w:p>
        </w:tc>
        <w:tc>
          <w:tcPr>
            <w:tcW w:w="1417" w:type="dxa"/>
            <w:gridSpan w:val="2"/>
          </w:tcPr>
          <w:p w:rsidR="005453F3" w:rsidRPr="0088042C" w:rsidRDefault="005453F3" w:rsidP="003452F1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8042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заместитель начальника отдела </w:t>
            </w:r>
          </w:p>
        </w:tc>
        <w:tc>
          <w:tcPr>
            <w:tcW w:w="1134" w:type="dxa"/>
          </w:tcPr>
          <w:p w:rsidR="005453F3" w:rsidRPr="0088042C" w:rsidRDefault="005453F3" w:rsidP="003452F1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8042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134" w:type="dxa"/>
          </w:tcPr>
          <w:p w:rsidR="005453F3" w:rsidRPr="0088042C" w:rsidRDefault="005453F3" w:rsidP="003452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42C">
              <w:rPr>
                <w:rFonts w:ascii="Times New Roman" w:hAnsi="Times New Roman" w:cs="Times New Roman"/>
                <w:sz w:val="24"/>
                <w:szCs w:val="24"/>
              </w:rPr>
              <w:t>совместная</w:t>
            </w:r>
          </w:p>
        </w:tc>
        <w:tc>
          <w:tcPr>
            <w:tcW w:w="851" w:type="dxa"/>
          </w:tcPr>
          <w:p w:rsidR="005453F3" w:rsidRPr="0088042C" w:rsidRDefault="005453F3" w:rsidP="003452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8042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58,8</w:t>
            </w:r>
          </w:p>
        </w:tc>
        <w:tc>
          <w:tcPr>
            <w:tcW w:w="992" w:type="dxa"/>
          </w:tcPr>
          <w:p w:rsidR="005453F3" w:rsidRPr="0088042C" w:rsidRDefault="005453F3" w:rsidP="003452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8042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34" w:type="dxa"/>
          </w:tcPr>
          <w:p w:rsidR="005453F3" w:rsidRPr="0088042C" w:rsidRDefault="005453F3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42C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134" w:type="dxa"/>
          </w:tcPr>
          <w:p w:rsidR="005453F3" w:rsidRPr="0088042C" w:rsidRDefault="005453F3" w:rsidP="003452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8042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54,3</w:t>
            </w:r>
          </w:p>
        </w:tc>
        <w:tc>
          <w:tcPr>
            <w:tcW w:w="1559" w:type="dxa"/>
          </w:tcPr>
          <w:p w:rsidR="005453F3" w:rsidRPr="0088042C" w:rsidRDefault="005453F3" w:rsidP="003452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8042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34" w:type="dxa"/>
          </w:tcPr>
          <w:p w:rsidR="005453F3" w:rsidRPr="0088042C" w:rsidRDefault="005453F3" w:rsidP="00002CC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</w:tcPr>
          <w:p w:rsidR="005453F3" w:rsidRPr="0088042C" w:rsidRDefault="005453F3" w:rsidP="003452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8042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393463</w:t>
            </w:r>
          </w:p>
        </w:tc>
        <w:tc>
          <w:tcPr>
            <w:tcW w:w="1559" w:type="dxa"/>
          </w:tcPr>
          <w:p w:rsidR="005453F3" w:rsidRPr="0088042C" w:rsidRDefault="005453F3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53F3" w:rsidTr="0069005B">
        <w:trPr>
          <w:trHeight w:val="250"/>
        </w:trPr>
        <w:tc>
          <w:tcPr>
            <w:tcW w:w="709" w:type="dxa"/>
          </w:tcPr>
          <w:p w:rsidR="005453F3" w:rsidRPr="0088042C" w:rsidRDefault="005453F3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453F3" w:rsidRPr="0088042C" w:rsidRDefault="005453F3" w:rsidP="003452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gridSpan w:val="2"/>
          </w:tcPr>
          <w:p w:rsidR="005453F3" w:rsidRPr="0088042C" w:rsidRDefault="005453F3" w:rsidP="003452F1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5453F3" w:rsidRPr="0088042C" w:rsidRDefault="005453F3" w:rsidP="003452F1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8042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134" w:type="dxa"/>
          </w:tcPr>
          <w:p w:rsidR="005453F3" w:rsidRPr="0088042C" w:rsidRDefault="005453F3" w:rsidP="003452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42C">
              <w:rPr>
                <w:rFonts w:ascii="Times New Roman" w:hAnsi="Times New Roman" w:cs="Times New Roman"/>
                <w:sz w:val="24"/>
                <w:szCs w:val="24"/>
              </w:rPr>
              <w:t>Долевая 1/6</w:t>
            </w:r>
          </w:p>
        </w:tc>
        <w:tc>
          <w:tcPr>
            <w:tcW w:w="851" w:type="dxa"/>
          </w:tcPr>
          <w:p w:rsidR="005453F3" w:rsidRPr="0088042C" w:rsidRDefault="005453F3" w:rsidP="003452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8042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86,9</w:t>
            </w:r>
          </w:p>
        </w:tc>
        <w:tc>
          <w:tcPr>
            <w:tcW w:w="992" w:type="dxa"/>
          </w:tcPr>
          <w:p w:rsidR="005453F3" w:rsidRPr="0088042C" w:rsidRDefault="005453F3" w:rsidP="003452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 w:rsidRPr="0088042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34" w:type="dxa"/>
          </w:tcPr>
          <w:p w:rsidR="005453F3" w:rsidRPr="0088042C" w:rsidRDefault="005453F3" w:rsidP="00091A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453F3" w:rsidRPr="0088042C" w:rsidRDefault="005453F3" w:rsidP="008458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5453F3" w:rsidRPr="0088042C" w:rsidRDefault="005453F3" w:rsidP="008458FA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5453F3" w:rsidRPr="0088042C" w:rsidRDefault="005453F3" w:rsidP="00002CC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</w:tcPr>
          <w:p w:rsidR="005453F3" w:rsidRPr="0088042C" w:rsidRDefault="005453F3" w:rsidP="003452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5453F3" w:rsidRPr="0088042C" w:rsidRDefault="005453F3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53F3" w:rsidTr="0069005B">
        <w:trPr>
          <w:trHeight w:val="250"/>
        </w:trPr>
        <w:tc>
          <w:tcPr>
            <w:tcW w:w="709" w:type="dxa"/>
          </w:tcPr>
          <w:p w:rsidR="005453F3" w:rsidRPr="0088042C" w:rsidRDefault="005453F3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453F3" w:rsidRPr="0088042C" w:rsidRDefault="005453F3" w:rsidP="003452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8042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Несовершеннолетний ребенок</w:t>
            </w:r>
          </w:p>
        </w:tc>
        <w:tc>
          <w:tcPr>
            <w:tcW w:w="1417" w:type="dxa"/>
            <w:gridSpan w:val="2"/>
          </w:tcPr>
          <w:p w:rsidR="005453F3" w:rsidRPr="0088042C" w:rsidRDefault="005453F3" w:rsidP="003452F1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5453F3" w:rsidRPr="0088042C" w:rsidRDefault="005453F3" w:rsidP="003452F1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8042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134" w:type="dxa"/>
          </w:tcPr>
          <w:p w:rsidR="005453F3" w:rsidRPr="0088042C" w:rsidRDefault="005453F3" w:rsidP="003452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42C">
              <w:rPr>
                <w:rFonts w:ascii="Times New Roman" w:hAnsi="Times New Roman" w:cs="Times New Roman"/>
                <w:sz w:val="24"/>
                <w:szCs w:val="24"/>
              </w:rPr>
              <w:t>Долевая 1/6</w:t>
            </w:r>
          </w:p>
        </w:tc>
        <w:tc>
          <w:tcPr>
            <w:tcW w:w="851" w:type="dxa"/>
          </w:tcPr>
          <w:p w:rsidR="005453F3" w:rsidRPr="0088042C" w:rsidRDefault="005453F3" w:rsidP="003452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8042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86,9</w:t>
            </w:r>
          </w:p>
        </w:tc>
        <w:tc>
          <w:tcPr>
            <w:tcW w:w="992" w:type="dxa"/>
          </w:tcPr>
          <w:p w:rsidR="005453F3" w:rsidRPr="0088042C" w:rsidRDefault="005453F3" w:rsidP="003452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 w:rsidRPr="0088042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34" w:type="dxa"/>
          </w:tcPr>
          <w:p w:rsidR="005453F3" w:rsidRPr="0088042C" w:rsidRDefault="005453F3" w:rsidP="003452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42C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134" w:type="dxa"/>
          </w:tcPr>
          <w:p w:rsidR="005453F3" w:rsidRPr="0088042C" w:rsidRDefault="005453F3" w:rsidP="003452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8042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54,3</w:t>
            </w:r>
          </w:p>
        </w:tc>
        <w:tc>
          <w:tcPr>
            <w:tcW w:w="1559" w:type="dxa"/>
          </w:tcPr>
          <w:p w:rsidR="005453F3" w:rsidRPr="0088042C" w:rsidRDefault="005453F3" w:rsidP="003452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8042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34" w:type="dxa"/>
          </w:tcPr>
          <w:p w:rsidR="005453F3" w:rsidRPr="0088042C" w:rsidRDefault="005453F3" w:rsidP="00002CC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</w:tcPr>
          <w:p w:rsidR="005453F3" w:rsidRPr="0088042C" w:rsidRDefault="005453F3" w:rsidP="003452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5453F3" w:rsidRPr="0088042C" w:rsidRDefault="005453F3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53F3" w:rsidTr="0069005B">
        <w:trPr>
          <w:trHeight w:val="250"/>
        </w:trPr>
        <w:tc>
          <w:tcPr>
            <w:tcW w:w="709" w:type="dxa"/>
          </w:tcPr>
          <w:p w:rsidR="005453F3" w:rsidRPr="0088042C" w:rsidRDefault="00183B47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</w:t>
            </w:r>
            <w:r w:rsidR="005453F3" w:rsidRPr="0088042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:rsidR="005453F3" w:rsidRPr="0088042C" w:rsidRDefault="005453F3" w:rsidP="003452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8042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Юров Александр Михайлович</w:t>
            </w:r>
          </w:p>
        </w:tc>
        <w:tc>
          <w:tcPr>
            <w:tcW w:w="1417" w:type="dxa"/>
            <w:gridSpan w:val="2"/>
          </w:tcPr>
          <w:p w:rsidR="005453F3" w:rsidRPr="0088042C" w:rsidRDefault="005453F3" w:rsidP="003452F1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88042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Государст</w:t>
            </w:r>
            <w:r w:rsidR="00A140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88042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венный</w:t>
            </w:r>
            <w:proofErr w:type="spellEnd"/>
            <w:proofErr w:type="gramEnd"/>
            <w:r w:rsidRPr="0088042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инспектор</w:t>
            </w:r>
          </w:p>
        </w:tc>
        <w:tc>
          <w:tcPr>
            <w:tcW w:w="1134" w:type="dxa"/>
          </w:tcPr>
          <w:p w:rsidR="005453F3" w:rsidRPr="0088042C" w:rsidRDefault="005453F3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5453F3" w:rsidRPr="0088042C" w:rsidRDefault="005453F3" w:rsidP="003452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453F3" w:rsidRPr="0088042C" w:rsidRDefault="005453F3" w:rsidP="003452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5453F3" w:rsidRPr="0088042C" w:rsidRDefault="005453F3" w:rsidP="003452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5453F3" w:rsidRPr="0088042C" w:rsidRDefault="005453F3" w:rsidP="003452F1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8042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134" w:type="dxa"/>
          </w:tcPr>
          <w:p w:rsidR="005453F3" w:rsidRPr="0088042C" w:rsidRDefault="005453F3" w:rsidP="003452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8042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59,2</w:t>
            </w:r>
          </w:p>
        </w:tc>
        <w:tc>
          <w:tcPr>
            <w:tcW w:w="1559" w:type="dxa"/>
          </w:tcPr>
          <w:p w:rsidR="005453F3" w:rsidRPr="0088042C" w:rsidRDefault="005453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042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34" w:type="dxa"/>
          </w:tcPr>
          <w:p w:rsidR="005453F3" w:rsidRPr="0088042C" w:rsidRDefault="005453F3" w:rsidP="00002CC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</w:tcPr>
          <w:p w:rsidR="005453F3" w:rsidRPr="0088042C" w:rsidRDefault="005453F3" w:rsidP="003452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8042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392515,54</w:t>
            </w:r>
          </w:p>
        </w:tc>
        <w:tc>
          <w:tcPr>
            <w:tcW w:w="1559" w:type="dxa"/>
          </w:tcPr>
          <w:p w:rsidR="005453F3" w:rsidRPr="0088042C" w:rsidRDefault="005453F3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53F3" w:rsidTr="0069005B">
        <w:trPr>
          <w:trHeight w:val="250"/>
        </w:trPr>
        <w:tc>
          <w:tcPr>
            <w:tcW w:w="709" w:type="dxa"/>
          </w:tcPr>
          <w:p w:rsidR="005453F3" w:rsidRPr="0088042C" w:rsidRDefault="005453F3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453F3" w:rsidRPr="0088042C" w:rsidRDefault="005453F3" w:rsidP="003452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8042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супруга</w:t>
            </w:r>
          </w:p>
        </w:tc>
        <w:tc>
          <w:tcPr>
            <w:tcW w:w="1417" w:type="dxa"/>
            <w:gridSpan w:val="2"/>
          </w:tcPr>
          <w:p w:rsidR="005453F3" w:rsidRPr="0088042C" w:rsidRDefault="005453F3" w:rsidP="003452F1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5453F3" w:rsidRPr="0088042C" w:rsidRDefault="005453F3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5453F3" w:rsidRPr="0088042C" w:rsidRDefault="005453F3" w:rsidP="003452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453F3" w:rsidRPr="0088042C" w:rsidRDefault="005453F3" w:rsidP="003452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5453F3" w:rsidRPr="0088042C" w:rsidRDefault="005453F3" w:rsidP="003452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5453F3" w:rsidRPr="0088042C" w:rsidRDefault="005453F3" w:rsidP="003452F1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8042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134" w:type="dxa"/>
          </w:tcPr>
          <w:p w:rsidR="005453F3" w:rsidRPr="0088042C" w:rsidRDefault="005453F3" w:rsidP="003452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8042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59,2</w:t>
            </w:r>
          </w:p>
        </w:tc>
        <w:tc>
          <w:tcPr>
            <w:tcW w:w="1559" w:type="dxa"/>
          </w:tcPr>
          <w:p w:rsidR="005453F3" w:rsidRPr="0088042C" w:rsidRDefault="005453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042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34" w:type="dxa"/>
          </w:tcPr>
          <w:p w:rsidR="005453F3" w:rsidRPr="0088042C" w:rsidRDefault="005453F3" w:rsidP="00002CC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</w:tcPr>
          <w:p w:rsidR="005453F3" w:rsidRPr="0088042C" w:rsidRDefault="005453F3" w:rsidP="003452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8042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776501,36</w:t>
            </w:r>
          </w:p>
        </w:tc>
        <w:tc>
          <w:tcPr>
            <w:tcW w:w="1559" w:type="dxa"/>
          </w:tcPr>
          <w:p w:rsidR="005453F3" w:rsidRPr="0088042C" w:rsidRDefault="005453F3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53F3" w:rsidTr="0069005B">
        <w:trPr>
          <w:trHeight w:val="250"/>
        </w:trPr>
        <w:tc>
          <w:tcPr>
            <w:tcW w:w="709" w:type="dxa"/>
          </w:tcPr>
          <w:p w:rsidR="005453F3" w:rsidRPr="0088042C" w:rsidRDefault="005453F3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453F3" w:rsidRPr="0088042C" w:rsidRDefault="005453F3" w:rsidP="003452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8042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Несовершеннолетний ребенок</w:t>
            </w:r>
          </w:p>
        </w:tc>
        <w:tc>
          <w:tcPr>
            <w:tcW w:w="1417" w:type="dxa"/>
            <w:gridSpan w:val="2"/>
          </w:tcPr>
          <w:p w:rsidR="005453F3" w:rsidRPr="0088042C" w:rsidRDefault="005453F3" w:rsidP="003452F1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5453F3" w:rsidRPr="0088042C" w:rsidRDefault="005453F3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5453F3" w:rsidRPr="0088042C" w:rsidRDefault="005453F3" w:rsidP="003452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453F3" w:rsidRPr="0088042C" w:rsidRDefault="005453F3" w:rsidP="003452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5453F3" w:rsidRPr="0088042C" w:rsidRDefault="005453F3" w:rsidP="003452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5453F3" w:rsidRPr="0088042C" w:rsidRDefault="005453F3" w:rsidP="003452F1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8042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134" w:type="dxa"/>
          </w:tcPr>
          <w:p w:rsidR="005453F3" w:rsidRPr="0088042C" w:rsidRDefault="005453F3" w:rsidP="003452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8042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59,2</w:t>
            </w:r>
          </w:p>
        </w:tc>
        <w:tc>
          <w:tcPr>
            <w:tcW w:w="1559" w:type="dxa"/>
          </w:tcPr>
          <w:p w:rsidR="005453F3" w:rsidRPr="0088042C" w:rsidRDefault="005453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042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34" w:type="dxa"/>
          </w:tcPr>
          <w:p w:rsidR="005453F3" w:rsidRPr="0088042C" w:rsidRDefault="005453F3" w:rsidP="00002CC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</w:tcPr>
          <w:p w:rsidR="005453F3" w:rsidRPr="0088042C" w:rsidRDefault="005453F3" w:rsidP="003452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5453F3" w:rsidRPr="0088042C" w:rsidRDefault="005453F3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005B" w:rsidTr="0069005B">
        <w:trPr>
          <w:trHeight w:val="250"/>
        </w:trPr>
        <w:tc>
          <w:tcPr>
            <w:tcW w:w="709" w:type="dxa"/>
          </w:tcPr>
          <w:p w:rsidR="0069005B" w:rsidRPr="0088042C" w:rsidRDefault="00183B47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</w:t>
            </w:r>
            <w:r w:rsidR="00A140C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:rsidR="0069005B" w:rsidRPr="0088042C" w:rsidRDefault="0069005B" w:rsidP="003452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Леньга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Сергей Николаевич</w:t>
            </w:r>
          </w:p>
        </w:tc>
        <w:tc>
          <w:tcPr>
            <w:tcW w:w="1417" w:type="dxa"/>
            <w:gridSpan w:val="2"/>
          </w:tcPr>
          <w:p w:rsidR="0069005B" w:rsidRPr="0088042C" w:rsidRDefault="0069005B" w:rsidP="003452F1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88042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Государст</w:t>
            </w:r>
            <w:r w:rsidR="00A140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88042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венный</w:t>
            </w:r>
            <w:proofErr w:type="spellEnd"/>
            <w:proofErr w:type="gramEnd"/>
            <w:r w:rsidRPr="0088042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инспектор</w:t>
            </w:r>
          </w:p>
        </w:tc>
        <w:tc>
          <w:tcPr>
            <w:tcW w:w="1134" w:type="dxa"/>
          </w:tcPr>
          <w:p w:rsidR="0069005B" w:rsidRPr="0088042C" w:rsidRDefault="0069005B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69005B" w:rsidRPr="0088042C" w:rsidRDefault="0069005B" w:rsidP="003452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69005B" w:rsidRPr="0088042C" w:rsidRDefault="0069005B" w:rsidP="003452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69005B" w:rsidRPr="0088042C" w:rsidRDefault="0069005B" w:rsidP="003452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69005B" w:rsidRPr="0088042C" w:rsidRDefault="0069005B" w:rsidP="009D2E8B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8042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134" w:type="dxa"/>
          </w:tcPr>
          <w:p w:rsidR="0069005B" w:rsidRPr="0088042C" w:rsidRDefault="0069005B" w:rsidP="0069005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559" w:type="dxa"/>
          </w:tcPr>
          <w:p w:rsidR="0069005B" w:rsidRPr="0088042C" w:rsidRDefault="0069005B" w:rsidP="009D2E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042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34" w:type="dxa"/>
          </w:tcPr>
          <w:p w:rsidR="0069005B" w:rsidRPr="0088042C" w:rsidRDefault="0069005B" w:rsidP="00002CC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</w:tcPr>
          <w:p w:rsidR="0069005B" w:rsidRPr="0088042C" w:rsidRDefault="0069005B" w:rsidP="003452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492887</w:t>
            </w:r>
          </w:p>
        </w:tc>
        <w:tc>
          <w:tcPr>
            <w:tcW w:w="1559" w:type="dxa"/>
          </w:tcPr>
          <w:p w:rsidR="0069005B" w:rsidRPr="0088042C" w:rsidRDefault="0069005B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53F3" w:rsidTr="0003575E">
        <w:trPr>
          <w:trHeight w:val="250"/>
        </w:trPr>
        <w:tc>
          <w:tcPr>
            <w:tcW w:w="16018" w:type="dxa"/>
            <w:gridSpan w:val="15"/>
          </w:tcPr>
          <w:p w:rsidR="005453F3" w:rsidRDefault="005453F3" w:rsidP="00B1536C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Отдел надзора за обеспечением  авиационной безопасности, поисковым, аварийно-спасательным и противопожарным обеспечением полетов</w:t>
            </w:r>
          </w:p>
        </w:tc>
      </w:tr>
      <w:tr w:rsidR="005453F3" w:rsidRPr="0088042C" w:rsidTr="0003575E">
        <w:trPr>
          <w:trHeight w:val="250"/>
        </w:trPr>
        <w:tc>
          <w:tcPr>
            <w:tcW w:w="709" w:type="dxa"/>
          </w:tcPr>
          <w:p w:rsidR="005453F3" w:rsidRPr="0088042C" w:rsidRDefault="00183B47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</w:t>
            </w:r>
            <w:r w:rsidR="005453F3" w:rsidRPr="0088042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843" w:type="dxa"/>
          </w:tcPr>
          <w:p w:rsidR="005453F3" w:rsidRPr="0088042C" w:rsidRDefault="005453F3" w:rsidP="003452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8042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Игнатов Андрей </w:t>
            </w:r>
            <w:r w:rsidRPr="0088042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Алексеевич</w:t>
            </w:r>
          </w:p>
        </w:tc>
        <w:tc>
          <w:tcPr>
            <w:tcW w:w="1276" w:type="dxa"/>
          </w:tcPr>
          <w:p w:rsidR="005453F3" w:rsidRPr="0088042C" w:rsidRDefault="005453F3" w:rsidP="003452F1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8042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Начальник</w:t>
            </w:r>
          </w:p>
          <w:p w:rsidR="005453F3" w:rsidRPr="0088042C" w:rsidRDefault="005453F3" w:rsidP="003452F1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8042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отдела </w:t>
            </w:r>
          </w:p>
        </w:tc>
        <w:tc>
          <w:tcPr>
            <w:tcW w:w="1275" w:type="dxa"/>
            <w:gridSpan w:val="2"/>
          </w:tcPr>
          <w:p w:rsidR="005453F3" w:rsidRPr="0088042C" w:rsidRDefault="005453F3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5453F3" w:rsidRPr="0088042C" w:rsidRDefault="005453F3" w:rsidP="003452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453F3" w:rsidRPr="0088042C" w:rsidRDefault="005453F3" w:rsidP="003452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5453F3" w:rsidRPr="0088042C" w:rsidRDefault="005453F3" w:rsidP="003452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5453F3" w:rsidRPr="0088042C" w:rsidRDefault="005453F3" w:rsidP="003452F1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8042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134" w:type="dxa"/>
          </w:tcPr>
          <w:p w:rsidR="005453F3" w:rsidRPr="0088042C" w:rsidRDefault="005453F3" w:rsidP="003452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8042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1559" w:type="dxa"/>
          </w:tcPr>
          <w:p w:rsidR="005453F3" w:rsidRPr="0088042C" w:rsidRDefault="005453F3" w:rsidP="003452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042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34" w:type="dxa"/>
          </w:tcPr>
          <w:p w:rsidR="005453F3" w:rsidRPr="0088042C" w:rsidRDefault="005453F3" w:rsidP="00002CC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</w:tcPr>
          <w:p w:rsidR="005453F3" w:rsidRPr="0088042C" w:rsidRDefault="005453F3" w:rsidP="003452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8042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402253,20</w:t>
            </w:r>
          </w:p>
        </w:tc>
        <w:tc>
          <w:tcPr>
            <w:tcW w:w="1559" w:type="dxa"/>
          </w:tcPr>
          <w:p w:rsidR="005453F3" w:rsidRPr="0088042C" w:rsidRDefault="005453F3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53F3" w:rsidRPr="0088042C" w:rsidTr="0003575E">
        <w:trPr>
          <w:trHeight w:val="250"/>
        </w:trPr>
        <w:tc>
          <w:tcPr>
            <w:tcW w:w="709" w:type="dxa"/>
          </w:tcPr>
          <w:p w:rsidR="005453F3" w:rsidRPr="0088042C" w:rsidRDefault="00183B47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96</w:t>
            </w:r>
            <w:r w:rsidR="005453F3" w:rsidRPr="0088042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843" w:type="dxa"/>
          </w:tcPr>
          <w:p w:rsidR="005453F3" w:rsidRPr="0088042C" w:rsidRDefault="005453F3" w:rsidP="003452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 w:rsidRPr="0088042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Офицеров Михаил Анатольевич</w:t>
            </w:r>
          </w:p>
          <w:p w:rsidR="005453F3" w:rsidRPr="0088042C" w:rsidRDefault="005453F3" w:rsidP="003452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76" w:type="dxa"/>
          </w:tcPr>
          <w:p w:rsidR="005453F3" w:rsidRPr="0088042C" w:rsidRDefault="005453F3" w:rsidP="003452F1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8042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Главный </w:t>
            </w:r>
            <w:proofErr w:type="spellStart"/>
            <w:proofErr w:type="gramStart"/>
            <w:r w:rsidRPr="0088042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государст</w:t>
            </w:r>
            <w:r w:rsidR="00A140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88042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венный</w:t>
            </w:r>
            <w:proofErr w:type="spellEnd"/>
            <w:proofErr w:type="gramEnd"/>
          </w:p>
          <w:p w:rsidR="005453F3" w:rsidRPr="0088042C" w:rsidRDefault="005453F3" w:rsidP="003452F1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8042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инспектор</w:t>
            </w:r>
          </w:p>
        </w:tc>
        <w:tc>
          <w:tcPr>
            <w:tcW w:w="1275" w:type="dxa"/>
            <w:gridSpan w:val="2"/>
          </w:tcPr>
          <w:p w:rsidR="005453F3" w:rsidRPr="0088042C" w:rsidRDefault="005453F3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5453F3" w:rsidRPr="0088042C" w:rsidRDefault="005453F3" w:rsidP="003452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453F3" w:rsidRPr="0088042C" w:rsidRDefault="005453F3" w:rsidP="003452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5453F3" w:rsidRPr="0088042C" w:rsidRDefault="005453F3" w:rsidP="003452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5453F3" w:rsidRPr="0088042C" w:rsidRDefault="005453F3" w:rsidP="003452F1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8042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134" w:type="dxa"/>
          </w:tcPr>
          <w:p w:rsidR="005453F3" w:rsidRPr="0088042C" w:rsidRDefault="005453F3" w:rsidP="003452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8042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559" w:type="dxa"/>
          </w:tcPr>
          <w:p w:rsidR="005453F3" w:rsidRPr="0088042C" w:rsidRDefault="005453F3" w:rsidP="003452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8042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34" w:type="dxa"/>
          </w:tcPr>
          <w:p w:rsidR="005453F3" w:rsidRPr="0088042C" w:rsidRDefault="005453F3" w:rsidP="00002CC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8042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а/</w:t>
            </w:r>
            <w:proofErr w:type="gramStart"/>
            <w:r w:rsidRPr="0088042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End"/>
            <w:r w:rsidRPr="0088042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8042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Митцубиси</w:t>
            </w:r>
            <w:proofErr w:type="spellEnd"/>
            <w:r w:rsidRPr="0088042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8042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Лансер</w:t>
            </w:r>
            <w:proofErr w:type="spellEnd"/>
          </w:p>
        </w:tc>
        <w:tc>
          <w:tcPr>
            <w:tcW w:w="1418" w:type="dxa"/>
            <w:gridSpan w:val="2"/>
          </w:tcPr>
          <w:p w:rsidR="005453F3" w:rsidRPr="0088042C" w:rsidRDefault="005453F3" w:rsidP="003452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8042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203584,41</w:t>
            </w:r>
          </w:p>
        </w:tc>
        <w:tc>
          <w:tcPr>
            <w:tcW w:w="1559" w:type="dxa"/>
          </w:tcPr>
          <w:p w:rsidR="005453F3" w:rsidRPr="0088042C" w:rsidRDefault="005453F3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53F3" w:rsidRPr="0088042C" w:rsidTr="0003575E">
        <w:trPr>
          <w:trHeight w:val="250"/>
        </w:trPr>
        <w:tc>
          <w:tcPr>
            <w:tcW w:w="709" w:type="dxa"/>
          </w:tcPr>
          <w:p w:rsidR="005453F3" w:rsidRPr="0088042C" w:rsidRDefault="005453F3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453F3" w:rsidRPr="0088042C" w:rsidRDefault="005453F3" w:rsidP="003452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5453F3" w:rsidRPr="0088042C" w:rsidRDefault="005453F3" w:rsidP="003452F1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2"/>
          </w:tcPr>
          <w:p w:rsidR="005453F3" w:rsidRPr="0088042C" w:rsidRDefault="005453F3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5453F3" w:rsidRPr="0088042C" w:rsidRDefault="005453F3" w:rsidP="003452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453F3" w:rsidRPr="0088042C" w:rsidRDefault="005453F3" w:rsidP="003452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5453F3" w:rsidRPr="0088042C" w:rsidRDefault="005453F3" w:rsidP="003452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5453F3" w:rsidRPr="0088042C" w:rsidRDefault="005453F3" w:rsidP="003452F1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5453F3" w:rsidRPr="0088042C" w:rsidRDefault="005453F3" w:rsidP="003452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5453F3" w:rsidRPr="0088042C" w:rsidRDefault="005453F3" w:rsidP="003452F1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5453F3" w:rsidRPr="0088042C" w:rsidRDefault="005453F3" w:rsidP="00002CC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8042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а/</w:t>
            </w:r>
            <w:proofErr w:type="gramStart"/>
            <w:r w:rsidRPr="0088042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End"/>
            <w:r w:rsidRPr="0088042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Хонда Аккорд</w:t>
            </w:r>
          </w:p>
        </w:tc>
        <w:tc>
          <w:tcPr>
            <w:tcW w:w="1418" w:type="dxa"/>
            <w:gridSpan w:val="2"/>
          </w:tcPr>
          <w:p w:rsidR="005453F3" w:rsidRPr="0088042C" w:rsidRDefault="005453F3" w:rsidP="003452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5453F3" w:rsidRPr="0088042C" w:rsidRDefault="005453F3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1876" w:rsidRPr="0088042C" w:rsidTr="0003575E">
        <w:trPr>
          <w:trHeight w:val="250"/>
        </w:trPr>
        <w:tc>
          <w:tcPr>
            <w:tcW w:w="709" w:type="dxa"/>
          </w:tcPr>
          <w:p w:rsidR="00501876" w:rsidRPr="0088042C" w:rsidRDefault="00501876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183B4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88042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843" w:type="dxa"/>
          </w:tcPr>
          <w:p w:rsidR="00501876" w:rsidRPr="0088042C" w:rsidRDefault="00501876" w:rsidP="003452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8042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Горский</w:t>
            </w:r>
          </w:p>
          <w:p w:rsidR="00501876" w:rsidRPr="0088042C" w:rsidRDefault="00501876" w:rsidP="003452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8042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Дмитрий Владимирович </w:t>
            </w:r>
          </w:p>
        </w:tc>
        <w:tc>
          <w:tcPr>
            <w:tcW w:w="1276" w:type="dxa"/>
          </w:tcPr>
          <w:p w:rsidR="00501876" w:rsidRPr="0088042C" w:rsidRDefault="00501876" w:rsidP="00437C17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8042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Старший </w:t>
            </w:r>
            <w:proofErr w:type="spellStart"/>
            <w:proofErr w:type="gramStart"/>
            <w:r w:rsidRPr="0088042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государст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88042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венный</w:t>
            </w:r>
            <w:proofErr w:type="spellEnd"/>
            <w:proofErr w:type="gramEnd"/>
          </w:p>
          <w:p w:rsidR="00501876" w:rsidRPr="0088042C" w:rsidRDefault="00501876" w:rsidP="00437C17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8042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инспектор</w:t>
            </w:r>
          </w:p>
        </w:tc>
        <w:tc>
          <w:tcPr>
            <w:tcW w:w="1275" w:type="dxa"/>
            <w:gridSpan w:val="2"/>
          </w:tcPr>
          <w:p w:rsidR="00501876" w:rsidRPr="0088042C" w:rsidRDefault="00501876" w:rsidP="003452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042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134" w:type="dxa"/>
          </w:tcPr>
          <w:p w:rsidR="00501876" w:rsidRPr="00D701CF" w:rsidRDefault="00501876" w:rsidP="00C46CA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701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Индиви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D701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дуаль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D701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ная</w:t>
            </w:r>
            <w:proofErr w:type="spellEnd"/>
          </w:p>
        </w:tc>
        <w:tc>
          <w:tcPr>
            <w:tcW w:w="851" w:type="dxa"/>
          </w:tcPr>
          <w:p w:rsidR="00501876" w:rsidRPr="0088042C" w:rsidRDefault="00501876" w:rsidP="0080528C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8042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992" w:type="dxa"/>
          </w:tcPr>
          <w:p w:rsidR="00501876" w:rsidRPr="0088042C" w:rsidRDefault="00501876" w:rsidP="003452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8042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34" w:type="dxa"/>
          </w:tcPr>
          <w:p w:rsidR="00501876" w:rsidRPr="0088042C" w:rsidRDefault="00501876" w:rsidP="003452F1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501876" w:rsidRPr="0088042C" w:rsidRDefault="00501876" w:rsidP="003452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501876" w:rsidRPr="0088042C" w:rsidRDefault="00501876" w:rsidP="003452F1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501876" w:rsidRPr="0088042C" w:rsidRDefault="00501876" w:rsidP="00002CC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</w:tcPr>
          <w:p w:rsidR="00501876" w:rsidRPr="0088042C" w:rsidRDefault="00501876" w:rsidP="003452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8042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195144,66</w:t>
            </w:r>
          </w:p>
        </w:tc>
        <w:tc>
          <w:tcPr>
            <w:tcW w:w="1559" w:type="dxa"/>
          </w:tcPr>
          <w:p w:rsidR="00501876" w:rsidRPr="0088042C" w:rsidRDefault="00501876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53F3" w:rsidRPr="0088042C" w:rsidTr="0003575E">
        <w:trPr>
          <w:trHeight w:val="250"/>
        </w:trPr>
        <w:tc>
          <w:tcPr>
            <w:tcW w:w="709" w:type="dxa"/>
          </w:tcPr>
          <w:p w:rsidR="005453F3" w:rsidRPr="0088042C" w:rsidRDefault="00183B47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</w:t>
            </w:r>
            <w:r w:rsidR="005453F3" w:rsidRPr="0088042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843" w:type="dxa"/>
          </w:tcPr>
          <w:p w:rsidR="005453F3" w:rsidRPr="0088042C" w:rsidRDefault="005453F3" w:rsidP="003452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8042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Федотова </w:t>
            </w:r>
            <w:proofErr w:type="spellStart"/>
            <w:r w:rsidRPr="0088042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Ульяна</w:t>
            </w:r>
            <w:proofErr w:type="spellEnd"/>
            <w:r w:rsidRPr="0088042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Андреевна</w:t>
            </w:r>
          </w:p>
        </w:tc>
        <w:tc>
          <w:tcPr>
            <w:tcW w:w="1276" w:type="dxa"/>
          </w:tcPr>
          <w:p w:rsidR="005453F3" w:rsidRPr="0088042C" w:rsidRDefault="005453F3" w:rsidP="003452F1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88042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Государст</w:t>
            </w:r>
            <w:r w:rsidR="00A140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88042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венный</w:t>
            </w:r>
            <w:proofErr w:type="spellEnd"/>
            <w:proofErr w:type="gramEnd"/>
          </w:p>
          <w:p w:rsidR="005453F3" w:rsidRPr="0088042C" w:rsidRDefault="005453F3" w:rsidP="003452F1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8042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инспектор</w:t>
            </w:r>
          </w:p>
        </w:tc>
        <w:tc>
          <w:tcPr>
            <w:tcW w:w="1275" w:type="dxa"/>
            <w:gridSpan w:val="2"/>
          </w:tcPr>
          <w:p w:rsidR="005453F3" w:rsidRPr="0088042C" w:rsidRDefault="005453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453F3" w:rsidRPr="0088042C" w:rsidRDefault="005453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453F3" w:rsidRPr="0088042C" w:rsidRDefault="005453F3" w:rsidP="003452F1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5453F3" w:rsidRPr="0088042C" w:rsidRDefault="005453F3" w:rsidP="003452F1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5453F3" w:rsidRPr="0088042C" w:rsidRDefault="005453F3" w:rsidP="003452F1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8042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134" w:type="dxa"/>
          </w:tcPr>
          <w:p w:rsidR="005453F3" w:rsidRPr="0088042C" w:rsidRDefault="005453F3" w:rsidP="003452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1559" w:type="dxa"/>
          </w:tcPr>
          <w:p w:rsidR="005453F3" w:rsidRPr="0088042C" w:rsidRDefault="005453F3" w:rsidP="003452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8042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34" w:type="dxa"/>
          </w:tcPr>
          <w:p w:rsidR="005453F3" w:rsidRPr="0088042C" w:rsidRDefault="005453F3" w:rsidP="00002CC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</w:tcPr>
          <w:p w:rsidR="005453F3" w:rsidRPr="0088042C" w:rsidRDefault="005453F3" w:rsidP="003452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8042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246164,87</w:t>
            </w:r>
          </w:p>
        </w:tc>
        <w:tc>
          <w:tcPr>
            <w:tcW w:w="1559" w:type="dxa"/>
          </w:tcPr>
          <w:p w:rsidR="005453F3" w:rsidRPr="0088042C" w:rsidRDefault="005453F3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53F3" w:rsidRPr="0088042C" w:rsidTr="0003575E">
        <w:trPr>
          <w:trHeight w:val="250"/>
        </w:trPr>
        <w:tc>
          <w:tcPr>
            <w:tcW w:w="709" w:type="dxa"/>
          </w:tcPr>
          <w:p w:rsidR="005453F3" w:rsidRPr="0088042C" w:rsidRDefault="00183B47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</w:t>
            </w:r>
            <w:r w:rsidR="005453F3" w:rsidRPr="0088042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843" w:type="dxa"/>
          </w:tcPr>
          <w:p w:rsidR="005453F3" w:rsidRPr="0088042C" w:rsidRDefault="005453F3" w:rsidP="003452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8042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Воробьева Анастасия Александровна</w:t>
            </w:r>
          </w:p>
        </w:tc>
        <w:tc>
          <w:tcPr>
            <w:tcW w:w="1276" w:type="dxa"/>
          </w:tcPr>
          <w:p w:rsidR="00A140C2" w:rsidRPr="0088042C" w:rsidRDefault="00A140C2" w:rsidP="00A140C2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88042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Государст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88042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венный</w:t>
            </w:r>
            <w:proofErr w:type="spellEnd"/>
            <w:proofErr w:type="gramEnd"/>
          </w:p>
          <w:p w:rsidR="005453F3" w:rsidRPr="0088042C" w:rsidRDefault="00A140C2" w:rsidP="00A140C2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8042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инспектор</w:t>
            </w:r>
          </w:p>
        </w:tc>
        <w:tc>
          <w:tcPr>
            <w:tcW w:w="1275" w:type="dxa"/>
            <w:gridSpan w:val="2"/>
          </w:tcPr>
          <w:p w:rsidR="005453F3" w:rsidRPr="0088042C" w:rsidRDefault="005453F3" w:rsidP="003452F1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8042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134" w:type="dxa"/>
          </w:tcPr>
          <w:p w:rsidR="005453F3" w:rsidRPr="0088042C" w:rsidRDefault="005453F3" w:rsidP="003452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42C">
              <w:rPr>
                <w:rFonts w:ascii="Times New Roman" w:hAnsi="Times New Roman" w:cs="Times New Roman"/>
                <w:sz w:val="24"/>
                <w:szCs w:val="24"/>
              </w:rPr>
              <w:t>Долевая 1/2</w:t>
            </w:r>
          </w:p>
        </w:tc>
        <w:tc>
          <w:tcPr>
            <w:tcW w:w="851" w:type="dxa"/>
          </w:tcPr>
          <w:p w:rsidR="005453F3" w:rsidRPr="0088042C" w:rsidRDefault="005453F3" w:rsidP="003452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042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31,1</w:t>
            </w:r>
          </w:p>
        </w:tc>
        <w:tc>
          <w:tcPr>
            <w:tcW w:w="992" w:type="dxa"/>
          </w:tcPr>
          <w:p w:rsidR="005453F3" w:rsidRPr="0088042C" w:rsidRDefault="005453F3" w:rsidP="003452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042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34" w:type="dxa"/>
          </w:tcPr>
          <w:p w:rsidR="005453F3" w:rsidRPr="0088042C" w:rsidRDefault="005453F3" w:rsidP="003452F1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5453F3" w:rsidRPr="0088042C" w:rsidRDefault="005453F3" w:rsidP="003452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5453F3" w:rsidRPr="0088042C" w:rsidRDefault="005453F3" w:rsidP="003452F1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5453F3" w:rsidRPr="0088042C" w:rsidRDefault="005453F3" w:rsidP="00002CC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</w:tcPr>
          <w:p w:rsidR="005453F3" w:rsidRPr="0088042C" w:rsidRDefault="005453F3" w:rsidP="003452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8042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34743,79</w:t>
            </w:r>
          </w:p>
        </w:tc>
        <w:tc>
          <w:tcPr>
            <w:tcW w:w="1559" w:type="dxa"/>
          </w:tcPr>
          <w:p w:rsidR="005453F3" w:rsidRPr="0088042C" w:rsidRDefault="005453F3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53F3" w:rsidRPr="0088042C" w:rsidTr="0003575E">
        <w:trPr>
          <w:trHeight w:val="250"/>
        </w:trPr>
        <w:tc>
          <w:tcPr>
            <w:tcW w:w="709" w:type="dxa"/>
          </w:tcPr>
          <w:p w:rsidR="005453F3" w:rsidRPr="0088042C" w:rsidRDefault="00183B47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5453F3" w:rsidRPr="0088042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843" w:type="dxa"/>
          </w:tcPr>
          <w:p w:rsidR="005453F3" w:rsidRPr="0088042C" w:rsidRDefault="005453F3" w:rsidP="003452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8042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Абилов</w:t>
            </w:r>
            <w:proofErr w:type="spellEnd"/>
            <w:r w:rsidRPr="0088042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Тимур </w:t>
            </w:r>
            <w:proofErr w:type="spellStart"/>
            <w:r w:rsidRPr="0088042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Мухбирович</w:t>
            </w:r>
            <w:proofErr w:type="spellEnd"/>
          </w:p>
        </w:tc>
        <w:tc>
          <w:tcPr>
            <w:tcW w:w="1276" w:type="dxa"/>
          </w:tcPr>
          <w:p w:rsidR="005453F3" w:rsidRPr="0088042C" w:rsidRDefault="005453F3" w:rsidP="003452F1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8042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Государственный</w:t>
            </w:r>
          </w:p>
          <w:p w:rsidR="005453F3" w:rsidRPr="0088042C" w:rsidRDefault="005453F3" w:rsidP="003452F1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8042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инспектор</w:t>
            </w:r>
          </w:p>
        </w:tc>
        <w:tc>
          <w:tcPr>
            <w:tcW w:w="1275" w:type="dxa"/>
            <w:gridSpan w:val="2"/>
          </w:tcPr>
          <w:p w:rsidR="005453F3" w:rsidRPr="0088042C" w:rsidRDefault="005453F3" w:rsidP="003452F1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8042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134" w:type="dxa"/>
          </w:tcPr>
          <w:p w:rsidR="005453F3" w:rsidRPr="0088042C" w:rsidRDefault="005453F3" w:rsidP="003452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42C">
              <w:rPr>
                <w:rFonts w:ascii="Times New Roman" w:hAnsi="Times New Roman" w:cs="Times New Roman"/>
                <w:sz w:val="24"/>
                <w:szCs w:val="24"/>
              </w:rPr>
              <w:t>Долевая 1/3</w:t>
            </w:r>
          </w:p>
        </w:tc>
        <w:tc>
          <w:tcPr>
            <w:tcW w:w="851" w:type="dxa"/>
          </w:tcPr>
          <w:p w:rsidR="005453F3" w:rsidRPr="0088042C" w:rsidRDefault="005453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042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65,5</w:t>
            </w:r>
          </w:p>
        </w:tc>
        <w:tc>
          <w:tcPr>
            <w:tcW w:w="992" w:type="dxa"/>
          </w:tcPr>
          <w:p w:rsidR="005453F3" w:rsidRPr="0088042C" w:rsidRDefault="005453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042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34" w:type="dxa"/>
          </w:tcPr>
          <w:p w:rsidR="005453F3" w:rsidRPr="0088042C" w:rsidRDefault="005453F3" w:rsidP="003452F1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5453F3" w:rsidRPr="0088042C" w:rsidRDefault="005453F3" w:rsidP="003452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5453F3" w:rsidRPr="0088042C" w:rsidRDefault="005453F3" w:rsidP="003452F1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5453F3" w:rsidRPr="0088042C" w:rsidRDefault="005453F3" w:rsidP="00002CC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</w:tcPr>
          <w:p w:rsidR="005453F3" w:rsidRPr="0088042C" w:rsidRDefault="005453F3" w:rsidP="003452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8042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29184</w:t>
            </w:r>
          </w:p>
        </w:tc>
        <w:tc>
          <w:tcPr>
            <w:tcW w:w="1559" w:type="dxa"/>
          </w:tcPr>
          <w:p w:rsidR="005453F3" w:rsidRPr="0088042C" w:rsidRDefault="005453F3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53F3" w:rsidRPr="0088042C" w:rsidTr="0003575E">
        <w:trPr>
          <w:trHeight w:val="250"/>
        </w:trPr>
        <w:tc>
          <w:tcPr>
            <w:tcW w:w="709" w:type="dxa"/>
          </w:tcPr>
          <w:p w:rsidR="005453F3" w:rsidRPr="0088042C" w:rsidRDefault="00183B47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  <w:r w:rsidR="005453F3" w:rsidRPr="0088042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843" w:type="dxa"/>
          </w:tcPr>
          <w:p w:rsidR="005453F3" w:rsidRPr="0088042C" w:rsidRDefault="005453F3" w:rsidP="003452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8042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Гурбаналиева</w:t>
            </w:r>
            <w:proofErr w:type="spellEnd"/>
            <w:r w:rsidRPr="0088042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5453F3" w:rsidRPr="0088042C" w:rsidRDefault="005453F3" w:rsidP="003452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8042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Нурай</w:t>
            </w:r>
            <w:proofErr w:type="spellEnd"/>
            <w:r w:rsidRPr="0088042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8042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Ильязовна</w:t>
            </w:r>
            <w:proofErr w:type="spellEnd"/>
          </w:p>
        </w:tc>
        <w:tc>
          <w:tcPr>
            <w:tcW w:w="1276" w:type="dxa"/>
          </w:tcPr>
          <w:p w:rsidR="00A140C2" w:rsidRPr="0088042C" w:rsidRDefault="00A140C2" w:rsidP="00A140C2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88042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Государст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88042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венный</w:t>
            </w:r>
            <w:proofErr w:type="spellEnd"/>
            <w:proofErr w:type="gramEnd"/>
          </w:p>
          <w:p w:rsidR="005453F3" w:rsidRPr="0088042C" w:rsidRDefault="00A140C2" w:rsidP="00A140C2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8042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инспектор</w:t>
            </w:r>
          </w:p>
        </w:tc>
        <w:tc>
          <w:tcPr>
            <w:tcW w:w="1275" w:type="dxa"/>
            <w:gridSpan w:val="2"/>
          </w:tcPr>
          <w:p w:rsidR="005453F3" w:rsidRPr="0088042C" w:rsidRDefault="005453F3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5453F3" w:rsidRPr="0088042C" w:rsidRDefault="005453F3" w:rsidP="003452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453F3" w:rsidRPr="0088042C" w:rsidRDefault="005453F3" w:rsidP="003452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5453F3" w:rsidRPr="0088042C" w:rsidRDefault="005453F3" w:rsidP="003452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5453F3" w:rsidRPr="0088042C" w:rsidRDefault="005453F3" w:rsidP="003452F1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8042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134" w:type="dxa"/>
          </w:tcPr>
          <w:p w:rsidR="005453F3" w:rsidRPr="0088042C" w:rsidRDefault="005453F3" w:rsidP="003452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559" w:type="dxa"/>
          </w:tcPr>
          <w:p w:rsidR="005453F3" w:rsidRPr="0088042C" w:rsidRDefault="005453F3" w:rsidP="003452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042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34" w:type="dxa"/>
          </w:tcPr>
          <w:p w:rsidR="005453F3" w:rsidRPr="0088042C" w:rsidRDefault="005453F3" w:rsidP="00002CC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</w:tcPr>
          <w:p w:rsidR="005453F3" w:rsidRPr="0088042C" w:rsidRDefault="005453F3" w:rsidP="003452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8042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119442,99</w:t>
            </w:r>
          </w:p>
        </w:tc>
        <w:tc>
          <w:tcPr>
            <w:tcW w:w="1559" w:type="dxa"/>
          </w:tcPr>
          <w:p w:rsidR="005453F3" w:rsidRPr="0088042C" w:rsidRDefault="005453F3" w:rsidP="00B15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1536C" w:rsidRPr="0088042C" w:rsidRDefault="00B1536C" w:rsidP="00B1536C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B1536C" w:rsidRPr="0088042C" w:rsidSect="00B1536C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6E03B1"/>
    <w:multiLevelType w:val="hybridMultilevel"/>
    <w:tmpl w:val="878A62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1536C"/>
    <w:rsid w:val="00002CC3"/>
    <w:rsid w:val="00010771"/>
    <w:rsid w:val="0003575E"/>
    <w:rsid w:val="00074DB1"/>
    <w:rsid w:val="00091AB0"/>
    <w:rsid w:val="00094342"/>
    <w:rsid w:val="001559DE"/>
    <w:rsid w:val="00171101"/>
    <w:rsid w:val="00183B47"/>
    <w:rsid w:val="00196CD0"/>
    <w:rsid w:val="00213EDF"/>
    <w:rsid w:val="002909A7"/>
    <w:rsid w:val="002B1D6E"/>
    <w:rsid w:val="002C3FB9"/>
    <w:rsid w:val="002E23B4"/>
    <w:rsid w:val="00301D9F"/>
    <w:rsid w:val="003452F1"/>
    <w:rsid w:val="003A23E8"/>
    <w:rsid w:val="003F7D88"/>
    <w:rsid w:val="00412649"/>
    <w:rsid w:val="00437C17"/>
    <w:rsid w:val="00501876"/>
    <w:rsid w:val="005237E4"/>
    <w:rsid w:val="005453F3"/>
    <w:rsid w:val="005B35C6"/>
    <w:rsid w:val="00616325"/>
    <w:rsid w:val="00651FBA"/>
    <w:rsid w:val="0069005B"/>
    <w:rsid w:val="006B54FA"/>
    <w:rsid w:val="00716374"/>
    <w:rsid w:val="007244BD"/>
    <w:rsid w:val="007733EE"/>
    <w:rsid w:val="0080528C"/>
    <w:rsid w:val="008458FA"/>
    <w:rsid w:val="00871470"/>
    <w:rsid w:val="0088007E"/>
    <w:rsid w:val="0088042C"/>
    <w:rsid w:val="008C7065"/>
    <w:rsid w:val="00936F6E"/>
    <w:rsid w:val="009438A5"/>
    <w:rsid w:val="00961B2F"/>
    <w:rsid w:val="00991619"/>
    <w:rsid w:val="009D2E8B"/>
    <w:rsid w:val="009E3541"/>
    <w:rsid w:val="00A140C2"/>
    <w:rsid w:val="00A3274F"/>
    <w:rsid w:val="00AC4030"/>
    <w:rsid w:val="00AD2E89"/>
    <w:rsid w:val="00B1536C"/>
    <w:rsid w:val="00B36A45"/>
    <w:rsid w:val="00B948FA"/>
    <w:rsid w:val="00BA7248"/>
    <w:rsid w:val="00C10709"/>
    <w:rsid w:val="00C459F4"/>
    <w:rsid w:val="00C678EC"/>
    <w:rsid w:val="00CA3EB3"/>
    <w:rsid w:val="00CE493F"/>
    <w:rsid w:val="00D34FB3"/>
    <w:rsid w:val="00D43D6B"/>
    <w:rsid w:val="00D701CF"/>
    <w:rsid w:val="00E32451"/>
    <w:rsid w:val="00E3558F"/>
    <w:rsid w:val="00E717CA"/>
    <w:rsid w:val="00E942CC"/>
    <w:rsid w:val="00EA671C"/>
    <w:rsid w:val="00EE4C2B"/>
    <w:rsid w:val="00F43A78"/>
    <w:rsid w:val="00F859DC"/>
    <w:rsid w:val="00F93EFA"/>
    <w:rsid w:val="00FD1708"/>
    <w:rsid w:val="00FD46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38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1536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D170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6321224-7AF0-419C-8C91-45390961C8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26</Pages>
  <Words>3427</Words>
  <Characters>19536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22</dc:creator>
  <cp:lastModifiedBy>22</cp:lastModifiedBy>
  <cp:revision>2</cp:revision>
  <cp:lastPrinted>2014-05-23T05:42:00Z</cp:lastPrinted>
  <dcterms:created xsi:type="dcterms:W3CDTF">2014-05-23T08:09:00Z</dcterms:created>
  <dcterms:modified xsi:type="dcterms:W3CDTF">2014-05-23T08:09:00Z</dcterms:modified>
</cp:coreProperties>
</file>