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3F" w:rsidRDefault="00910A3F" w:rsidP="00910A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910A3F" w:rsidRDefault="009224F6" w:rsidP="00214406">
      <w:pPr>
        <w:spacing w:after="0" w:line="240" w:lineRule="auto"/>
        <w:ind w:left="4956" w:firstLine="70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Колчанова Геннадия Дмитриевича</w:t>
      </w:r>
    </w:p>
    <w:p w:rsidR="00910A3F" w:rsidRDefault="00FD64A8" w:rsidP="00910A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начальника </w:t>
      </w:r>
      <w:r w:rsidR="007A049F">
        <w:rPr>
          <w:rFonts w:ascii="Times New Roman" w:hAnsi="Times New Roman"/>
          <w:b/>
          <w:bCs/>
          <w:color w:val="000000"/>
          <w:sz w:val="24"/>
          <w:szCs w:val="24"/>
        </w:rPr>
        <w:t xml:space="preserve">отдела </w:t>
      </w:r>
      <w:r w:rsidR="009224F6">
        <w:rPr>
          <w:rFonts w:ascii="Times New Roman" w:hAnsi="Times New Roman"/>
          <w:b/>
          <w:bCs/>
          <w:color w:val="000000"/>
          <w:sz w:val="24"/>
          <w:szCs w:val="24"/>
        </w:rPr>
        <w:t>документационного обеспечения и контроля</w:t>
      </w:r>
      <w:r w:rsidR="007A049F">
        <w:rPr>
          <w:rFonts w:ascii="Times New Roman" w:hAnsi="Times New Roman"/>
          <w:b/>
          <w:bCs/>
          <w:color w:val="000000"/>
          <w:sz w:val="24"/>
          <w:szCs w:val="24"/>
        </w:rPr>
        <w:t xml:space="preserve"> управления </w:t>
      </w:r>
      <w:r w:rsidR="009224F6">
        <w:rPr>
          <w:rFonts w:ascii="Times New Roman" w:hAnsi="Times New Roman"/>
          <w:b/>
          <w:bCs/>
          <w:color w:val="000000"/>
          <w:sz w:val="24"/>
          <w:szCs w:val="24"/>
        </w:rPr>
        <w:t>по обеспечению</w:t>
      </w:r>
      <w:r w:rsidR="007A049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9224F6">
        <w:rPr>
          <w:rFonts w:ascii="Times New Roman" w:hAnsi="Times New Roman"/>
          <w:b/>
          <w:bCs/>
          <w:color w:val="000000"/>
          <w:sz w:val="24"/>
          <w:szCs w:val="24"/>
        </w:rPr>
        <w:t>деятельности</w:t>
      </w:r>
      <w:r w:rsidR="007A049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Законодательного Собрания</w:t>
      </w:r>
      <w:r w:rsidR="00910A3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A049F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Калужской области</w:t>
      </w:r>
      <w:r w:rsidR="00926366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членов </w:t>
      </w:r>
      <w:r w:rsidR="00A35525">
        <w:rPr>
          <w:rFonts w:ascii="Times New Roman" w:hAnsi="Times New Roman"/>
          <w:b/>
          <w:bCs/>
          <w:color w:val="000000"/>
          <w:sz w:val="24"/>
          <w:szCs w:val="24"/>
        </w:rPr>
        <w:t>его</w:t>
      </w:r>
      <w:r w:rsidR="00926366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семьи</w:t>
      </w:r>
      <w:r w:rsidR="00910A3F">
        <w:rPr>
          <w:rFonts w:ascii="Times New Roman" w:hAnsi="Times New Roman"/>
          <w:b/>
          <w:bCs/>
          <w:color w:val="000000"/>
          <w:sz w:val="24"/>
          <w:szCs w:val="24"/>
        </w:rPr>
        <w:br/>
        <w:t>за период с 1 января по 31 декабря 201</w:t>
      </w:r>
      <w:r w:rsidR="00563399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910A3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года</w:t>
      </w:r>
    </w:p>
    <w:p w:rsidR="00910A3F" w:rsidRDefault="00910A3F" w:rsidP="00910A3F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2"/>
        <w:gridCol w:w="2099"/>
        <w:gridCol w:w="2134"/>
        <w:gridCol w:w="1276"/>
        <w:gridCol w:w="1701"/>
        <w:gridCol w:w="1843"/>
        <w:gridCol w:w="1417"/>
        <w:gridCol w:w="993"/>
        <w:gridCol w:w="1845"/>
      </w:tblGrid>
      <w:tr w:rsidR="00910A3F" w:rsidRPr="00A21162" w:rsidTr="007D7AF6">
        <w:trPr>
          <w:trHeight w:val="13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Фамилия,</w:t>
            </w:r>
          </w:p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910A3F" w:rsidRPr="00A21162" w:rsidTr="00926366">
        <w:trPr>
          <w:trHeight w:val="135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7D7AF6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Площад</w:t>
            </w:r>
            <w:r w:rsidR="00910A3F" w:rsidRPr="00A21162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</w:p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расположения</w:t>
            </w:r>
          </w:p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color w:val="000000"/>
                <w:sz w:val="24"/>
                <w:szCs w:val="24"/>
              </w:rPr>
              <w:t>Площадь</w:t>
            </w:r>
          </w:p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Pr="00A21162" w:rsidRDefault="00910A3F" w:rsidP="007D7AF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1162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910A3F" w:rsidRPr="00A21162" w:rsidTr="00926366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49F" w:rsidRDefault="009224F6" w:rsidP="00A355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Колчанов</w:t>
            </w:r>
          </w:p>
          <w:p w:rsidR="009224F6" w:rsidRDefault="009224F6" w:rsidP="00A355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Геннадий</w:t>
            </w:r>
          </w:p>
          <w:p w:rsidR="009224F6" w:rsidRDefault="009224F6" w:rsidP="00A355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Дмитриевич</w:t>
            </w:r>
          </w:p>
          <w:p w:rsidR="00926366" w:rsidRPr="00A21162" w:rsidRDefault="00926366" w:rsidP="005633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Pr="00A21162" w:rsidRDefault="009224F6" w:rsidP="005633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711545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9F" w:rsidRDefault="00FD64A8" w:rsidP="007A04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9224F6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224F6" w:rsidRDefault="009224F6" w:rsidP="007A04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участок;</w:t>
            </w:r>
          </w:p>
          <w:p w:rsidR="009224F6" w:rsidRDefault="009224F6" w:rsidP="007A04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</w:p>
          <w:p w:rsidR="00FD64A8" w:rsidRPr="00A21162" w:rsidRDefault="00FD64A8" w:rsidP="003B3C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F6" w:rsidRDefault="009224F6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49,1</w:t>
            </w:r>
          </w:p>
          <w:p w:rsidR="007D7AF6" w:rsidRDefault="007D7AF6" w:rsidP="007A0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24F6" w:rsidRDefault="009224F6" w:rsidP="007A0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899</w:t>
            </w:r>
          </w:p>
          <w:p w:rsidR="009224F6" w:rsidRDefault="009224F6" w:rsidP="007A0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24F6" w:rsidRPr="009224F6" w:rsidRDefault="009224F6" w:rsidP="009224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4F6" w:rsidRDefault="00FD64A8" w:rsidP="007A04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r w:rsidR="00C47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9224F6" w:rsidRDefault="009224F6" w:rsidP="007A04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24F6" w:rsidRDefault="009224F6" w:rsidP="007A04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224F6" w:rsidRDefault="009224F6" w:rsidP="007A04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7AF6" w:rsidRPr="00A21162" w:rsidRDefault="009224F6" w:rsidP="007A04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r w:rsidR="00C47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366" w:rsidRPr="003B3C4A" w:rsidRDefault="00926366" w:rsidP="00C47F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5" w:rsidRPr="00A21162" w:rsidRDefault="00A35525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Pr="00A35525" w:rsidRDefault="00910A3F" w:rsidP="00A355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E7" w:rsidRPr="003B3C4A" w:rsidRDefault="006100E7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100E7" w:rsidRPr="00A21162" w:rsidTr="00926366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0E7" w:rsidRDefault="00214406" w:rsidP="00A355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супруга</w:t>
            </w:r>
          </w:p>
          <w:p w:rsidR="00F00DAE" w:rsidRPr="006100E7" w:rsidRDefault="00F00DAE" w:rsidP="00A355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E7" w:rsidRPr="00563399" w:rsidRDefault="009224F6" w:rsidP="00F00D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463 272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4A" w:rsidRDefault="008A4D20" w:rsidP="007D7A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квартира(1/3 доли</w:t>
            </w:r>
          </w:p>
          <w:p w:rsidR="008A4D20" w:rsidRDefault="008A4D20" w:rsidP="007D7A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общей долевой собственности);</w:t>
            </w:r>
          </w:p>
          <w:p w:rsidR="008A4D20" w:rsidRDefault="008A4D20" w:rsidP="007D7A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участок(садовый)</w:t>
            </w:r>
          </w:p>
          <w:p w:rsidR="006100E7" w:rsidRDefault="006100E7" w:rsidP="007F38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894" w:rsidRDefault="003F0B5C" w:rsidP="002144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8A4D20">
              <w:rPr>
                <w:rFonts w:ascii="Times New Roman" w:hAnsi="Times New Roman"/>
                <w:sz w:val="24"/>
                <w:szCs w:val="24"/>
              </w:rPr>
              <w:t xml:space="preserve"> 47.8</w:t>
            </w:r>
          </w:p>
          <w:p w:rsidR="008A4D20" w:rsidRDefault="008A4D20" w:rsidP="00214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4D20" w:rsidRPr="007F3894" w:rsidRDefault="008A4D20" w:rsidP="002144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399" w:rsidRDefault="008A4D20" w:rsidP="008A4D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8A4D20" w:rsidRDefault="008A4D20" w:rsidP="007F38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4D20" w:rsidRPr="007F3894" w:rsidRDefault="008A4D20" w:rsidP="007F38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5" w:rsidRDefault="007F3894" w:rsidP="00A355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A4D20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</w:p>
          <w:p w:rsidR="008A4D20" w:rsidRPr="007F3894" w:rsidRDefault="008A4D20" w:rsidP="00A35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"Рено-Симбол"</w:t>
            </w:r>
          </w:p>
          <w:p w:rsidR="006100E7" w:rsidRPr="007F3894" w:rsidRDefault="006100E7" w:rsidP="007F38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E7" w:rsidRPr="00A21162" w:rsidRDefault="008A4D20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E7" w:rsidRPr="00A21162" w:rsidRDefault="008A4D20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49.1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E7" w:rsidRPr="00A21162" w:rsidRDefault="006100E7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4406" w:rsidRPr="00A21162" w:rsidTr="00926366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406" w:rsidRDefault="00214406" w:rsidP="008A4D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="008A4D20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06" w:rsidRDefault="00214406" w:rsidP="00F00D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06" w:rsidRDefault="00214406" w:rsidP="007D7A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06" w:rsidRDefault="00214406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06" w:rsidRDefault="00214406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06" w:rsidRDefault="00214406" w:rsidP="00A355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06" w:rsidRDefault="008A4D20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06" w:rsidRDefault="008A4D20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06" w:rsidRDefault="00214406" w:rsidP="007D7A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10A3F" w:rsidRDefault="00910A3F" w:rsidP="00910A3F"/>
    <w:p w:rsidR="001C6C38" w:rsidRDefault="001C6C38"/>
    <w:sectPr w:rsidR="001C6C38" w:rsidSect="00910A3F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BA3"/>
    <w:rsid w:val="00184E83"/>
    <w:rsid w:val="001C6898"/>
    <w:rsid w:val="001C6C38"/>
    <w:rsid w:val="00214406"/>
    <w:rsid w:val="00241248"/>
    <w:rsid w:val="002E0120"/>
    <w:rsid w:val="003B3C4A"/>
    <w:rsid w:val="003F0B5C"/>
    <w:rsid w:val="00563399"/>
    <w:rsid w:val="006100E7"/>
    <w:rsid w:val="006266ED"/>
    <w:rsid w:val="00644045"/>
    <w:rsid w:val="007A049F"/>
    <w:rsid w:val="007D7AF6"/>
    <w:rsid w:val="007F3894"/>
    <w:rsid w:val="008A4D20"/>
    <w:rsid w:val="00910A3F"/>
    <w:rsid w:val="009224F6"/>
    <w:rsid w:val="00926366"/>
    <w:rsid w:val="009578EE"/>
    <w:rsid w:val="009D5141"/>
    <w:rsid w:val="00A21162"/>
    <w:rsid w:val="00A35525"/>
    <w:rsid w:val="00A914F4"/>
    <w:rsid w:val="00BD66CC"/>
    <w:rsid w:val="00C46BAB"/>
    <w:rsid w:val="00C47F2A"/>
    <w:rsid w:val="00CD0AD9"/>
    <w:rsid w:val="00DA228F"/>
    <w:rsid w:val="00E534D8"/>
    <w:rsid w:val="00E760BF"/>
    <w:rsid w:val="00ED0BA3"/>
    <w:rsid w:val="00F00DAE"/>
    <w:rsid w:val="00F043CF"/>
    <w:rsid w:val="00F56162"/>
    <w:rsid w:val="00FD6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C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midova.DEMIDOVA\&#1052;&#1086;&#1080;%20&#1076;&#1086;&#1082;&#1091;&#1084;&#1077;&#1085;&#1090;&#1099;\&#1057;&#1074;&#1077;&#1076;&#1077;&#1085;&#1080;&#1103;%20&#1086;%20&#1076;&#1086;&#1093;&#1086;&#1076;&#1072;&#1093;%20_%20&#1075;&#1075;&#1089;%20&#1072;&#1087;&#1087;&#1087;&#1072;&#1088;&#1090;%20&#1047;&#1057;\&#1050;&#1086;&#1083;&#1095;&#1072;&#1085;&#1086;&#1074;%20&#1043;.&#1044;.._&#1043;&#1043;&#1057;%20&#1072;&#1087;&#1087;&#1072;&#1088;&#1072;&#1090;%20&#1047;&#1057;_2012%20&#1075;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Колчанов Г.Д.._ГГС аппарат ЗС_2012 г.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Demidova</dc:creator>
  <cp:keywords/>
  <dc:description/>
  <cp:lastModifiedBy>Demidova</cp:lastModifiedBy>
  <cp:revision>4</cp:revision>
  <dcterms:created xsi:type="dcterms:W3CDTF">2013-05-14T08:20:00Z</dcterms:created>
  <dcterms:modified xsi:type="dcterms:W3CDTF">2013-05-14T12:24:00Z</dcterms:modified>
</cp:coreProperties>
</file>