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86" w:rsidRPr="001D0DDF" w:rsidRDefault="007A2086" w:rsidP="001D0DDF">
      <w:pPr>
        <w:jc w:val="center"/>
      </w:pPr>
      <w:r w:rsidRPr="001D0DDF">
        <w:t>СВЕДЕНИЯ</w:t>
      </w:r>
    </w:p>
    <w:p w:rsidR="007A2086" w:rsidRPr="001D0DDF" w:rsidRDefault="007A2086" w:rsidP="001D0DDF">
      <w:pPr>
        <w:jc w:val="center"/>
      </w:pPr>
      <w:r w:rsidRPr="001D0DDF">
        <w:t>о доходах, об имуществе и обязательствах имущественного характера</w:t>
      </w:r>
    </w:p>
    <w:p w:rsidR="007A2086" w:rsidRPr="007770FB" w:rsidRDefault="007A2086" w:rsidP="001D0DDF">
      <w:pPr>
        <w:jc w:val="center"/>
      </w:pPr>
      <w:r w:rsidRPr="001D0DDF">
        <w:t xml:space="preserve">руководителя муниципального учреждения культуры и членов их семей </w:t>
      </w:r>
      <w:r>
        <w:t>за 2013г.</w:t>
      </w:r>
    </w:p>
    <w:p w:rsidR="007A2086" w:rsidRDefault="007A2086" w:rsidP="007770FB">
      <w:pPr>
        <w:jc w:val="center"/>
        <w:rPr>
          <w:sz w:val="28"/>
          <w:szCs w:val="28"/>
        </w:rPr>
      </w:pPr>
    </w:p>
    <w:tbl>
      <w:tblPr>
        <w:tblW w:w="156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2"/>
        <w:gridCol w:w="2546"/>
        <w:gridCol w:w="1166"/>
        <w:gridCol w:w="1591"/>
        <w:gridCol w:w="1271"/>
        <w:gridCol w:w="1267"/>
        <w:gridCol w:w="1190"/>
        <w:gridCol w:w="1186"/>
        <w:gridCol w:w="1181"/>
        <w:gridCol w:w="1890"/>
      </w:tblGrid>
      <w:tr w:rsidR="007A2086">
        <w:tc>
          <w:tcPr>
            <w:tcW w:w="2312" w:type="dxa"/>
            <w:vMerge w:val="restart"/>
          </w:tcPr>
          <w:p w:rsidR="007A2086" w:rsidRDefault="007A2086">
            <w:pPr>
              <w:jc w:val="center"/>
            </w:pPr>
            <w:r>
              <w:t>Фамилия, имя, отчество</w:t>
            </w:r>
          </w:p>
        </w:tc>
        <w:tc>
          <w:tcPr>
            <w:tcW w:w="2546" w:type="dxa"/>
            <w:vMerge w:val="restart"/>
          </w:tcPr>
          <w:p w:rsidR="007A2086" w:rsidRDefault="007A2086">
            <w:r>
              <w:t xml:space="preserve">Должность, степень родства по отношению </w:t>
            </w:r>
          </w:p>
          <w:p w:rsidR="007A2086" w:rsidRDefault="007A2086">
            <w:r>
              <w:t xml:space="preserve"> к лицу замещающему муниципальную  должность  к муници-пальному служащему</w:t>
            </w:r>
          </w:p>
        </w:tc>
        <w:tc>
          <w:tcPr>
            <w:tcW w:w="1166" w:type="dxa"/>
            <w:vMerge w:val="restart"/>
          </w:tcPr>
          <w:p w:rsidR="007A2086" w:rsidRDefault="007A2086">
            <w:pPr>
              <w:jc w:val="center"/>
            </w:pPr>
            <w:r>
              <w:t>Общая сумма дохода  за 2013 год (тыс.</w:t>
            </w:r>
          </w:p>
          <w:p w:rsidR="007A2086" w:rsidRDefault="007A2086">
            <w:pPr>
              <w:jc w:val="center"/>
            </w:pPr>
            <w:r>
              <w:t>руб.)</w:t>
            </w:r>
          </w:p>
        </w:tc>
        <w:tc>
          <w:tcPr>
            <w:tcW w:w="4129" w:type="dxa"/>
            <w:gridSpan w:val="3"/>
          </w:tcPr>
          <w:p w:rsidR="007A2086" w:rsidRDefault="007A2086">
            <w:pPr>
              <w:jc w:val="center"/>
            </w:pPr>
            <w:r>
              <w:t>Перечень объектов  недвижимости, принадлежащих  на праве собственности</w:t>
            </w:r>
          </w:p>
        </w:tc>
        <w:tc>
          <w:tcPr>
            <w:tcW w:w="3557" w:type="dxa"/>
            <w:gridSpan w:val="3"/>
          </w:tcPr>
          <w:p w:rsidR="007A2086" w:rsidRDefault="007A2086">
            <w:pPr>
              <w:jc w:val="center"/>
            </w:pPr>
            <w:r>
              <w:t>Перечень объектов  недвижи-мости, принадлежащих в пользовании</w:t>
            </w:r>
          </w:p>
        </w:tc>
        <w:tc>
          <w:tcPr>
            <w:tcW w:w="1890" w:type="dxa"/>
            <w:vMerge w:val="restart"/>
          </w:tcPr>
          <w:p w:rsidR="007A2086" w:rsidRDefault="007A2086">
            <w:pPr>
              <w:jc w:val="center"/>
            </w:pPr>
            <w:r>
              <w:t>Транспортные средства</w:t>
            </w:r>
          </w:p>
        </w:tc>
      </w:tr>
      <w:tr w:rsidR="007A2086">
        <w:tc>
          <w:tcPr>
            <w:tcW w:w="0" w:type="auto"/>
            <w:vMerge/>
            <w:vAlign w:val="center"/>
          </w:tcPr>
          <w:p w:rsidR="007A2086" w:rsidRDefault="007A2086"/>
        </w:tc>
        <w:tc>
          <w:tcPr>
            <w:tcW w:w="0" w:type="auto"/>
            <w:vMerge/>
            <w:vAlign w:val="center"/>
          </w:tcPr>
          <w:p w:rsidR="007A2086" w:rsidRDefault="007A2086"/>
        </w:tc>
        <w:tc>
          <w:tcPr>
            <w:tcW w:w="0" w:type="auto"/>
            <w:vMerge/>
            <w:vAlign w:val="center"/>
          </w:tcPr>
          <w:p w:rsidR="007A2086" w:rsidRDefault="007A2086"/>
        </w:tc>
        <w:tc>
          <w:tcPr>
            <w:tcW w:w="1591" w:type="dxa"/>
          </w:tcPr>
          <w:p w:rsidR="007A2086" w:rsidRDefault="007A2086">
            <w:pPr>
              <w:jc w:val="center"/>
            </w:pPr>
            <w:r>
              <w:t>Вид объектов недвижи-мости</w:t>
            </w:r>
          </w:p>
        </w:tc>
        <w:tc>
          <w:tcPr>
            <w:tcW w:w="1271" w:type="dxa"/>
          </w:tcPr>
          <w:p w:rsidR="007A2086" w:rsidRDefault="007A2086">
            <w:pPr>
              <w:jc w:val="center"/>
            </w:pPr>
            <w:r>
              <w:t>Площадь</w:t>
            </w:r>
          </w:p>
          <w:p w:rsidR="007A2086" w:rsidRDefault="007A2086">
            <w:pPr>
              <w:jc w:val="center"/>
            </w:pPr>
            <w:r>
              <w:t>(кв.м)</w:t>
            </w: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Страна</w:t>
            </w:r>
          </w:p>
          <w:p w:rsidR="007A2086" w:rsidRDefault="007A2086">
            <w:pPr>
              <w:jc w:val="center"/>
            </w:pPr>
            <w:r>
              <w:t>располо-жения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Вид объектов недвижи-мости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Площадь</w:t>
            </w:r>
          </w:p>
          <w:p w:rsidR="007A2086" w:rsidRDefault="007A2086">
            <w:pPr>
              <w:jc w:val="center"/>
            </w:pPr>
            <w:r>
              <w:t>(кв.м)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Страна</w:t>
            </w:r>
          </w:p>
          <w:p w:rsidR="007A2086" w:rsidRDefault="007A2086">
            <w:pPr>
              <w:jc w:val="center"/>
            </w:pPr>
            <w:r>
              <w:t>располо-жения</w:t>
            </w:r>
          </w:p>
        </w:tc>
        <w:tc>
          <w:tcPr>
            <w:tcW w:w="0" w:type="auto"/>
            <w:vMerge/>
            <w:vAlign w:val="center"/>
          </w:tcPr>
          <w:p w:rsidR="007A2086" w:rsidRDefault="007A2086"/>
        </w:tc>
      </w:tr>
      <w:tr w:rsidR="007A2086">
        <w:tc>
          <w:tcPr>
            <w:tcW w:w="2312" w:type="dxa"/>
          </w:tcPr>
          <w:p w:rsidR="007A2086" w:rsidRDefault="007A2086">
            <w:pPr>
              <w:jc w:val="center"/>
            </w:pPr>
            <w:r>
              <w:t>1</w:t>
            </w:r>
          </w:p>
        </w:tc>
        <w:tc>
          <w:tcPr>
            <w:tcW w:w="2546" w:type="dxa"/>
          </w:tcPr>
          <w:p w:rsidR="007A2086" w:rsidRDefault="007A2086">
            <w:pPr>
              <w:jc w:val="center"/>
            </w:pPr>
            <w:r>
              <w:t>2</w:t>
            </w:r>
          </w:p>
        </w:tc>
        <w:tc>
          <w:tcPr>
            <w:tcW w:w="1166" w:type="dxa"/>
          </w:tcPr>
          <w:p w:rsidR="007A2086" w:rsidRDefault="007A2086">
            <w:pPr>
              <w:jc w:val="center"/>
            </w:pPr>
            <w:r>
              <w:t>3</w:t>
            </w:r>
          </w:p>
        </w:tc>
        <w:tc>
          <w:tcPr>
            <w:tcW w:w="1591" w:type="dxa"/>
          </w:tcPr>
          <w:p w:rsidR="007A2086" w:rsidRDefault="007A2086">
            <w:pPr>
              <w:jc w:val="center"/>
            </w:pPr>
            <w:r>
              <w:t>4</w:t>
            </w:r>
          </w:p>
        </w:tc>
        <w:tc>
          <w:tcPr>
            <w:tcW w:w="1271" w:type="dxa"/>
          </w:tcPr>
          <w:p w:rsidR="007A2086" w:rsidRDefault="007A2086">
            <w:pPr>
              <w:jc w:val="center"/>
            </w:pPr>
            <w:r>
              <w:t>5</w:t>
            </w: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6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7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8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9</w:t>
            </w:r>
          </w:p>
        </w:tc>
        <w:tc>
          <w:tcPr>
            <w:tcW w:w="1890" w:type="dxa"/>
          </w:tcPr>
          <w:p w:rsidR="007A2086" w:rsidRDefault="007A2086">
            <w:pPr>
              <w:jc w:val="center"/>
            </w:pPr>
            <w:r>
              <w:t>10</w:t>
            </w:r>
          </w:p>
        </w:tc>
      </w:tr>
      <w:tr w:rsidR="007A2086">
        <w:tc>
          <w:tcPr>
            <w:tcW w:w="2312" w:type="dxa"/>
          </w:tcPr>
          <w:p w:rsidR="007A2086" w:rsidRDefault="007A2086">
            <w:r>
              <w:t>Распопова Татьяна</w:t>
            </w:r>
          </w:p>
          <w:p w:rsidR="007A2086" w:rsidRDefault="007A2086">
            <w:r>
              <w:t>Геннадьевна</w:t>
            </w:r>
          </w:p>
        </w:tc>
        <w:tc>
          <w:tcPr>
            <w:tcW w:w="2546" w:type="dxa"/>
          </w:tcPr>
          <w:p w:rsidR="007A2086" w:rsidRDefault="007A2086">
            <w:r>
              <w:t xml:space="preserve">Директор МБУК </w:t>
            </w:r>
          </w:p>
          <w:p w:rsidR="007A2086" w:rsidRDefault="007A2086">
            <w:r>
              <w:t>«Егорьевский межпо-</w:t>
            </w:r>
          </w:p>
          <w:p w:rsidR="007A2086" w:rsidRDefault="007A2086">
            <w:r>
              <w:t>селенческий район-</w:t>
            </w:r>
          </w:p>
          <w:p w:rsidR="007A2086" w:rsidRDefault="007A2086">
            <w:r>
              <w:t>ный историко-краеве-</w:t>
            </w:r>
          </w:p>
          <w:p w:rsidR="007A2086" w:rsidRDefault="007A2086">
            <w:r>
              <w:t>дческий музей»</w:t>
            </w:r>
          </w:p>
        </w:tc>
        <w:tc>
          <w:tcPr>
            <w:tcW w:w="1166" w:type="dxa"/>
          </w:tcPr>
          <w:p w:rsidR="007A2086" w:rsidRDefault="007A2086">
            <w:pPr>
              <w:jc w:val="center"/>
            </w:pPr>
            <w:r>
              <w:t>178,567</w:t>
            </w:r>
          </w:p>
        </w:tc>
        <w:tc>
          <w:tcPr>
            <w:tcW w:w="1591" w:type="dxa"/>
          </w:tcPr>
          <w:p w:rsidR="007A2086" w:rsidRDefault="007A2086">
            <w:pPr>
              <w:jc w:val="center"/>
            </w:pPr>
            <w:r>
              <w:t>земельный</w:t>
            </w:r>
          </w:p>
          <w:p w:rsidR="007A2086" w:rsidRDefault="007A2086">
            <w:r>
              <w:t>участок (совместная),</w:t>
            </w:r>
          </w:p>
          <w:p w:rsidR="007A2086" w:rsidRDefault="007A2086">
            <w:r>
              <w:t>жилой дом (совместная),</w:t>
            </w:r>
          </w:p>
          <w:p w:rsidR="007A2086" w:rsidRDefault="007A2086">
            <w:r>
              <w:t>квартира</w:t>
            </w:r>
          </w:p>
          <w:p w:rsidR="007A2086" w:rsidRDefault="007A2086">
            <w:r>
              <w:t>(совместная)</w:t>
            </w:r>
          </w:p>
          <w:p w:rsidR="007A2086" w:rsidRDefault="007A2086">
            <w:pPr>
              <w:jc w:val="center"/>
            </w:pPr>
          </w:p>
        </w:tc>
        <w:tc>
          <w:tcPr>
            <w:tcW w:w="1271" w:type="dxa"/>
          </w:tcPr>
          <w:p w:rsidR="007A2086" w:rsidRDefault="007A2086">
            <w:pPr>
              <w:jc w:val="center"/>
            </w:pPr>
            <w:r>
              <w:t xml:space="preserve">2204 </w:t>
            </w: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  <w:r>
              <w:t>64,4</w:t>
            </w: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  <w:r>
              <w:t>31</w:t>
            </w: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Россия</w:t>
            </w: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  <w:r>
              <w:t>Россия</w:t>
            </w:r>
          </w:p>
          <w:p w:rsidR="007A2086" w:rsidRDefault="007A2086" w:rsidP="00894B58"/>
          <w:p w:rsidR="007A2086" w:rsidRDefault="007A2086">
            <w:pPr>
              <w:jc w:val="center"/>
            </w:pPr>
            <w:r>
              <w:t>Россия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890" w:type="dxa"/>
          </w:tcPr>
          <w:p w:rsidR="007A2086" w:rsidRDefault="007A2086">
            <w:pPr>
              <w:jc w:val="center"/>
            </w:pPr>
            <w:r>
              <w:t>Тайота-Корона</w:t>
            </w:r>
          </w:p>
          <w:p w:rsidR="007A2086" w:rsidRDefault="007A2086">
            <w:pPr>
              <w:jc w:val="center"/>
            </w:pPr>
            <w:r>
              <w:t>(совместная)</w:t>
            </w:r>
          </w:p>
        </w:tc>
      </w:tr>
      <w:tr w:rsidR="007A2086">
        <w:trPr>
          <w:trHeight w:val="1094"/>
        </w:trPr>
        <w:tc>
          <w:tcPr>
            <w:tcW w:w="2312" w:type="dxa"/>
          </w:tcPr>
          <w:p w:rsidR="007A2086" w:rsidRDefault="007A2086">
            <w:r>
              <w:t>Распопов Виктор</w:t>
            </w:r>
          </w:p>
          <w:p w:rsidR="007A2086" w:rsidRDefault="007A2086">
            <w:r>
              <w:t>Николаевич</w:t>
            </w:r>
          </w:p>
        </w:tc>
        <w:tc>
          <w:tcPr>
            <w:tcW w:w="2546" w:type="dxa"/>
          </w:tcPr>
          <w:p w:rsidR="007A2086" w:rsidRDefault="007A2086" w:rsidP="004227CB">
            <w:pPr>
              <w:autoSpaceDE w:val="0"/>
            </w:pPr>
            <w:r>
              <w:t>Судебный пристав</w:t>
            </w:r>
            <w:r w:rsidRPr="004227CB">
              <w:t xml:space="preserve"> Отдела судебных приставов Егорьевского района</w:t>
            </w:r>
            <w:r>
              <w:t>, муж</w:t>
            </w:r>
          </w:p>
        </w:tc>
        <w:tc>
          <w:tcPr>
            <w:tcW w:w="1166" w:type="dxa"/>
          </w:tcPr>
          <w:p w:rsidR="007A2086" w:rsidRDefault="007A2086">
            <w:pPr>
              <w:jc w:val="center"/>
            </w:pPr>
            <w:r>
              <w:t>401,023</w:t>
            </w:r>
          </w:p>
        </w:tc>
        <w:tc>
          <w:tcPr>
            <w:tcW w:w="1591" w:type="dxa"/>
          </w:tcPr>
          <w:p w:rsidR="007A2086" w:rsidRDefault="007A2086" w:rsidP="003A120A">
            <w:pPr>
              <w:jc w:val="center"/>
            </w:pPr>
            <w:r>
              <w:t>земельный</w:t>
            </w:r>
          </w:p>
          <w:p w:rsidR="007A2086" w:rsidRDefault="007A2086" w:rsidP="003A120A">
            <w:r>
              <w:t>участок (совместная),</w:t>
            </w:r>
          </w:p>
          <w:p w:rsidR="007A2086" w:rsidRDefault="007A2086" w:rsidP="003A120A">
            <w:r>
              <w:t>жилой дом (совместная),</w:t>
            </w:r>
          </w:p>
          <w:p w:rsidR="007A2086" w:rsidRDefault="007A2086" w:rsidP="003A120A">
            <w:r>
              <w:t>квартира</w:t>
            </w:r>
          </w:p>
          <w:p w:rsidR="007A2086" w:rsidRDefault="007A2086" w:rsidP="003A120A">
            <w:r>
              <w:t>(совместная)</w:t>
            </w:r>
          </w:p>
          <w:p w:rsidR="007A2086" w:rsidRDefault="007A2086" w:rsidP="003A120A">
            <w:pPr>
              <w:jc w:val="center"/>
            </w:pPr>
          </w:p>
        </w:tc>
        <w:tc>
          <w:tcPr>
            <w:tcW w:w="1271" w:type="dxa"/>
          </w:tcPr>
          <w:p w:rsidR="007A2086" w:rsidRDefault="007A2086" w:rsidP="003A120A">
            <w:pPr>
              <w:jc w:val="center"/>
            </w:pPr>
            <w:r>
              <w:t xml:space="preserve">2204 </w:t>
            </w:r>
          </w:p>
          <w:p w:rsidR="007A2086" w:rsidRDefault="007A2086" w:rsidP="003A120A">
            <w:pPr>
              <w:jc w:val="center"/>
            </w:pPr>
          </w:p>
          <w:p w:rsidR="007A2086" w:rsidRDefault="007A2086" w:rsidP="003A120A">
            <w:pPr>
              <w:jc w:val="center"/>
            </w:pPr>
          </w:p>
          <w:p w:rsidR="007A2086" w:rsidRDefault="007A2086" w:rsidP="003A120A">
            <w:pPr>
              <w:jc w:val="center"/>
            </w:pPr>
            <w:r>
              <w:t>64,4</w:t>
            </w:r>
          </w:p>
          <w:p w:rsidR="007A2086" w:rsidRDefault="007A2086" w:rsidP="003A120A">
            <w:pPr>
              <w:jc w:val="center"/>
            </w:pPr>
          </w:p>
          <w:p w:rsidR="007A2086" w:rsidRDefault="007A2086" w:rsidP="003A120A">
            <w:pPr>
              <w:jc w:val="center"/>
            </w:pPr>
            <w:r>
              <w:t>31</w:t>
            </w: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Россия</w:t>
            </w: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  <w:r>
              <w:t>Россия</w:t>
            </w:r>
          </w:p>
          <w:p w:rsidR="007A2086" w:rsidRDefault="007A2086">
            <w:pPr>
              <w:jc w:val="center"/>
            </w:pPr>
          </w:p>
          <w:p w:rsidR="007A2086" w:rsidRPr="00894B58" w:rsidRDefault="007A2086" w:rsidP="00894B58">
            <w:r>
              <w:t xml:space="preserve">   Россия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890" w:type="dxa"/>
          </w:tcPr>
          <w:p w:rsidR="007A2086" w:rsidRDefault="007A2086" w:rsidP="007770FB">
            <w:pPr>
              <w:jc w:val="center"/>
            </w:pPr>
            <w:r>
              <w:t>Тайота-Корона</w:t>
            </w:r>
          </w:p>
          <w:p w:rsidR="007A2086" w:rsidRDefault="007A2086">
            <w:pPr>
              <w:jc w:val="center"/>
            </w:pPr>
            <w:r>
              <w:t xml:space="preserve"> (совместная)</w:t>
            </w:r>
          </w:p>
        </w:tc>
      </w:tr>
      <w:tr w:rsidR="007A2086">
        <w:tc>
          <w:tcPr>
            <w:tcW w:w="2312" w:type="dxa"/>
          </w:tcPr>
          <w:p w:rsidR="007A2086" w:rsidRDefault="007A2086">
            <w:r>
              <w:t>Мужельских</w:t>
            </w:r>
          </w:p>
          <w:p w:rsidR="007A2086" w:rsidRDefault="007A2086">
            <w:r>
              <w:t>Тамара Васильевна</w:t>
            </w:r>
          </w:p>
        </w:tc>
        <w:tc>
          <w:tcPr>
            <w:tcW w:w="2546" w:type="dxa"/>
          </w:tcPr>
          <w:p w:rsidR="007A2086" w:rsidRDefault="007A2086" w:rsidP="00DC5EF2">
            <w:r>
              <w:t xml:space="preserve">Директор МУК </w:t>
            </w:r>
          </w:p>
          <w:p w:rsidR="007A2086" w:rsidRDefault="007A2086" w:rsidP="00DC5EF2">
            <w:r>
              <w:t>«Егорьевский межпо-</w:t>
            </w:r>
          </w:p>
          <w:p w:rsidR="007A2086" w:rsidRDefault="007A2086" w:rsidP="00DC5EF2">
            <w:r>
              <w:t>селенческий район-</w:t>
            </w:r>
          </w:p>
          <w:p w:rsidR="007A2086" w:rsidRDefault="007A2086" w:rsidP="00DC5EF2">
            <w:r>
              <w:t>ный культурный досуговый центр»</w:t>
            </w:r>
          </w:p>
        </w:tc>
        <w:tc>
          <w:tcPr>
            <w:tcW w:w="1166" w:type="dxa"/>
          </w:tcPr>
          <w:p w:rsidR="007A2086" w:rsidRDefault="007A2086">
            <w:pPr>
              <w:jc w:val="center"/>
            </w:pPr>
            <w:r>
              <w:t>283,499</w:t>
            </w:r>
          </w:p>
        </w:tc>
        <w:tc>
          <w:tcPr>
            <w:tcW w:w="1591" w:type="dxa"/>
          </w:tcPr>
          <w:p w:rsidR="007A2086" w:rsidRDefault="007A2086">
            <w:r>
              <w:t>жилой  дом (личная)</w:t>
            </w:r>
          </w:p>
        </w:tc>
        <w:tc>
          <w:tcPr>
            <w:tcW w:w="1271" w:type="dxa"/>
          </w:tcPr>
          <w:p w:rsidR="007A2086" w:rsidRDefault="007A2086" w:rsidP="005A5287">
            <w:r>
              <w:t xml:space="preserve">       52</w:t>
            </w:r>
          </w:p>
          <w:p w:rsidR="007A2086" w:rsidRDefault="007A2086">
            <w:pPr>
              <w:jc w:val="center"/>
              <w:rPr>
                <w:vertAlign w:val="superscript"/>
              </w:rPr>
            </w:pPr>
          </w:p>
          <w:p w:rsidR="007A2086" w:rsidRPr="00CA3F12" w:rsidRDefault="007A2086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Россия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890" w:type="dxa"/>
          </w:tcPr>
          <w:p w:rsidR="007A2086" w:rsidRDefault="007A2086">
            <w:r>
              <w:t xml:space="preserve">             -</w:t>
            </w:r>
          </w:p>
          <w:p w:rsidR="007A2086" w:rsidRDefault="007A2086"/>
        </w:tc>
      </w:tr>
      <w:tr w:rsidR="007A2086">
        <w:tc>
          <w:tcPr>
            <w:tcW w:w="2312" w:type="dxa"/>
          </w:tcPr>
          <w:p w:rsidR="007A2086" w:rsidRDefault="007A2086">
            <w:r>
              <w:t>Рогова Маргарита</w:t>
            </w:r>
          </w:p>
          <w:p w:rsidR="007A2086" w:rsidRDefault="007A2086">
            <w:r>
              <w:t>Владимировна</w:t>
            </w:r>
          </w:p>
        </w:tc>
        <w:tc>
          <w:tcPr>
            <w:tcW w:w="2546" w:type="dxa"/>
          </w:tcPr>
          <w:p w:rsidR="007A2086" w:rsidRDefault="007A2086" w:rsidP="00DC5EF2">
            <w:r>
              <w:t xml:space="preserve">Директор МБОУ ДОД </w:t>
            </w:r>
          </w:p>
          <w:p w:rsidR="007A2086" w:rsidRDefault="007A2086" w:rsidP="00DC5EF2">
            <w:r>
              <w:t xml:space="preserve">«Егорьевская  районная  детская школа </w:t>
            </w:r>
          </w:p>
          <w:p w:rsidR="007A2086" w:rsidRDefault="007A2086" w:rsidP="00DC5EF2">
            <w:r>
              <w:t>искусств»</w:t>
            </w:r>
          </w:p>
        </w:tc>
        <w:tc>
          <w:tcPr>
            <w:tcW w:w="1166" w:type="dxa"/>
          </w:tcPr>
          <w:p w:rsidR="007A2086" w:rsidRDefault="007A2086">
            <w:pPr>
              <w:jc w:val="center"/>
            </w:pPr>
            <w:r>
              <w:t>258,779</w:t>
            </w:r>
          </w:p>
        </w:tc>
        <w:tc>
          <w:tcPr>
            <w:tcW w:w="1591" w:type="dxa"/>
          </w:tcPr>
          <w:p w:rsidR="007A2086" w:rsidRDefault="007A2086" w:rsidP="00CA3F12">
            <w:r>
              <w:t>земельный</w:t>
            </w:r>
          </w:p>
          <w:p w:rsidR="007A2086" w:rsidRDefault="007A2086" w:rsidP="00CA3F12">
            <w:r>
              <w:t>участок (долевая),</w:t>
            </w:r>
          </w:p>
          <w:p w:rsidR="007A2086" w:rsidRDefault="007A2086" w:rsidP="00CA3F12">
            <w:r>
              <w:t>квартира</w:t>
            </w:r>
          </w:p>
          <w:p w:rsidR="007A2086" w:rsidRDefault="007A2086" w:rsidP="005A5287">
            <w:r>
              <w:t>(долевая)</w:t>
            </w:r>
          </w:p>
        </w:tc>
        <w:tc>
          <w:tcPr>
            <w:tcW w:w="1271" w:type="dxa"/>
          </w:tcPr>
          <w:p w:rsidR="007A2086" w:rsidRDefault="007A2086">
            <w:pPr>
              <w:jc w:val="center"/>
            </w:pPr>
            <w:r>
              <w:t>757</w:t>
            </w: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  <w:r>
              <w:t>65,2</w:t>
            </w: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Россия</w:t>
            </w:r>
          </w:p>
          <w:p w:rsidR="007A2086" w:rsidRPr="00894B58" w:rsidRDefault="007A2086" w:rsidP="00894B58"/>
          <w:p w:rsidR="007A2086" w:rsidRDefault="007A2086" w:rsidP="00894B58"/>
          <w:p w:rsidR="007A2086" w:rsidRPr="00894B58" w:rsidRDefault="007A2086" w:rsidP="00894B58">
            <w:r>
              <w:t xml:space="preserve">    Россия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890" w:type="dxa"/>
          </w:tcPr>
          <w:p w:rsidR="007A2086" w:rsidRDefault="007A2086">
            <w:pPr>
              <w:jc w:val="center"/>
            </w:pPr>
            <w:r>
              <w:t>Таота-Креста (личная)</w:t>
            </w:r>
          </w:p>
        </w:tc>
      </w:tr>
      <w:tr w:rsidR="007A2086">
        <w:tc>
          <w:tcPr>
            <w:tcW w:w="2312" w:type="dxa"/>
          </w:tcPr>
          <w:p w:rsidR="007A2086" w:rsidRDefault="007A2086">
            <w:r>
              <w:t>Рогова Юлия Александровна</w:t>
            </w:r>
          </w:p>
        </w:tc>
        <w:tc>
          <w:tcPr>
            <w:tcW w:w="2546" w:type="dxa"/>
          </w:tcPr>
          <w:p w:rsidR="007A2086" w:rsidRDefault="007A2086" w:rsidP="00DC5EF2">
            <w:r>
              <w:t>Дочь</w:t>
            </w:r>
          </w:p>
        </w:tc>
        <w:tc>
          <w:tcPr>
            <w:tcW w:w="1166" w:type="dxa"/>
          </w:tcPr>
          <w:p w:rsidR="007A2086" w:rsidRDefault="007A2086">
            <w:pPr>
              <w:jc w:val="center"/>
            </w:pPr>
          </w:p>
        </w:tc>
        <w:tc>
          <w:tcPr>
            <w:tcW w:w="1591" w:type="dxa"/>
          </w:tcPr>
          <w:p w:rsidR="007A2086" w:rsidRDefault="007A2086" w:rsidP="003A120A">
            <w:r>
              <w:t>земельный</w:t>
            </w:r>
          </w:p>
          <w:p w:rsidR="007A2086" w:rsidRDefault="007A2086" w:rsidP="003A120A">
            <w:r>
              <w:t>участок (долевая),</w:t>
            </w:r>
          </w:p>
          <w:p w:rsidR="007A2086" w:rsidRDefault="007A2086" w:rsidP="003A120A">
            <w:r>
              <w:t>квартира</w:t>
            </w:r>
          </w:p>
          <w:p w:rsidR="007A2086" w:rsidRDefault="007A2086" w:rsidP="003A120A">
            <w:r>
              <w:t>(долевая)</w:t>
            </w:r>
          </w:p>
        </w:tc>
        <w:tc>
          <w:tcPr>
            <w:tcW w:w="1271" w:type="dxa"/>
          </w:tcPr>
          <w:p w:rsidR="007A2086" w:rsidRDefault="007A2086" w:rsidP="003A120A">
            <w:pPr>
              <w:jc w:val="center"/>
            </w:pPr>
            <w:r>
              <w:t>757</w:t>
            </w:r>
          </w:p>
          <w:p w:rsidR="007A2086" w:rsidRDefault="007A2086" w:rsidP="003A120A">
            <w:pPr>
              <w:jc w:val="center"/>
            </w:pPr>
          </w:p>
          <w:p w:rsidR="007A2086" w:rsidRDefault="007A2086" w:rsidP="003A120A">
            <w:pPr>
              <w:jc w:val="center"/>
            </w:pPr>
          </w:p>
          <w:p w:rsidR="007A2086" w:rsidRDefault="007A2086" w:rsidP="003A120A">
            <w:pPr>
              <w:jc w:val="center"/>
            </w:pPr>
            <w:r>
              <w:t>65,2</w:t>
            </w: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Россия</w:t>
            </w:r>
          </w:p>
          <w:p w:rsidR="007A2086" w:rsidRPr="00894B58" w:rsidRDefault="007A2086" w:rsidP="00894B58"/>
          <w:p w:rsidR="007A2086" w:rsidRDefault="007A2086" w:rsidP="00894B58"/>
          <w:p w:rsidR="007A2086" w:rsidRPr="00894B58" w:rsidRDefault="007A2086" w:rsidP="00894B58">
            <w:r>
              <w:t xml:space="preserve">   Россия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890" w:type="dxa"/>
          </w:tcPr>
          <w:p w:rsidR="007A2086" w:rsidRDefault="007A2086">
            <w:pPr>
              <w:jc w:val="center"/>
            </w:pPr>
            <w:r>
              <w:t>-</w:t>
            </w:r>
          </w:p>
        </w:tc>
      </w:tr>
      <w:tr w:rsidR="007A2086">
        <w:tc>
          <w:tcPr>
            <w:tcW w:w="2312" w:type="dxa"/>
          </w:tcPr>
          <w:p w:rsidR="007A2086" w:rsidRDefault="007A2086">
            <w:r>
              <w:t>Логинова Ольга</w:t>
            </w:r>
          </w:p>
          <w:p w:rsidR="007A2086" w:rsidRDefault="007A2086">
            <w:r>
              <w:t>Вячеславовна</w:t>
            </w:r>
          </w:p>
        </w:tc>
        <w:tc>
          <w:tcPr>
            <w:tcW w:w="2546" w:type="dxa"/>
          </w:tcPr>
          <w:p w:rsidR="007A2086" w:rsidRDefault="007A2086">
            <w:r>
              <w:t>Директор МУК «Егорьевская центральная</w:t>
            </w:r>
          </w:p>
          <w:p w:rsidR="007A2086" w:rsidRDefault="007A2086">
            <w:r>
              <w:t>библиотека»</w:t>
            </w:r>
          </w:p>
        </w:tc>
        <w:tc>
          <w:tcPr>
            <w:tcW w:w="1166" w:type="dxa"/>
          </w:tcPr>
          <w:p w:rsidR="007A2086" w:rsidRDefault="007A2086">
            <w:pPr>
              <w:jc w:val="center"/>
            </w:pPr>
            <w:r>
              <w:t>164,920</w:t>
            </w:r>
          </w:p>
        </w:tc>
        <w:tc>
          <w:tcPr>
            <w:tcW w:w="1591" w:type="dxa"/>
          </w:tcPr>
          <w:p w:rsidR="007A2086" w:rsidRDefault="007A2086" w:rsidP="00CA3F12">
            <w:r>
              <w:t>земельный участок (совместная),</w:t>
            </w:r>
          </w:p>
          <w:p w:rsidR="007A2086" w:rsidRDefault="007A2086" w:rsidP="00CA3F12">
            <w:r>
              <w:t>квартира (совместная)</w:t>
            </w:r>
          </w:p>
        </w:tc>
        <w:tc>
          <w:tcPr>
            <w:tcW w:w="1271" w:type="dxa"/>
          </w:tcPr>
          <w:p w:rsidR="007A2086" w:rsidRDefault="007A2086">
            <w:pPr>
              <w:jc w:val="center"/>
            </w:pPr>
            <w:r>
              <w:t>1100</w:t>
            </w:r>
          </w:p>
          <w:p w:rsidR="007A2086" w:rsidRDefault="007A2086">
            <w:pPr>
              <w:jc w:val="center"/>
            </w:pPr>
          </w:p>
          <w:p w:rsidR="007A2086" w:rsidRDefault="007A2086" w:rsidP="00917EA1">
            <w:r>
              <w:t xml:space="preserve">     </w:t>
            </w:r>
          </w:p>
          <w:p w:rsidR="007A2086" w:rsidRDefault="007A2086" w:rsidP="00917EA1">
            <w:r>
              <w:t xml:space="preserve">       78</w:t>
            </w: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Россия</w:t>
            </w:r>
          </w:p>
          <w:p w:rsidR="007A2086" w:rsidRDefault="007A2086" w:rsidP="00894B58"/>
          <w:p w:rsidR="007A2086" w:rsidRPr="00894B58" w:rsidRDefault="007A2086" w:rsidP="00894B58">
            <w:r>
              <w:t xml:space="preserve">   Россия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890" w:type="dxa"/>
          </w:tcPr>
          <w:p w:rsidR="007A2086" w:rsidRDefault="007A2086">
            <w:pPr>
              <w:jc w:val="center"/>
            </w:pPr>
            <w:r>
              <w:t>Хонда-ЦРВ</w:t>
            </w:r>
          </w:p>
          <w:p w:rsidR="007A2086" w:rsidRDefault="007A2086">
            <w:pPr>
              <w:jc w:val="center"/>
            </w:pPr>
            <w:r>
              <w:t>(личная)</w:t>
            </w:r>
          </w:p>
        </w:tc>
      </w:tr>
      <w:tr w:rsidR="007A2086">
        <w:tc>
          <w:tcPr>
            <w:tcW w:w="2312" w:type="dxa"/>
          </w:tcPr>
          <w:p w:rsidR="007A2086" w:rsidRDefault="007A2086">
            <w:r>
              <w:t>Логинов Василий</w:t>
            </w:r>
          </w:p>
          <w:p w:rsidR="007A2086" w:rsidRDefault="007A2086">
            <w:r>
              <w:t>Васильевич</w:t>
            </w:r>
          </w:p>
        </w:tc>
        <w:tc>
          <w:tcPr>
            <w:tcW w:w="2546" w:type="dxa"/>
          </w:tcPr>
          <w:p w:rsidR="007A2086" w:rsidRDefault="007A2086">
            <w:r>
              <w:t>Директор ООО «Логинов», муж</w:t>
            </w:r>
          </w:p>
        </w:tc>
        <w:tc>
          <w:tcPr>
            <w:tcW w:w="1166" w:type="dxa"/>
          </w:tcPr>
          <w:p w:rsidR="007A2086" w:rsidRDefault="007A2086">
            <w:pPr>
              <w:jc w:val="center"/>
            </w:pPr>
            <w:r>
              <w:t>100,800</w:t>
            </w:r>
          </w:p>
        </w:tc>
        <w:tc>
          <w:tcPr>
            <w:tcW w:w="1591" w:type="dxa"/>
          </w:tcPr>
          <w:p w:rsidR="007A2086" w:rsidRDefault="007A2086" w:rsidP="00CA3F12">
            <w:r>
              <w:t>земельный участок (совместная),</w:t>
            </w:r>
          </w:p>
          <w:p w:rsidR="007A2086" w:rsidRDefault="007A2086" w:rsidP="00CA3F12">
            <w:r>
              <w:t>квартира (совместная),</w:t>
            </w:r>
          </w:p>
          <w:p w:rsidR="007A2086" w:rsidRDefault="007A2086" w:rsidP="00CA3F12">
            <w:r>
              <w:t>земля (личная)</w:t>
            </w:r>
          </w:p>
        </w:tc>
        <w:tc>
          <w:tcPr>
            <w:tcW w:w="1271" w:type="dxa"/>
          </w:tcPr>
          <w:p w:rsidR="007A2086" w:rsidRDefault="007A2086">
            <w:pPr>
              <w:jc w:val="center"/>
            </w:pPr>
            <w:r>
              <w:t xml:space="preserve"> 1100</w:t>
            </w: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  <w:r>
              <w:t>78</w:t>
            </w:r>
          </w:p>
          <w:p w:rsidR="007A2086" w:rsidRDefault="007A2086">
            <w:pPr>
              <w:jc w:val="center"/>
            </w:pPr>
          </w:p>
          <w:p w:rsidR="007A2086" w:rsidRDefault="007A2086">
            <w:pPr>
              <w:jc w:val="center"/>
            </w:pPr>
            <w:r>
              <w:t>2430000</w:t>
            </w:r>
          </w:p>
        </w:tc>
        <w:tc>
          <w:tcPr>
            <w:tcW w:w="1267" w:type="dxa"/>
          </w:tcPr>
          <w:p w:rsidR="007A2086" w:rsidRDefault="007A2086">
            <w:pPr>
              <w:jc w:val="center"/>
            </w:pPr>
            <w:r>
              <w:t>Россия</w:t>
            </w:r>
          </w:p>
          <w:p w:rsidR="007A2086" w:rsidRPr="00894B58" w:rsidRDefault="007A2086" w:rsidP="00894B58"/>
          <w:p w:rsidR="007A2086" w:rsidRDefault="007A2086" w:rsidP="00894B58"/>
          <w:p w:rsidR="007A2086" w:rsidRDefault="007A2086" w:rsidP="00894B58">
            <w:r>
              <w:t xml:space="preserve">   Россия</w:t>
            </w:r>
          </w:p>
          <w:p w:rsidR="007A2086" w:rsidRDefault="007A2086" w:rsidP="00894B58"/>
          <w:p w:rsidR="007A2086" w:rsidRPr="00894B58" w:rsidRDefault="007A2086" w:rsidP="00894B58">
            <w:pPr>
              <w:jc w:val="center"/>
            </w:pPr>
            <w:r>
              <w:t>Россия</w:t>
            </w:r>
          </w:p>
        </w:tc>
        <w:tc>
          <w:tcPr>
            <w:tcW w:w="1190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6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181" w:type="dxa"/>
          </w:tcPr>
          <w:p w:rsidR="007A2086" w:rsidRDefault="007A2086">
            <w:pPr>
              <w:jc w:val="center"/>
            </w:pPr>
            <w:r>
              <w:t>-</w:t>
            </w:r>
          </w:p>
        </w:tc>
        <w:tc>
          <w:tcPr>
            <w:tcW w:w="1890" w:type="dxa"/>
          </w:tcPr>
          <w:p w:rsidR="007A2086" w:rsidRDefault="007A2086">
            <w:pPr>
              <w:jc w:val="center"/>
            </w:pPr>
            <w:r>
              <w:t>Комбайн «Енисей» (личная),</w:t>
            </w:r>
          </w:p>
          <w:p w:rsidR="007A2086" w:rsidRDefault="007A2086">
            <w:pPr>
              <w:jc w:val="center"/>
            </w:pPr>
            <w:r>
              <w:t>ГАЗ 53 Б (личная)</w:t>
            </w:r>
          </w:p>
        </w:tc>
      </w:tr>
    </w:tbl>
    <w:p w:rsidR="007A2086" w:rsidRDefault="007A2086" w:rsidP="007770FB"/>
    <w:p w:rsidR="007A2086" w:rsidRDefault="007A2086" w:rsidP="007770FB"/>
    <w:p w:rsidR="007A2086" w:rsidRDefault="007A2086"/>
    <w:sectPr w:rsidR="007A2086" w:rsidSect="007770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0FB"/>
    <w:rsid w:val="000E4823"/>
    <w:rsid w:val="00123AB5"/>
    <w:rsid w:val="00175F36"/>
    <w:rsid w:val="001D0DDF"/>
    <w:rsid w:val="003A120A"/>
    <w:rsid w:val="00410C21"/>
    <w:rsid w:val="004227CB"/>
    <w:rsid w:val="005A5287"/>
    <w:rsid w:val="005C5A43"/>
    <w:rsid w:val="005C662D"/>
    <w:rsid w:val="007770FB"/>
    <w:rsid w:val="007A2086"/>
    <w:rsid w:val="007C74BC"/>
    <w:rsid w:val="00894B58"/>
    <w:rsid w:val="00917EA1"/>
    <w:rsid w:val="00A96AD8"/>
    <w:rsid w:val="00CA3F12"/>
    <w:rsid w:val="00DC5EF2"/>
    <w:rsid w:val="00E23B22"/>
    <w:rsid w:val="00EB2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5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1612</TotalTime>
  <Pages>2</Pages>
  <Words>320</Words>
  <Characters>1824</Characters>
  <Application>Microsoft Office Outlook</Application>
  <DocSecurity>0</DocSecurity>
  <Lines>0</Lines>
  <Paragraphs>0</Paragraphs>
  <ScaleCrop>false</ScaleCrop>
  <Company>Культура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Mail</cp:lastModifiedBy>
  <cp:revision>4</cp:revision>
  <cp:lastPrinted>2014-03-27T06:20:00Z</cp:lastPrinted>
  <dcterms:created xsi:type="dcterms:W3CDTF">2013-05-13T05:01:00Z</dcterms:created>
  <dcterms:modified xsi:type="dcterms:W3CDTF">2014-05-07T08:54:00Z</dcterms:modified>
</cp:coreProperties>
</file>