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1B" w:rsidRPr="00600BFA" w:rsidRDefault="000D1B1B" w:rsidP="007E7CA2">
      <w:pPr>
        <w:rPr>
          <w:b/>
          <w:bCs/>
          <w:sz w:val="28"/>
          <w:szCs w:val="28"/>
          <w:lang w:val="en-US"/>
        </w:rPr>
      </w:pPr>
    </w:p>
    <w:p w:rsidR="000D1B1B" w:rsidRPr="00A87019" w:rsidRDefault="000D1B1B" w:rsidP="008008B1">
      <w:pPr>
        <w:jc w:val="center"/>
        <w:rPr>
          <w:b/>
          <w:bCs/>
        </w:rPr>
      </w:pPr>
      <w:r w:rsidRPr="00A87019">
        <w:rPr>
          <w:b/>
          <w:bCs/>
        </w:rPr>
        <w:t xml:space="preserve">Сведения </w:t>
      </w:r>
    </w:p>
    <w:p w:rsidR="000D1B1B" w:rsidRPr="00A87019" w:rsidRDefault="000D1B1B" w:rsidP="008008B1">
      <w:pPr>
        <w:jc w:val="center"/>
        <w:rPr>
          <w:b/>
          <w:bCs/>
        </w:rPr>
      </w:pPr>
      <w:r w:rsidRPr="00A87019">
        <w:rPr>
          <w:b/>
          <w:bCs/>
        </w:rPr>
        <w:t>о доходах, об имуществе и обязательствах имущественного характера</w:t>
      </w:r>
    </w:p>
    <w:p w:rsidR="000D1B1B" w:rsidRPr="00A87019" w:rsidRDefault="000D1B1B" w:rsidP="008008B1">
      <w:pPr>
        <w:jc w:val="center"/>
        <w:rPr>
          <w:b/>
          <w:bCs/>
        </w:rPr>
      </w:pPr>
      <w:r w:rsidRPr="00A87019">
        <w:rPr>
          <w:b/>
          <w:bCs/>
        </w:rPr>
        <w:t xml:space="preserve">лиц, замещающих муниципальные должности и должности муниципальной службы Корочанского района, </w:t>
      </w:r>
    </w:p>
    <w:p w:rsidR="000D1B1B" w:rsidRDefault="000D1B1B" w:rsidP="007E7CA2">
      <w:pPr>
        <w:jc w:val="center"/>
        <w:rPr>
          <w:b/>
          <w:bCs/>
        </w:rPr>
      </w:pPr>
      <w:r w:rsidRPr="00A87019">
        <w:rPr>
          <w:b/>
          <w:bCs/>
        </w:rPr>
        <w:t>а также их супругов и несовершеннолетних детей за период с 1 января 20</w:t>
      </w:r>
      <w:r>
        <w:rPr>
          <w:b/>
          <w:bCs/>
        </w:rPr>
        <w:t>12 года по 31 декабря 2012 года</w:t>
      </w:r>
    </w:p>
    <w:p w:rsidR="000D1B1B" w:rsidRPr="00A87019" w:rsidRDefault="000D1B1B" w:rsidP="007E7CA2">
      <w:pPr>
        <w:jc w:val="center"/>
        <w:rPr>
          <w:b/>
          <w:bCs/>
        </w:rPr>
      </w:pPr>
    </w:p>
    <w:tbl>
      <w:tblPr>
        <w:tblW w:w="1587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410"/>
        <w:gridCol w:w="1417"/>
        <w:gridCol w:w="1560"/>
        <w:gridCol w:w="1275"/>
        <w:gridCol w:w="1276"/>
        <w:gridCol w:w="1701"/>
        <w:gridCol w:w="1559"/>
        <w:gridCol w:w="1276"/>
        <w:gridCol w:w="1418"/>
      </w:tblGrid>
      <w:tr w:rsidR="000D1B1B" w:rsidRPr="002C424A" w:rsidTr="002C424A">
        <w:trPr>
          <w:trHeight w:val="833"/>
        </w:trPr>
        <w:tc>
          <w:tcPr>
            <w:tcW w:w="1985" w:type="dxa"/>
            <w:vMerge w:val="restart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Ф.И.О.</w:t>
            </w:r>
          </w:p>
        </w:tc>
        <w:tc>
          <w:tcPr>
            <w:tcW w:w="2410" w:type="dxa"/>
            <w:vMerge w:val="restart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Замещаемая должность</w:t>
            </w:r>
          </w:p>
        </w:tc>
        <w:tc>
          <w:tcPr>
            <w:tcW w:w="1417" w:type="dxa"/>
            <w:vMerge w:val="restart"/>
          </w:tcPr>
          <w:p w:rsidR="000D1B1B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 xml:space="preserve">Общая сумма дохода </w:t>
            </w:r>
          </w:p>
          <w:p w:rsidR="000D1B1B" w:rsidRPr="002C424A" w:rsidRDefault="000D1B1B" w:rsidP="002C424A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2C424A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C424A">
                <w:rPr>
                  <w:b/>
                </w:rPr>
                <w:t>201</w:t>
              </w:r>
              <w:r>
                <w:rPr>
                  <w:b/>
                </w:rPr>
                <w:t>2</w:t>
              </w:r>
              <w:r w:rsidRPr="002C424A">
                <w:rPr>
                  <w:b/>
                </w:rPr>
                <w:t xml:space="preserve"> г</w:t>
              </w:r>
            </w:smartTag>
            <w:r w:rsidRPr="002C424A">
              <w:rPr>
                <w:b/>
              </w:rPr>
              <w:t>.</w:t>
            </w:r>
          </w:p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(руб.)</w:t>
            </w:r>
          </w:p>
        </w:tc>
        <w:tc>
          <w:tcPr>
            <w:tcW w:w="5812" w:type="dxa"/>
            <w:gridSpan w:val="4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 xml:space="preserve">на праве собственности </w:t>
            </w:r>
          </w:p>
        </w:tc>
        <w:tc>
          <w:tcPr>
            <w:tcW w:w="4253" w:type="dxa"/>
            <w:gridSpan w:val="3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D1B1B" w:rsidRPr="002C424A" w:rsidTr="002C424A">
        <w:trPr>
          <w:trHeight w:val="128"/>
        </w:trPr>
        <w:tc>
          <w:tcPr>
            <w:tcW w:w="1985" w:type="dxa"/>
            <w:vMerge/>
          </w:tcPr>
          <w:p w:rsidR="000D1B1B" w:rsidRPr="002C424A" w:rsidRDefault="000D1B1B" w:rsidP="002C424A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Merge/>
          </w:tcPr>
          <w:p w:rsidR="000D1B1B" w:rsidRPr="002C424A" w:rsidRDefault="000D1B1B" w:rsidP="002C424A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0D1B1B" w:rsidRPr="002C424A" w:rsidRDefault="000D1B1B" w:rsidP="002C424A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Вид объектов недвижи</w:t>
            </w:r>
            <w:r>
              <w:rPr>
                <w:b/>
              </w:rPr>
              <w:t>-</w:t>
            </w:r>
            <w:r w:rsidRPr="002C424A">
              <w:rPr>
                <w:b/>
              </w:rPr>
              <w:t>мости</w:t>
            </w:r>
          </w:p>
        </w:tc>
        <w:tc>
          <w:tcPr>
            <w:tcW w:w="1275" w:type="dxa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Площадь</w:t>
            </w:r>
          </w:p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(кв. м)</w:t>
            </w:r>
          </w:p>
        </w:tc>
        <w:tc>
          <w:tcPr>
            <w:tcW w:w="1276" w:type="dxa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Страна располо</w:t>
            </w:r>
            <w:r>
              <w:rPr>
                <w:b/>
              </w:rPr>
              <w:t>-</w:t>
            </w:r>
            <w:r w:rsidRPr="002C424A">
              <w:rPr>
                <w:b/>
              </w:rPr>
              <w:t>жения</w:t>
            </w:r>
          </w:p>
        </w:tc>
        <w:tc>
          <w:tcPr>
            <w:tcW w:w="1701" w:type="dxa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Транспорт</w:t>
            </w:r>
            <w:r>
              <w:rPr>
                <w:b/>
              </w:rPr>
              <w:t>-</w:t>
            </w:r>
          </w:p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 xml:space="preserve">ные </w:t>
            </w:r>
          </w:p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средства</w:t>
            </w:r>
          </w:p>
        </w:tc>
        <w:tc>
          <w:tcPr>
            <w:tcW w:w="1559" w:type="dxa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Вид объектов недвижи</w:t>
            </w:r>
            <w:r>
              <w:rPr>
                <w:b/>
              </w:rPr>
              <w:t>-</w:t>
            </w:r>
            <w:r w:rsidRPr="002C424A">
              <w:rPr>
                <w:b/>
              </w:rPr>
              <w:t>мости</w:t>
            </w:r>
          </w:p>
        </w:tc>
        <w:tc>
          <w:tcPr>
            <w:tcW w:w="1276" w:type="dxa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Площадь</w:t>
            </w:r>
          </w:p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(кв. м)</w:t>
            </w:r>
          </w:p>
        </w:tc>
        <w:tc>
          <w:tcPr>
            <w:tcW w:w="1418" w:type="dxa"/>
          </w:tcPr>
          <w:p w:rsidR="000D1B1B" w:rsidRPr="002C424A" w:rsidRDefault="000D1B1B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Страна располо</w:t>
            </w:r>
            <w:r>
              <w:rPr>
                <w:b/>
              </w:rPr>
              <w:t>-</w:t>
            </w:r>
            <w:r w:rsidRPr="002C424A">
              <w:rPr>
                <w:b/>
              </w:rPr>
              <w:t xml:space="preserve">жения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Сергиенко Александр Николаевич</w:t>
            </w:r>
          </w:p>
          <w:p w:rsidR="000D1B1B" w:rsidRPr="00435A2C" w:rsidRDefault="000D1B1B" w:rsidP="00DF2E03"/>
          <w:p w:rsidR="000D1B1B" w:rsidRPr="00435A2C" w:rsidRDefault="000D1B1B" w:rsidP="002C424A">
            <w:pPr>
              <w:jc w:val="right"/>
            </w:pPr>
          </w:p>
          <w:p w:rsidR="000D1B1B" w:rsidRPr="00435A2C" w:rsidRDefault="000D1B1B" w:rsidP="002C424A">
            <w:pPr>
              <w:jc w:val="right"/>
            </w:pPr>
          </w:p>
          <w:p w:rsidR="000D1B1B" w:rsidRPr="00435A2C" w:rsidRDefault="000D1B1B" w:rsidP="00DF2E03"/>
          <w:p w:rsidR="000D1B1B" w:rsidRPr="00435A2C" w:rsidRDefault="000D1B1B" w:rsidP="00DF2E03">
            <w:r w:rsidRPr="00435A2C">
              <w:t>супруга</w:t>
            </w:r>
          </w:p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>
            <w:r w:rsidRPr="00435A2C">
              <w:t>дочь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Глава администрации Корочанского района</w:t>
            </w:r>
          </w:p>
        </w:tc>
        <w:tc>
          <w:tcPr>
            <w:tcW w:w="1417" w:type="dxa"/>
          </w:tcPr>
          <w:p w:rsidR="000D1B1B" w:rsidRPr="00435A2C" w:rsidRDefault="000D1B1B" w:rsidP="00DF2E03">
            <w:r w:rsidRPr="00435A2C">
              <w:t>992218,47</w:t>
            </w:r>
          </w:p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>
            <w:r w:rsidRPr="00435A2C">
              <w:t>211958,86</w:t>
            </w:r>
          </w:p>
          <w:p w:rsidR="000D1B1B" w:rsidRPr="00435A2C" w:rsidRDefault="000D1B1B" w:rsidP="00DF2E03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DF2E03"/>
          <w:p w:rsidR="000D1B1B" w:rsidRPr="00435A2C" w:rsidRDefault="000D1B1B" w:rsidP="00DF2E03">
            <w:r w:rsidRPr="00435A2C">
              <w:t>Нет</w:t>
            </w:r>
          </w:p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2496</w:t>
            </w:r>
          </w:p>
          <w:p w:rsidR="000D1B1B" w:rsidRPr="00435A2C" w:rsidRDefault="000D1B1B" w:rsidP="00295851"/>
          <w:p w:rsidR="000D1B1B" w:rsidRPr="00435A2C" w:rsidRDefault="000D1B1B" w:rsidP="00295851"/>
          <w:p w:rsidR="000D1B1B" w:rsidRPr="00435A2C" w:rsidRDefault="000D1B1B" w:rsidP="00295851">
            <w:r w:rsidRPr="00435A2C">
              <w:t>195,9</w:t>
            </w:r>
          </w:p>
          <w:p w:rsidR="000D1B1B" w:rsidRPr="00435A2C" w:rsidRDefault="000D1B1B" w:rsidP="00DF2E03"/>
          <w:p w:rsidR="000D1B1B" w:rsidRPr="00435A2C" w:rsidRDefault="000D1B1B" w:rsidP="00DF2E03">
            <w:r w:rsidRPr="00435A2C">
              <w:t>86,9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/>
          <w:p w:rsidR="000D1B1B" w:rsidRPr="00435A2C" w:rsidRDefault="000D1B1B" w:rsidP="00295851"/>
          <w:p w:rsidR="000D1B1B" w:rsidRPr="00435A2C" w:rsidRDefault="000D1B1B" w:rsidP="00295851">
            <w:r w:rsidRPr="00435A2C">
              <w:t>Россия</w:t>
            </w:r>
          </w:p>
          <w:p w:rsidR="000D1B1B" w:rsidRPr="00435A2C" w:rsidRDefault="000D1B1B" w:rsidP="00DF2E03"/>
          <w:p w:rsidR="000D1B1B" w:rsidRPr="00435A2C" w:rsidRDefault="000D1B1B" w:rsidP="00DF2E03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Автомобиль легковой Фольксваген Таурег</w:t>
            </w:r>
          </w:p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/>
          <w:p w:rsidR="000D1B1B" w:rsidRPr="00435A2C" w:rsidRDefault="000D1B1B" w:rsidP="00DF2E03">
            <w:r w:rsidRPr="00435A2C">
              <w:t xml:space="preserve">Легковой автомобиль «Хюндай Солярис» </w:t>
            </w:r>
          </w:p>
          <w:p w:rsidR="000D1B1B" w:rsidRPr="00435A2C" w:rsidRDefault="000D1B1B" w:rsidP="00175CC0"/>
          <w:p w:rsidR="000D1B1B" w:rsidRPr="00435A2C" w:rsidRDefault="000D1B1B" w:rsidP="00175CC0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>
            <w:r w:rsidRPr="00435A2C">
              <w:t>Жилой дом</w:t>
            </w:r>
          </w:p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>
            <w:r w:rsidRPr="00435A2C">
              <w:t>Жилой дом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>
            <w:r w:rsidRPr="00435A2C">
              <w:t>195,9</w:t>
            </w:r>
          </w:p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>
            <w:r w:rsidRPr="00435A2C">
              <w:t>195,9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/>
          <w:p w:rsidR="000D1B1B" w:rsidRPr="00435A2C" w:rsidRDefault="000D1B1B" w:rsidP="00BA18D4">
            <w:r w:rsidRPr="00435A2C">
              <w:t>Россия</w:t>
            </w:r>
          </w:p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/>
          <w:p w:rsidR="000D1B1B" w:rsidRPr="00435A2C" w:rsidRDefault="000D1B1B" w:rsidP="00175CC0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Конопляный Владимир Иванович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супруга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Первый заместитель главы администрации района – начальник управления сельского хозяйства и природопользования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714188,21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362789,47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  <w:r w:rsidRPr="00435A2C">
              <w:rPr>
                <w:bCs/>
              </w:rPr>
              <w:t>Земля с/х назначения</w:t>
            </w: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  <w:r w:rsidRPr="00435A2C">
              <w:rPr>
                <w:bCs/>
              </w:rPr>
              <w:t>Земля с/х назначения</w:t>
            </w:r>
          </w:p>
          <w:p w:rsidR="000D1B1B" w:rsidRPr="00435A2C" w:rsidRDefault="000D1B1B" w:rsidP="00B065C8">
            <w:pPr>
              <w:rPr>
                <w:bCs/>
              </w:rPr>
            </w:pPr>
          </w:p>
          <w:p w:rsidR="000D1B1B" w:rsidRPr="00435A2C" w:rsidRDefault="000D1B1B" w:rsidP="00B065C8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1106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(совм. с Коноп-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ляной О.Н.)</w:t>
            </w:r>
          </w:p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>
            <w:r w:rsidRPr="00435A2C">
              <w:t>1312 (совм. с Конопля-ной О.Н.)</w:t>
            </w:r>
          </w:p>
          <w:p w:rsidR="000D1B1B" w:rsidRPr="00435A2C" w:rsidRDefault="000D1B1B" w:rsidP="000D1F83"/>
          <w:p w:rsidR="000D1B1B" w:rsidRPr="00435A2C" w:rsidRDefault="000D1B1B" w:rsidP="000D1F83">
            <w:r w:rsidRPr="00435A2C">
              <w:t>5200 (совм. с Конопля-ной О.Н.)</w:t>
            </w:r>
          </w:p>
          <w:p w:rsidR="000D1B1B" w:rsidRPr="00435A2C" w:rsidRDefault="000D1B1B" w:rsidP="000D1F83"/>
          <w:p w:rsidR="000D1B1B" w:rsidRPr="00435A2C" w:rsidRDefault="000D1B1B" w:rsidP="000D1F83">
            <w:r w:rsidRPr="00435A2C">
              <w:t>900</w:t>
            </w:r>
          </w:p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>
            <w:r w:rsidRPr="00435A2C">
              <w:t xml:space="preserve">120 </w:t>
            </w:r>
          </w:p>
          <w:p w:rsidR="000D1B1B" w:rsidRPr="00435A2C" w:rsidRDefault="000D1B1B" w:rsidP="000D1F83">
            <w:r w:rsidRPr="00435A2C">
              <w:t>(совм. с Конопля-ной О.Н.)</w:t>
            </w:r>
          </w:p>
          <w:p w:rsidR="000D1B1B" w:rsidRPr="00435A2C" w:rsidRDefault="000D1B1B" w:rsidP="00B065C8"/>
          <w:p w:rsidR="000D1B1B" w:rsidRPr="00435A2C" w:rsidRDefault="000D1B1B" w:rsidP="00B065C8">
            <w:pPr>
              <w:rPr>
                <w:bCs/>
              </w:rPr>
            </w:pPr>
            <w:r w:rsidRPr="00435A2C">
              <w:rPr>
                <w:bCs/>
              </w:rPr>
              <w:t>1106</w:t>
            </w:r>
          </w:p>
          <w:p w:rsidR="000D1B1B" w:rsidRPr="00435A2C" w:rsidRDefault="000D1B1B" w:rsidP="00B065C8">
            <w:pPr>
              <w:rPr>
                <w:bCs/>
              </w:rPr>
            </w:pPr>
            <w:r w:rsidRPr="00435A2C">
              <w:rPr>
                <w:bCs/>
              </w:rPr>
              <w:t>(совм. с Конопляным В.И.)</w:t>
            </w:r>
          </w:p>
          <w:p w:rsidR="000D1B1B" w:rsidRPr="00435A2C" w:rsidRDefault="000D1B1B" w:rsidP="00B065C8"/>
          <w:p w:rsidR="000D1B1B" w:rsidRPr="00435A2C" w:rsidRDefault="000D1B1B" w:rsidP="00B065C8">
            <w:r w:rsidRPr="00435A2C">
              <w:t>1312 (совм. с Конопляным В.И.)</w:t>
            </w:r>
          </w:p>
          <w:p w:rsidR="000D1B1B" w:rsidRPr="00435A2C" w:rsidRDefault="000D1B1B" w:rsidP="00B065C8"/>
          <w:p w:rsidR="000D1B1B" w:rsidRPr="00435A2C" w:rsidRDefault="000D1B1B" w:rsidP="00B065C8">
            <w:r w:rsidRPr="00435A2C">
              <w:t>5200 (совм. с Конопляным В.И.)</w:t>
            </w:r>
          </w:p>
          <w:p w:rsidR="000D1B1B" w:rsidRPr="00435A2C" w:rsidRDefault="000D1B1B" w:rsidP="00B065C8"/>
          <w:p w:rsidR="000D1B1B" w:rsidRPr="00435A2C" w:rsidRDefault="000D1B1B" w:rsidP="00B065C8">
            <w:r w:rsidRPr="00435A2C">
              <w:t>541409</w:t>
            </w:r>
          </w:p>
          <w:p w:rsidR="000D1B1B" w:rsidRPr="00435A2C" w:rsidRDefault="000D1B1B" w:rsidP="00B065C8"/>
          <w:p w:rsidR="000D1B1B" w:rsidRPr="00435A2C" w:rsidRDefault="000D1B1B" w:rsidP="00B065C8"/>
          <w:p w:rsidR="000D1B1B" w:rsidRPr="00435A2C" w:rsidRDefault="000D1B1B" w:rsidP="00B065C8">
            <w:r w:rsidRPr="00435A2C">
              <w:t>520850</w:t>
            </w:r>
          </w:p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>
            <w:r w:rsidRPr="00435A2C">
              <w:t xml:space="preserve">120 </w:t>
            </w:r>
          </w:p>
          <w:p w:rsidR="000D1B1B" w:rsidRPr="00435A2C" w:rsidRDefault="000D1B1B" w:rsidP="00B90F82">
            <w:r w:rsidRPr="00435A2C">
              <w:t>(совм. с Конопля-ным В.И.)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0D1F83"/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B90F82"/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>
            <w:r w:rsidRPr="00435A2C">
              <w:t>Россия</w:t>
            </w:r>
          </w:p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>
            <w:r w:rsidRPr="00435A2C">
              <w:t>Россия</w:t>
            </w:r>
          </w:p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>
            <w:r w:rsidRPr="00435A2C">
              <w:t>Россия</w:t>
            </w:r>
          </w:p>
          <w:p w:rsidR="000D1B1B" w:rsidRPr="00435A2C" w:rsidRDefault="000D1B1B" w:rsidP="000D1F83"/>
          <w:p w:rsidR="000D1B1B" w:rsidRPr="00435A2C" w:rsidRDefault="000D1B1B" w:rsidP="000D1F83"/>
          <w:p w:rsidR="000D1B1B" w:rsidRPr="00435A2C" w:rsidRDefault="000D1B1B" w:rsidP="000D1F83">
            <w:r w:rsidRPr="00435A2C">
              <w:t>Россия</w:t>
            </w:r>
          </w:p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>
            <w:r w:rsidRPr="00435A2C">
              <w:t>Россия</w:t>
            </w:r>
          </w:p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>
            <w:r w:rsidRPr="00435A2C">
              <w:t xml:space="preserve">Россия </w:t>
            </w:r>
          </w:p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>
            <w:r w:rsidRPr="00435A2C">
              <w:t>Россия</w:t>
            </w:r>
          </w:p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>
            <w:r w:rsidRPr="00435A2C">
              <w:t>Россия</w:t>
            </w:r>
          </w:p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>
            <w:r w:rsidRPr="00435A2C">
              <w:t>Россия</w:t>
            </w:r>
          </w:p>
          <w:p w:rsidR="000D1B1B" w:rsidRPr="00435A2C" w:rsidRDefault="000D1B1B" w:rsidP="00B90F82"/>
          <w:p w:rsidR="000D1B1B" w:rsidRPr="00435A2C" w:rsidRDefault="000D1B1B" w:rsidP="00B90F82"/>
          <w:p w:rsidR="000D1B1B" w:rsidRPr="00435A2C" w:rsidRDefault="000D1B1B" w:rsidP="00B90F82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ГАЗ 3221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Легковой автомобиль 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  <w:lang w:val="en-US"/>
              </w:rPr>
              <w:t>VOLKSWAGEN</w:t>
            </w:r>
            <w:r w:rsidRPr="00435A2C">
              <w:rPr>
                <w:bCs/>
              </w:rPr>
              <w:t xml:space="preserve"> </w:t>
            </w:r>
            <w:r w:rsidRPr="00435A2C">
              <w:rPr>
                <w:bCs/>
                <w:lang w:val="en-US"/>
              </w:rPr>
              <w:t>PASSAT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ВАЗ 2121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02509E">
            <w:r w:rsidRPr="00435A2C">
              <w:t xml:space="preserve">Иванов </w:t>
            </w:r>
          </w:p>
          <w:p w:rsidR="000D1B1B" w:rsidRPr="00435A2C" w:rsidRDefault="000D1B1B" w:rsidP="0002509E">
            <w:r w:rsidRPr="00435A2C">
              <w:t>Дмитрий Иванович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супруга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сын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>сын</w:t>
            </w:r>
          </w:p>
        </w:tc>
        <w:tc>
          <w:tcPr>
            <w:tcW w:w="2410" w:type="dxa"/>
          </w:tcPr>
          <w:p w:rsidR="000D1B1B" w:rsidRPr="00435A2C" w:rsidRDefault="000D1B1B" w:rsidP="008C03A1">
            <w:pPr>
              <w:rPr>
                <w:bCs/>
              </w:rPr>
            </w:pPr>
            <w:r w:rsidRPr="00435A2C">
              <w:rPr>
                <w:bCs/>
              </w:rPr>
              <w:t xml:space="preserve">Заместитель главы администрации района – руководитель аппарата администрации района </w:t>
            </w:r>
          </w:p>
        </w:tc>
        <w:tc>
          <w:tcPr>
            <w:tcW w:w="1417" w:type="dxa"/>
          </w:tcPr>
          <w:p w:rsidR="000D1B1B" w:rsidRPr="00435A2C" w:rsidRDefault="000D1B1B" w:rsidP="00B21C9F">
            <w:r w:rsidRPr="00435A2C">
              <w:t>754434,89</w:t>
            </w:r>
          </w:p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>
            <w:r w:rsidRPr="00435A2C">
              <w:t>342236,38</w:t>
            </w:r>
          </w:p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>
            <w:r w:rsidRPr="00435A2C">
              <w:t>Нет</w:t>
            </w:r>
          </w:p>
          <w:p w:rsidR="000D1B1B" w:rsidRPr="00435A2C" w:rsidRDefault="000D1B1B" w:rsidP="00B21C9F"/>
          <w:p w:rsidR="000D1B1B" w:rsidRPr="00435A2C" w:rsidRDefault="000D1B1B" w:rsidP="00B21C9F">
            <w:r w:rsidRPr="00435A2C">
              <w:t>Нет</w:t>
            </w:r>
          </w:p>
          <w:p w:rsidR="000D1B1B" w:rsidRPr="00435A2C" w:rsidRDefault="000D1B1B" w:rsidP="00B21C9F"/>
        </w:tc>
        <w:tc>
          <w:tcPr>
            <w:tcW w:w="1560" w:type="dxa"/>
          </w:tcPr>
          <w:p w:rsidR="000D1B1B" w:rsidRPr="00435A2C" w:rsidRDefault="000D1B1B" w:rsidP="0002509E">
            <w:r w:rsidRPr="00435A2C">
              <w:t>Земельный участок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 xml:space="preserve">Квартира 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>Объект незавершенного строительства 18% готовности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 xml:space="preserve">Квартира 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Нет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B21C9F">
            <w:r w:rsidRPr="00435A2C">
              <w:t>1500</w:t>
            </w:r>
          </w:p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>
            <w:r w:rsidRPr="00435A2C">
              <w:t>33,6</w:t>
            </w:r>
          </w:p>
          <w:p w:rsidR="000D1B1B" w:rsidRPr="00435A2C" w:rsidRDefault="000D1B1B" w:rsidP="00B21C9F"/>
          <w:p w:rsidR="000D1B1B" w:rsidRPr="00435A2C" w:rsidRDefault="000D1B1B" w:rsidP="00B21C9F">
            <w:r w:rsidRPr="00435A2C">
              <w:t>143,3</w:t>
            </w:r>
          </w:p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>
            <w:r w:rsidRPr="00435A2C">
              <w:t xml:space="preserve">76,6 </w:t>
            </w:r>
          </w:p>
          <w:p w:rsidR="000D1B1B" w:rsidRPr="00435A2C" w:rsidRDefault="000D1B1B" w:rsidP="00B21C9F">
            <w:r w:rsidRPr="00435A2C">
              <w:t>(1/6 доля)</w:t>
            </w:r>
          </w:p>
        </w:tc>
        <w:tc>
          <w:tcPr>
            <w:tcW w:w="1276" w:type="dxa"/>
          </w:tcPr>
          <w:p w:rsidR="000D1B1B" w:rsidRPr="00435A2C" w:rsidRDefault="000D1B1B" w:rsidP="00B21C9F">
            <w:r w:rsidRPr="00435A2C">
              <w:t>Россия</w:t>
            </w:r>
          </w:p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>
            <w:r w:rsidRPr="00435A2C">
              <w:t>Россия</w:t>
            </w:r>
          </w:p>
          <w:p w:rsidR="000D1B1B" w:rsidRPr="00435A2C" w:rsidRDefault="000D1B1B" w:rsidP="00B21C9F"/>
          <w:p w:rsidR="000D1B1B" w:rsidRPr="00435A2C" w:rsidRDefault="000D1B1B" w:rsidP="00B21C9F">
            <w:r w:rsidRPr="00435A2C">
              <w:t xml:space="preserve">Россия </w:t>
            </w:r>
          </w:p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/>
          <w:p w:rsidR="000D1B1B" w:rsidRPr="00435A2C" w:rsidRDefault="000D1B1B" w:rsidP="00B21C9F">
            <w:r w:rsidRPr="00435A2C">
              <w:t xml:space="preserve">Россия   </w:t>
            </w:r>
          </w:p>
        </w:tc>
        <w:tc>
          <w:tcPr>
            <w:tcW w:w="1701" w:type="dxa"/>
          </w:tcPr>
          <w:p w:rsidR="000D1B1B" w:rsidRPr="00435A2C" w:rsidRDefault="000D1B1B" w:rsidP="0002509E">
            <w:r w:rsidRPr="00435A2C">
              <w:t xml:space="preserve">Автомобиль легковой </w:t>
            </w:r>
          </w:p>
          <w:p w:rsidR="000D1B1B" w:rsidRPr="00435A2C" w:rsidRDefault="000D1B1B" w:rsidP="0002509E">
            <w:r w:rsidRPr="00435A2C">
              <w:t>ВАЗ 21060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 xml:space="preserve">Прицеп </w:t>
            </w:r>
          </w:p>
          <w:p w:rsidR="000D1B1B" w:rsidRPr="00435A2C" w:rsidRDefault="000D1B1B" w:rsidP="0002509E">
            <w:r w:rsidRPr="00435A2C">
              <w:t>МАЗ 816200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Нет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Нет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 xml:space="preserve">Нет </w:t>
            </w:r>
          </w:p>
        </w:tc>
        <w:tc>
          <w:tcPr>
            <w:tcW w:w="1559" w:type="dxa"/>
          </w:tcPr>
          <w:p w:rsidR="000D1B1B" w:rsidRPr="00435A2C" w:rsidRDefault="000D1B1B" w:rsidP="0002509E">
            <w:r w:rsidRPr="00435A2C">
              <w:t>Квартира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Квартира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Квартира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 xml:space="preserve">Квартира </w:t>
            </w:r>
          </w:p>
        </w:tc>
        <w:tc>
          <w:tcPr>
            <w:tcW w:w="1276" w:type="dxa"/>
          </w:tcPr>
          <w:p w:rsidR="000D1B1B" w:rsidRPr="00435A2C" w:rsidRDefault="000D1B1B" w:rsidP="0002509E">
            <w:r w:rsidRPr="00435A2C">
              <w:t>61,1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61,1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61,1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>61,1</w:t>
            </w:r>
          </w:p>
        </w:tc>
        <w:tc>
          <w:tcPr>
            <w:tcW w:w="1418" w:type="dxa"/>
          </w:tcPr>
          <w:p w:rsidR="000D1B1B" w:rsidRPr="00435A2C" w:rsidRDefault="000D1B1B" w:rsidP="0002509E">
            <w:r w:rsidRPr="00435A2C">
              <w:t xml:space="preserve">Россия 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>Россия</w:t>
            </w:r>
          </w:p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/>
          <w:p w:rsidR="000D1B1B" w:rsidRPr="00435A2C" w:rsidRDefault="000D1B1B" w:rsidP="0002509E">
            <w:r w:rsidRPr="00435A2C">
              <w:t xml:space="preserve">Россия </w:t>
            </w:r>
          </w:p>
          <w:p w:rsidR="000D1B1B" w:rsidRPr="00435A2C" w:rsidRDefault="000D1B1B" w:rsidP="0002509E"/>
          <w:p w:rsidR="000D1B1B" w:rsidRPr="00435A2C" w:rsidRDefault="000D1B1B" w:rsidP="0002509E">
            <w:r w:rsidRPr="00435A2C">
              <w:t xml:space="preserve">Россия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Белкин Александр Викторович </w:t>
            </w:r>
          </w:p>
        </w:tc>
        <w:tc>
          <w:tcPr>
            <w:tcW w:w="2410" w:type="dxa"/>
          </w:tcPr>
          <w:p w:rsidR="000D1B1B" w:rsidRPr="00435A2C" w:rsidRDefault="000D1B1B" w:rsidP="001D0250">
            <w:pPr>
              <w:rPr>
                <w:bCs/>
              </w:rPr>
            </w:pPr>
            <w:r w:rsidRPr="00435A2C">
              <w:rPr>
                <w:bCs/>
              </w:rPr>
              <w:t>Заместитель главы администрации района по социальной политике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712421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4800</w:t>
            </w:r>
          </w:p>
          <w:p w:rsidR="000D1B1B" w:rsidRPr="00435A2C" w:rsidRDefault="000D1B1B" w:rsidP="001D0250"/>
          <w:p w:rsidR="000D1B1B" w:rsidRPr="00435A2C" w:rsidRDefault="000D1B1B" w:rsidP="001D0250"/>
          <w:p w:rsidR="000D1B1B" w:rsidRPr="00435A2C" w:rsidRDefault="000D1B1B" w:rsidP="001D0250">
            <w:r w:rsidRPr="00435A2C">
              <w:t>35,3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1D0250"/>
          <w:p w:rsidR="000D1B1B" w:rsidRPr="00435A2C" w:rsidRDefault="000D1B1B" w:rsidP="001D0250"/>
          <w:p w:rsidR="000D1B1B" w:rsidRPr="00435A2C" w:rsidRDefault="000D1B1B" w:rsidP="001D0250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Афанаськов Сергей Николаевич 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супруга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сын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Заместитель главы администрации района по строительству, транспорту, связи и ЖКХ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732867,86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636964,01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 xml:space="preserve">51000,00 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Нет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180,7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«Шевроле Лачетти»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Нет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A36170"/>
          <w:p w:rsidR="000D1B1B" w:rsidRPr="00435A2C" w:rsidRDefault="000D1B1B" w:rsidP="00A36170">
            <w:r w:rsidRPr="00435A2C">
              <w:t>Земельный участок</w:t>
            </w:r>
          </w:p>
          <w:p w:rsidR="000D1B1B" w:rsidRPr="00435A2C" w:rsidRDefault="000D1B1B" w:rsidP="00A36170"/>
          <w:p w:rsidR="000D1B1B" w:rsidRPr="00435A2C" w:rsidRDefault="000D1B1B" w:rsidP="00A36170">
            <w:r w:rsidRPr="00435A2C">
              <w:t>Жилой дом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1800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180,7</w:t>
            </w:r>
          </w:p>
          <w:p w:rsidR="000D1B1B" w:rsidRPr="00435A2C" w:rsidRDefault="000D1B1B" w:rsidP="00A36170"/>
          <w:p w:rsidR="000D1B1B" w:rsidRPr="00435A2C" w:rsidRDefault="000D1B1B" w:rsidP="00A36170">
            <w:r w:rsidRPr="00435A2C">
              <w:t>1800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180,7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Россия</w:t>
            </w:r>
          </w:p>
          <w:p w:rsidR="000D1B1B" w:rsidRPr="00435A2C" w:rsidRDefault="000D1B1B" w:rsidP="00A36170"/>
          <w:p w:rsidR="000D1B1B" w:rsidRPr="00435A2C" w:rsidRDefault="000D1B1B" w:rsidP="00A36170">
            <w:r w:rsidRPr="00435A2C">
              <w:t>Россия</w:t>
            </w:r>
          </w:p>
          <w:p w:rsidR="000D1B1B" w:rsidRPr="00435A2C" w:rsidRDefault="000D1B1B" w:rsidP="00A36170"/>
          <w:p w:rsidR="000D1B1B" w:rsidRPr="00435A2C" w:rsidRDefault="000D1B1B" w:rsidP="00A36170"/>
          <w:p w:rsidR="000D1B1B" w:rsidRPr="00435A2C" w:rsidRDefault="000D1B1B" w:rsidP="00A36170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Горбачев Петр Дмитриевич </w:t>
            </w:r>
          </w:p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2C424A">
            <w:pPr>
              <w:tabs>
                <w:tab w:val="left" w:pos="1440"/>
              </w:tabs>
            </w:pPr>
          </w:p>
          <w:p w:rsidR="000D1B1B" w:rsidRPr="00435A2C" w:rsidRDefault="000D1B1B" w:rsidP="002C424A">
            <w:pPr>
              <w:tabs>
                <w:tab w:val="left" w:pos="1440"/>
              </w:tabs>
            </w:pPr>
          </w:p>
          <w:p w:rsidR="000D1B1B" w:rsidRPr="00435A2C" w:rsidRDefault="000D1B1B" w:rsidP="002C424A">
            <w:pPr>
              <w:tabs>
                <w:tab w:val="left" w:pos="1440"/>
              </w:tabs>
            </w:pPr>
          </w:p>
          <w:p w:rsidR="000D1B1B" w:rsidRPr="00435A2C" w:rsidRDefault="000D1B1B" w:rsidP="002C424A">
            <w:pPr>
              <w:tabs>
                <w:tab w:val="left" w:pos="1440"/>
              </w:tabs>
            </w:pPr>
          </w:p>
          <w:p w:rsidR="000D1B1B" w:rsidRPr="00435A2C" w:rsidRDefault="000D1B1B" w:rsidP="002C424A">
            <w:pPr>
              <w:tabs>
                <w:tab w:val="left" w:pos="1440"/>
              </w:tabs>
            </w:pPr>
          </w:p>
          <w:p w:rsidR="000D1B1B" w:rsidRPr="00435A2C" w:rsidRDefault="000D1B1B" w:rsidP="002C424A">
            <w:pPr>
              <w:tabs>
                <w:tab w:val="left" w:pos="1440"/>
              </w:tabs>
            </w:pPr>
            <w:r w:rsidRPr="00435A2C">
              <w:t>сын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Председатель контрольно-ревизионной комиссии Корочанского района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650872,02</w:t>
            </w:r>
          </w:p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CA5E74"/>
          <w:p w:rsidR="000D1B1B" w:rsidRPr="00435A2C" w:rsidRDefault="000D1B1B" w:rsidP="00CA5E74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1336</w:t>
            </w:r>
          </w:p>
          <w:p w:rsidR="000D1B1B" w:rsidRPr="00435A2C" w:rsidRDefault="000D1B1B" w:rsidP="00F12956"/>
          <w:p w:rsidR="000D1B1B" w:rsidRPr="00435A2C" w:rsidRDefault="000D1B1B" w:rsidP="00F12956"/>
          <w:p w:rsidR="000D1B1B" w:rsidRPr="00435A2C" w:rsidRDefault="000D1B1B" w:rsidP="00F12956">
            <w:r w:rsidRPr="00435A2C">
              <w:t>4432</w:t>
            </w:r>
          </w:p>
          <w:p w:rsidR="000D1B1B" w:rsidRPr="00435A2C" w:rsidRDefault="000D1B1B" w:rsidP="00F12956"/>
          <w:p w:rsidR="000D1B1B" w:rsidRPr="00435A2C" w:rsidRDefault="000D1B1B" w:rsidP="00F12956"/>
          <w:p w:rsidR="000D1B1B" w:rsidRPr="00435A2C" w:rsidRDefault="000D1B1B" w:rsidP="00F12956">
            <w:r w:rsidRPr="00435A2C">
              <w:t>4232</w:t>
            </w:r>
          </w:p>
          <w:p w:rsidR="000D1B1B" w:rsidRPr="00435A2C" w:rsidRDefault="000D1B1B" w:rsidP="002920CB"/>
          <w:p w:rsidR="000D1B1B" w:rsidRPr="00435A2C" w:rsidRDefault="000D1B1B" w:rsidP="002920CB"/>
          <w:p w:rsidR="000D1B1B" w:rsidRPr="00435A2C" w:rsidRDefault="000D1B1B" w:rsidP="002920CB">
            <w:r w:rsidRPr="00435A2C">
              <w:t>1061</w:t>
            </w:r>
          </w:p>
          <w:p w:rsidR="000D1B1B" w:rsidRPr="00435A2C" w:rsidRDefault="000D1B1B" w:rsidP="002920CB"/>
          <w:p w:rsidR="000D1B1B" w:rsidRPr="00435A2C" w:rsidRDefault="000D1B1B" w:rsidP="002920CB"/>
          <w:p w:rsidR="000D1B1B" w:rsidRPr="00435A2C" w:rsidRDefault="000D1B1B" w:rsidP="002920CB">
            <w:r w:rsidRPr="00435A2C">
              <w:t>53300 (общедолявая)</w:t>
            </w:r>
          </w:p>
          <w:p w:rsidR="000D1B1B" w:rsidRPr="00435A2C" w:rsidRDefault="000D1B1B" w:rsidP="00690B40"/>
          <w:p w:rsidR="000D1B1B" w:rsidRPr="00435A2C" w:rsidRDefault="000D1B1B" w:rsidP="00690B40">
            <w:r w:rsidRPr="00435A2C">
              <w:t>94,7</w:t>
            </w:r>
          </w:p>
          <w:p w:rsidR="000D1B1B" w:rsidRPr="00435A2C" w:rsidRDefault="000D1B1B" w:rsidP="00690B40"/>
          <w:p w:rsidR="000D1B1B" w:rsidRPr="00435A2C" w:rsidRDefault="000D1B1B" w:rsidP="00690B40">
            <w:r w:rsidRPr="00435A2C">
              <w:t>41,6</w:t>
            </w:r>
          </w:p>
          <w:p w:rsidR="000D1B1B" w:rsidRPr="00435A2C" w:rsidRDefault="000D1B1B" w:rsidP="00690B40"/>
          <w:p w:rsidR="000D1B1B" w:rsidRPr="00435A2C" w:rsidRDefault="000D1B1B" w:rsidP="00690B40">
            <w:r w:rsidRPr="00435A2C">
              <w:t>74,7</w:t>
            </w:r>
          </w:p>
          <w:p w:rsidR="000D1B1B" w:rsidRPr="00435A2C" w:rsidRDefault="000D1B1B" w:rsidP="00CA5E74"/>
          <w:p w:rsidR="000D1B1B" w:rsidRPr="00435A2C" w:rsidRDefault="000D1B1B" w:rsidP="00CA5E74"/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F12956"/>
          <w:p w:rsidR="000D1B1B" w:rsidRPr="00435A2C" w:rsidRDefault="000D1B1B" w:rsidP="00F12956"/>
          <w:p w:rsidR="000D1B1B" w:rsidRPr="00435A2C" w:rsidRDefault="000D1B1B" w:rsidP="00F12956">
            <w:r w:rsidRPr="00435A2C">
              <w:t>Россия</w:t>
            </w:r>
          </w:p>
          <w:p w:rsidR="000D1B1B" w:rsidRPr="00435A2C" w:rsidRDefault="000D1B1B" w:rsidP="00F12956"/>
          <w:p w:rsidR="000D1B1B" w:rsidRPr="00435A2C" w:rsidRDefault="000D1B1B" w:rsidP="00F12956"/>
          <w:p w:rsidR="000D1B1B" w:rsidRPr="00435A2C" w:rsidRDefault="000D1B1B" w:rsidP="00F12956">
            <w:r w:rsidRPr="00435A2C">
              <w:t>Россия</w:t>
            </w:r>
          </w:p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>
            <w:r w:rsidRPr="00435A2C">
              <w:t>Россия</w:t>
            </w:r>
          </w:p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>
            <w:r w:rsidRPr="00435A2C">
              <w:t>Россия</w:t>
            </w:r>
          </w:p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/>
          <w:p w:rsidR="000D1B1B" w:rsidRPr="00435A2C" w:rsidRDefault="000D1B1B" w:rsidP="00690B40">
            <w:r w:rsidRPr="00435A2C">
              <w:t>Россия</w:t>
            </w:r>
          </w:p>
          <w:p w:rsidR="000D1B1B" w:rsidRPr="00435A2C" w:rsidRDefault="000D1B1B" w:rsidP="00690B40"/>
          <w:p w:rsidR="000D1B1B" w:rsidRPr="00435A2C" w:rsidRDefault="000D1B1B" w:rsidP="00690B40">
            <w:r w:rsidRPr="00435A2C">
              <w:t>Россия</w:t>
            </w:r>
          </w:p>
          <w:p w:rsidR="000D1B1B" w:rsidRPr="00435A2C" w:rsidRDefault="000D1B1B" w:rsidP="00690B40"/>
          <w:p w:rsidR="000D1B1B" w:rsidRPr="00435A2C" w:rsidRDefault="000D1B1B" w:rsidP="00690B40">
            <w:r w:rsidRPr="00435A2C">
              <w:t>Россия</w:t>
            </w:r>
          </w:p>
          <w:p w:rsidR="000D1B1B" w:rsidRPr="00435A2C" w:rsidRDefault="000D1B1B" w:rsidP="00CA5E74"/>
          <w:p w:rsidR="000D1B1B" w:rsidRPr="00435A2C" w:rsidRDefault="000D1B1B" w:rsidP="00CA5E74"/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«Хендай акцент»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ВАЗ 21093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Москвич 2715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CA5E74">
            <w:r w:rsidRPr="00435A2C">
              <w:rPr>
                <w:bCs/>
              </w:rPr>
              <w:t xml:space="preserve">Нет 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Жилой дом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94,7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 xml:space="preserve">Россия </w:t>
            </w: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Афанаськова Марина Петровна </w:t>
            </w:r>
          </w:p>
          <w:p w:rsidR="000D1B1B" w:rsidRPr="00435A2C" w:rsidRDefault="000D1B1B" w:rsidP="002C424A">
            <w:pPr>
              <w:tabs>
                <w:tab w:val="left" w:pos="1378"/>
              </w:tabs>
            </w:pPr>
            <w:r w:rsidRPr="00435A2C">
              <w:tab/>
            </w:r>
          </w:p>
          <w:p w:rsidR="000D1B1B" w:rsidRPr="00435A2C" w:rsidRDefault="000D1B1B" w:rsidP="002C424A">
            <w:pPr>
              <w:tabs>
                <w:tab w:val="left" w:pos="1378"/>
              </w:tabs>
            </w:pPr>
          </w:p>
          <w:p w:rsidR="000D1B1B" w:rsidRPr="00435A2C" w:rsidRDefault="000D1B1B" w:rsidP="002C424A">
            <w:pPr>
              <w:tabs>
                <w:tab w:val="left" w:pos="1378"/>
              </w:tabs>
            </w:pPr>
          </w:p>
          <w:p w:rsidR="000D1B1B" w:rsidRPr="00435A2C" w:rsidRDefault="000D1B1B" w:rsidP="002C424A">
            <w:pPr>
              <w:tabs>
                <w:tab w:val="left" w:pos="1378"/>
              </w:tabs>
            </w:pPr>
            <w:r w:rsidRPr="00435A2C">
              <w:t>супруг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2C424A">
            <w:pPr>
              <w:tabs>
                <w:tab w:val="left" w:pos="1394"/>
              </w:tabs>
            </w:pPr>
            <w:r w:rsidRPr="00435A2C">
              <w:tab/>
            </w:r>
          </w:p>
          <w:p w:rsidR="000D1B1B" w:rsidRPr="00435A2C" w:rsidRDefault="000D1B1B" w:rsidP="002C424A">
            <w:pPr>
              <w:tabs>
                <w:tab w:val="left" w:pos="1394"/>
              </w:tabs>
            </w:pPr>
            <w:r w:rsidRPr="00435A2C">
              <w:t>сын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Заместитель председателя Муниципального совета Корочанского района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636964,01</w:t>
            </w: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732867,86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>
            <w:r w:rsidRPr="00435A2C">
              <w:t xml:space="preserve">51000,00 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CA5E74">
            <w:r w:rsidRPr="00435A2C">
              <w:t xml:space="preserve">Земельный участок </w:t>
            </w:r>
          </w:p>
          <w:p w:rsidR="000D1B1B" w:rsidRPr="00435A2C" w:rsidRDefault="000D1B1B" w:rsidP="00CA5E74"/>
          <w:p w:rsidR="000D1B1B" w:rsidRPr="00435A2C" w:rsidRDefault="000D1B1B" w:rsidP="00CA5E74">
            <w:r w:rsidRPr="00435A2C">
              <w:t xml:space="preserve">Жилой дом </w:t>
            </w:r>
          </w:p>
          <w:p w:rsidR="000D1B1B" w:rsidRPr="00435A2C" w:rsidRDefault="000D1B1B" w:rsidP="003A287A"/>
          <w:p w:rsidR="000D1B1B" w:rsidRPr="00435A2C" w:rsidRDefault="000D1B1B" w:rsidP="003A287A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1800</w:t>
            </w: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180,7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Россия</w:t>
            </w: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«Шевроле Лачетти»</w:t>
            </w:r>
          </w:p>
          <w:p w:rsidR="000D1B1B" w:rsidRPr="00435A2C" w:rsidRDefault="000D1B1B" w:rsidP="003A287A"/>
          <w:p w:rsidR="000D1B1B" w:rsidRPr="00435A2C" w:rsidRDefault="000D1B1B" w:rsidP="003A287A">
            <w:r w:rsidRPr="00435A2C">
              <w:t>Нет</w:t>
            </w:r>
          </w:p>
          <w:p w:rsidR="000D1B1B" w:rsidRPr="00435A2C" w:rsidRDefault="000D1B1B" w:rsidP="003A287A"/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>
            <w:r w:rsidRPr="00435A2C">
              <w:t>Нет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>
            <w:r w:rsidRPr="00435A2C">
              <w:t xml:space="preserve">Земельный участок </w:t>
            </w:r>
          </w:p>
          <w:p w:rsidR="000D1B1B" w:rsidRPr="00435A2C" w:rsidRDefault="000D1B1B" w:rsidP="003A287A"/>
          <w:p w:rsidR="000D1B1B" w:rsidRPr="00435A2C" w:rsidRDefault="000D1B1B" w:rsidP="003A287A">
            <w:r w:rsidRPr="00435A2C">
              <w:t>Жилой дом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1800</w:t>
            </w: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180,7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>
            <w:r w:rsidRPr="00435A2C">
              <w:t>1800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>
            <w:r w:rsidRPr="00435A2C">
              <w:t>180,7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CA5E74"/>
          <w:p w:rsidR="000D1B1B" w:rsidRPr="00435A2C" w:rsidRDefault="000D1B1B" w:rsidP="00CA5E74"/>
          <w:p w:rsidR="000D1B1B" w:rsidRPr="00435A2C" w:rsidRDefault="000D1B1B" w:rsidP="00CA5E74">
            <w:r w:rsidRPr="00435A2C">
              <w:t>Россия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>
            <w:r w:rsidRPr="00435A2C">
              <w:t>Россия</w:t>
            </w:r>
          </w:p>
          <w:p w:rsidR="000D1B1B" w:rsidRPr="00435A2C" w:rsidRDefault="000D1B1B" w:rsidP="003A287A"/>
          <w:p w:rsidR="000D1B1B" w:rsidRPr="00435A2C" w:rsidRDefault="000D1B1B" w:rsidP="003A287A"/>
          <w:p w:rsidR="000D1B1B" w:rsidRPr="00435A2C" w:rsidRDefault="000D1B1B" w:rsidP="003A287A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Кондратенко Василий Петрович</w:t>
            </w:r>
          </w:p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9B600F">
            <w:r w:rsidRPr="00435A2C">
              <w:t xml:space="preserve">супруга 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Председатель избирательной комиссии муниципального района «Корочанский район»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873618,96</w:t>
            </w:r>
          </w:p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>
            <w:r w:rsidRPr="00435A2C">
              <w:t>399255,32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>
            <w:r w:rsidRPr="00435A2C">
              <w:t>Земельный участок</w:t>
            </w:r>
          </w:p>
          <w:p w:rsidR="000D1B1B" w:rsidRPr="00435A2C" w:rsidRDefault="000D1B1B" w:rsidP="009B600F"/>
          <w:p w:rsidR="000D1B1B" w:rsidRPr="00435A2C" w:rsidRDefault="000D1B1B" w:rsidP="009B600F">
            <w:r w:rsidRPr="00435A2C">
              <w:t>Жилой дом</w:t>
            </w:r>
          </w:p>
          <w:p w:rsidR="000D1B1B" w:rsidRPr="00435A2C" w:rsidRDefault="000D1B1B" w:rsidP="009B600F"/>
          <w:p w:rsidR="000D1B1B" w:rsidRPr="00435A2C" w:rsidRDefault="000D1B1B" w:rsidP="009B600F">
            <w:r w:rsidRPr="00435A2C"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1100</w:t>
            </w:r>
          </w:p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>
            <w:r w:rsidRPr="00435A2C">
              <w:t>1220</w:t>
            </w:r>
          </w:p>
          <w:p w:rsidR="000D1B1B" w:rsidRPr="00435A2C" w:rsidRDefault="000D1B1B" w:rsidP="009B600F"/>
          <w:p w:rsidR="000D1B1B" w:rsidRPr="00435A2C" w:rsidRDefault="000D1B1B" w:rsidP="009B600F">
            <w:r w:rsidRPr="00435A2C">
              <w:t>45,1</w:t>
            </w:r>
          </w:p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>
            <w:r w:rsidRPr="00435A2C">
              <w:t>2029</w:t>
            </w:r>
          </w:p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>
            <w:r w:rsidRPr="00435A2C">
              <w:t>61,2</w:t>
            </w:r>
          </w:p>
          <w:p w:rsidR="000D1B1B" w:rsidRPr="00435A2C" w:rsidRDefault="000D1B1B" w:rsidP="006B2370"/>
          <w:p w:rsidR="000D1B1B" w:rsidRPr="00435A2C" w:rsidRDefault="000D1B1B" w:rsidP="006B2370">
            <w:r w:rsidRPr="00435A2C">
              <w:t>50,3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>
            <w:r w:rsidRPr="00435A2C">
              <w:t>Россия</w:t>
            </w:r>
          </w:p>
          <w:p w:rsidR="000D1B1B" w:rsidRPr="00435A2C" w:rsidRDefault="000D1B1B" w:rsidP="009B600F"/>
          <w:p w:rsidR="000D1B1B" w:rsidRPr="00435A2C" w:rsidRDefault="000D1B1B" w:rsidP="009B600F">
            <w:r w:rsidRPr="00435A2C">
              <w:t>Россия</w:t>
            </w:r>
          </w:p>
          <w:p w:rsidR="000D1B1B" w:rsidRPr="00435A2C" w:rsidRDefault="000D1B1B" w:rsidP="009B600F"/>
          <w:p w:rsidR="000D1B1B" w:rsidRPr="00435A2C" w:rsidRDefault="000D1B1B" w:rsidP="009B600F"/>
          <w:p w:rsidR="000D1B1B" w:rsidRPr="00435A2C" w:rsidRDefault="000D1B1B" w:rsidP="009B600F">
            <w:r w:rsidRPr="00435A2C">
              <w:t>Россия</w:t>
            </w:r>
          </w:p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>
            <w:r w:rsidRPr="00435A2C">
              <w:t>Россия</w:t>
            </w:r>
          </w:p>
          <w:p w:rsidR="000D1B1B" w:rsidRPr="00435A2C" w:rsidRDefault="000D1B1B" w:rsidP="006B2370"/>
          <w:p w:rsidR="000D1B1B" w:rsidRPr="00435A2C" w:rsidRDefault="000D1B1B" w:rsidP="006B2370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6B2370">
            <w:r w:rsidRPr="00435A2C">
              <w:t xml:space="preserve">Нет </w:t>
            </w:r>
          </w:p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>
            <w:r w:rsidRPr="00435A2C"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Желнинская Юлия Николаевна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сын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Секретарь избирательной комиссии муниципального района «Корочанский район»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103891,00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36,9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</w:tc>
        <w:tc>
          <w:tcPr>
            <w:tcW w:w="1701" w:type="dxa"/>
          </w:tcPr>
          <w:p w:rsidR="000D1B1B" w:rsidRPr="00435A2C" w:rsidRDefault="000D1B1B" w:rsidP="006B2370">
            <w:r w:rsidRPr="00435A2C">
              <w:t>Нет</w:t>
            </w:r>
          </w:p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/>
          <w:p w:rsidR="000D1B1B" w:rsidRPr="00435A2C" w:rsidRDefault="000D1B1B" w:rsidP="006B2370">
            <w:r w:rsidRPr="00435A2C">
              <w:t xml:space="preserve">Нет  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67,1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397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67,1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397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Изотова Зоя Михайловна </w:t>
            </w:r>
          </w:p>
        </w:tc>
        <w:tc>
          <w:tcPr>
            <w:tcW w:w="2410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 xml:space="preserve">Председатель комитета финансов и бюджетной политики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737489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Квартира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сарай 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400</w:t>
            </w:r>
          </w:p>
          <w:p w:rsidR="000D1B1B" w:rsidRPr="00435A2C" w:rsidRDefault="000D1B1B" w:rsidP="00D272B5"/>
          <w:p w:rsidR="000D1B1B" w:rsidRPr="00435A2C" w:rsidRDefault="000D1B1B" w:rsidP="00D272B5"/>
          <w:p w:rsidR="000D1B1B" w:rsidRPr="00435A2C" w:rsidRDefault="000D1B1B" w:rsidP="00D272B5">
            <w:r w:rsidRPr="00435A2C">
              <w:t>900</w:t>
            </w:r>
          </w:p>
          <w:p w:rsidR="000D1B1B" w:rsidRPr="00435A2C" w:rsidRDefault="000D1B1B" w:rsidP="00D272B5"/>
          <w:p w:rsidR="000D1B1B" w:rsidRPr="00435A2C" w:rsidRDefault="000D1B1B" w:rsidP="00D272B5"/>
          <w:p w:rsidR="000D1B1B" w:rsidRPr="00435A2C" w:rsidRDefault="000D1B1B" w:rsidP="00D272B5">
            <w:r w:rsidRPr="00435A2C">
              <w:t xml:space="preserve">87,9 </w:t>
            </w:r>
          </w:p>
          <w:p w:rsidR="000D1B1B" w:rsidRPr="00435A2C" w:rsidRDefault="000D1B1B" w:rsidP="00D272B5">
            <w:r w:rsidRPr="00435A2C">
              <w:t>(1/3 доля)</w:t>
            </w:r>
          </w:p>
          <w:p w:rsidR="000D1B1B" w:rsidRPr="00435A2C" w:rsidRDefault="000D1B1B" w:rsidP="00D272B5"/>
          <w:p w:rsidR="000D1B1B" w:rsidRPr="00435A2C" w:rsidRDefault="000D1B1B" w:rsidP="00D272B5">
            <w:r w:rsidRPr="00435A2C">
              <w:t>12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D272B5"/>
          <w:p w:rsidR="000D1B1B" w:rsidRPr="00435A2C" w:rsidRDefault="000D1B1B" w:rsidP="00D272B5"/>
          <w:p w:rsidR="000D1B1B" w:rsidRPr="00435A2C" w:rsidRDefault="000D1B1B" w:rsidP="00D272B5">
            <w:r w:rsidRPr="00435A2C">
              <w:t>Россия</w:t>
            </w:r>
          </w:p>
          <w:p w:rsidR="000D1B1B" w:rsidRPr="00435A2C" w:rsidRDefault="000D1B1B" w:rsidP="00D272B5"/>
          <w:p w:rsidR="000D1B1B" w:rsidRPr="00435A2C" w:rsidRDefault="000D1B1B" w:rsidP="00D272B5"/>
          <w:p w:rsidR="000D1B1B" w:rsidRPr="00435A2C" w:rsidRDefault="000D1B1B" w:rsidP="00D272B5">
            <w:r w:rsidRPr="00435A2C">
              <w:t>Россия</w:t>
            </w:r>
          </w:p>
          <w:p w:rsidR="000D1B1B" w:rsidRPr="00435A2C" w:rsidRDefault="000D1B1B" w:rsidP="00D272B5"/>
          <w:p w:rsidR="000D1B1B" w:rsidRPr="00435A2C" w:rsidRDefault="000D1B1B" w:rsidP="00D272B5"/>
          <w:p w:rsidR="000D1B1B" w:rsidRPr="00435A2C" w:rsidRDefault="000D1B1B" w:rsidP="00D272B5">
            <w:r w:rsidRPr="00435A2C">
              <w:t xml:space="preserve">Россия 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ВАЗ 21053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Саляева Елена Михайловна 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супруг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дочь</w:t>
            </w:r>
          </w:p>
          <w:p w:rsidR="000D1B1B" w:rsidRPr="00435A2C" w:rsidRDefault="000D1B1B" w:rsidP="007247C7"/>
          <w:p w:rsidR="000D1B1B" w:rsidRPr="00435A2C" w:rsidRDefault="000D1B1B" w:rsidP="007247C7"/>
          <w:p w:rsidR="000D1B1B" w:rsidRPr="00435A2C" w:rsidRDefault="000D1B1B" w:rsidP="007247C7"/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Заместитель председателя комитета финансов и бюджетной политики – начальник отдела доходов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457643,39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478125,12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 xml:space="preserve">Земельный участок 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 xml:space="preserve">Жилой дом 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Гараж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58,9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(1/3 доля)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3300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96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9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Россия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Россия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Легковой автомобиль ВАЗ 217230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 xml:space="preserve">Легковой автоприцеп 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Нет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 xml:space="preserve">Жилой дом 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 xml:space="preserve">Земельный участок 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96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3300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96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3300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Россия</w:t>
            </w:r>
          </w:p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/>
          <w:p w:rsidR="000D1B1B" w:rsidRPr="00435A2C" w:rsidRDefault="000D1B1B" w:rsidP="00EB63B4">
            <w:r w:rsidRPr="00435A2C">
              <w:t>Россия</w:t>
            </w:r>
          </w:p>
          <w:p w:rsidR="000D1B1B" w:rsidRPr="00435A2C" w:rsidRDefault="000D1B1B" w:rsidP="00EB63B4"/>
          <w:p w:rsidR="000D1B1B" w:rsidRPr="00435A2C" w:rsidRDefault="000D1B1B" w:rsidP="00EB63B4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Моторин Петр Константинович 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C424A">
            <w:pPr>
              <w:jc w:val="right"/>
            </w:pP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супруга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Председатель комитета по безопасности – секретарь Совета безопасности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809921,90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>186322,95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Дача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Гараж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Гараж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Гараж </w:t>
            </w:r>
          </w:p>
          <w:p w:rsidR="000D1B1B" w:rsidRPr="00435A2C" w:rsidRDefault="000D1B1B" w:rsidP="00304049"/>
          <w:p w:rsidR="000D1B1B" w:rsidRPr="00435A2C" w:rsidRDefault="000D1B1B" w:rsidP="00304049">
            <w:r w:rsidRPr="00435A2C">
              <w:t>Земельный участок</w:t>
            </w:r>
          </w:p>
          <w:p w:rsidR="000D1B1B" w:rsidRPr="00435A2C" w:rsidRDefault="000D1B1B" w:rsidP="00304049"/>
          <w:p w:rsidR="000D1B1B" w:rsidRPr="00435A2C" w:rsidRDefault="000D1B1B" w:rsidP="00304049">
            <w:r w:rsidRPr="00435A2C"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1200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900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124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93</w:t>
            </w:r>
          </w:p>
          <w:p w:rsidR="000D1B1B" w:rsidRPr="00435A2C" w:rsidRDefault="000D1B1B" w:rsidP="002B290E">
            <w:r w:rsidRPr="00435A2C">
              <w:t xml:space="preserve">                                              </w:t>
            </w:r>
          </w:p>
          <w:p w:rsidR="000D1B1B" w:rsidRPr="00435A2C" w:rsidRDefault="000D1B1B" w:rsidP="002B290E"/>
          <w:p w:rsidR="000D1B1B" w:rsidRPr="00435A2C" w:rsidRDefault="000D1B1B" w:rsidP="002B290E">
            <w:r w:rsidRPr="00435A2C">
              <w:t xml:space="preserve">67 </w:t>
            </w:r>
          </w:p>
          <w:p w:rsidR="000D1B1B" w:rsidRPr="00435A2C" w:rsidRDefault="000D1B1B" w:rsidP="002B290E">
            <w:r w:rsidRPr="00435A2C">
              <w:t>(1/4 доля)</w:t>
            </w:r>
          </w:p>
          <w:p w:rsidR="000D1B1B" w:rsidRPr="00435A2C" w:rsidRDefault="000D1B1B" w:rsidP="002B290E"/>
          <w:p w:rsidR="000D1B1B" w:rsidRPr="00435A2C" w:rsidRDefault="000D1B1B" w:rsidP="002B290E">
            <w:r w:rsidRPr="00435A2C">
              <w:t>30</w:t>
            </w:r>
          </w:p>
          <w:p w:rsidR="000D1B1B" w:rsidRPr="00435A2C" w:rsidRDefault="000D1B1B" w:rsidP="002B290E"/>
          <w:p w:rsidR="000D1B1B" w:rsidRPr="00435A2C" w:rsidRDefault="000D1B1B" w:rsidP="002B290E">
            <w:r w:rsidRPr="00435A2C">
              <w:t>47</w:t>
            </w:r>
          </w:p>
          <w:p w:rsidR="000D1B1B" w:rsidRPr="00435A2C" w:rsidRDefault="000D1B1B" w:rsidP="002B290E"/>
          <w:p w:rsidR="000D1B1B" w:rsidRPr="00435A2C" w:rsidRDefault="000D1B1B" w:rsidP="002B290E">
            <w:r w:rsidRPr="00435A2C">
              <w:t>32</w:t>
            </w:r>
          </w:p>
          <w:p w:rsidR="000D1B1B" w:rsidRPr="00435A2C" w:rsidRDefault="000D1B1B" w:rsidP="002B290E"/>
          <w:p w:rsidR="000D1B1B" w:rsidRPr="00435A2C" w:rsidRDefault="000D1B1B" w:rsidP="002B290E">
            <w:r w:rsidRPr="00435A2C">
              <w:t>26</w:t>
            </w:r>
          </w:p>
          <w:p w:rsidR="000D1B1B" w:rsidRPr="00435A2C" w:rsidRDefault="000D1B1B" w:rsidP="00304049"/>
          <w:p w:rsidR="000D1B1B" w:rsidRPr="00435A2C" w:rsidRDefault="000D1B1B" w:rsidP="00304049">
            <w:r w:rsidRPr="00435A2C">
              <w:t>900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>67</w:t>
            </w:r>
          </w:p>
          <w:p w:rsidR="000D1B1B" w:rsidRPr="00435A2C" w:rsidRDefault="000D1B1B" w:rsidP="00304049">
            <w:r w:rsidRPr="00435A2C">
              <w:t>(1/4 доля)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Россия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Россия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Россия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Россия</w:t>
            </w:r>
          </w:p>
          <w:p w:rsidR="000D1B1B" w:rsidRPr="00435A2C" w:rsidRDefault="000D1B1B" w:rsidP="002B290E"/>
          <w:p w:rsidR="000D1B1B" w:rsidRPr="00435A2C" w:rsidRDefault="000D1B1B" w:rsidP="002B290E"/>
          <w:p w:rsidR="000D1B1B" w:rsidRPr="00435A2C" w:rsidRDefault="000D1B1B" w:rsidP="002B290E">
            <w:r w:rsidRPr="00435A2C">
              <w:t>Россия</w:t>
            </w:r>
          </w:p>
          <w:p w:rsidR="000D1B1B" w:rsidRPr="00435A2C" w:rsidRDefault="000D1B1B" w:rsidP="002B290E"/>
          <w:p w:rsidR="000D1B1B" w:rsidRPr="00435A2C" w:rsidRDefault="000D1B1B" w:rsidP="002B290E">
            <w:r w:rsidRPr="00435A2C">
              <w:t>Россия</w:t>
            </w:r>
          </w:p>
          <w:p w:rsidR="000D1B1B" w:rsidRPr="00435A2C" w:rsidRDefault="000D1B1B" w:rsidP="002B290E"/>
          <w:p w:rsidR="000D1B1B" w:rsidRPr="00435A2C" w:rsidRDefault="000D1B1B" w:rsidP="002B290E">
            <w:r w:rsidRPr="00435A2C">
              <w:t>Россия</w:t>
            </w:r>
          </w:p>
          <w:p w:rsidR="000D1B1B" w:rsidRPr="00435A2C" w:rsidRDefault="000D1B1B" w:rsidP="002B290E"/>
          <w:p w:rsidR="000D1B1B" w:rsidRPr="00435A2C" w:rsidRDefault="000D1B1B" w:rsidP="002B290E">
            <w:r w:rsidRPr="00435A2C">
              <w:t>Россия</w:t>
            </w:r>
          </w:p>
          <w:p w:rsidR="000D1B1B" w:rsidRPr="00435A2C" w:rsidRDefault="000D1B1B" w:rsidP="00304049"/>
          <w:p w:rsidR="000D1B1B" w:rsidRPr="00435A2C" w:rsidRDefault="000D1B1B" w:rsidP="00304049">
            <w:r w:rsidRPr="00435A2C">
              <w:t>Россия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Ниссан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УАЗ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Мелехина Лариса Валерьевна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Председатель комитета муниципальной собственности и земельных отношений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317893,08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Автомобиль легковой Хундай </w:t>
            </w:r>
            <w:r w:rsidRPr="00435A2C">
              <w:rPr>
                <w:bCs/>
                <w:lang w:val="en-US"/>
              </w:rPr>
              <w:t>i</w:t>
            </w:r>
            <w:r w:rsidRPr="00435A2C">
              <w:rPr>
                <w:bCs/>
              </w:rPr>
              <w:t xml:space="preserve"> 30 Н971 ВУ31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72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30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Фисенко Владимир Николаевич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супруга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дочь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дочь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Председатель комитета экономического развития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480240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98223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1802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78,1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28,8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 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Автомобили легковые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 ВАЗ – 21110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 ВАЗ – 2106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  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78,1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1802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78,1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1802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78,1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1802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  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Лопин Владимир Иванович 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2C424A">
            <w:pPr>
              <w:jc w:val="right"/>
            </w:pPr>
          </w:p>
          <w:p w:rsidR="000D1B1B" w:rsidRPr="00435A2C" w:rsidRDefault="000D1B1B" w:rsidP="002C424A">
            <w:pPr>
              <w:jc w:val="right"/>
            </w:pPr>
          </w:p>
          <w:p w:rsidR="000D1B1B" w:rsidRPr="00435A2C" w:rsidRDefault="000D1B1B" w:rsidP="00304049"/>
          <w:p w:rsidR="000D1B1B" w:rsidRPr="00435A2C" w:rsidRDefault="000D1B1B" w:rsidP="00304049">
            <w:r w:rsidRPr="00435A2C">
              <w:t>супруга</w:t>
            </w:r>
          </w:p>
        </w:tc>
        <w:tc>
          <w:tcPr>
            <w:tcW w:w="2410" w:type="dxa"/>
          </w:tcPr>
          <w:p w:rsidR="000D1B1B" w:rsidRPr="00435A2C" w:rsidRDefault="000D1B1B" w:rsidP="00C1045B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управления культуры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459965,05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>197974,20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1500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>129,6</w:t>
            </w:r>
          </w:p>
          <w:p w:rsidR="000D1B1B" w:rsidRPr="00435A2C" w:rsidRDefault="000D1B1B" w:rsidP="00304049"/>
          <w:p w:rsidR="000D1B1B" w:rsidRPr="00435A2C" w:rsidRDefault="000D1B1B" w:rsidP="00304049">
            <w:r w:rsidRPr="00435A2C">
              <w:t xml:space="preserve">35,5 </w:t>
            </w:r>
          </w:p>
          <w:p w:rsidR="000D1B1B" w:rsidRPr="00435A2C" w:rsidRDefault="000D1B1B" w:rsidP="00304049">
            <w:r w:rsidRPr="00435A2C">
              <w:t>(1/4 доля)</w:t>
            </w:r>
          </w:p>
          <w:p w:rsidR="000D1B1B" w:rsidRPr="00435A2C" w:rsidRDefault="000D1B1B" w:rsidP="00304049"/>
          <w:p w:rsidR="000D1B1B" w:rsidRPr="00435A2C" w:rsidRDefault="000D1B1B" w:rsidP="00304049">
            <w:r w:rsidRPr="00435A2C">
              <w:t>35,5</w:t>
            </w:r>
          </w:p>
          <w:p w:rsidR="000D1B1B" w:rsidRPr="00435A2C" w:rsidRDefault="000D1B1B" w:rsidP="00304049">
            <w:r w:rsidRPr="00435A2C">
              <w:t>(1/4 доля)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304049"/>
          <w:p w:rsidR="000D1B1B" w:rsidRPr="00435A2C" w:rsidRDefault="000D1B1B" w:rsidP="00304049"/>
          <w:p w:rsidR="000D1B1B" w:rsidRPr="00435A2C" w:rsidRDefault="000D1B1B" w:rsidP="00304049">
            <w:r w:rsidRPr="00435A2C">
              <w:t>Россия</w:t>
            </w:r>
          </w:p>
          <w:p w:rsidR="000D1B1B" w:rsidRPr="00435A2C" w:rsidRDefault="000D1B1B" w:rsidP="00304049"/>
          <w:p w:rsidR="000D1B1B" w:rsidRPr="00435A2C" w:rsidRDefault="000D1B1B" w:rsidP="00304049">
            <w:r w:rsidRPr="00435A2C">
              <w:t>Россия</w:t>
            </w:r>
          </w:p>
          <w:p w:rsidR="000D1B1B" w:rsidRPr="00435A2C" w:rsidRDefault="000D1B1B" w:rsidP="00A54EA1"/>
          <w:p w:rsidR="000D1B1B" w:rsidRPr="00435A2C" w:rsidRDefault="000D1B1B" w:rsidP="00A54EA1"/>
          <w:p w:rsidR="000D1B1B" w:rsidRPr="00435A2C" w:rsidRDefault="000D1B1B" w:rsidP="00A54EA1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A54EA1"/>
          <w:p w:rsidR="000D1B1B" w:rsidRPr="00435A2C" w:rsidRDefault="000D1B1B" w:rsidP="00A54EA1"/>
          <w:p w:rsidR="000D1B1B" w:rsidRPr="00435A2C" w:rsidRDefault="000D1B1B" w:rsidP="00A54EA1"/>
          <w:p w:rsidR="000D1B1B" w:rsidRPr="00435A2C" w:rsidRDefault="000D1B1B" w:rsidP="00A54EA1"/>
          <w:p w:rsidR="000D1B1B" w:rsidRPr="00435A2C" w:rsidRDefault="000D1B1B" w:rsidP="00A54EA1"/>
          <w:p w:rsidR="000D1B1B" w:rsidRPr="00435A2C" w:rsidRDefault="000D1B1B" w:rsidP="00A54EA1"/>
          <w:p w:rsidR="000D1B1B" w:rsidRPr="00435A2C" w:rsidRDefault="000D1B1B" w:rsidP="00A54EA1"/>
          <w:p w:rsidR="000D1B1B" w:rsidRPr="00435A2C" w:rsidRDefault="000D1B1B" w:rsidP="00A54EA1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8356FF"/>
          <w:p w:rsidR="000D1B1B" w:rsidRPr="00435A2C" w:rsidRDefault="000D1B1B" w:rsidP="008356FF"/>
          <w:p w:rsidR="000D1B1B" w:rsidRPr="00435A2C" w:rsidRDefault="000D1B1B" w:rsidP="008356FF"/>
          <w:p w:rsidR="000D1B1B" w:rsidRPr="00435A2C" w:rsidRDefault="000D1B1B" w:rsidP="008356FF"/>
          <w:p w:rsidR="000D1B1B" w:rsidRPr="00435A2C" w:rsidRDefault="000D1B1B" w:rsidP="008356FF"/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2C424A">
            <w:pPr>
              <w:jc w:val="center"/>
            </w:pPr>
          </w:p>
          <w:p w:rsidR="000D1B1B" w:rsidRPr="00435A2C" w:rsidRDefault="000D1B1B" w:rsidP="008356FF">
            <w:r w:rsidRPr="00435A2C"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3E3934">
            <w:pPr>
              <w:jc w:val="both"/>
              <w:rPr>
                <w:bCs/>
              </w:rPr>
            </w:pPr>
            <w:r w:rsidRPr="00435A2C">
              <w:rPr>
                <w:bCs/>
              </w:rPr>
              <w:t>Малышева Марина Дмитриевна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супруг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сын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дочь</w:t>
            </w:r>
          </w:p>
        </w:tc>
        <w:tc>
          <w:tcPr>
            <w:tcW w:w="2410" w:type="dxa"/>
          </w:tcPr>
          <w:p w:rsidR="000D1B1B" w:rsidRPr="00435A2C" w:rsidRDefault="000D1B1B" w:rsidP="00C1045B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управления образования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430989,54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2749220,98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Нет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3E3934"/>
          <w:p w:rsidR="000D1B1B" w:rsidRPr="00435A2C" w:rsidRDefault="000D1B1B" w:rsidP="003E3934"/>
          <w:p w:rsidR="000D1B1B" w:rsidRPr="00435A2C" w:rsidRDefault="000D1B1B" w:rsidP="003E3934">
            <w:r w:rsidRPr="00435A2C">
              <w:t>Квартира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 xml:space="preserve">Квартира  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 xml:space="preserve">Квартира 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 xml:space="preserve">Квартира 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65,4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(1/4 доля)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46,7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(1/3 доля)</w:t>
            </w:r>
          </w:p>
          <w:p w:rsidR="000D1B1B" w:rsidRPr="00435A2C" w:rsidRDefault="000D1B1B" w:rsidP="005E00E0">
            <w:r w:rsidRPr="00435A2C">
              <w:t>65,4</w:t>
            </w:r>
          </w:p>
          <w:p w:rsidR="000D1B1B" w:rsidRPr="00435A2C" w:rsidRDefault="000D1B1B" w:rsidP="005E00E0">
            <w:r w:rsidRPr="00435A2C">
              <w:t>(1/4 доля)</w:t>
            </w:r>
          </w:p>
          <w:p w:rsidR="000D1B1B" w:rsidRPr="00435A2C" w:rsidRDefault="000D1B1B" w:rsidP="005E00E0">
            <w:r w:rsidRPr="00435A2C">
              <w:t>30,2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>65,4</w:t>
            </w:r>
          </w:p>
          <w:p w:rsidR="000D1B1B" w:rsidRPr="00435A2C" w:rsidRDefault="000D1B1B" w:rsidP="005E00E0">
            <w:r w:rsidRPr="00435A2C">
              <w:t>(1/4 доля)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>65,4</w:t>
            </w:r>
          </w:p>
          <w:p w:rsidR="000D1B1B" w:rsidRPr="00435A2C" w:rsidRDefault="000D1B1B" w:rsidP="005E00E0">
            <w:r w:rsidRPr="00435A2C">
              <w:t>(1/4 доля)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3E3934"/>
          <w:p w:rsidR="000D1B1B" w:rsidRPr="00435A2C" w:rsidRDefault="000D1B1B" w:rsidP="003E3934"/>
          <w:p w:rsidR="000D1B1B" w:rsidRPr="00435A2C" w:rsidRDefault="000D1B1B" w:rsidP="003E3934">
            <w:r w:rsidRPr="00435A2C">
              <w:t>Россия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>Россия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 xml:space="preserve">Россия 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>Россия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«Деу матиз»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Сельскохозяйственная техника Т-25</w:t>
            </w:r>
          </w:p>
          <w:p w:rsidR="000D1B1B" w:rsidRPr="00435A2C" w:rsidRDefault="000D1B1B" w:rsidP="005E00E0"/>
          <w:p w:rsidR="000D1B1B" w:rsidRPr="00435A2C" w:rsidRDefault="000D1B1B" w:rsidP="005E00E0">
            <w:r w:rsidRPr="00435A2C">
              <w:t>Нет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Нет</w:t>
            </w:r>
          </w:p>
          <w:p w:rsidR="000D1B1B" w:rsidRPr="00435A2C" w:rsidRDefault="000D1B1B" w:rsidP="005E00E0"/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нет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Нет</w:t>
            </w:r>
          </w:p>
          <w:p w:rsidR="000D1B1B" w:rsidRPr="00435A2C" w:rsidRDefault="000D1B1B" w:rsidP="005E00E0"/>
          <w:p w:rsidR="000D1B1B" w:rsidRPr="00435A2C" w:rsidRDefault="000D1B1B" w:rsidP="005E00E0"/>
          <w:p w:rsidR="000D1B1B" w:rsidRPr="00435A2C" w:rsidRDefault="000D1B1B" w:rsidP="005E00E0">
            <w:r w:rsidRPr="00435A2C">
              <w:t>Нет</w:t>
            </w:r>
          </w:p>
          <w:p w:rsidR="000D1B1B" w:rsidRPr="00435A2C" w:rsidRDefault="000D1B1B" w:rsidP="005E00E0"/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3E3934">
            <w:pPr>
              <w:jc w:val="both"/>
              <w:rPr>
                <w:bCs/>
              </w:rPr>
            </w:pPr>
            <w:r w:rsidRPr="00435A2C">
              <w:rPr>
                <w:bCs/>
              </w:rPr>
              <w:t>Крештель Галина Ивановна</w:t>
            </w:r>
          </w:p>
          <w:p w:rsidR="000D1B1B" w:rsidRPr="00435A2C" w:rsidRDefault="000D1B1B" w:rsidP="003E3934">
            <w:pPr>
              <w:jc w:val="both"/>
              <w:rPr>
                <w:bCs/>
              </w:rPr>
            </w:pPr>
          </w:p>
          <w:p w:rsidR="000D1B1B" w:rsidRPr="00435A2C" w:rsidRDefault="000D1B1B" w:rsidP="003E3934">
            <w:pPr>
              <w:jc w:val="both"/>
              <w:rPr>
                <w:bCs/>
              </w:rPr>
            </w:pPr>
          </w:p>
          <w:p w:rsidR="000D1B1B" w:rsidRPr="00435A2C" w:rsidRDefault="000D1B1B" w:rsidP="003E3934">
            <w:pPr>
              <w:jc w:val="both"/>
              <w:rPr>
                <w:bCs/>
              </w:rPr>
            </w:pPr>
          </w:p>
          <w:p w:rsidR="000D1B1B" w:rsidRPr="00435A2C" w:rsidRDefault="000D1B1B" w:rsidP="003E3934">
            <w:pPr>
              <w:jc w:val="both"/>
              <w:rPr>
                <w:bCs/>
              </w:rPr>
            </w:pPr>
            <w:r w:rsidRPr="00435A2C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435A2C" w:rsidRDefault="000D1B1B" w:rsidP="00C1045B">
            <w:pPr>
              <w:rPr>
                <w:bCs/>
              </w:rPr>
            </w:pPr>
            <w:r w:rsidRPr="00435A2C">
              <w:rPr>
                <w:bCs/>
              </w:rPr>
              <w:t>Заместитель начальника управления образования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312501,61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372955,74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1500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90,8 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(1/3 доли)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1230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90,8 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(1/3 доли)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Автомобиль легковой 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Рено Логан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3410D8">
            <w:pPr>
              <w:rPr>
                <w:bCs/>
              </w:rPr>
            </w:pPr>
            <w:r w:rsidRPr="00435A2C">
              <w:rPr>
                <w:bCs/>
              </w:rPr>
              <w:t xml:space="preserve">Лазухина Светлана Юрьевна </w:t>
            </w: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  <w:r w:rsidRPr="00435A2C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управления социальной защиты населения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482108,36</w:t>
            </w:r>
          </w:p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>
            <w:r w:rsidRPr="00435A2C">
              <w:t>202693,32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2500</w:t>
            </w:r>
          </w:p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>
            <w:r w:rsidRPr="00435A2C">
              <w:t>126,5</w:t>
            </w:r>
          </w:p>
          <w:p w:rsidR="000D1B1B" w:rsidRPr="00435A2C" w:rsidRDefault="000D1B1B" w:rsidP="00D620EB"/>
          <w:p w:rsidR="000D1B1B" w:rsidRPr="00435A2C" w:rsidRDefault="000D1B1B" w:rsidP="00D620EB">
            <w:r w:rsidRPr="00435A2C">
              <w:t>5000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>
            <w:r w:rsidRPr="00435A2C">
              <w:t>Россия</w:t>
            </w:r>
          </w:p>
          <w:p w:rsidR="000D1B1B" w:rsidRPr="00435A2C" w:rsidRDefault="000D1B1B" w:rsidP="00D620EB"/>
          <w:p w:rsidR="000D1B1B" w:rsidRPr="00435A2C" w:rsidRDefault="000D1B1B" w:rsidP="00D620EB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>
            <w:r w:rsidRPr="00435A2C">
              <w:t xml:space="preserve">Легковой автомобиль </w:t>
            </w:r>
            <w:r w:rsidRPr="00435A2C">
              <w:rPr>
                <w:lang w:val="en-US"/>
              </w:rPr>
              <w:t>LADA</w:t>
            </w:r>
            <w:r w:rsidRPr="00435A2C">
              <w:t xml:space="preserve"> 2107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>
            <w:r w:rsidRPr="00435A2C">
              <w:t xml:space="preserve">Земельный участок </w:t>
            </w:r>
          </w:p>
          <w:p w:rsidR="000D1B1B" w:rsidRPr="00435A2C" w:rsidRDefault="000D1B1B" w:rsidP="00D620EB"/>
          <w:p w:rsidR="000D1B1B" w:rsidRPr="00435A2C" w:rsidRDefault="000D1B1B" w:rsidP="00D620EB">
            <w:r w:rsidRPr="00435A2C">
              <w:t xml:space="preserve">Жилой дом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>
            <w:r w:rsidRPr="00435A2C">
              <w:t>2500</w:t>
            </w:r>
          </w:p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>
            <w:r w:rsidRPr="00435A2C">
              <w:t>126,5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D620EB"/>
          <w:p w:rsidR="000D1B1B" w:rsidRPr="00435A2C" w:rsidRDefault="000D1B1B" w:rsidP="00D620EB"/>
          <w:p w:rsidR="000D1B1B" w:rsidRPr="00435A2C" w:rsidRDefault="000D1B1B" w:rsidP="00D620EB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3410D8">
            <w:pPr>
              <w:rPr>
                <w:bCs/>
              </w:rPr>
            </w:pPr>
            <w:r w:rsidRPr="00435A2C">
              <w:rPr>
                <w:bCs/>
              </w:rPr>
              <w:t>Ткачева</w:t>
            </w:r>
          </w:p>
          <w:p w:rsidR="000D1B1B" w:rsidRPr="00435A2C" w:rsidRDefault="000D1B1B" w:rsidP="003410D8">
            <w:pPr>
              <w:rPr>
                <w:bCs/>
              </w:rPr>
            </w:pPr>
            <w:r w:rsidRPr="00435A2C">
              <w:rPr>
                <w:bCs/>
              </w:rPr>
              <w:t>Елена Владимировна</w:t>
            </w: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  <w:r w:rsidRPr="00435A2C">
              <w:rPr>
                <w:bCs/>
              </w:rPr>
              <w:t>супруг</w:t>
            </w: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</w:p>
          <w:p w:rsidR="000D1B1B" w:rsidRPr="00435A2C" w:rsidRDefault="000D1B1B" w:rsidP="003410D8">
            <w:pPr>
              <w:rPr>
                <w:bCs/>
              </w:rPr>
            </w:pPr>
            <w:r w:rsidRPr="00435A2C">
              <w:rPr>
                <w:bCs/>
              </w:rPr>
              <w:t>сын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Заместитель начальника управления социальной защиты населения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355707,25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617561,09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2000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186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920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98,3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   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Автомобиль легковой </w:t>
            </w:r>
            <w:r w:rsidRPr="00435A2C">
              <w:rPr>
                <w:bCs/>
                <w:lang w:val="en-US"/>
              </w:rPr>
              <w:t>FORD</w:t>
            </w:r>
            <w:r w:rsidRPr="00435A2C">
              <w:rPr>
                <w:bCs/>
              </w:rPr>
              <w:t xml:space="preserve"> </w:t>
            </w:r>
            <w:r w:rsidRPr="00435A2C">
              <w:rPr>
                <w:bCs/>
                <w:lang w:val="en-US"/>
              </w:rPr>
              <w:t>FOKUS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 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2000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98,3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98,3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Королева Людмила Николаевна 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супруг</w:t>
            </w:r>
          </w:p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  <w:p w:rsidR="000D1B1B" w:rsidRPr="00435A2C" w:rsidRDefault="000D1B1B" w:rsidP="001B640C"/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отдела бухгалтерского учета – главный бухгалтер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  <w:lang w:val="en-US"/>
              </w:rPr>
            </w:pPr>
            <w:r w:rsidRPr="00435A2C">
              <w:rPr>
                <w:bCs/>
                <w:lang w:val="en-US"/>
              </w:rPr>
              <w:t>354362.37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pPr>
              <w:rPr>
                <w:lang w:val="en-US"/>
              </w:rPr>
            </w:pPr>
            <w:r w:rsidRPr="00435A2C">
              <w:t>638679,58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пай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пай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 xml:space="preserve">Земельный участок </w:t>
            </w:r>
          </w:p>
          <w:p w:rsidR="000D1B1B" w:rsidRPr="00435A2C" w:rsidRDefault="000D1B1B" w:rsidP="00861838"/>
          <w:p w:rsidR="000D1B1B" w:rsidRPr="00435A2C" w:rsidRDefault="000D1B1B" w:rsidP="00861838">
            <w:r w:rsidRPr="00435A2C">
              <w:t xml:space="preserve">Земельный участок </w:t>
            </w:r>
          </w:p>
          <w:p w:rsidR="000D1B1B" w:rsidRPr="00435A2C" w:rsidRDefault="000D1B1B" w:rsidP="00861838"/>
          <w:p w:rsidR="000D1B1B" w:rsidRPr="00435A2C" w:rsidRDefault="000D1B1B" w:rsidP="00861838">
            <w:r w:rsidRPr="00435A2C">
              <w:t xml:space="preserve">Земельный участок </w:t>
            </w:r>
          </w:p>
          <w:p w:rsidR="000D1B1B" w:rsidRPr="00435A2C" w:rsidRDefault="000D1B1B" w:rsidP="00861838"/>
          <w:p w:rsidR="000D1B1B" w:rsidRPr="00435A2C" w:rsidRDefault="000D1B1B" w:rsidP="00861838">
            <w:r w:rsidRPr="00435A2C">
              <w:t xml:space="preserve">Жилой дом </w:t>
            </w:r>
          </w:p>
          <w:p w:rsidR="000D1B1B" w:rsidRPr="00435A2C" w:rsidRDefault="000D1B1B" w:rsidP="00861838"/>
          <w:p w:rsidR="000D1B1B" w:rsidRPr="00435A2C" w:rsidRDefault="000D1B1B" w:rsidP="00861838">
            <w:r w:rsidRPr="00435A2C">
              <w:t xml:space="preserve">Квартира 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 xml:space="preserve">Нежилое помещение </w:t>
            </w:r>
          </w:p>
          <w:p w:rsidR="000D1B1B" w:rsidRPr="00435A2C" w:rsidRDefault="000D1B1B" w:rsidP="00861838"/>
          <w:p w:rsidR="000D1B1B" w:rsidRPr="00435A2C" w:rsidRDefault="000D1B1B" w:rsidP="00861838"/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450000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533000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40,7 (2/4 доли)</w:t>
            </w:r>
          </w:p>
          <w:p w:rsidR="000D1B1B" w:rsidRPr="00435A2C" w:rsidRDefault="000D1B1B" w:rsidP="00861838"/>
          <w:p w:rsidR="000D1B1B" w:rsidRPr="00435A2C" w:rsidRDefault="000D1B1B" w:rsidP="00861838">
            <w:r w:rsidRPr="00435A2C">
              <w:t>3092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2300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173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32,6</w:t>
            </w:r>
          </w:p>
          <w:p w:rsidR="000D1B1B" w:rsidRPr="00435A2C" w:rsidRDefault="000D1B1B" w:rsidP="00861838"/>
          <w:p w:rsidR="000D1B1B" w:rsidRPr="00435A2C" w:rsidRDefault="000D1B1B" w:rsidP="00861838">
            <w:r w:rsidRPr="00435A2C">
              <w:t>40,7</w:t>
            </w:r>
          </w:p>
          <w:p w:rsidR="000D1B1B" w:rsidRPr="00435A2C" w:rsidRDefault="000D1B1B" w:rsidP="00861838">
            <w:r w:rsidRPr="00435A2C">
              <w:t>(1/4 доля)</w:t>
            </w:r>
          </w:p>
          <w:p w:rsidR="000D1B1B" w:rsidRPr="00435A2C" w:rsidRDefault="000D1B1B" w:rsidP="009F115D"/>
          <w:p w:rsidR="000D1B1B" w:rsidRPr="00435A2C" w:rsidRDefault="000D1B1B" w:rsidP="009F115D">
            <w:r w:rsidRPr="00435A2C">
              <w:t>145,5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Россия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Россия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Россия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Россия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Россия</w:t>
            </w:r>
          </w:p>
          <w:p w:rsidR="000D1B1B" w:rsidRPr="00435A2C" w:rsidRDefault="000D1B1B" w:rsidP="00861838"/>
          <w:p w:rsidR="000D1B1B" w:rsidRPr="00435A2C" w:rsidRDefault="000D1B1B" w:rsidP="00861838"/>
          <w:p w:rsidR="000D1B1B" w:rsidRPr="00435A2C" w:rsidRDefault="000D1B1B" w:rsidP="00861838">
            <w:r w:rsidRPr="00435A2C">
              <w:t>Россия</w:t>
            </w:r>
          </w:p>
          <w:p w:rsidR="000D1B1B" w:rsidRPr="00435A2C" w:rsidRDefault="000D1B1B" w:rsidP="009F115D"/>
          <w:p w:rsidR="000D1B1B" w:rsidRPr="00435A2C" w:rsidRDefault="000D1B1B" w:rsidP="009F115D">
            <w:r w:rsidRPr="00435A2C">
              <w:t>Россия</w:t>
            </w:r>
          </w:p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>
            <w:r w:rsidRPr="00435A2C">
              <w:t xml:space="preserve">Легковой автомобиль «Рено </w:t>
            </w:r>
          </w:p>
          <w:p w:rsidR="000D1B1B" w:rsidRPr="00435A2C" w:rsidRDefault="000D1B1B" w:rsidP="009F115D">
            <w:r w:rsidRPr="00435A2C">
              <w:t>Меган 3)</w:t>
            </w:r>
          </w:p>
          <w:p w:rsidR="000D1B1B" w:rsidRPr="00435A2C" w:rsidRDefault="000D1B1B" w:rsidP="009F115D"/>
          <w:p w:rsidR="000D1B1B" w:rsidRPr="00435A2C" w:rsidRDefault="000D1B1B" w:rsidP="009F115D">
            <w:r w:rsidRPr="00435A2C">
              <w:t>Грузовой автомобиль ГАЗ – 3035 КС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/>
          <w:p w:rsidR="000D1B1B" w:rsidRPr="00435A2C" w:rsidRDefault="000D1B1B" w:rsidP="009F115D">
            <w:r w:rsidRPr="00435A2C"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Никонова Наталья Вячеславовна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Заместитель начальника отдела бухгалтерского учета – заместитель главного бухгалтера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264401,94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Часть жилого дома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77,2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1700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Анохин Алексей Васильевич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супруга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сын</w:t>
            </w:r>
          </w:p>
        </w:tc>
        <w:tc>
          <w:tcPr>
            <w:tcW w:w="2410" w:type="dxa"/>
          </w:tcPr>
          <w:p w:rsidR="000D1B1B" w:rsidRPr="00435A2C" w:rsidRDefault="000D1B1B" w:rsidP="00C1045B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юридического отдела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330824,59</w:t>
            </w:r>
          </w:p>
          <w:p w:rsidR="000D1B1B" w:rsidRPr="00435A2C" w:rsidRDefault="000D1B1B" w:rsidP="00366CD6"/>
          <w:p w:rsidR="000D1B1B" w:rsidRPr="00435A2C" w:rsidRDefault="000D1B1B" w:rsidP="00366CD6"/>
          <w:p w:rsidR="000D1B1B" w:rsidRPr="00435A2C" w:rsidRDefault="000D1B1B" w:rsidP="00366CD6"/>
          <w:p w:rsidR="000D1B1B" w:rsidRPr="00435A2C" w:rsidRDefault="000D1B1B" w:rsidP="00366CD6">
            <w:r w:rsidRPr="00435A2C">
              <w:t>29012,63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 xml:space="preserve">Земельный участок </w:t>
            </w:r>
          </w:p>
          <w:p w:rsidR="000D1B1B" w:rsidRPr="00435A2C" w:rsidRDefault="000D1B1B" w:rsidP="00A935A0"/>
          <w:p w:rsidR="000D1B1B" w:rsidRPr="00435A2C" w:rsidRDefault="000D1B1B" w:rsidP="00A935A0">
            <w:r w:rsidRPr="00435A2C">
              <w:t xml:space="preserve">Жилой дом </w:t>
            </w:r>
          </w:p>
          <w:p w:rsidR="000D1B1B" w:rsidRPr="00435A2C" w:rsidRDefault="000D1B1B" w:rsidP="00A935A0"/>
          <w:p w:rsidR="000D1B1B" w:rsidRPr="00435A2C" w:rsidRDefault="000D1B1B" w:rsidP="00A935A0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5000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54,2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Россия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 xml:space="preserve">Россия 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Нет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 xml:space="preserve">Жилой дом 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Жилой дом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96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96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96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Россия</w:t>
            </w:r>
          </w:p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/>
          <w:p w:rsidR="000D1B1B" w:rsidRPr="00435A2C" w:rsidRDefault="000D1B1B" w:rsidP="00A935A0">
            <w:r w:rsidRPr="00435A2C">
              <w:t>Россия</w:t>
            </w:r>
          </w:p>
        </w:tc>
      </w:tr>
      <w:tr w:rsidR="000D1B1B" w:rsidRPr="00BC41A5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Жданова 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Елена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Юрьевна</w:t>
            </w:r>
          </w:p>
        </w:tc>
        <w:tc>
          <w:tcPr>
            <w:tcW w:w="2410" w:type="dxa"/>
          </w:tcPr>
          <w:p w:rsidR="000D1B1B" w:rsidRPr="00435A2C" w:rsidRDefault="000D1B1B" w:rsidP="00C1045B">
            <w:pPr>
              <w:rPr>
                <w:bCs/>
              </w:rPr>
            </w:pPr>
            <w:r w:rsidRPr="00435A2C">
              <w:rPr>
                <w:bCs/>
              </w:rPr>
              <w:t xml:space="preserve">Заместитель начальника юридического отдела 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180000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1500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112,3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43,9 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(1/4 доля)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AC4BC5">
            <w:r w:rsidRPr="00435A2C">
              <w:t xml:space="preserve">Есина </w:t>
            </w:r>
          </w:p>
          <w:p w:rsidR="000D1B1B" w:rsidRPr="00435A2C" w:rsidRDefault="000D1B1B" w:rsidP="00AC4BC5">
            <w:r w:rsidRPr="00435A2C">
              <w:t>Лилия Евгеньевна</w:t>
            </w:r>
          </w:p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>
            <w:r w:rsidRPr="00435A2C">
              <w:t>супруг</w:t>
            </w:r>
          </w:p>
        </w:tc>
        <w:tc>
          <w:tcPr>
            <w:tcW w:w="2410" w:type="dxa"/>
          </w:tcPr>
          <w:p w:rsidR="000D1B1B" w:rsidRPr="00435A2C" w:rsidRDefault="000D1B1B" w:rsidP="00C1045B">
            <w:pPr>
              <w:rPr>
                <w:bCs/>
              </w:rPr>
            </w:pPr>
            <w:r w:rsidRPr="00435A2C">
              <w:rPr>
                <w:bCs/>
              </w:rPr>
              <w:t>Начальник  мобилизационного отдела</w:t>
            </w:r>
          </w:p>
        </w:tc>
        <w:tc>
          <w:tcPr>
            <w:tcW w:w="1417" w:type="dxa"/>
          </w:tcPr>
          <w:p w:rsidR="000D1B1B" w:rsidRPr="00435A2C" w:rsidRDefault="000D1B1B" w:rsidP="00AC4BC5">
            <w:r w:rsidRPr="00435A2C">
              <w:t>332351,04</w:t>
            </w:r>
          </w:p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>
            <w:r w:rsidRPr="00435A2C">
              <w:t>560655,70</w:t>
            </w:r>
          </w:p>
        </w:tc>
        <w:tc>
          <w:tcPr>
            <w:tcW w:w="1560" w:type="dxa"/>
          </w:tcPr>
          <w:p w:rsidR="000D1B1B" w:rsidRPr="00435A2C" w:rsidRDefault="000D1B1B" w:rsidP="00AC4BC5">
            <w:r w:rsidRPr="00435A2C">
              <w:t>Земельный участок</w:t>
            </w:r>
          </w:p>
          <w:p w:rsidR="000D1B1B" w:rsidRPr="00435A2C" w:rsidRDefault="000D1B1B" w:rsidP="00AC4BC5"/>
          <w:p w:rsidR="000D1B1B" w:rsidRPr="00435A2C" w:rsidRDefault="000D1B1B" w:rsidP="00AC4BC5">
            <w:r w:rsidRPr="00435A2C">
              <w:t xml:space="preserve">Квартира </w:t>
            </w:r>
          </w:p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>
            <w:r w:rsidRPr="00435A2C">
              <w:t xml:space="preserve">Гараж </w:t>
            </w:r>
          </w:p>
          <w:p w:rsidR="000D1B1B" w:rsidRPr="00435A2C" w:rsidRDefault="000D1B1B" w:rsidP="00AC4BC5"/>
          <w:p w:rsidR="000D1B1B" w:rsidRPr="00435A2C" w:rsidRDefault="000D1B1B" w:rsidP="00AC4BC5">
            <w:r w:rsidRPr="00435A2C"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AC4BC5">
            <w:r w:rsidRPr="00435A2C">
              <w:t>23</w:t>
            </w:r>
          </w:p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>
            <w:r w:rsidRPr="00435A2C">
              <w:t xml:space="preserve">74,8 </w:t>
            </w:r>
          </w:p>
          <w:p w:rsidR="000D1B1B" w:rsidRPr="00435A2C" w:rsidRDefault="000D1B1B" w:rsidP="00AC4BC5">
            <w:r w:rsidRPr="00435A2C">
              <w:t>(1/5 доли)</w:t>
            </w:r>
          </w:p>
          <w:p w:rsidR="000D1B1B" w:rsidRPr="00435A2C" w:rsidRDefault="000D1B1B" w:rsidP="00AC4BC5"/>
          <w:p w:rsidR="000D1B1B" w:rsidRPr="00435A2C" w:rsidRDefault="000D1B1B" w:rsidP="00AC4BC5">
            <w:r w:rsidRPr="00435A2C">
              <w:t>22,7</w:t>
            </w:r>
          </w:p>
          <w:p w:rsidR="000D1B1B" w:rsidRPr="00435A2C" w:rsidRDefault="000D1B1B" w:rsidP="00AC4BC5"/>
          <w:p w:rsidR="000D1B1B" w:rsidRPr="00435A2C" w:rsidRDefault="000D1B1B" w:rsidP="00CD06E9">
            <w:r w:rsidRPr="00435A2C">
              <w:t xml:space="preserve">74,8 </w:t>
            </w:r>
          </w:p>
          <w:p w:rsidR="000D1B1B" w:rsidRPr="00435A2C" w:rsidRDefault="000D1B1B" w:rsidP="00CD06E9">
            <w:r w:rsidRPr="00435A2C">
              <w:t>(1/5 доли)</w:t>
            </w:r>
          </w:p>
          <w:p w:rsidR="000D1B1B" w:rsidRPr="00435A2C" w:rsidRDefault="000D1B1B" w:rsidP="00AC4BC5"/>
        </w:tc>
        <w:tc>
          <w:tcPr>
            <w:tcW w:w="1276" w:type="dxa"/>
          </w:tcPr>
          <w:p w:rsidR="000D1B1B" w:rsidRPr="00435A2C" w:rsidRDefault="000D1B1B" w:rsidP="00AC4BC5">
            <w:r w:rsidRPr="00435A2C">
              <w:t>Россия</w:t>
            </w:r>
          </w:p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>
            <w:r w:rsidRPr="00435A2C">
              <w:t>Россия</w:t>
            </w:r>
          </w:p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>
            <w:r w:rsidRPr="00435A2C">
              <w:t>Россия</w:t>
            </w:r>
          </w:p>
          <w:p w:rsidR="000D1B1B" w:rsidRPr="00435A2C" w:rsidRDefault="000D1B1B" w:rsidP="00AC4BC5"/>
          <w:p w:rsidR="000D1B1B" w:rsidRPr="00435A2C" w:rsidRDefault="000D1B1B" w:rsidP="00AC4BC5">
            <w:r w:rsidRPr="00435A2C">
              <w:t xml:space="preserve">Россия   </w:t>
            </w:r>
          </w:p>
        </w:tc>
        <w:tc>
          <w:tcPr>
            <w:tcW w:w="1701" w:type="dxa"/>
          </w:tcPr>
          <w:p w:rsidR="000D1B1B" w:rsidRPr="00435A2C" w:rsidRDefault="000D1B1B" w:rsidP="00AC4BC5">
            <w:r w:rsidRPr="00435A2C">
              <w:t xml:space="preserve">Нет </w:t>
            </w:r>
          </w:p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>
            <w:r w:rsidRPr="00435A2C">
              <w:t>Легковой автомобиль Вортекс ТИНГО</w:t>
            </w:r>
          </w:p>
          <w:p w:rsidR="000D1B1B" w:rsidRPr="00435A2C" w:rsidRDefault="000D1B1B" w:rsidP="00AC4BC5"/>
          <w:p w:rsidR="000D1B1B" w:rsidRPr="00435A2C" w:rsidRDefault="000D1B1B" w:rsidP="00AC4BC5"/>
        </w:tc>
        <w:tc>
          <w:tcPr>
            <w:tcW w:w="1559" w:type="dxa"/>
          </w:tcPr>
          <w:p w:rsidR="000D1B1B" w:rsidRPr="00435A2C" w:rsidRDefault="000D1B1B" w:rsidP="00AC4BC5">
            <w:r w:rsidRPr="00435A2C">
              <w:t xml:space="preserve">Нет </w:t>
            </w:r>
          </w:p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/>
          <w:p w:rsidR="000D1B1B" w:rsidRPr="00435A2C" w:rsidRDefault="000D1B1B" w:rsidP="00AC4BC5">
            <w:r w:rsidRPr="00435A2C"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Цоцорин Михаил Федорович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супруга</w:t>
            </w:r>
          </w:p>
        </w:tc>
        <w:tc>
          <w:tcPr>
            <w:tcW w:w="2410" w:type="dxa"/>
          </w:tcPr>
          <w:p w:rsidR="000D1B1B" w:rsidRPr="00435A2C" w:rsidRDefault="000D1B1B" w:rsidP="00C1045B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отдела Совета безопасности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475258,70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373069,98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372869"/>
          <w:p w:rsidR="000D1B1B" w:rsidRPr="00435A2C" w:rsidRDefault="000D1B1B" w:rsidP="00372869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1200</w:t>
            </w:r>
          </w:p>
          <w:p w:rsidR="000D1B1B" w:rsidRPr="00435A2C" w:rsidRDefault="000D1B1B" w:rsidP="00372869"/>
          <w:p w:rsidR="000D1B1B" w:rsidRPr="00435A2C" w:rsidRDefault="000D1B1B" w:rsidP="00372869"/>
          <w:p w:rsidR="000D1B1B" w:rsidRPr="00435A2C" w:rsidRDefault="000D1B1B" w:rsidP="00372869">
            <w:r w:rsidRPr="00435A2C">
              <w:t>36000</w:t>
            </w:r>
          </w:p>
          <w:p w:rsidR="000D1B1B" w:rsidRPr="00435A2C" w:rsidRDefault="000D1B1B" w:rsidP="00372869">
            <w:r w:rsidRPr="00435A2C">
              <w:t>(1/2 доля)</w:t>
            </w:r>
          </w:p>
          <w:p w:rsidR="000D1B1B" w:rsidRPr="00435A2C" w:rsidRDefault="000D1B1B" w:rsidP="00372869"/>
          <w:p w:rsidR="000D1B1B" w:rsidRPr="00435A2C" w:rsidRDefault="000D1B1B" w:rsidP="00372869">
            <w:r w:rsidRPr="00435A2C">
              <w:t>125,7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372869"/>
          <w:p w:rsidR="000D1B1B" w:rsidRPr="00435A2C" w:rsidRDefault="000D1B1B" w:rsidP="00372869"/>
          <w:p w:rsidR="000D1B1B" w:rsidRPr="00435A2C" w:rsidRDefault="000D1B1B" w:rsidP="00372869">
            <w:r w:rsidRPr="00435A2C">
              <w:t>Россия</w:t>
            </w:r>
          </w:p>
          <w:p w:rsidR="000D1B1B" w:rsidRPr="00435A2C" w:rsidRDefault="000D1B1B" w:rsidP="00372869"/>
          <w:p w:rsidR="000D1B1B" w:rsidRPr="00435A2C" w:rsidRDefault="000D1B1B" w:rsidP="00372869"/>
          <w:p w:rsidR="000D1B1B" w:rsidRPr="00435A2C" w:rsidRDefault="000D1B1B" w:rsidP="00372869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ВАЗ 2114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435A2C" w:rsidRDefault="000D1B1B" w:rsidP="00372869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372869">
            <w:pPr>
              <w:rPr>
                <w:bCs/>
              </w:rPr>
            </w:pPr>
          </w:p>
          <w:p w:rsidR="000D1B1B" w:rsidRPr="00435A2C" w:rsidRDefault="000D1B1B" w:rsidP="00372869">
            <w:pPr>
              <w:rPr>
                <w:bCs/>
              </w:rPr>
            </w:pPr>
          </w:p>
          <w:p w:rsidR="000D1B1B" w:rsidRPr="00435A2C" w:rsidRDefault="000D1B1B" w:rsidP="00372869">
            <w:pPr>
              <w:rPr>
                <w:bCs/>
              </w:rPr>
            </w:pPr>
          </w:p>
          <w:p w:rsidR="000D1B1B" w:rsidRPr="00435A2C" w:rsidRDefault="000D1B1B" w:rsidP="00372869">
            <w:pPr>
              <w:rPr>
                <w:bCs/>
              </w:rPr>
            </w:pPr>
          </w:p>
          <w:p w:rsidR="000D1B1B" w:rsidRPr="00435A2C" w:rsidRDefault="000D1B1B" w:rsidP="00372869">
            <w:pPr>
              <w:rPr>
                <w:bCs/>
              </w:rPr>
            </w:pPr>
          </w:p>
          <w:p w:rsidR="000D1B1B" w:rsidRPr="00435A2C" w:rsidRDefault="000D1B1B" w:rsidP="00372869">
            <w:pPr>
              <w:rPr>
                <w:bCs/>
              </w:rPr>
            </w:pPr>
          </w:p>
          <w:p w:rsidR="000D1B1B" w:rsidRPr="00435A2C" w:rsidRDefault="000D1B1B" w:rsidP="00372869">
            <w:pPr>
              <w:rPr>
                <w:bCs/>
              </w:rPr>
            </w:pPr>
          </w:p>
          <w:p w:rsidR="000D1B1B" w:rsidRPr="00435A2C" w:rsidRDefault="000D1B1B" w:rsidP="00372869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372869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1200</w:t>
            </w:r>
          </w:p>
          <w:p w:rsidR="000D1B1B" w:rsidRPr="00435A2C" w:rsidRDefault="000D1B1B" w:rsidP="00372869"/>
          <w:p w:rsidR="000D1B1B" w:rsidRPr="00435A2C" w:rsidRDefault="000D1B1B" w:rsidP="00372869">
            <w:r w:rsidRPr="00435A2C">
              <w:t>125,7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372869"/>
          <w:p w:rsidR="000D1B1B" w:rsidRPr="00435A2C" w:rsidRDefault="000D1B1B" w:rsidP="00372869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 xml:space="preserve">Безгодков Сергей Иванович </w:t>
            </w:r>
          </w:p>
          <w:p w:rsidR="000D1B1B" w:rsidRPr="00435A2C" w:rsidRDefault="000D1B1B" w:rsidP="00AA44B9"/>
          <w:p w:rsidR="000D1B1B" w:rsidRPr="00435A2C" w:rsidRDefault="000D1B1B" w:rsidP="00AA44B9"/>
        </w:tc>
        <w:tc>
          <w:tcPr>
            <w:tcW w:w="2410" w:type="dxa"/>
          </w:tcPr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 xml:space="preserve">Заместитель начальника отдела Совета безопасности </w:t>
            </w:r>
          </w:p>
        </w:tc>
        <w:tc>
          <w:tcPr>
            <w:tcW w:w="1417" w:type="dxa"/>
          </w:tcPr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>472640,89</w:t>
            </w:r>
          </w:p>
        </w:tc>
        <w:tc>
          <w:tcPr>
            <w:tcW w:w="1560" w:type="dxa"/>
          </w:tcPr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AA44B9">
            <w:pPr>
              <w:rPr>
                <w:bCs/>
              </w:rPr>
            </w:pPr>
          </w:p>
          <w:p w:rsidR="000D1B1B" w:rsidRPr="00435A2C" w:rsidRDefault="000D1B1B" w:rsidP="00AA44B9">
            <w:pPr>
              <w:rPr>
                <w:bCs/>
              </w:rPr>
            </w:pPr>
          </w:p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>63</w:t>
            </w:r>
          </w:p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>(1/4 доля)</w:t>
            </w:r>
          </w:p>
          <w:p w:rsidR="000D1B1B" w:rsidRPr="00435A2C" w:rsidRDefault="000D1B1B" w:rsidP="00AA44B9"/>
          <w:p w:rsidR="000D1B1B" w:rsidRPr="00435A2C" w:rsidRDefault="000D1B1B" w:rsidP="00AA44B9">
            <w:r w:rsidRPr="00435A2C">
              <w:t>60,4</w:t>
            </w:r>
          </w:p>
          <w:p w:rsidR="000D1B1B" w:rsidRPr="00435A2C" w:rsidRDefault="000D1B1B" w:rsidP="00AA44B9">
            <w:r w:rsidRPr="00435A2C">
              <w:t>(1/4 доля)</w:t>
            </w:r>
          </w:p>
        </w:tc>
        <w:tc>
          <w:tcPr>
            <w:tcW w:w="1276" w:type="dxa"/>
          </w:tcPr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AA44B9"/>
          <w:p w:rsidR="000D1B1B" w:rsidRPr="00435A2C" w:rsidRDefault="000D1B1B" w:rsidP="00AA44B9"/>
          <w:p w:rsidR="000D1B1B" w:rsidRPr="00435A2C" w:rsidRDefault="000D1B1B" w:rsidP="00AA44B9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435A2C" w:rsidRDefault="000D1B1B" w:rsidP="00AA44B9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435A2C" w:rsidRDefault="000D1B1B" w:rsidP="00AA44B9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AA44B9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Соловьева Марина Евгеньевна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отдела по организационно-контрольной работе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352724,41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2320 (1/11 доля)</w:t>
            </w:r>
          </w:p>
          <w:p w:rsidR="000D1B1B" w:rsidRPr="00435A2C" w:rsidRDefault="000D1B1B" w:rsidP="00C1045B"/>
          <w:p w:rsidR="000D1B1B" w:rsidRPr="00435A2C" w:rsidRDefault="000D1B1B" w:rsidP="00C1045B">
            <w:r w:rsidRPr="00435A2C">
              <w:t>61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C1045B"/>
          <w:p w:rsidR="000D1B1B" w:rsidRPr="00435A2C" w:rsidRDefault="000D1B1B" w:rsidP="00C1045B"/>
          <w:p w:rsidR="000D1B1B" w:rsidRPr="00435A2C" w:rsidRDefault="000D1B1B" w:rsidP="00C1045B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Алейник Наталья Александровна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супруг 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сын</w:t>
            </w:r>
          </w:p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>
            <w:r w:rsidRPr="00435A2C">
              <w:t>дочь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Заместитель начальника отдела по организационно-контрольной работе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274007,81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549719,95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Нет</w:t>
            </w:r>
          </w:p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Земельный участок</w:t>
            </w:r>
          </w:p>
          <w:p w:rsidR="000D1B1B" w:rsidRPr="00435A2C" w:rsidRDefault="000D1B1B" w:rsidP="00C15D7F"/>
          <w:p w:rsidR="000D1B1B" w:rsidRPr="00435A2C" w:rsidRDefault="000D1B1B" w:rsidP="00C15D7F">
            <w:r w:rsidRPr="00435A2C">
              <w:t xml:space="preserve">Жилой дом </w:t>
            </w:r>
          </w:p>
          <w:p w:rsidR="000D1B1B" w:rsidRPr="00435A2C" w:rsidRDefault="000D1B1B" w:rsidP="00C15D7F"/>
          <w:p w:rsidR="000D1B1B" w:rsidRPr="00435A2C" w:rsidRDefault="000D1B1B" w:rsidP="00C15D7F">
            <w:r w:rsidRPr="00435A2C">
              <w:t>Нет</w:t>
            </w:r>
          </w:p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12,27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156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 xml:space="preserve">Россия 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Легковой автомобиль Рено Меган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Нет</w:t>
            </w:r>
          </w:p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C15D7F"/>
          <w:p w:rsidR="000D1B1B" w:rsidRPr="00435A2C" w:rsidRDefault="000D1B1B" w:rsidP="00C15D7F">
            <w:r w:rsidRPr="00435A2C">
              <w:t>Нет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 xml:space="preserve">Жилой дом </w:t>
            </w:r>
          </w:p>
          <w:p w:rsidR="000D1B1B" w:rsidRPr="00435A2C" w:rsidRDefault="000D1B1B" w:rsidP="00C15D7F"/>
          <w:p w:rsidR="000D1B1B" w:rsidRPr="00435A2C" w:rsidRDefault="000D1B1B" w:rsidP="00C15D7F">
            <w:r w:rsidRPr="00435A2C">
              <w:t>Земельный участок</w:t>
            </w:r>
          </w:p>
          <w:p w:rsidR="000D1B1B" w:rsidRPr="00435A2C" w:rsidRDefault="000D1B1B" w:rsidP="002C424A"/>
          <w:p w:rsidR="000D1B1B" w:rsidRPr="00435A2C" w:rsidRDefault="000D1B1B" w:rsidP="002C424A">
            <w:r w:rsidRPr="00435A2C">
              <w:t xml:space="preserve">Жилой дом </w:t>
            </w:r>
          </w:p>
          <w:p w:rsidR="000D1B1B" w:rsidRPr="00435A2C" w:rsidRDefault="000D1B1B" w:rsidP="002C424A">
            <w:r w:rsidRPr="00435A2C">
              <w:t>Земельный участок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156</w:t>
            </w:r>
          </w:p>
          <w:p w:rsidR="000D1B1B" w:rsidRPr="00435A2C" w:rsidRDefault="000D1B1B" w:rsidP="00C15D7F"/>
          <w:p w:rsidR="000D1B1B" w:rsidRPr="00435A2C" w:rsidRDefault="000D1B1B" w:rsidP="00C15D7F">
            <w:r w:rsidRPr="00435A2C">
              <w:t>12,27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156</w:t>
            </w:r>
          </w:p>
          <w:p w:rsidR="000D1B1B" w:rsidRPr="00435A2C" w:rsidRDefault="000D1B1B" w:rsidP="002C424A"/>
          <w:p w:rsidR="000D1B1B" w:rsidRPr="00435A2C" w:rsidRDefault="000D1B1B" w:rsidP="002C424A">
            <w:r w:rsidRPr="00435A2C">
              <w:t>12,27</w:t>
            </w:r>
          </w:p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>
            <w:r w:rsidRPr="00435A2C">
              <w:t>156</w:t>
            </w:r>
          </w:p>
          <w:p w:rsidR="000D1B1B" w:rsidRPr="00435A2C" w:rsidRDefault="000D1B1B" w:rsidP="002C424A">
            <w:r w:rsidRPr="00435A2C">
              <w:t>12,27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C15D7F"/>
          <w:p w:rsidR="000D1B1B" w:rsidRPr="00435A2C" w:rsidRDefault="000D1B1B" w:rsidP="00C15D7F">
            <w:r w:rsidRPr="00435A2C">
              <w:t>Россия</w:t>
            </w:r>
          </w:p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/>
          <w:p w:rsidR="000D1B1B" w:rsidRPr="00435A2C" w:rsidRDefault="000D1B1B" w:rsidP="00C15D7F">
            <w:r w:rsidRPr="00435A2C">
              <w:t>Россия</w:t>
            </w:r>
          </w:p>
          <w:p w:rsidR="000D1B1B" w:rsidRPr="00435A2C" w:rsidRDefault="000D1B1B" w:rsidP="002C424A"/>
          <w:p w:rsidR="000D1B1B" w:rsidRPr="00435A2C" w:rsidRDefault="000D1B1B" w:rsidP="002C424A">
            <w:r w:rsidRPr="00435A2C">
              <w:t>Россия</w:t>
            </w:r>
          </w:p>
          <w:p w:rsidR="000D1B1B" w:rsidRPr="00435A2C" w:rsidRDefault="000D1B1B" w:rsidP="002C424A"/>
          <w:p w:rsidR="000D1B1B" w:rsidRPr="00435A2C" w:rsidRDefault="000D1B1B" w:rsidP="002C424A"/>
          <w:p w:rsidR="000D1B1B" w:rsidRPr="00435A2C" w:rsidRDefault="000D1B1B" w:rsidP="002C424A">
            <w:r w:rsidRPr="00435A2C">
              <w:t>Россия</w:t>
            </w:r>
          </w:p>
          <w:p w:rsidR="000D1B1B" w:rsidRPr="00435A2C" w:rsidRDefault="000D1B1B" w:rsidP="002C424A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Ковалева Вера Николаевна 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Начальник отдела информации, взаимодействия со СМИ, общественными и религиозными организациями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469521,94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900</w:t>
            </w:r>
          </w:p>
          <w:p w:rsidR="000D1B1B" w:rsidRPr="00435A2C" w:rsidRDefault="000D1B1B" w:rsidP="00975FA2"/>
          <w:p w:rsidR="000D1B1B" w:rsidRPr="00435A2C" w:rsidRDefault="000D1B1B" w:rsidP="00975FA2"/>
          <w:p w:rsidR="000D1B1B" w:rsidRPr="00435A2C" w:rsidRDefault="000D1B1B" w:rsidP="00975FA2">
            <w:r w:rsidRPr="00435A2C">
              <w:t>447</w:t>
            </w:r>
          </w:p>
          <w:p w:rsidR="000D1B1B" w:rsidRPr="00435A2C" w:rsidRDefault="000D1B1B" w:rsidP="00975FA2"/>
          <w:p w:rsidR="000D1B1B" w:rsidRPr="00435A2C" w:rsidRDefault="000D1B1B" w:rsidP="00975FA2"/>
          <w:p w:rsidR="000D1B1B" w:rsidRPr="00435A2C" w:rsidRDefault="000D1B1B" w:rsidP="00975FA2">
            <w:r w:rsidRPr="00435A2C">
              <w:t>36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975FA2"/>
          <w:p w:rsidR="000D1B1B" w:rsidRPr="00435A2C" w:rsidRDefault="000D1B1B" w:rsidP="00975FA2"/>
          <w:p w:rsidR="000D1B1B" w:rsidRPr="00435A2C" w:rsidRDefault="000D1B1B" w:rsidP="00975FA2">
            <w:r w:rsidRPr="00435A2C">
              <w:t>Россия</w:t>
            </w:r>
          </w:p>
          <w:p w:rsidR="000D1B1B" w:rsidRPr="00435A2C" w:rsidRDefault="000D1B1B" w:rsidP="00975FA2"/>
          <w:p w:rsidR="000D1B1B" w:rsidRPr="00435A2C" w:rsidRDefault="000D1B1B" w:rsidP="00975FA2"/>
          <w:p w:rsidR="000D1B1B" w:rsidRPr="00435A2C" w:rsidRDefault="000D1B1B" w:rsidP="00975FA2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A71704">
        <w:trPr>
          <w:trHeight w:val="2931"/>
        </w:trPr>
        <w:tc>
          <w:tcPr>
            <w:tcW w:w="1985" w:type="dxa"/>
          </w:tcPr>
          <w:p w:rsidR="000D1B1B" w:rsidRPr="00435A2C" w:rsidRDefault="000D1B1B" w:rsidP="00933A2D">
            <w:r w:rsidRPr="00435A2C">
              <w:rPr>
                <w:bCs/>
              </w:rPr>
              <w:t xml:space="preserve">Шульгина Рената Леонидовна 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</w:tc>
        <w:tc>
          <w:tcPr>
            <w:tcW w:w="2410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отдела муниципальной службы и кадров </w:t>
            </w:r>
          </w:p>
        </w:tc>
        <w:tc>
          <w:tcPr>
            <w:tcW w:w="1417" w:type="dxa"/>
          </w:tcPr>
          <w:p w:rsidR="000D1B1B" w:rsidRPr="00435A2C" w:rsidRDefault="000D1B1B" w:rsidP="00933A2D">
            <w:r w:rsidRPr="00435A2C">
              <w:t>287100,37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</w:tc>
        <w:tc>
          <w:tcPr>
            <w:tcW w:w="1560" w:type="dxa"/>
          </w:tcPr>
          <w:p w:rsidR="000D1B1B" w:rsidRPr="00435A2C" w:rsidRDefault="000D1B1B" w:rsidP="00933A2D">
            <w:r w:rsidRPr="00435A2C">
              <w:rPr>
                <w:bCs/>
              </w:rPr>
              <w:t>Нет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</w:tc>
        <w:tc>
          <w:tcPr>
            <w:tcW w:w="1275" w:type="dxa"/>
          </w:tcPr>
          <w:p w:rsidR="000D1B1B" w:rsidRPr="00435A2C" w:rsidRDefault="000D1B1B" w:rsidP="00933A2D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435A2C" w:rsidRDefault="000D1B1B" w:rsidP="00933A2D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435A2C" w:rsidRDefault="000D1B1B" w:rsidP="00933A2D">
            <w:r w:rsidRPr="00435A2C">
              <w:rPr>
                <w:bCs/>
              </w:rPr>
              <w:t>Нет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</w:tc>
        <w:tc>
          <w:tcPr>
            <w:tcW w:w="1559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933A2D">
            <w:pPr>
              <w:rPr>
                <w:bCs/>
              </w:rPr>
            </w:pPr>
          </w:p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933A2D">
            <w:pPr>
              <w:rPr>
                <w:bCs/>
              </w:rPr>
            </w:pPr>
          </w:p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933A2D">
            <w:pPr>
              <w:rPr>
                <w:bCs/>
              </w:rPr>
            </w:pPr>
          </w:p>
          <w:p w:rsidR="000D1B1B" w:rsidRPr="00435A2C" w:rsidRDefault="000D1B1B" w:rsidP="00933A2D">
            <w:r w:rsidRPr="00435A2C">
              <w:rPr>
                <w:bCs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145,6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265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>397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>568</w:t>
            </w:r>
          </w:p>
        </w:tc>
        <w:tc>
          <w:tcPr>
            <w:tcW w:w="1418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Россия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>Россия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Хоружевская Елена Николаевна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супруг</w:t>
            </w:r>
          </w:p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>
            <w:r w:rsidRPr="00435A2C">
              <w:t>сын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Заместитель начальника отдела муниципальной службы и кадров</w:t>
            </w:r>
          </w:p>
        </w:tc>
        <w:tc>
          <w:tcPr>
            <w:tcW w:w="1417" w:type="dxa"/>
          </w:tcPr>
          <w:p w:rsidR="000D1B1B" w:rsidRPr="00435A2C" w:rsidRDefault="000D1B1B" w:rsidP="00813459">
            <w:r w:rsidRPr="00435A2C">
              <w:t>282265,03</w:t>
            </w:r>
          </w:p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>
            <w:r w:rsidRPr="00435A2C">
              <w:t>380391,08</w:t>
            </w:r>
          </w:p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>
            <w:r w:rsidRPr="00435A2C">
              <w:t>3688,00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>
            <w:r w:rsidRPr="00435A2C">
              <w:t>Нет</w:t>
            </w:r>
          </w:p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>
            <w:r w:rsidRPr="00435A2C">
              <w:t>легковой автомобиль ВАЗ 21074</w:t>
            </w:r>
          </w:p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F40BAA">
            <w:pPr>
              <w:rPr>
                <w:bCs/>
              </w:rPr>
            </w:pPr>
            <w:r w:rsidRPr="00435A2C">
              <w:rPr>
                <w:bCs/>
              </w:rPr>
              <w:t>Жилой дом</w:t>
            </w:r>
          </w:p>
          <w:p w:rsidR="000D1B1B" w:rsidRPr="00435A2C" w:rsidRDefault="000D1B1B" w:rsidP="00F40BAA"/>
          <w:p w:rsidR="000D1B1B" w:rsidRPr="00435A2C" w:rsidRDefault="000D1B1B" w:rsidP="00F40BAA">
            <w:r w:rsidRPr="00435A2C">
              <w:t xml:space="preserve">Земельный участок </w:t>
            </w:r>
          </w:p>
          <w:p w:rsidR="000D1B1B" w:rsidRPr="00435A2C" w:rsidRDefault="000D1B1B" w:rsidP="00F40BAA"/>
          <w:p w:rsidR="000D1B1B" w:rsidRPr="00435A2C" w:rsidRDefault="000D1B1B" w:rsidP="00F40BAA">
            <w:r w:rsidRPr="00435A2C">
              <w:t xml:space="preserve">Жилой дом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600</w:t>
            </w:r>
          </w:p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>
            <w:r w:rsidRPr="00435A2C">
              <w:t>88,1</w:t>
            </w:r>
          </w:p>
          <w:p w:rsidR="000D1B1B" w:rsidRPr="00435A2C" w:rsidRDefault="000D1B1B" w:rsidP="00813459"/>
          <w:p w:rsidR="000D1B1B" w:rsidRPr="00435A2C" w:rsidRDefault="000D1B1B" w:rsidP="00813459">
            <w:r w:rsidRPr="00435A2C">
              <w:t>600</w:t>
            </w:r>
          </w:p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F40BAA">
            <w:r w:rsidRPr="00435A2C">
              <w:t>88,1</w:t>
            </w:r>
          </w:p>
          <w:p w:rsidR="000D1B1B" w:rsidRPr="00435A2C" w:rsidRDefault="000D1B1B" w:rsidP="00F40BAA"/>
          <w:p w:rsidR="000D1B1B" w:rsidRPr="00435A2C" w:rsidRDefault="000D1B1B" w:rsidP="00F40BAA">
            <w:r w:rsidRPr="00435A2C">
              <w:t>600</w:t>
            </w:r>
          </w:p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>
            <w:r w:rsidRPr="00435A2C">
              <w:t>88,1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813459">
            <w:r w:rsidRPr="00435A2C">
              <w:t>Россия</w:t>
            </w:r>
          </w:p>
          <w:p w:rsidR="000D1B1B" w:rsidRPr="00435A2C" w:rsidRDefault="000D1B1B" w:rsidP="00813459"/>
          <w:p w:rsidR="000D1B1B" w:rsidRPr="00435A2C" w:rsidRDefault="000D1B1B" w:rsidP="00813459">
            <w:r w:rsidRPr="00435A2C">
              <w:t>Россия</w:t>
            </w:r>
          </w:p>
          <w:p w:rsidR="000D1B1B" w:rsidRPr="00435A2C" w:rsidRDefault="000D1B1B" w:rsidP="00813459"/>
          <w:p w:rsidR="000D1B1B" w:rsidRPr="00435A2C" w:rsidRDefault="000D1B1B" w:rsidP="00813459"/>
          <w:p w:rsidR="000D1B1B" w:rsidRPr="00435A2C" w:rsidRDefault="000D1B1B" w:rsidP="00F40BAA">
            <w:r w:rsidRPr="00435A2C">
              <w:t>Россия</w:t>
            </w:r>
          </w:p>
          <w:p w:rsidR="000D1B1B" w:rsidRPr="00435A2C" w:rsidRDefault="000D1B1B" w:rsidP="00F40BAA"/>
          <w:p w:rsidR="000D1B1B" w:rsidRPr="00435A2C" w:rsidRDefault="000D1B1B" w:rsidP="00F40BAA">
            <w:r w:rsidRPr="00435A2C">
              <w:t>Россия</w:t>
            </w:r>
          </w:p>
          <w:p w:rsidR="000D1B1B" w:rsidRPr="00435A2C" w:rsidRDefault="000D1B1B" w:rsidP="00F40BAA"/>
          <w:p w:rsidR="000D1B1B" w:rsidRPr="00435A2C" w:rsidRDefault="000D1B1B" w:rsidP="00F40BAA"/>
          <w:p w:rsidR="000D1B1B" w:rsidRPr="00435A2C" w:rsidRDefault="000D1B1B" w:rsidP="00F40BAA">
            <w:r w:rsidRPr="00435A2C">
              <w:t>Россия</w:t>
            </w:r>
          </w:p>
          <w:p w:rsidR="000D1B1B" w:rsidRPr="00435A2C" w:rsidRDefault="000D1B1B" w:rsidP="00F40BAA"/>
          <w:p w:rsidR="000D1B1B" w:rsidRPr="00435A2C" w:rsidRDefault="000D1B1B" w:rsidP="00F40BAA"/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Прокущенко Лариса Дмитриевна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супруг</w:t>
            </w:r>
          </w:p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>
            <w:r w:rsidRPr="00435A2C">
              <w:t>дочь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отдела координации проектной деятельности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338291,04</w:t>
            </w:r>
          </w:p>
          <w:p w:rsidR="000D1B1B" w:rsidRPr="00435A2C" w:rsidRDefault="000D1B1B" w:rsidP="00E51F24"/>
          <w:p w:rsidR="000D1B1B" w:rsidRPr="00435A2C" w:rsidRDefault="000D1B1B" w:rsidP="00E51F24"/>
          <w:p w:rsidR="000D1B1B" w:rsidRPr="00435A2C" w:rsidRDefault="000D1B1B" w:rsidP="00E51F24"/>
          <w:p w:rsidR="000D1B1B" w:rsidRPr="00435A2C" w:rsidRDefault="000D1B1B" w:rsidP="00E51F24"/>
          <w:p w:rsidR="000D1B1B" w:rsidRPr="00435A2C" w:rsidRDefault="000D1B1B" w:rsidP="00E51F24">
            <w:r w:rsidRPr="00435A2C">
              <w:t>597082,34</w:t>
            </w:r>
          </w:p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Гараж </w:t>
            </w:r>
          </w:p>
          <w:p w:rsidR="000D1B1B" w:rsidRPr="00435A2C" w:rsidRDefault="000D1B1B" w:rsidP="00E51F24"/>
          <w:p w:rsidR="000D1B1B" w:rsidRPr="00435A2C" w:rsidRDefault="000D1B1B" w:rsidP="00E51F24">
            <w:r w:rsidRPr="00435A2C">
              <w:t xml:space="preserve">Квартира </w:t>
            </w:r>
          </w:p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36</w:t>
            </w:r>
          </w:p>
          <w:p w:rsidR="000D1B1B" w:rsidRPr="00435A2C" w:rsidRDefault="000D1B1B" w:rsidP="00E51F24"/>
          <w:p w:rsidR="000D1B1B" w:rsidRPr="00435A2C" w:rsidRDefault="000D1B1B" w:rsidP="00E51F24"/>
          <w:p w:rsidR="000D1B1B" w:rsidRPr="00435A2C" w:rsidRDefault="000D1B1B" w:rsidP="00E51F24">
            <w:r w:rsidRPr="00435A2C">
              <w:t>36</w:t>
            </w:r>
          </w:p>
          <w:p w:rsidR="000D1B1B" w:rsidRPr="00435A2C" w:rsidRDefault="000D1B1B" w:rsidP="00E51F24"/>
          <w:p w:rsidR="000D1B1B" w:rsidRPr="00435A2C" w:rsidRDefault="000D1B1B" w:rsidP="00E51F24">
            <w:r w:rsidRPr="00435A2C">
              <w:t xml:space="preserve">76,4 </w:t>
            </w:r>
          </w:p>
          <w:p w:rsidR="000D1B1B" w:rsidRPr="00435A2C" w:rsidRDefault="000D1B1B" w:rsidP="00E51F24">
            <w:r w:rsidRPr="00435A2C">
              <w:t>(1/2 доля)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E51F24"/>
          <w:p w:rsidR="000D1B1B" w:rsidRPr="00435A2C" w:rsidRDefault="000D1B1B" w:rsidP="00E51F24"/>
          <w:p w:rsidR="000D1B1B" w:rsidRPr="00435A2C" w:rsidRDefault="000D1B1B" w:rsidP="00E51F24">
            <w:r w:rsidRPr="00435A2C">
              <w:t>Россия</w:t>
            </w:r>
          </w:p>
          <w:p w:rsidR="000D1B1B" w:rsidRPr="00435A2C" w:rsidRDefault="000D1B1B" w:rsidP="00DD77A4"/>
          <w:p w:rsidR="000D1B1B" w:rsidRPr="00435A2C" w:rsidRDefault="000D1B1B" w:rsidP="00DD77A4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Форд Фокус</w:t>
            </w:r>
          </w:p>
          <w:p w:rsidR="000D1B1B" w:rsidRPr="00435A2C" w:rsidRDefault="000D1B1B" w:rsidP="00DD77A4"/>
          <w:p w:rsidR="000D1B1B" w:rsidRPr="00435A2C" w:rsidRDefault="000D1B1B" w:rsidP="00DD77A4"/>
          <w:p w:rsidR="000D1B1B" w:rsidRPr="00435A2C" w:rsidRDefault="000D1B1B" w:rsidP="00DD77A4">
            <w:r w:rsidRPr="00435A2C">
              <w:t>Легковой автомобиль УАЗ 31514</w:t>
            </w:r>
          </w:p>
          <w:p w:rsidR="000D1B1B" w:rsidRPr="00435A2C" w:rsidRDefault="000D1B1B" w:rsidP="00E04544"/>
          <w:p w:rsidR="000D1B1B" w:rsidRPr="00435A2C" w:rsidRDefault="000D1B1B" w:rsidP="00E04544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DD77A4"/>
          <w:p w:rsidR="000D1B1B" w:rsidRPr="00435A2C" w:rsidRDefault="000D1B1B" w:rsidP="00DD77A4"/>
          <w:p w:rsidR="000D1B1B" w:rsidRPr="00435A2C" w:rsidRDefault="000D1B1B" w:rsidP="00DD77A4"/>
          <w:p w:rsidR="000D1B1B" w:rsidRPr="00435A2C" w:rsidRDefault="000D1B1B" w:rsidP="00DD77A4"/>
          <w:p w:rsidR="000D1B1B" w:rsidRPr="00435A2C" w:rsidRDefault="000D1B1B" w:rsidP="00DD77A4">
            <w:r w:rsidRPr="00435A2C">
              <w:t>Нет</w:t>
            </w:r>
          </w:p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>
            <w:r w:rsidRPr="00435A2C">
              <w:t xml:space="preserve">Квартира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76,4</w:t>
            </w:r>
          </w:p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>
            <w:r w:rsidRPr="00435A2C">
              <w:t>76,4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/>
          <w:p w:rsidR="000D1B1B" w:rsidRPr="00435A2C" w:rsidRDefault="000D1B1B" w:rsidP="00E04544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DF4428">
            <w:pPr>
              <w:rPr>
                <w:bCs/>
              </w:rPr>
            </w:pPr>
            <w:r w:rsidRPr="00435A2C">
              <w:rPr>
                <w:bCs/>
              </w:rPr>
              <w:t xml:space="preserve">Скачкова Светлана Александровна 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супруг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>дочь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Начальник отдела делопроизводства и документооборота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364032,30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1256814,00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Земельный участок</w:t>
            </w:r>
          </w:p>
          <w:p w:rsidR="000D1B1B" w:rsidRPr="00435A2C" w:rsidRDefault="000D1B1B" w:rsidP="00DF4428"/>
          <w:p w:rsidR="000D1B1B" w:rsidRPr="00435A2C" w:rsidRDefault="000D1B1B" w:rsidP="00DF4428">
            <w:r w:rsidRPr="00435A2C">
              <w:t xml:space="preserve">Жилой дом </w:t>
            </w:r>
          </w:p>
          <w:p w:rsidR="000D1B1B" w:rsidRPr="00435A2C" w:rsidRDefault="000D1B1B" w:rsidP="00DF4428"/>
          <w:p w:rsidR="000D1B1B" w:rsidRPr="00435A2C" w:rsidRDefault="000D1B1B" w:rsidP="00DF4428">
            <w:r w:rsidRPr="00435A2C">
              <w:t xml:space="preserve">Квартира 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900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 xml:space="preserve">49,7 </w:t>
            </w:r>
          </w:p>
          <w:p w:rsidR="000D1B1B" w:rsidRPr="00435A2C" w:rsidRDefault="000D1B1B" w:rsidP="00DF4428">
            <w:r w:rsidRPr="00435A2C">
              <w:t>(1/4 доля)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2579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208</w:t>
            </w:r>
          </w:p>
          <w:p w:rsidR="000D1B1B" w:rsidRPr="00435A2C" w:rsidRDefault="000D1B1B" w:rsidP="00DF4428"/>
          <w:p w:rsidR="000D1B1B" w:rsidRPr="00435A2C" w:rsidRDefault="000D1B1B" w:rsidP="00DF4428">
            <w:r w:rsidRPr="00435A2C">
              <w:t>49,7</w:t>
            </w:r>
          </w:p>
          <w:p w:rsidR="000D1B1B" w:rsidRPr="00435A2C" w:rsidRDefault="000D1B1B" w:rsidP="00DF4428">
            <w:r w:rsidRPr="00435A2C">
              <w:t>(1/4 доля)</w:t>
            </w:r>
          </w:p>
          <w:p w:rsidR="000D1B1B" w:rsidRPr="00435A2C" w:rsidRDefault="000D1B1B" w:rsidP="00341E5B"/>
          <w:p w:rsidR="000D1B1B" w:rsidRPr="00435A2C" w:rsidRDefault="000D1B1B" w:rsidP="00341E5B">
            <w:r w:rsidRPr="00435A2C">
              <w:t xml:space="preserve">49,7 </w:t>
            </w:r>
          </w:p>
          <w:p w:rsidR="000D1B1B" w:rsidRPr="00435A2C" w:rsidRDefault="000D1B1B" w:rsidP="00341E5B">
            <w:r w:rsidRPr="00435A2C">
              <w:t>(1/4 доля)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 xml:space="preserve">Россия 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Россия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Россия</w:t>
            </w:r>
          </w:p>
          <w:p w:rsidR="000D1B1B" w:rsidRPr="00435A2C" w:rsidRDefault="000D1B1B" w:rsidP="00DF4428"/>
          <w:p w:rsidR="000D1B1B" w:rsidRPr="00435A2C" w:rsidRDefault="000D1B1B" w:rsidP="00DF4428">
            <w:r w:rsidRPr="00435A2C">
              <w:t>Россия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>Нет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 xml:space="preserve">Земельный участок </w:t>
            </w:r>
          </w:p>
          <w:p w:rsidR="000D1B1B" w:rsidRPr="00435A2C" w:rsidRDefault="000D1B1B" w:rsidP="00341E5B"/>
          <w:p w:rsidR="000D1B1B" w:rsidRPr="00435A2C" w:rsidRDefault="000D1B1B" w:rsidP="00341E5B">
            <w:r w:rsidRPr="00435A2C">
              <w:t xml:space="preserve">Жилой дом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2579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208</w:t>
            </w:r>
          </w:p>
          <w:p w:rsidR="000D1B1B" w:rsidRPr="00435A2C" w:rsidRDefault="000D1B1B" w:rsidP="00DF4428"/>
          <w:p w:rsidR="000D1B1B" w:rsidRPr="00435A2C" w:rsidRDefault="000D1B1B" w:rsidP="00DF4428">
            <w:r w:rsidRPr="00435A2C">
              <w:t>1674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>2579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>208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 xml:space="preserve">Россия </w:t>
            </w:r>
          </w:p>
          <w:p w:rsidR="000D1B1B" w:rsidRPr="00435A2C" w:rsidRDefault="000D1B1B" w:rsidP="00DF4428"/>
          <w:p w:rsidR="000D1B1B" w:rsidRPr="00435A2C" w:rsidRDefault="000D1B1B" w:rsidP="00DF4428">
            <w:r w:rsidRPr="00435A2C">
              <w:t>Россия</w:t>
            </w:r>
          </w:p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/>
          <w:p w:rsidR="000D1B1B" w:rsidRPr="00435A2C" w:rsidRDefault="000D1B1B" w:rsidP="00DF4428">
            <w:r w:rsidRPr="00435A2C">
              <w:t xml:space="preserve">Россия 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>Россия</w:t>
            </w:r>
          </w:p>
          <w:p w:rsidR="000D1B1B" w:rsidRPr="00435A2C" w:rsidRDefault="000D1B1B" w:rsidP="00341E5B"/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 xml:space="preserve">Цоцорина Елена Александровна 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супруг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сын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сын</w:t>
            </w:r>
          </w:p>
        </w:tc>
        <w:tc>
          <w:tcPr>
            <w:tcW w:w="2410" w:type="dxa"/>
          </w:tcPr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 xml:space="preserve">Заместитель начальника отдела делопроизводства и документооборота </w:t>
            </w:r>
          </w:p>
        </w:tc>
        <w:tc>
          <w:tcPr>
            <w:tcW w:w="1417" w:type="dxa"/>
          </w:tcPr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>249898,75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217696,16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5998,18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2524,69</w:t>
            </w:r>
          </w:p>
        </w:tc>
        <w:tc>
          <w:tcPr>
            <w:tcW w:w="1560" w:type="dxa"/>
          </w:tcPr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 xml:space="preserve">Земельный участок </w:t>
            </w:r>
          </w:p>
          <w:p w:rsidR="000D1B1B" w:rsidRPr="00435A2C" w:rsidRDefault="000D1B1B" w:rsidP="00B11DE6"/>
          <w:p w:rsidR="000D1B1B" w:rsidRPr="00435A2C" w:rsidRDefault="000D1B1B" w:rsidP="00B11DE6">
            <w:r w:rsidRPr="00435A2C">
              <w:t xml:space="preserve">Жилой дом 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Нет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B11DE6">
            <w:pPr>
              <w:rPr>
                <w:bCs/>
              </w:rPr>
            </w:pP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2078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79,2</w:t>
            </w:r>
          </w:p>
        </w:tc>
        <w:tc>
          <w:tcPr>
            <w:tcW w:w="1276" w:type="dxa"/>
          </w:tcPr>
          <w:p w:rsidR="000D1B1B" w:rsidRPr="00435A2C" w:rsidRDefault="000D1B1B" w:rsidP="00B11DE6">
            <w:pPr>
              <w:rPr>
                <w:bCs/>
              </w:rPr>
            </w:pP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Россия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 xml:space="preserve">Легковой автомобиль  ВАЗ – 21053 </w:t>
            </w:r>
          </w:p>
          <w:p w:rsidR="000D1B1B" w:rsidRPr="00435A2C" w:rsidRDefault="000D1B1B" w:rsidP="00B11DE6">
            <w:r w:rsidRPr="00435A2C">
              <w:t xml:space="preserve">Легковой автомобиль ВАЗ – 21104 </w:t>
            </w:r>
          </w:p>
          <w:p w:rsidR="000D1B1B" w:rsidRPr="00435A2C" w:rsidRDefault="000D1B1B" w:rsidP="00B11DE6"/>
          <w:p w:rsidR="000D1B1B" w:rsidRPr="00435A2C" w:rsidRDefault="000D1B1B" w:rsidP="00B11DE6">
            <w:r w:rsidRPr="00435A2C">
              <w:t>Нет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B11DE6">
            <w:pPr>
              <w:rPr>
                <w:bCs/>
              </w:rPr>
            </w:pPr>
          </w:p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B11DE6"/>
          <w:p w:rsidR="000D1B1B" w:rsidRPr="00435A2C" w:rsidRDefault="000D1B1B" w:rsidP="00B11DE6">
            <w:r w:rsidRPr="00435A2C">
              <w:t>Нет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 xml:space="preserve">Земельный участок </w:t>
            </w:r>
          </w:p>
          <w:p w:rsidR="000D1B1B" w:rsidRPr="00435A2C" w:rsidRDefault="000D1B1B" w:rsidP="00B11DE6"/>
          <w:p w:rsidR="000D1B1B" w:rsidRPr="00435A2C" w:rsidRDefault="000D1B1B" w:rsidP="00B11DE6">
            <w:r w:rsidRPr="00435A2C">
              <w:t xml:space="preserve">Жилой дом </w:t>
            </w:r>
          </w:p>
          <w:p w:rsidR="000D1B1B" w:rsidRPr="00435A2C" w:rsidRDefault="000D1B1B" w:rsidP="00B11DE6"/>
          <w:p w:rsidR="000D1B1B" w:rsidRPr="00435A2C" w:rsidRDefault="000D1B1B" w:rsidP="00B11DE6">
            <w:r w:rsidRPr="00435A2C">
              <w:t xml:space="preserve">Земельный участок </w:t>
            </w:r>
          </w:p>
          <w:p w:rsidR="000D1B1B" w:rsidRPr="00435A2C" w:rsidRDefault="000D1B1B" w:rsidP="00B11DE6"/>
          <w:p w:rsidR="000D1B1B" w:rsidRPr="00435A2C" w:rsidRDefault="000D1B1B" w:rsidP="00B11DE6">
            <w:r w:rsidRPr="00435A2C">
              <w:t>Жилой дом</w:t>
            </w:r>
          </w:p>
        </w:tc>
        <w:tc>
          <w:tcPr>
            <w:tcW w:w="1276" w:type="dxa"/>
          </w:tcPr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>2078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79,2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2078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79,2</w:t>
            </w:r>
          </w:p>
          <w:p w:rsidR="000D1B1B" w:rsidRPr="00435A2C" w:rsidRDefault="000D1B1B" w:rsidP="00B11DE6"/>
          <w:p w:rsidR="000D1B1B" w:rsidRPr="00435A2C" w:rsidRDefault="000D1B1B" w:rsidP="00B11DE6">
            <w:r w:rsidRPr="00435A2C">
              <w:t>2078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79,2</w:t>
            </w:r>
          </w:p>
        </w:tc>
        <w:tc>
          <w:tcPr>
            <w:tcW w:w="1418" w:type="dxa"/>
          </w:tcPr>
          <w:p w:rsidR="000D1B1B" w:rsidRPr="00435A2C" w:rsidRDefault="000D1B1B" w:rsidP="00B11DE6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Россия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Россия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Россия</w:t>
            </w:r>
          </w:p>
          <w:p w:rsidR="000D1B1B" w:rsidRPr="00435A2C" w:rsidRDefault="000D1B1B" w:rsidP="00B11DE6"/>
          <w:p w:rsidR="000D1B1B" w:rsidRPr="00435A2C" w:rsidRDefault="000D1B1B" w:rsidP="00B11DE6">
            <w:r w:rsidRPr="00435A2C">
              <w:t>Россия</w:t>
            </w:r>
          </w:p>
          <w:p w:rsidR="000D1B1B" w:rsidRPr="00435A2C" w:rsidRDefault="000D1B1B" w:rsidP="00B11DE6"/>
          <w:p w:rsidR="000D1B1B" w:rsidRPr="00435A2C" w:rsidRDefault="000D1B1B" w:rsidP="00B11DE6"/>
          <w:p w:rsidR="000D1B1B" w:rsidRPr="00435A2C" w:rsidRDefault="000D1B1B" w:rsidP="00B11DE6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Прокудин Евгений Андреевич 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r w:rsidRPr="00435A2C">
              <w:t>супруга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отдела информационно-программного обеспечения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341466,30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  <w:r w:rsidRPr="00435A2C">
              <w:t>1</w:t>
            </w:r>
            <w:r w:rsidRPr="00435A2C">
              <w:rPr>
                <w:lang w:val="en-US"/>
              </w:rPr>
              <w:t>93940.69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ЛАДА 2170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Легковой автомобиль </w:t>
            </w:r>
            <w:r w:rsidRPr="00435A2C">
              <w:rPr>
                <w:bCs/>
                <w:lang w:val="en-US"/>
              </w:rPr>
              <w:t>PEUGEOT</w:t>
            </w:r>
            <w:r w:rsidRPr="00435A2C">
              <w:rPr>
                <w:bCs/>
              </w:rPr>
              <w:t xml:space="preserve"> 408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Автоприцеп МАЗ – 8162 </w:t>
            </w:r>
          </w:p>
          <w:p w:rsidR="000D1B1B" w:rsidRPr="00435A2C" w:rsidRDefault="000D1B1B" w:rsidP="00341E5B"/>
          <w:p w:rsidR="000D1B1B" w:rsidRPr="00435A2C" w:rsidRDefault="000D1B1B" w:rsidP="00341E5B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r w:rsidRPr="00435A2C">
              <w:t xml:space="preserve">Жилой дом </w:t>
            </w:r>
          </w:p>
          <w:p w:rsidR="000D1B1B" w:rsidRPr="00435A2C" w:rsidRDefault="000D1B1B" w:rsidP="00341E5B"/>
          <w:p w:rsidR="000D1B1B" w:rsidRPr="00435A2C" w:rsidRDefault="000D1B1B" w:rsidP="00341E5B">
            <w:r w:rsidRPr="00435A2C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120</w:t>
            </w:r>
          </w:p>
          <w:p w:rsidR="000D1B1B" w:rsidRPr="00435A2C" w:rsidRDefault="000D1B1B" w:rsidP="00341E5B"/>
          <w:p w:rsidR="000D1B1B" w:rsidRPr="00435A2C" w:rsidRDefault="000D1B1B" w:rsidP="00341E5B">
            <w:r w:rsidRPr="00435A2C">
              <w:t>1500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r w:rsidRPr="00435A2C">
              <w:t>120</w:t>
            </w:r>
          </w:p>
          <w:p w:rsidR="000D1B1B" w:rsidRPr="00435A2C" w:rsidRDefault="000D1B1B" w:rsidP="00341E5B"/>
          <w:p w:rsidR="000D1B1B" w:rsidRPr="00435A2C" w:rsidRDefault="000D1B1B" w:rsidP="00341E5B">
            <w:r w:rsidRPr="00435A2C">
              <w:t>1500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341E5B"/>
          <w:p w:rsidR="000D1B1B" w:rsidRPr="00435A2C" w:rsidRDefault="000D1B1B" w:rsidP="00341E5B">
            <w:r w:rsidRPr="00435A2C">
              <w:t>Россия</w:t>
            </w:r>
          </w:p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/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pPr>
              <w:rPr>
                <w:lang w:val="en-US"/>
              </w:rPr>
            </w:pPr>
          </w:p>
          <w:p w:rsidR="000D1B1B" w:rsidRPr="00435A2C" w:rsidRDefault="000D1B1B" w:rsidP="00341E5B">
            <w:r w:rsidRPr="00435A2C">
              <w:t>Россия</w:t>
            </w:r>
          </w:p>
          <w:p w:rsidR="000D1B1B" w:rsidRPr="00435A2C" w:rsidRDefault="000D1B1B" w:rsidP="00341E5B"/>
          <w:p w:rsidR="000D1B1B" w:rsidRPr="00435A2C" w:rsidRDefault="000D1B1B" w:rsidP="00341E5B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Малышев Валерий Петрович </w:t>
            </w:r>
          </w:p>
          <w:p w:rsidR="000D1B1B" w:rsidRPr="00435A2C" w:rsidRDefault="000D1B1B" w:rsidP="00D65548"/>
          <w:p w:rsidR="000D1B1B" w:rsidRPr="00435A2C" w:rsidRDefault="000D1B1B" w:rsidP="00D65548">
            <w:r w:rsidRPr="00435A2C">
              <w:t>супруга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сын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дочь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отдела материально-технического обеспечения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2749220,98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430989,54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Нет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  Квартира 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 xml:space="preserve">Квартира </w:t>
            </w:r>
          </w:p>
          <w:p w:rsidR="000D1B1B" w:rsidRPr="00435A2C" w:rsidRDefault="000D1B1B" w:rsidP="00D65548">
            <w:r w:rsidRPr="00435A2C">
              <w:t xml:space="preserve">Квартира 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 xml:space="preserve">Квартира 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 xml:space="preserve">Квартира 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D65548">
            <w:r w:rsidRPr="00435A2C">
              <w:t>65,4</w:t>
            </w:r>
          </w:p>
          <w:p w:rsidR="000D1B1B" w:rsidRPr="00435A2C" w:rsidRDefault="000D1B1B" w:rsidP="00D65548">
            <w:r w:rsidRPr="00435A2C">
              <w:t>(1/4 доля)</w:t>
            </w:r>
          </w:p>
          <w:p w:rsidR="000D1B1B" w:rsidRPr="00435A2C" w:rsidRDefault="000D1B1B" w:rsidP="00D65548"/>
          <w:p w:rsidR="000D1B1B" w:rsidRPr="00435A2C" w:rsidRDefault="000D1B1B" w:rsidP="00D65548">
            <w:r w:rsidRPr="00435A2C">
              <w:t>30,2</w:t>
            </w:r>
          </w:p>
          <w:p w:rsidR="000D1B1B" w:rsidRPr="00435A2C" w:rsidRDefault="000D1B1B" w:rsidP="00D65548">
            <w:r w:rsidRPr="00435A2C">
              <w:t>65,4</w:t>
            </w:r>
          </w:p>
          <w:p w:rsidR="000D1B1B" w:rsidRPr="00435A2C" w:rsidRDefault="000D1B1B" w:rsidP="00D65548">
            <w:r w:rsidRPr="00435A2C">
              <w:t>(1/4 доля)</w:t>
            </w:r>
          </w:p>
          <w:p w:rsidR="000D1B1B" w:rsidRPr="00435A2C" w:rsidRDefault="000D1B1B" w:rsidP="00D65548"/>
          <w:p w:rsidR="000D1B1B" w:rsidRPr="00435A2C" w:rsidRDefault="000D1B1B" w:rsidP="00D65548">
            <w:r w:rsidRPr="00435A2C">
              <w:t>46,3</w:t>
            </w:r>
          </w:p>
          <w:p w:rsidR="000D1B1B" w:rsidRPr="00435A2C" w:rsidRDefault="000D1B1B" w:rsidP="00D65548">
            <w:r w:rsidRPr="00435A2C">
              <w:t>(1/3 доля)</w:t>
            </w:r>
          </w:p>
          <w:p w:rsidR="000D1B1B" w:rsidRPr="00435A2C" w:rsidRDefault="000D1B1B" w:rsidP="00D65548"/>
          <w:p w:rsidR="000D1B1B" w:rsidRPr="00435A2C" w:rsidRDefault="000D1B1B" w:rsidP="00D65548">
            <w:r w:rsidRPr="00435A2C">
              <w:t>65,4</w:t>
            </w:r>
          </w:p>
          <w:p w:rsidR="000D1B1B" w:rsidRPr="00435A2C" w:rsidRDefault="000D1B1B" w:rsidP="00D65548">
            <w:r w:rsidRPr="00435A2C">
              <w:t>(1/4 доля)</w:t>
            </w:r>
          </w:p>
          <w:p w:rsidR="000D1B1B" w:rsidRPr="00435A2C" w:rsidRDefault="000D1B1B" w:rsidP="00AF4CC3"/>
          <w:p w:rsidR="000D1B1B" w:rsidRPr="00435A2C" w:rsidRDefault="000D1B1B" w:rsidP="00AF4CC3">
            <w:r w:rsidRPr="00435A2C">
              <w:t xml:space="preserve">65,4 </w:t>
            </w:r>
          </w:p>
          <w:p w:rsidR="000D1B1B" w:rsidRPr="00435A2C" w:rsidRDefault="000D1B1B" w:rsidP="00AF4CC3">
            <w:r w:rsidRPr="00435A2C">
              <w:t>(1/4 доля)</w:t>
            </w:r>
          </w:p>
        </w:tc>
        <w:tc>
          <w:tcPr>
            <w:tcW w:w="1276" w:type="dxa"/>
          </w:tcPr>
          <w:p w:rsidR="000D1B1B" w:rsidRPr="00435A2C" w:rsidRDefault="000D1B1B" w:rsidP="00D65548">
            <w:r w:rsidRPr="00435A2C">
              <w:t>Россия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 xml:space="preserve">Россия </w:t>
            </w:r>
          </w:p>
          <w:p w:rsidR="000D1B1B" w:rsidRPr="00435A2C" w:rsidRDefault="000D1B1B" w:rsidP="00D65548">
            <w:r w:rsidRPr="00435A2C">
              <w:t>Россия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Россия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Россия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Сельскохозяйственная техника Т-25</w:t>
            </w:r>
          </w:p>
          <w:p w:rsidR="000D1B1B" w:rsidRPr="00435A2C" w:rsidRDefault="000D1B1B" w:rsidP="00D65548">
            <w:r w:rsidRPr="00435A2C">
              <w:t xml:space="preserve">                                                                                                                                                                      Легковой автомобиль Деу Матиз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Нет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Нет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Нет</w:t>
            </w:r>
          </w:p>
          <w:p w:rsidR="000D1B1B" w:rsidRPr="00435A2C" w:rsidRDefault="000D1B1B" w:rsidP="00D65548"/>
          <w:p w:rsidR="000D1B1B" w:rsidRPr="00435A2C" w:rsidRDefault="000D1B1B" w:rsidP="00D65548"/>
          <w:p w:rsidR="000D1B1B" w:rsidRPr="00435A2C" w:rsidRDefault="000D1B1B" w:rsidP="00D65548">
            <w:r w:rsidRPr="00435A2C"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933A2D">
        <w:trPr>
          <w:trHeight w:val="284"/>
        </w:trPr>
        <w:tc>
          <w:tcPr>
            <w:tcW w:w="1985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 xml:space="preserve">Олейников Дмитрий Викторович 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pPr>
              <w:jc w:val="right"/>
            </w:pPr>
          </w:p>
          <w:p w:rsidR="000D1B1B" w:rsidRPr="00435A2C" w:rsidRDefault="000D1B1B" w:rsidP="00933A2D">
            <w:pPr>
              <w:jc w:val="right"/>
            </w:pP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 xml:space="preserve">супруга 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сын</w:t>
            </w:r>
          </w:p>
        </w:tc>
        <w:tc>
          <w:tcPr>
            <w:tcW w:w="2410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управления по строительству, транспорту, связи и ЖКХ </w:t>
            </w:r>
          </w:p>
        </w:tc>
        <w:tc>
          <w:tcPr>
            <w:tcW w:w="1417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381120,95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>34392,42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Нет</w:t>
            </w:r>
          </w:p>
        </w:tc>
        <w:tc>
          <w:tcPr>
            <w:tcW w:w="1560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>Нет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Нет</w:t>
            </w:r>
          </w:p>
        </w:tc>
        <w:tc>
          <w:tcPr>
            <w:tcW w:w="1275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35</w:t>
            </w:r>
          </w:p>
        </w:tc>
        <w:tc>
          <w:tcPr>
            <w:tcW w:w="1276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ВАЗ 11113</w:t>
            </w:r>
          </w:p>
          <w:p w:rsidR="000D1B1B" w:rsidRPr="00435A2C" w:rsidRDefault="000D1B1B" w:rsidP="00933A2D">
            <w:pPr>
              <w:rPr>
                <w:bCs/>
              </w:rPr>
            </w:pPr>
          </w:p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Легковой автомобиль ВАЗ 11193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Нет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Нет</w:t>
            </w:r>
          </w:p>
        </w:tc>
        <w:tc>
          <w:tcPr>
            <w:tcW w:w="1559" w:type="dxa"/>
          </w:tcPr>
          <w:p w:rsidR="000D1B1B" w:rsidRPr="00435A2C" w:rsidRDefault="000D1B1B" w:rsidP="00933A2D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 xml:space="preserve">Квартира 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 xml:space="preserve">Квартира </w:t>
            </w:r>
          </w:p>
        </w:tc>
        <w:tc>
          <w:tcPr>
            <w:tcW w:w="1276" w:type="dxa"/>
          </w:tcPr>
          <w:p w:rsidR="000D1B1B" w:rsidRPr="00435A2C" w:rsidRDefault="000D1B1B" w:rsidP="00933A2D">
            <w:pPr>
              <w:rPr>
                <w:bCs/>
              </w:rPr>
            </w:pP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>35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35</w:t>
            </w:r>
          </w:p>
        </w:tc>
        <w:tc>
          <w:tcPr>
            <w:tcW w:w="1418" w:type="dxa"/>
          </w:tcPr>
          <w:p w:rsidR="000D1B1B" w:rsidRPr="00435A2C" w:rsidRDefault="000D1B1B" w:rsidP="00933A2D">
            <w:pPr>
              <w:rPr>
                <w:bCs/>
              </w:rPr>
            </w:pPr>
          </w:p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/>
          <w:p w:rsidR="000D1B1B" w:rsidRPr="00435A2C" w:rsidRDefault="000D1B1B" w:rsidP="00933A2D">
            <w:r w:rsidRPr="00435A2C">
              <w:t>Россия</w:t>
            </w:r>
          </w:p>
          <w:p w:rsidR="000D1B1B" w:rsidRPr="00435A2C" w:rsidRDefault="000D1B1B" w:rsidP="00933A2D"/>
          <w:p w:rsidR="000D1B1B" w:rsidRPr="00435A2C" w:rsidRDefault="000D1B1B" w:rsidP="00933A2D">
            <w:r w:rsidRPr="00435A2C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Касьянова Валентина Владимировна 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Начальник отдела архитектуры – районный архитектор 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498007,97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53300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(2/4 доли)</w:t>
            </w:r>
          </w:p>
          <w:p w:rsidR="000D1B1B" w:rsidRPr="00435A2C" w:rsidRDefault="000D1B1B" w:rsidP="00635C85"/>
          <w:p w:rsidR="000D1B1B" w:rsidRPr="00435A2C" w:rsidRDefault="000D1B1B" w:rsidP="00635C85">
            <w:r w:rsidRPr="00435A2C">
              <w:t xml:space="preserve">2300 </w:t>
            </w:r>
          </w:p>
          <w:p w:rsidR="000D1B1B" w:rsidRPr="00435A2C" w:rsidRDefault="000D1B1B" w:rsidP="00635C85">
            <w:r w:rsidRPr="00435A2C">
              <w:t>(2/4 доли)</w:t>
            </w:r>
          </w:p>
          <w:p w:rsidR="000D1B1B" w:rsidRPr="00435A2C" w:rsidRDefault="000D1B1B" w:rsidP="00635C85"/>
          <w:p w:rsidR="000D1B1B" w:rsidRPr="00435A2C" w:rsidRDefault="000D1B1B" w:rsidP="00635C85">
            <w:r w:rsidRPr="00435A2C">
              <w:t xml:space="preserve">80 </w:t>
            </w:r>
          </w:p>
          <w:p w:rsidR="000D1B1B" w:rsidRPr="00435A2C" w:rsidRDefault="000D1B1B" w:rsidP="00635C85">
            <w:r w:rsidRPr="00435A2C">
              <w:t>(3/8 доли)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635C85"/>
          <w:p w:rsidR="000D1B1B" w:rsidRPr="00435A2C" w:rsidRDefault="000D1B1B" w:rsidP="00635C85"/>
          <w:p w:rsidR="000D1B1B" w:rsidRPr="00435A2C" w:rsidRDefault="000D1B1B" w:rsidP="00635C85">
            <w:r w:rsidRPr="00435A2C">
              <w:t>Россия</w:t>
            </w:r>
          </w:p>
          <w:p w:rsidR="000D1B1B" w:rsidRPr="00435A2C" w:rsidRDefault="000D1B1B" w:rsidP="00635C85"/>
          <w:p w:rsidR="000D1B1B" w:rsidRPr="00435A2C" w:rsidRDefault="000D1B1B" w:rsidP="00635C85"/>
          <w:p w:rsidR="000D1B1B" w:rsidRPr="00435A2C" w:rsidRDefault="000D1B1B" w:rsidP="00635C85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Попова Галина Александровна 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Начальник отдела развития ЖКХ и тарифной политики управления по строительству, транспорту, связи и ЖКХ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379770,01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600</w:t>
            </w:r>
          </w:p>
          <w:p w:rsidR="000D1B1B" w:rsidRPr="00435A2C" w:rsidRDefault="000D1B1B" w:rsidP="00125676"/>
          <w:p w:rsidR="000D1B1B" w:rsidRPr="00435A2C" w:rsidRDefault="000D1B1B" w:rsidP="00125676"/>
          <w:p w:rsidR="000D1B1B" w:rsidRPr="00435A2C" w:rsidRDefault="000D1B1B" w:rsidP="00125676">
            <w:r w:rsidRPr="00435A2C">
              <w:t>900</w:t>
            </w:r>
          </w:p>
          <w:p w:rsidR="000D1B1B" w:rsidRPr="00435A2C" w:rsidRDefault="000D1B1B" w:rsidP="00125676"/>
          <w:p w:rsidR="000D1B1B" w:rsidRPr="00435A2C" w:rsidRDefault="000D1B1B" w:rsidP="00125676"/>
          <w:p w:rsidR="000D1B1B" w:rsidRPr="00435A2C" w:rsidRDefault="000D1B1B" w:rsidP="00125676">
            <w:r w:rsidRPr="00435A2C">
              <w:t>52,2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125676"/>
          <w:p w:rsidR="000D1B1B" w:rsidRPr="00435A2C" w:rsidRDefault="000D1B1B" w:rsidP="00125676"/>
          <w:p w:rsidR="000D1B1B" w:rsidRPr="00435A2C" w:rsidRDefault="000D1B1B" w:rsidP="00125676">
            <w:r w:rsidRPr="00435A2C">
              <w:t>Россия</w:t>
            </w:r>
          </w:p>
          <w:p w:rsidR="000D1B1B" w:rsidRPr="00435A2C" w:rsidRDefault="000D1B1B" w:rsidP="00125676"/>
          <w:p w:rsidR="000D1B1B" w:rsidRPr="00435A2C" w:rsidRDefault="000D1B1B" w:rsidP="00125676"/>
          <w:p w:rsidR="000D1B1B" w:rsidRPr="00435A2C" w:rsidRDefault="000D1B1B" w:rsidP="00125676">
            <w:r w:rsidRPr="00435A2C">
              <w:t>Россия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435A2C" w:rsidRDefault="000D1B1B" w:rsidP="00FF0124">
            <w:pPr>
              <w:rPr>
                <w:bCs/>
              </w:rPr>
            </w:pPr>
            <w:r w:rsidRPr="00435A2C">
              <w:rPr>
                <w:bCs/>
              </w:rPr>
              <w:t xml:space="preserve">Белова </w:t>
            </w:r>
          </w:p>
          <w:p w:rsidR="000D1B1B" w:rsidRPr="00435A2C" w:rsidRDefault="000D1B1B" w:rsidP="00FF0124">
            <w:pPr>
              <w:rPr>
                <w:bCs/>
              </w:rPr>
            </w:pPr>
            <w:r w:rsidRPr="00435A2C">
              <w:rPr>
                <w:bCs/>
              </w:rPr>
              <w:t>Татьяна Юрьевна</w:t>
            </w: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  <w:r w:rsidRPr="00435A2C">
              <w:rPr>
                <w:bCs/>
              </w:rPr>
              <w:t>супруг</w:t>
            </w: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  <w:r w:rsidRPr="00435A2C">
              <w:rPr>
                <w:bCs/>
              </w:rPr>
              <w:t>сын</w:t>
            </w: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</w:p>
          <w:p w:rsidR="000D1B1B" w:rsidRPr="00435A2C" w:rsidRDefault="000D1B1B" w:rsidP="00FF0124">
            <w:pPr>
              <w:rPr>
                <w:bCs/>
              </w:rPr>
            </w:pPr>
            <w:r w:rsidRPr="00435A2C">
              <w:rPr>
                <w:bCs/>
              </w:rPr>
              <w:t xml:space="preserve">сын </w:t>
            </w:r>
          </w:p>
        </w:tc>
        <w:tc>
          <w:tcPr>
            <w:tcW w:w="241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Заместитель начальника отдела развития ЖКХ и тарифной политики управления по строительству, транспорту, связи и ЖКХ</w:t>
            </w:r>
          </w:p>
        </w:tc>
        <w:tc>
          <w:tcPr>
            <w:tcW w:w="1417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236535,0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286786,12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560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  </w:t>
            </w:r>
          </w:p>
        </w:tc>
        <w:tc>
          <w:tcPr>
            <w:tcW w:w="1275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1564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41,3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 </w:t>
            </w:r>
          </w:p>
        </w:tc>
        <w:tc>
          <w:tcPr>
            <w:tcW w:w="1701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Автомобиль легковой  ВАЗ 21104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Нет </w:t>
            </w:r>
          </w:p>
        </w:tc>
        <w:tc>
          <w:tcPr>
            <w:tcW w:w="1559" w:type="dxa"/>
          </w:tcPr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Нет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Земельный участок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607804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607804">
            <w:pPr>
              <w:rPr>
                <w:bCs/>
              </w:rPr>
            </w:pPr>
          </w:p>
          <w:p w:rsidR="000D1B1B" w:rsidRPr="00435A2C" w:rsidRDefault="000D1B1B" w:rsidP="00607804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  <w:p w:rsidR="000D1B1B" w:rsidRPr="00435A2C" w:rsidRDefault="000D1B1B" w:rsidP="00607804">
            <w:pPr>
              <w:rPr>
                <w:bCs/>
              </w:rPr>
            </w:pPr>
          </w:p>
          <w:p w:rsidR="000D1B1B" w:rsidRPr="00435A2C" w:rsidRDefault="000D1B1B" w:rsidP="00607804">
            <w:pPr>
              <w:rPr>
                <w:bCs/>
              </w:rPr>
            </w:pPr>
            <w:r w:rsidRPr="00435A2C">
              <w:rPr>
                <w:bCs/>
              </w:rPr>
              <w:t>Земельный участок</w:t>
            </w:r>
          </w:p>
          <w:p w:rsidR="000D1B1B" w:rsidRPr="00435A2C" w:rsidRDefault="000D1B1B" w:rsidP="00607804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Жилой дом </w:t>
            </w:r>
          </w:p>
        </w:tc>
        <w:tc>
          <w:tcPr>
            <w:tcW w:w="1276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1564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41,3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1564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41,3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1564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41,3</w:t>
            </w:r>
          </w:p>
        </w:tc>
        <w:tc>
          <w:tcPr>
            <w:tcW w:w="1418" w:type="dxa"/>
          </w:tcPr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>Россия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 </w:t>
            </w: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</w:p>
          <w:p w:rsidR="000D1B1B" w:rsidRPr="00435A2C" w:rsidRDefault="000D1B1B" w:rsidP="00295851">
            <w:pPr>
              <w:rPr>
                <w:bCs/>
              </w:rPr>
            </w:pPr>
            <w:r w:rsidRPr="00435A2C">
              <w:rPr>
                <w:bCs/>
              </w:rPr>
              <w:t xml:space="preserve">Россия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Булгакова Любовь Владимировна 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Начальник отдела координации строительства, транспорта и связи управления по строительству, транспорту, связи и ЖКХ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378198,38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260511,13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 xml:space="preserve">Земельный участок </w:t>
            </w:r>
          </w:p>
          <w:p w:rsidR="000D1B1B" w:rsidRPr="00023F6A" w:rsidRDefault="000D1B1B" w:rsidP="002F7258"/>
          <w:p w:rsidR="000D1B1B" w:rsidRPr="00023F6A" w:rsidRDefault="000D1B1B" w:rsidP="002F7258">
            <w:r w:rsidRPr="00023F6A">
              <w:t xml:space="preserve">Жилой дом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900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 xml:space="preserve">99,2 </w:t>
            </w:r>
          </w:p>
          <w:p w:rsidR="000D1B1B" w:rsidRPr="00023F6A" w:rsidRDefault="000D1B1B" w:rsidP="002F7258">
            <w:r w:rsidRPr="00023F6A">
              <w:t>(1/2 доля)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2139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99,2</w:t>
            </w:r>
          </w:p>
          <w:p w:rsidR="000D1B1B" w:rsidRPr="00023F6A" w:rsidRDefault="000D1B1B" w:rsidP="002F7258">
            <w:r w:rsidRPr="00023F6A">
              <w:t>(1/2 доля)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Россия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Россия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Легковой автомобиль ЛУАЗ 3969 А</w:t>
            </w:r>
          </w:p>
          <w:p w:rsidR="000D1B1B" w:rsidRPr="00023F6A" w:rsidRDefault="000D1B1B" w:rsidP="002F7258">
            <w:r w:rsidRPr="00023F6A">
              <w:t>Легковой автомобиль ЛАДА 210740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/>
          <w:p w:rsidR="000D1B1B" w:rsidRPr="00023F6A" w:rsidRDefault="000D1B1B" w:rsidP="002F7258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Феклистова Галина Анатольевна </w:t>
            </w: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Начальник отдела по управлению муниципальным имуществом комитета муниципальной собственности и земельных отношений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490765,43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110209,91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 xml:space="preserve">Квартира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900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>30,9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Легковой автомобиль </w:t>
            </w:r>
            <w:r w:rsidRPr="00023F6A">
              <w:rPr>
                <w:bCs/>
                <w:lang w:val="en-US"/>
              </w:rPr>
              <w:t>HONDA</w:t>
            </w:r>
            <w:r w:rsidRPr="00023F6A">
              <w:rPr>
                <w:bCs/>
              </w:rPr>
              <w:t xml:space="preserve"> </w:t>
            </w:r>
            <w:r w:rsidRPr="00023F6A">
              <w:rPr>
                <w:bCs/>
                <w:lang w:val="en-US"/>
              </w:rPr>
              <w:t>ORTHIA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87,2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Сороколетов Андрей Петрович </w:t>
            </w: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 xml:space="preserve">супруга 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дочь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сын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Начальник отдела земельных отношений комитета муниципальной собственности и земельных отношений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466629,51</w:t>
            </w: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7B344A">
            <w:r w:rsidRPr="00023F6A">
              <w:t>119687,95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 xml:space="preserve">Нет 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Часть жилого дома</w:t>
            </w: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>Нет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Нет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263</w:t>
            </w: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>77,7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Легковой автомобиль  </w:t>
            </w:r>
          </w:p>
          <w:p w:rsidR="000D1B1B" w:rsidRPr="00023F6A" w:rsidRDefault="000D1B1B" w:rsidP="008D49B5">
            <w:r w:rsidRPr="00023F6A">
              <w:t>Нисан ТИИДА</w:t>
            </w:r>
          </w:p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/>
          <w:p w:rsidR="000D1B1B" w:rsidRPr="00023F6A" w:rsidRDefault="000D1B1B" w:rsidP="008D49B5">
            <w:r w:rsidRPr="00023F6A">
              <w:t>Нет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Нет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 xml:space="preserve">Земельный участок </w:t>
            </w:r>
          </w:p>
          <w:p w:rsidR="000D1B1B" w:rsidRPr="00023F6A" w:rsidRDefault="000D1B1B" w:rsidP="007B344A"/>
          <w:p w:rsidR="000D1B1B" w:rsidRPr="00023F6A" w:rsidRDefault="000D1B1B" w:rsidP="007B344A">
            <w:r w:rsidRPr="00023F6A">
              <w:t>Часть жилого дома</w:t>
            </w:r>
          </w:p>
          <w:p w:rsidR="000D1B1B" w:rsidRPr="00023F6A" w:rsidRDefault="000D1B1B" w:rsidP="007B344A"/>
          <w:p w:rsidR="000D1B1B" w:rsidRPr="00023F6A" w:rsidRDefault="000D1B1B" w:rsidP="007B344A">
            <w:r w:rsidRPr="00023F6A">
              <w:t xml:space="preserve">Земельный участок </w:t>
            </w:r>
          </w:p>
          <w:p w:rsidR="000D1B1B" w:rsidRPr="00023F6A" w:rsidRDefault="000D1B1B" w:rsidP="007B344A"/>
          <w:p w:rsidR="000D1B1B" w:rsidRPr="00023F6A" w:rsidRDefault="000D1B1B" w:rsidP="007B344A">
            <w:r w:rsidRPr="00023F6A">
              <w:t>Часть жилого дома</w:t>
            </w:r>
          </w:p>
          <w:p w:rsidR="000D1B1B" w:rsidRPr="00023F6A" w:rsidRDefault="000D1B1B" w:rsidP="007B344A">
            <w:r w:rsidRPr="00023F6A">
              <w:t xml:space="preserve">Земельный участок </w:t>
            </w:r>
          </w:p>
          <w:p w:rsidR="000D1B1B" w:rsidRPr="00023F6A" w:rsidRDefault="000D1B1B" w:rsidP="007B344A"/>
          <w:p w:rsidR="000D1B1B" w:rsidRPr="00023F6A" w:rsidRDefault="000D1B1B" w:rsidP="007B344A">
            <w:r w:rsidRPr="00023F6A">
              <w:t>Часть жилого дома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263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77,7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263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77,7</w:t>
            </w:r>
          </w:p>
          <w:p w:rsidR="000D1B1B" w:rsidRPr="00023F6A" w:rsidRDefault="000D1B1B" w:rsidP="007B344A"/>
          <w:p w:rsidR="000D1B1B" w:rsidRPr="00023F6A" w:rsidRDefault="000D1B1B" w:rsidP="007B344A">
            <w:r w:rsidRPr="00023F6A">
              <w:t>263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77,7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Россия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Россия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Россия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Россия</w:t>
            </w:r>
          </w:p>
          <w:p w:rsidR="000D1B1B" w:rsidRPr="00023F6A" w:rsidRDefault="000D1B1B" w:rsidP="007B344A"/>
          <w:p w:rsidR="000D1B1B" w:rsidRPr="00023F6A" w:rsidRDefault="000D1B1B" w:rsidP="007B344A">
            <w:r w:rsidRPr="00023F6A">
              <w:t>Россия</w:t>
            </w:r>
          </w:p>
          <w:p w:rsidR="000D1B1B" w:rsidRPr="00023F6A" w:rsidRDefault="000D1B1B" w:rsidP="007B344A"/>
          <w:p w:rsidR="000D1B1B" w:rsidRPr="00023F6A" w:rsidRDefault="000D1B1B" w:rsidP="007B344A"/>
          <w:p w:rsidR="000D1B1B" w:rsidRPr="00023F6A" w:rsidRDefault="000D1B1B" w:rsidP="007B344A">
            <w:r w:rsidRPr="00023F6A">
              <w:t>Россия</w:t>
            </w:r>
          </w:p>
          <w:p w:rsidR="000D1B1B" w:rsidRPr="00023F6A" w:rsidRDefault="000D1B1B" w:rsidP="007B344A"/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7B344A">
            <w:pPr>
              <w:rPr>
                <w:bCs/>
              </w:rPr>
            </w:pPr>
            <w:r w:rsidRPr="00023F6A">
              <w:rPr>
                <w:bCs/>
              </w:rPr>
              <w:t xml:space="preserve">Чеснокова Ирина Ивановна </w:t>
            </w:r>
          </w:p>
          <w:p w:rsidR="000D1B1B" w:rsidRPr="00023F6A" w:rsidRDefault="000D1B1B" w:rsidP="007B344A">
            <w:pPr>
              <w:rPr>
                <w:bCs/>
              </w:rPr>
            </w:pPr>
          </w:p>
          <w:p w:rsidR="000D1B1B" w:rsidRPr="00023F6A" w:rsidRDefault="000D1B1B" w:rsidP="007B344A">
            <w:pPr>
              <w:rPr>
                <w:bCs/>
              </w:rPr>
            </w:pPr>
          </w:p>
          <w:p w:rsidR="000D1B1B" w:rsidRPr="00023F6A" w:rsidRDefault="000D1B1B" w:rsidP="007B344A">
            <w:pPr>
              <w:rPr>
                <w:bCs/>
              </w:rPr>
            </w:pPr>
          </w:p>
          <w:p w:rsidR="000D1B1B" w:rsidRPr="00023F6A" w:rsidRDefault="000D1B1B" w:rsidP="007B344A">
            <w:pPr>
              <w:rPr>
                <w:bCs/>
              </w:rPr>
            </w:pPr>
          </w:p>
          <w:p w:rsidR="000D1B1B" w:rsidRPr="00023F6A" w:rsidRDefault="000D1B1B" w:rsidP="007B344A">
            <w:pPr>
              <w:rPr>
                <w:bCs/>
              </w:rPr>
            </w:pPr>
          </w:p>
          <w:p w:rsidR="000D1B1B" w:rsidRPr="00023F6A" w:rsidRDefault="000D1B1B" w:rsidP="007B344A">
            <w:pPr>
              <w:rPr>
                <w:bCs/>
              </w:rPr>
            </w:pPr>
          </w:p>
          <w:p w:rsidR="000D1B1B" w:rsidRPr="00023F6A" w:rsidRDefault="000D1B1B" w:rsidP="007B344A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муниципального заказа комитета муниципальной собственности и земельных отношений </w:t>
            </w:r>
          </w:p>
          <w:p w:rsidR="000D1B1B" w:rsidRPr="00023F6A" w:rsidRDefault="000D1B1B" w:rsidP="00512D22"/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365783,35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604291,20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1400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30,5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Легковой автомобиль ИЖ – 2126 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42,3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42,3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Сергиенко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Елена Юрьевна 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по труду комитета экономического развития администрации района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352000,13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Гараж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19</w:t>
            </w:r>
          </w:p>
          <w:p w:rsidR="000D1B1B" w:rsidRPr="00023F6A" w:rsidRDefault="000D1B1B" w:rsidP="000E785B"/>
          <w:p w:rsidR="000D1B1B" w:rsidRPr="00023F6A" w:rsidRDefault="000D1B1B" w:rsidP="000E785B"/>
          <w:p w:rsidR="000D1B1B" w:rsidRPr="00023F6A" w:rsidRDefault="000D1B1B" w:rsidP="000E785B">
            <w:r w:rsidRPr="00023F6A">
              <w:t>44,4</w:t>
            </w:r>
          </w:p>
          <w:p w:rsidR="000D1B1B" w:rsidRPr="00023F6A" w:rsidRDefault="000D1B1B" w:rsidP="000E785B"/>
          <w:p w:rsidR="000D1B1B" w:rsidRPr="00023F6A" w:rsidRDefault="000D1B1B" w:rsidP="000E785B">
            <w:r w:rsidRPr="00023F6A">
              <w:t>18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0E785B"/>
          <w:p w:rsidR="000D1B1B" w:rsidRPr="00023F6A" w:rsidRDefault="000D1B1B" w:rsidP="000E785B"/>
          <w:p w:rsidR="000D1B1B" w:rsidRPr="00023F6A" w:rsidRDefault="000D1B1B" w:rsidP="000E785B">
            <w:r w:rsidRPr="00023F6A">
              <w:t>Россия</w:t>
            </w:r>
          </w:p>
          <w:p w:rsidR="000D1B1B" w:rsidRPr="00023F6A" w:rsidRDefault="000D1B1B" w:rsidP="000E785B"/>
          <w:p w:rsidR="000D1B1B" w:rsidRPr="00023F6A" w:rsidRDefault="000D1B1B" w:rsidP="000E785B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Легковой автомобиль Чери А – 13 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Проскурина Наталья Петровна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экономического развития, поддержки малого предпринимательства и сельского туризма комитета экономического развития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400194,53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41,7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Автомобиль легковой Шевроле Авео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Механошина Ирина Алексеевна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сын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сын 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Заместитель начальника отдела экономического развития, поддержки малого предпринимательства и сельского туризма комитета экономического развития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187938,91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 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 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5034D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5034D1">
            <w:pPr>
              <w:rPr>
                <w:bCs/>
              </w:rPr>
            </w:pPr>
          </w:p>
          <w:p w:rsidR="000D1B1B" w:rsidRPr="00023F6A" w:rsidRDefault="000D1B1B" w:rsidP="005034D1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5034D1">
            <w:pPr>
              <w:rPr>
                <w:bCs/>
              </w:rPr>
            </w:pPr>
          </w:p>
          <w:p w:rsidR="000D1B1B" w:rsidRPr="00023F6A" w:rsidRDefault="000D1B1B" w:rsidP="005034D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5034D1">
            <w:pPr>
              <w:rPr>
                <w:bCs/>
              </w:rPr>
            </w:pPr>
          </w:p>
          <w:p w:rsidR="000D1B1B" w:rsidRPr="00023F6A" w:rsidRDefault="000D1B1B" w:rsidP="005034D1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600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250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600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250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600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250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 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Свиридова Наталья Алексеевна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сын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развития потребительского рынка и защиты прав потребителей комитета экономического развития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307179,78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2000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(1/3 доля)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1500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(1/3 доля)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3500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(1/3 доля)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75,7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(1/3 доля)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74,9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(1/2 доля)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75,7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</w:tc>
      </w:tr>
      <w:tr w:rsidR="000D1B1B" w:rsidRPr="002C424A" w:rsidTr="00933A2D">
        <w:trPr>
          <w:trHeight w:val="284"/>
        </w:trPr>
        <w:tc>
          <w:tcPr>
            <w:tcW w:w="1985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Городов Федор Алексеевич</w:t>
            </w: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jc w:val="both"/>
              <w:rPr>
                <w:bCs/>
              </w:rPr>
            </w:pPr>
          </w:p>
          <w:p w:rsidR="000D1B1B" w:rsidRPr="00023F6A" w:rsidRDefault="000D1B1B" w:rsidP="00933A2D">
            <w:pPr>
              <w:jc w:val="both"/>
              <w:rPr>
                <w:bCs/>
              </w:rPr>
            </w:pPr>
          </w:p>
          <w:p w:rsidR="000D1B1B" w:rsidRPr="00023F6A" w:rsidRDefault="000D1B1B" w:rsidP="00933A2D">
            <w:pPr>
              <w:jc w:val="both"/>
            </w:pPr>
            <w:r w:rsidRPr="00023F6A">
              <w:rPr>
                <w:bCs/>
              </w:rPr>
              <w:t xml:space="preserve">супруга </w:t>
            </w:r>
          </w:p>
        </w:tc>
        <w:tc>
          <w:tcPr>
            <w:tcW w:w="2410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Заместитель начальника управления сельского хозяйства и природопользования – начальник отдела развития АПК и сельских территорий</w:t>
            </w:r>
          </w:p>
        </w:tc>
        <w:tc>
          <w:tcPr>
            <w:tcW w:w="1417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354920,12</w:t>
            </w: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394247,25</w:t>
            </w:r>
          </w:p>
        </w:tc>
        <w:tc>
          <w:tcPr>
            <w:tcW w:w="1560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 xml:space="preserve">5000 </w:t>
            </w:r>
          </w:p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(общая)</w:t>
            </w:r>
          </w:p>
          <w:p w:rsidR="000D1B1B" w:rsidRPr="00023F6A" w:rsidRDefault="000D1B1B" w:rsidP="00933A2D"/>
          <w:p w:rsidR="000D1B1B" w:rsidRPr="00023F6A" w:rsidRDefault="000D1B1B" w:rsidP="00933A2D">
            <w:r w:rsidRPr="00023F6A">
              <w:t>66</w:t>
            </w:r>
          </w:p>
          <w:p w:rsidR="000D1B1B" w:rsidRPr="00023F6A" w:rsidRDefault="000D1B1B" w:rsidP="00933A2D">
            <w:r w:rsidRPr="00023F6A">
              <w:t>(1/3 доля)</w:t>
            </w:r>
          </w:p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>
            <w:r w:rsidRPr="00023F6A">
              <w:t>5000</w:t>
            </w:r>
          </w:p>
          <w:p w:rsidR="000D1B1B" w:rsidRPr="00023F6A" w:rsidRDefault="000D1B1B" w:rsidP="00933A2D">
            <w:r w:rsidRPr="00023F6A">
              <w:t>(общая)</w:t>
            </w:r>
          </w:p>
          <w:p w:rsidR="000D1B1B" w:rsidRPr="00023F6A" w:rsidRDefault="000D1B1B" w:rsidP="00933A2D"/>
          <w:p w:rsidR="000D1B1B" w:rsidRPr="00023F6A" w:rsidRDefault="000D1B1B" w:rsidP="00933A2D">
            <w:r w:rsidRPr="00023F6A">
              <w:t>66</w:t>
            </w:r>
          </w:p>
          <w:p w:rsidR="000D1B1B" w:rsidRPr="00023F6A" w:rsidRDefault="000D1B1B" w:rsidP="00933A2D">
            <w:r w:rsidRPr="00023F6A">
              <w:t>(1/3 доля)</w:t>
            </w:r>
          </w:p>
        </w:tc>
        <w:tc>
          <w:tcPr>
            <w:tcW w:w="1276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>
            <w:r w:rsidRPr="00023F6A">
              <w:t>Россия</w:t>
            </w:r>
          </w:p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>
            <w:r w:rsidRPr="00023F6A">
              <w:t>Россия</w:t>
            </w:r>
          </w:p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Легковой автомобиль ВАЗ 21074</w:t>
            </w:r>
          </w:p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(общая)</w:t>
            </w: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Легковой автомобиль ВАЗ 21074 (общая)</w:t>
            </w:r>
          </w:p>
        </w:tc>
        <w:tc>
          <w:tcPr>
            <w:tcW w:w="1559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</w:p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>2000</w:t>
            </w:r>
          </w:p>
        </w:tc>
        <w:tc>
          <w:tcPr>
            <w:tcW w:w="1418" w:type="dxa"/>
          </w:tcPr>
          <w:p w:rsidR="000D1B1B" w:rsidRPr="00023F6A" w:rsidRDefault="000D1B1B" w:rsidP="00933A2D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Жук Николай Федорович </w:t>
            </w:r>
          </w:p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>
            <w:r w:rsidRPr="00023F6A">
              <w:t>супруга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Заместитель начальника управления сельского хозяйства и природопользования – начальник отдела природопользования и охраны окружающей среды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348140,74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277856,49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Часть жилого дома</w:t>
            </w:r>
          </w:p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1597</w:t>
            </w:r>
          </w:p>
          <w:p w:rsidR="000D1B1B" w:rsidRPr="00023F6A" w:rsidRDefault="000D1B1B" w:rsidP="000E785B"/>
          <w:p w:rsidR="000D1B1B" w:rsidRPr="00023F6A" w:rsidRDefault="000D1B1B" w:rsidP="000E785B"/>
          <w:p w:rsidR="000D1B1B" w:rsidRPr="00023F6A" w:rsidRDefault="000D1B1B" w:rsidP="000E785B">
            <w:r w:rsidRPr="00023F6A">
              <w:t>593</w:t>
            </w:r>
          </w:p>
          <w:p w:rsidR="000D1B1B" w:rsidRPr="00023F6A" w:rsidRDefault="000D1B1B" w:rsidP="000E785B"/>
          <w:p w:rsidR="000D1B1B" w:rsidRPr="00023F6A" w:rsidRDefault="000D1B1B" w:rsidP="000E785B"/>
          <w:p w:rsidR="000D1B1B" w:rsidRPr="00023F6A" w:rsidRDefault="000D1B1B" w:rsidP="000E785B">
            <w:r w:rsidRPr="00023F6A">
              <w:t>99,8</w:t>
            </w:r>
          </w:p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0E785B"/>
          <w:p w:rsidR="000D1B1B" w:rsidRPr="00023F6A" w:rsidRDefault="000D1B1B" w:rsidP="000E785B"/>
          <w:p w:rsidR="000D1B1B" w:rsidRPr="00023F6A" w:rsidRDefault="000D1B1B" w:rsidP="000E785B">
            <w:r w:rsidRPr="00023F6A">
              <w:t>Россия</w:t>
            </w:r>
          </w:p>
          <w:p w:rsidR="000D1B1B" w:rsidRPr="00023F6A" w:rsidRDefault="000D1B1B" w:rsidP="000E785B"/>
          <w:p w:rsidR="000D1B1B" w:rsidRPr="00023F6A" w:rsidRDefault="000D1B1B" w:rsidP="000E785B"/>
          <w:p w:rsidR="000D1B1B" w:rsidRPr="00023F6A" w:rsidRDefault="000D1B1B" w:rsidP="000E785B">
            <w:r w:rsidRPr="00023F6A"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Легковой автомобиль ВАЗ – 21074 </w:t>
            </w:r>
          </w:p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/>
          <w:p w:rsidR="000D1B1B" w:rsidRPr="00023F6A" w:rsidRDefault="000D1B1B" w:rsidP="00A867E1">
            <w:r w:rsidRPr="00023F6A">
              <w:t xml:space="preserve">Часть жилого дома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99,8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Воронова Татьяна Николаевна 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экономики, бухгалтерского учета и субсидий управления сельского хозяйства и природопользования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288745,62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Земли с/х назначения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811</w:t>
            </w:r>
          </w:p>
          <w:p w:rsidR="000D1B1B" w:rsidRPr="00023F6A" w:rsidRDefault="000D1B1B" w:rsidP="004C1EB1"/>
          <w:p w:rsidR="000D1B1B" w:rsidRPr="00023F6A" w:rsidRDefault="000D1B1B" w:rsidP="004C1EB1"/>
          <w:p w:rsidR="000D1B1B" w:rsidRPr="00023F6A" w:rsidRDefault="000D1B1B" w:rsidP="004C1EB1">
            <w:r w:rsidRPr="00023F6A">
              <w:t>4500</w:t>
            </w:r>
          </w:p>
          <w:p w:rsidR="000D1B1B" w:rsidRPr="00023F6A" w:rsidRDefault="000D1B1B" w:rsidP="004C1EB1"/>
          <w:p w:rsidR="000D1B1B" w:rsidRPr="00023F6A" w:rsidRDefault="000D1B1B" w:rsidP="004C1EB1"/>
          <w:p w:rsidR="000D1B1B" w:rsidRPr="00023F6A" w:rsidRDefault="000D1B1B" w:rsidP="004C1EB1">
            <w:r w:rsidRPr="00023F6A">
              <w:t>81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4C1EB1"/>
          <w:p w:rsidR="000D1B1B" w:rsidRPr="00023F6A" w:rsidRDefault="000D1B1B" w:rsidP="004C1EB1"/>
          <w:p w:rsidR="000D1B1B" w:rsidRPr="00023F6A" w:rsidRDefault="000D1B1B" w:rsidP="004C1EB1">
            <w:r w:rsidRPr="00023F6A">
              <w:t>Россия</w:t>
            </w:r>
          </w:p>
          <w:p w:rsidR="000D1B1B" w:rsidRPr="00023F6A" w:rsidRDefault="000D1B1B" w:rsidP="004C1EB1"/>
          <w:p w:rsidR="000D1B1B" w:rsidRPr="00023F6A" w:rsidRDefault="000D1B1B" w:rsidP="004C1EB1"/>
          <w:p w:rsidR="000D1B1B" w:rsidRPr="00023F6A" w:rsidRDefault="000D1B1B" w:rsidP="004C1EB1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Пищулина Нина Васильевна 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Заместитель начальника отдела экономики, бухгалтерского учета и субсидий управления сельского хозяйства и природо-ния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282686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1500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(1/2 доля)</w:t>
            </w:r>
          </w:p>
          <w:p w:rsidR="000D1B1B" w:rsidRPr="00023F6A" w:rsidRDefault="000D1B1B" w:rsidP="00631729"/>
          <w:p w:rsidR="000D1B1B" w:rsidRPr="00023F6A" w:rsidRDefault="000D1B1B" w:rsidP="00631729">
            <w:r w:rsidRPr="00023F6A">
              <w:t>140</w:t>
            </w:r>
          </w:p>
          <w:p w:rsidR="000D1B1B" w:rsidRPr="00023F6A" w:rsidRDefault="000D1B1B" w:rsidP="00631729">
            <w:r w:rsidRPr="00023F6A">
              <w:t>(1/2 доля)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631729"/>
          <w:p w:rsidR="000D1B1B" w:rsidRPr="00023F6A" w:rsidRDefault="000D1B1B" w:rsidP="00631729"/>
          <w:p w:rsidR="000D1B1B" w:rsidRPr="00023F6A" w:rsidRDefault="000D1B1B" w:rsidP="00631729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Пащенко Ольга Алексеевна </w:t>
            </w:r>
          </w:p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>
            <w:r w:rsidRPr="00023F6A">
              <w:t>супруг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сын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Заместитель начальника отдела развития АПК и сельских территорий по животноводству управления сельского хозяйства и природопользования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290655,99</w:t>
            </w:r>
          </w:p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>
            <w:r w:rsidRPr="00023F6A">
              <w:t>636190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Дача – садовый домик</w:t>
            </w:r>
          </w:p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>
            <w:r w:rsidRPr="00023F6A">
              <w:t xml:space="preserve">Земельный участок </w:t>
            </w:r>
          </w:p>
          <w:p w:rsidR="000D1B1B" w:rsidRPr="00023F6A" w:rsidRDefault="000D1B1B" w:rsidP="00BB00BD"/>
          <w:p w:rsidR="000D1B1B" w:rsidRPr="00023F6A" w:rsidRDefault="000D1B1B" w:rsidP="00BB00BD">
            <w:r w:rsidRPr="00023F6A">
              <w:t xml:space="preserve">Земля с/х назначения </w:t>
            </w:r>
          </w:p>
          <w:p w:rsidR="000D1B1B" w:rsidRPr="00023F6A" w:rsidRDefault="000D1B1B" w:rsidP="00BB00BD"/>
          <w:p w:rsidR="000D1B1B" w:rsidRPr="00023F6A" w:rsidRDefault="000D1B1B" w:rsidP="00BB00BD">
            <w:r w:rsidRPr="00023F6A">
              <w:t xml:space="preserve">Земля с/х назначения </w:t>
            </w:r>
          </w:p>
          <w:p w:rsidR="000D1B1B" w:rsidRPr="00023F6A" w:rsidRDefault="000D1B1B" w:rsidP="00BB00BD"/>
          <w:p w:rsidR="000D1B1B" w:rsidRPr="00023F6A" w:rsidRDefault="000D1B1B" w:rsidP="00BB00BD">
            <w:r w:rsidRPr="00023F6A">
              <w:t xml:space="preserve">Земельный участок </w:t>
            </w:r>
          </w:p>
          <w:p w:rsidR="000D1B1B" w:rsidRPr="00023F6A" w:rsidRDefault="000D1B1B" w:rsidP="00BB00BD"/>
          <w:p w:rsidR="000D1B1B" w:rsidRPr="00023F6A" w:rsidRDefault="000D1B1B" w:rsidP="00BB00BD">
            <w:r w:rsidRPr="00023F6A">
              <w:t xml:space="preserve">Жилой дом </w:t>
            </w:r>
          </w:p>
          <w:p w:rsidR="000D1B1B" w:rsidRPr="00023F6A" w:rsidRDefault="000D1B1B" w:rsidP="00BB00BD"/>
          <w:p w:rsidR="000D1B1B" w:rsidRPr="00023F6A" w:rsidRDefault="000D1B1B" w:rsidP="00AF15DB">
            <w:r w:rsidRPr="00023F6A">
              <w:t>Объект незаверш. строит-ва</w:t>
            </w:r>
          </w:p>
          <w:p w:rsidR="000D1B1B" w:rsidRPr="00023F6A" w:rsidRDefault="000D1B1B" w:rsidP="00AF15DB"/>
          <w:p w:rsidR="000D1B1B" w:rsidRPr="00023F6A" w:rsidRDefault="000D1B1B" w:rsidP="00AF15DB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600</w:t>
            </w:r>
          </w:p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>
            <w:r w:rsidRPr="00023F6A">
              <w:t>40</w:t>
            </w:r>
          </w:p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>
            <w:r w:rsidRPr="00023F6A">
              <w:t>3425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32000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6700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1674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99,9</w:t>
            </w:r>
          </w:p>
          <w:p w:rsidR="000D1B1B" w:rsidRPr="00023F6A" w:rsidRDefault="000D1B1B" w:rsidP="00AF15DB"/>
          <w:p w:rsidR="000D1B1B" w:rsidRPr="00023F6A" w:rsidRDefault="000D1B1B" w:rsidP="00AF15DB">
            <w:r w:rsidRPr="00023F6A">
              <w:t>119,9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>
            <w:r w:rsidRPr="00023F6A">
              <w:t>Россия</w:t>
            </w:r>
          </w:p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/>
          <w:p w:rsidR="000D1B1B" w:rsidRPr="00023F6A" w:rsidRDefault="000D1B1B" w:rsidP="00BB00BD">
            <w:r w:rsidRPr="00023F6A">
              <w:t>Россия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Россия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Россия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Россия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Россия</w:t>
            </w:r>
          </w:p>
          <w:p w:rsidR="000D1B1B" w:rsidRPr="00023F6A" w:rsidRDefault="000D1B1B" w:rsidP="00AF15DB"/>
          <w:p w:rsidR="000D1B1B" w:rsidRPr="00023F6A" w:rsidRDefault="000D1B1B" w:rsidP="00AF15DB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 xml:space="preserve">Легковой автомобиль УАЗ – 31514 </w:t>
            </w:r>
          </w:p>
          <w:p w:rsidR="000D1B1B" w:rsidRPr="00023F6A" w:rsidRDefault="000D1B1B" w:rsidP="00AF15DB"/>
          <w:p w:rsidR="000D1B1B" w:rsidRPr="00023F6A" w:rsidRDefault="000D1B1B" w:rsidP="00AF15DB">
            <w:r w:rsidRPr="00023F6A">
              <w:t xml:space="preserve">Прицеп бортовой 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Нет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Земельный участок</w:t>
            </w:r>
          </w:p>
          <w:p w:rsidR="000D1B1B" w:rsidRPr="00023F6A" w:rsidRDefault="000D1B1B" w:rsidP="00AF15DB"/>
          <w:p w:rsidR="000D1B1B" w:rsidRPr="00023F6A" w:rsidRDefault="000D1B1B" w:rsidP="00AF15DB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99,9</w:t>
            </w:r>
          </w:p>
          <w:p w:rsidR="000D1B1B" w:rsidRPr="00023F6A" w:rsidRDefault="000D1B1B" w:rsidP="00BB00BD"/>
          <w:p w:rsidR="000D1B1B" w:rsidRPr="00023F6A" w:rsidRDefault="000D1B1B" w:rsidP="00BB00BD">
            <w:r w:rsidRPr="00023F6A">
              <w:t>3425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3425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99,9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BB00BD"/>
          <w:p w:rsidR="000D1B1B" w:rsidRPr="00023F6A" w:rsidRDefault="000D1B1B" w:rsidP="00BB00BD">
            <w:r w:rsidRPr="00023F6A">
              <w:t>Россия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Россия</w:t>
            </w:r>
          </w:p>
          <w:p w:rsidR="000D1B1B" w:rsidRPr="00023F6A" w:rsidRDefault="000D1B1B" w:rsidP="00AF15DB"/>
          <w:p w:rsidR="000D1B1B" w:rsidRPr="00023F6A" w:rsidRDefault="000D1B1B" w:rsidP="00AF15DB"/>
          <w:p w:rsidR="000D1B1B" w:rsidRPr="00023F6A" w:rsidRDefault="000D1B1B" w:rsidP="00AF15DB">
            <w:r w:rsidRPr="00023F6A">
              <w:t>Россия</w:t>
            </w:r>
          </w:p>
          <w:p w:rsidR="000D1B1B" w:rsidRPr="00023F6A" w:rsidRDefault="000D1B1B" w:rsidP="00AF15DB"/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Иголка Евгений Александрович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Заместитель начальника отдела развития АПК и сельских территорий управления сельского хозяйства и природопользования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224645,47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Хояйствен-ные постройки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184,4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  <w:sz w:val="22"/>
                <w:szCs w:val="22"/>
              </w:rPr>
              <w:t>(1/4 доля)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¼ доля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Кийкова Тамара Ивановна </w:t>
            </w:r>
          </w:p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Начальник отдела – заместитель председателя комиссии по делам несовершеннолетних и защите их прав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434434,13</w:t>
            </w:r>
          </w:p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>
            <w:r w:rsidRPr="00023F6A">
              <w:t>858766,12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квартира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 xml:space="preserve">Земельный участок 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Земельный пай</w:t>
            </w:r>
          </w:p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>
            <w:r w:rsidRPr="00023F6A">
              <w:t xml:space="preserve">Жилой дом 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 xml:space="preserve">Квартира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1500</w:t>
            </w:r>
          </w:p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>
            <w:r w:rsidRPr="00023F6A">
              <w:t>28,3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69,3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33,5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2000</w:t>
            </w:r>
          </w:p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>
            <w:r w:rsidRPr="00023F6A">
              <w:t>45000</w:t>
            </w:r>
          </w:p>
          <w:p w:rsidR="000D1B1B" w:rsidRPr="00023F6A" w:rsidRDefault="000D1B1B" w:rsidP="00B47EA0">
            <w:r w:rsidRPr="00023F6A">
              <w:t>(общая долевая)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103,3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81,9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>
            <w:r w:rsidRPr="00023F6A">
              <w:t>Россия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Россия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 xml:space="preserve">Россия 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Россия</w:t>
            </w:r>
          </w:p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>
            <w:r w:rsidRPr="00023F6A">
              <w:t>Россия</w:t>
            </w:r>
          </w:p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/>
          <w:p w:rsidR="000D1B1B" w:rsidRPr="00023F6A" w:rsidRDefault="000D1B1B" w:rsidP="00B47EA0">
            <w:r w:rsidRPr="00023F6A">
              <w:t>Россия</w:t>
            </w:r>
          </w:p>
          <w:p w:rsidR="000D1B1B" w:rsidRPr="00023F6A" w:rsidRDefault="000D1B1B" w:rsidP="00B47EA0"/>
          <w:p w:rsidR="000D1B1B" w:rsidRPr="00023F6A" w:rsidRDefault="000D1B1B" w:rsidP="00B47EA0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>
            <w:r w:rsidRPr="00023F6A">
              <w:t xml:space="preserve">Легковой автомобиль ВАЗ – 2110 </w:t>
            </w:r>
          </w:p>
          <w:p w:rsidR="000D1B1B" w:rsidRPr="00023F6A" w:rsidRDefault="000D1B1B" w:rsidP="00B95A25"/>
          <w:p w:rsidR="000D1B1B" w:rsidRPr="00023F6A" w:rsidRDefault="000D1B1B" w:rsidP="00B95A25">
            <w:r w:rsidRPr="00023F6A">
              <w:t xml:space="preserve">Легковой автомобиль Форд «Фокус» 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 </w:t>
            </w:r>
          </w:p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>
            <w:r w:rsidRPr="00023F6A">
              <w:t>Земельный участок</w:t>
            </w:r>
          </w:p>
        </w:tc>
        <w:tc>
          <w:tcPr>
            <w:tcW w:w="1276" w:type="dxa"/>
          </w:tcPr>
          <w:p w:rsidR="000D1B1B" w:rsidRPr="00023F6A" w:rsidRDefault="000D1B1B" w:rsidP="00B47EA0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>
            <w:r w:rsidRPr="00023F6A">
              <w:t>3500</w:t>
            </w:r>
          </w:p>
        </w:tc>
        <w:tc>
          <w:tcPr>
            <w:tcW w:w="1418" w:type="dxa"/>
          </w:tcPr>
          <w:p w:rsidR="000D1B1B" w:rsidRPr="00023F6A" w:rsidRDefault="000D1B1B" w:rsidP="00B47EA0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/>
          <w:p w:rsidR="000D1B1B" w:rsidRPr="00023F6A" w:rsidRDefault="000D1B1B" w:rsidP="00B95A25">
            <w:r w:rsidRPr="00023F6A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Ермакова Галина Александровна 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записи актов гражданского состояния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416381,41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576354,25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Часть жилого дома</w:t>
            </w:r>
          </w:p>
          <w:p w:rsidR="000D1B1B" w:rsidRPr="00023F6A" w:rsidRDefault="000D1B1B" w:rsidP="006B1F34"/>
          <w:p w:rsidR="000D1B1B" w:rsidRPr="00023F6A" w:rsidRDefault="000D1B1B" w:rsidP="006B1F34">
            <w:r w:rsidRPr="00023F6A">
              <w:t xml:space="preserve">Земельный участок </w:t>
            </w:r>
          </w:p>
          <w:p w:rsidR="000D1B1B" w:rsidRPr="00023F6A" w:rsidRDefault="000D1B1B" w:rsidP="006B1F34"/>
          <w:p w:rsidR="000D1B1B" w:rsidRPr="00023F6A" w:rsidRDefault="000D1B1B" w:rsidP="006B1F34">
            <w:r w:rsidRPr="00023F6A">
              <w:t xml:space="preserve">Земельный участок </w:t>
            </w:r>
          </w:p>
          <w:p w:rsidR="000D1B1B" w:rsidRPr="00023F6A" w:rsidRDefault="000D1B1B" w:rsidP="006B1F34"/>
          <w:p w:rsidR="000D1B1B" w:rsidRPr="00023F6A" w:rsidRDefault="000D1B1B" w:rsidP="006B1F34">
            <w:r w:rsidRPr="00023F6A">
              <w:t>Земельный участок</w:t>
            </w:r>
          </w:p>
          <w:p w:rsidR="000D1B1B" w:rsidRPr="00023F6A" w:rsidRDefault="000D1B1B" w:rsidP="006B1F34">
            <w:r w:rsidRPr="00023F6A">
              <w:t>Часть жилого дома</w:t>
            </w:r>
          </w:p>
          <w:p w:rsidR="000D1B1B" w:rsidRPr="00023F6A" w:rsidRDefault="000D1B1B" w:rsidP="006B1F34"/>
          <w:p w:rsidR="000D1B1B" w:rsidRPr="00023F6A" w:rsidRDefault="000D1B1B" w:rsidP="006B1F34">
            <w:r w:rsidRPr="00023F6A">
              <w:t xml:space="preserve">Нежилое помещение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813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79,8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1000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202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25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108,3</w:t>
            </w:r>
          </w:p>
          <w:p w:rsidR="000D1B1B" w:rsidRPr="00023F6A" w:rsidRDefault="000D1B1B" w:rsidP="006B1F34"/>
          <w:p w:rsidR="000D1B1B" w:rsidRPr="00023F6A" w:rsidRDefault="000D1B1B" w:rsidP="006B1F34">
            <w:r w:rsidRPr="00023F6A">
              <w:t>24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Россия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 xml:space="preserve">Россия  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Россия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>Россия</w:t>
            </w:r>
          </w:p>
          <w:p w:rsidR="000D1B1B" w:rsidRPr="00023F6A" w:rsidRDefault="000D1B1B" w:rsidP="006B1F34"/>
          <w:p w:rsidR="000D1B1B" w:rsidRPr="00023F6A" w:rsidRDefault="000D1B1B" w:rsidP="006B1F34"/>
          <w:p w:rsidR="000D1B1B" w:rsidRPr="00023F6A" w:rsidRDefault="000D1B1B" w:rsidP="006B1F34">
            <w:r w:rsidRPr="00023F6A">
              <w:t xml:space="preserve">Россия </w:t>
            </w:r>
          </w:p>
          <w:p w:rsidR="000D1B1B" w:rsidRPr="00023F6A" w:rsidRDefault="000D1B1B" w:rsidP="006B1F34"/>
          <w:p w:rsidR="000D1B1B" w:rsidRPr="00023F6A" w:rsidRDefault="000D1B1B" w:rsidP="006B1F34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>
            <w:r w:rsidRPr="00023F6A">
              <w:t xml:space="preserve">Легковой автомобиль </w:t>
            </w:r>
          </w:p>
          <w:p w:rsidR="000D1B1B" w:rsidRPr="00023F6A" w:rsidRDefault="000D1B1B" w:rsidP="00195429">
            <w:r w:rsidRPr="00023F6A">
              <w:t>Рено мегане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>
            <w:r w:rsidRPr="00023F6A">
              <w:t xml:space="preserve">Нет </w:t>
            </w:r>
          </w:p>
          <w:p w:rsidR="000D1B1B" w:rsidRPr="00023F6A" w:rsidRDefault="000D1B1B" w:rsidP="00195429"/>
        </w:tc>
        <w:tc>
          <w:tcPr>
            <w:tcW w:w="1276" w:type="dxa"/>
          </w:tcPr>
          <w:p w:rsidR="000D1B1B" w:rsidRPr="00023F6A" w:rsidRDefault="000D1B1B" w:rsidP="00195429"/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  <w:p w:rsidR="000D1B1B" w:rsidRPr="00023F6A" w:rsidRDefault="000D1B1B" w:rsidP="00195429"/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Гатилова Виктория Викторовна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по делам молодежи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334799,24</w:t>
            </w:r>
          </w:p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6A7A78">
            <w:r w:rsidRPr="00023F6A">
              <w:t>558551,98</w:t>
            </w:r>
          </w:p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A67B2"/>
          <w:p w:rsidR="000D1B1B" w:rsidRPr="00023F6A" w:rsidRDefault="000D1B1B" w:rsidP="002A67B2">
            <w:r w:rsidRPr="00023F6A">
              <w:t xml:space="preserve">Земельный участок </w:t>
            </w:r>
          </w:p>
          <w:p w:rsidR="000D1B1B" w:rsidRPr="00023F6A" w:rsidRDefault="000D1B1B" w:rsidP="002A67B2"/>
          <w:p w:rsidR="000D1B1B" w:rsidRPr="00023F6A" w:rsidRDefault="000D1B1B" w:rsidP="002A67B2">
            <w:r w:rsidRPr="00023F6A">
              <w:t xml:space="preserve">Жилой дом </w:t>
            </w:r>
          </w:p>
          <w:p w:rsidR="000D1B1B" w:rsidRPr="00023F6A" w:rsidRDefault="000D1B1B" w:rsidP="006A7A78"/>
          <w:p w:rsidR="000D1B1B" w:rsidRPr="00023F6A" w:rsidRDefault="000D1B1B" w:rsidP="006A7A78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836</w:t>
            </w:r>
          </w:p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>
            <w:r w:rsidRPr="00023F6A">
              <w:t>119,4</w:t>
            </w:r>
          </w:p>
          <w:p w:rsidR="000D1B1B" w:rsidRPr="00023F6A" w:rsidRDefault="000D1B1B" w:rsidP="002A67B2"/>
          <w:p w:rsidR="000D1B1B" w:rsidRPr="00023F6A" w:rsidRDefault="000D1B1B" w:rsidP="002A67B2">
            <w:r w:rsidRPr="00023F6A">
              <w:t>1400</w:t>
            </w:r>
          </w:p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>
            <w:r w:rsidRPr="00023F6A">
              <w:t>47,8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>
            <w:r w:rsidRPr="00023F6A">
              <w:t>Россия</w:t>
            </w:r>
          </w:p>
          <w:p w:rsidR="000D1B1B" w:rsidRPr="00023F6A" w:rsidRDefault="000D1B1B" w:rsidP="002A67B2"/>
          <w:p w:rsidR="000D1B1B" w:rsidRPr="00023F6A" w:rsidRDefault="000D1B1B" w:rsidP="002A67B2">
            <w:r w:rsidRPr="00023F6A">
              <w:t>Россия</w:t>
            </w:r>
          </w:p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>
            <w:r w:rsidRPr="00023F6A"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/>
          <w:p w:rsidR="000D1B1B" w:rsidRPr="00023F6A" w:rsidRDefault="000D1B1B" w:rsidP="002A67B2">
            <w:r w:rsidRPr="00023F6A">
              <w:t xml:space="preserve">Легковой автомобиль </w:t>
            </w:r>
            <w:r w:rsidRPr="00023F6A">
              <w:rPr>
                <w:lang w:val="en-US"/>
              </w:rPr>
              <w:t>Nissan</w:t>
            </w:r>
            <w:r w:rsidRPr="00023F6A">
              <w:t xml:space="preserve"> </w:t>
            </w:r>
            <w:r w:rsidRPr="00023F6A">
              <w:rPr>
                <w:lang w:val="en-US"/>
              </w:rPr>
              <w:t>Note</w:t>
            </w:r>
          </w:p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>
            <w:r w:rsidRPr="00023F6A">
              <w:t>Нет</w:t>
            </w:r>
          </w:p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>
            <w:r w:rsidRPr="00023F6A">
              <w:t xml:space="preserve">Жилой дом </w:t>
            </w:r>
          </w:p>
          <w:p w:rsidR="000D1B1B" w:rsidRPr="00023F6A" w:rsidRDefault="000D1B1B" w:rsidP="006A7A78"/>
          <w:p w:rsidR="000D1B1B" w:rsidRPr="00023F6A" w:rsidRDefault="000D1B1B" w:rsidP="006A7A78">
            <w:r w:rsidRPr="00023F6A">
              <w:t>Земельный участок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>
            <w:r w:rsidRPr="00023F6A">
              <w:t>119,4</w:t>
            </w:r>
          </w:p>
          <w:p w:rsidR="000D1B1B" w:rsidRPr="00023F6A" w:rsidRDefault="000D1B1B" w:rsidP="006A7A78"/>
          <w:p w:rsidR="000D1B1B" w:rsidRPr="00023F6A" w:rsidRDefault="000D1B1B" w:rsidP="006A7A78">
            <w:r w:rsidRPr="00023F6A">
              <w:t>836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/>
          <w:p w:rsidR="000D1B1B" w:rsidRPr="00023F6A" w:rsidRDefault="000D1B1B" w:rsidP="006A7A78">
            <w:r w:rsidRPr="00023F6A">
              <w:t>Россия</w:t>
            </w:r>
          </w:p>
          <w:p w:rsidR="000D1B1B" w:rsidRPr="00023F6A" w:rsidRDefault="000D1B1B" w:rsidP="006A7A78"/>
          <w:p w:rsidR="000D1B1B" w:rsidRPr="00023F6A" w:rsidRDefault="000D1B1B" w:rsidP="006A7A78">
            <w:r w:rsidRPr="00023F6A">
              <w:t>Россия</w:t>
            </w:r>
          </w:p>
        </w:tc>
      </w:tr>
      <w:tr w:rsidR="000D1B1B" w:rsidRPr="002C424A" w:rsidTr="00184022">
        <w:trPr>
          <w:trHeight w:val="1401"/>
        </w:trPr>
        <w:tc>
          <w:tcPr>
            <w:tcW w:w="1985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 xml:space="preserve">Жданова Татьяна Михайловна </w:t>
            </w:r>
          </w:p>
          <w:p w:rsidR="000D1B1B" w:rsidRPr="00023F6A" w:rsidRDefault="000D1B1B" w:rsidP="00BF73F8"/>
          <w:p w:rsidR="000D1B1B" w:rsidRPr="00023F6A" w:rsidRDefault="000D1B1B" w:rsidP="00BF73F8"/>
        </w:tc>
        <w:tc>
          <w:tcPr>
            <w:tcW w:w="2410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учета и отчетности – главный бухгалтер комитета финансов и бюджетной политики </w:t>
            </w:r>
          </w:p>
        </w:tc>
        <w:tc>
          <w:tcPr>
            <w:tcW w:w="1417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351178</w:t>
            </w:r>
          </w:p>
        </w:tc>
        <w:tc>
          <w:tcPr>
            <w:tcW w:w="1560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</w:tc>
        <w:tc>
          <w:tcPr>
            <w:tcW w:w="1275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31,3</w:t>
            </w:r>
          </w:p>
        </w:tc>
        <w:tc>
          <w:tcPr>
            <w:tcW w:w="1276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023F6A" w:rsidRDefault="000D1B1B" w:rsidP="00600E2C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600E2C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 xml:space="preserve">Пашкова Елена Александровна </w:t>
            </w:r>
          </w:p>
        </w:tc>
        <w:tc>
          <w:tcPr>
            <w:tcW w:w="2410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казначейского отдела комитета финансов и бюджетной политики </w:t>
            </w:r>
          </w:p>
        </w:tc>
        <w:tc>
          <w:tcPr>
            <w:tcW w:w="1417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346044,54</w:t>
            </w:r>
          </w:p>
        </w:tc>
        <w:tc>
          <w:tcPr>
            <w:tcW w:w="1560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600E2C">
            <w:pPr>
              <w:rPr>
                <w:bCs/>
              </w:rPr>
            </w:pPr>
          </w:p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Объект незаверш. строит-ва</w:t>
            </w:r>
          </w:p>
        </w:tc>
        <w:tc>
          <w:tcPr>
            <w:tcW w:w="1275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2100</w:t>
            </w:r>
          </w:p>
          <w:p w:rsidR="000D1B1B" w:rsidRPr="00023F6A" w:rsidRDefault="000D1B1B" w:rsidP="00A559EB"/>
          <w:p w:rsidR="000D1B1B" w:rsidRPr="00023F6A" w:rsidRDefault="000D1B1B" w:rsidP="00A559EB"/>
          <w:p w:rsidR="000D1B1B" w:rsidRPr="00023F6A" w:rsidRDefault="000D1B1B" w:rsidP="00A559EB">
            <w:r w:rsidRPr="00023F6A">
              <w:t>79,8</w:t>
            </w:r>
          </w:p>
        </w:tc>
        <w:tc>
          <w:tcPr>
            <w:tcW w:w="1276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A559EB"/>
          <w:p w:rsidR="000D1B1B" w:rsidRPr="00023F6A" w:rsidRDefault="000D1B1B" w:rsidP="00A559EB"/>
          <w:p w:rsidR="000D1B1B" w:rsidRPr="00023F6A" w:rsidRDefault="000D1B1B" w:rsidP="00A559EB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72,2</w:t>
            </w:r>
          </w:p>
        </w:tc>
        <w:tc>
          <w:tcPr>
            <w:tcW w:w="1418" w:type="dxa"/>
          </w:tcPr>
          <w:p w:rsidR="000D1B1B" w:rsidRPr="00023F6A" w:rsidRDefault="000D1B1B" w:rsidP="00600E2C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Кладиенко Ольга Александровна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дочь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сын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Начальник отдела по бюджету комитета финансов и бюджетной политики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371839,24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295489,21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Нет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 xml:space="preserve">Квартира 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Нет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1700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88,3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>64,8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Россия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Легковые автомобили: ВАЗ 21074</w:t>
            </w:r>
          </w:p>
          <w:p w:rsidR="000D1B1B" w:rsidRPr="00023F6A" w:rsidRDefault="000D1B1B" w:rsidP="008854A4">
            <w:r w:rsidRPr="00023F6A">
              <w:t xml:space="preserve">Шевроле </w:t>
            </w:r>
            <w:r w:rsidRPr="00023F6A">
              <w:rPr>
                <w:lang w:val="en-US"/>
              </w:rPr>
              <w:t>KLAS</w:t>
            </w:r>
            <w:r w:rsidRPr="00023F6A">
              <w:t xml:space="preserve"> (</w:t>
            </w:r>
            <w:r w:rsidRPr="00023F6A">
              <w:rPr>
                <w:lang w:val="en-US"/>
              </w:rPr>
              <w:t>AVEO</w:t>
            </w:r>
            <w:r w:rsidRPr="00023F6A">
              <w:t>)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>Нет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Нет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 xml:space="preserve">Квартира 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 xml:space="preserve">Квартира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64,8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64,8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>64,8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/>
          <w:p w:rsidR="000D1B1B" w:rsidRPr="00023F6A" w:rsidRDefault="000D1B1B" w:rsidP="008854A4">
            <w:r w:rsidRPr="00023F6A">
              <w:t>Россия</w:t>
            </w:r>
          </w:p>
          <w:p w:rsidR="000D1B1B" w:rsidRPr="00023F6A" w:rsidRDefault="000D1B1B" w:rsidP="008854A4"/>
          <w:p w:rsidR="000D1B1B" w:rsidRPr="00023F6A" w:rsidRDefault="000D1B1B" w:rsidP="008854A4">
            <w:r w:rsidRPr="00023F6A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Матлашова Юлия Сергеевна </w:t>
            </w:r>
          </w:p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Заместитель начальника отдела по бюджету комитета финансов и бюджетной политики</w:t>
            </w:r>
          </w:p>
          <w:p w:rsidR="000D1B1B" w:rsidRPr="00023F6A" w:rsidRDefault="000D1B1B" w:rsidP="000F4759"/>
          <w:p w:rsidR="000D1B1B" w:rsidRPr="00023F6A" w:rsidRDefault="000D1B1B" w:rsidP="000F4759"/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635486,14</w:t>
            </w:r>
          </w:p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52,9</w:t>
            </w:r>
          </w:p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>
            <w:r w:rsidRPr="00023F6A">
              <w:t xml:space="preserve">Квартира </w:t>
            </w:r>
          </w:p>
          <w:p w:rsidR="000D1B1B" w:rsidRPr="00023F6A" w:rsidRDefault="000D1B1B" w:rsidP="000F4759"/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>
            <w:r w:rsidRPr="00023F6A">
              <w:t>52,9</w:t>
            </w:r>
          </w:p>
          <w:p w:rsidR="000D1B1B" w:rsidRPr="00023F6A" w:rsidRDefault="000D1B1B" w:rsidP="000F4759"/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/>
          <w:p w:rsidR="000D1B1B" w:rsidRPr="00023F6A" w:rsidRDefault="000D1B1B" w:rsidP="000F4759">
            <w:r w:rsidRPr="00023F6A">
              <w:t>Россия</w:t>
            </w:r>
          </w:p>
          <w:p w:rsidR="000D1B1B" w:rsidRPr="00023F6A" w:rsidRDefault="000D1B1B" w:rsidP="000F4759"/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A559EB">
            <w:r w:rsidRPr="00023F6A">
              <w:t>Тришкин Валентин Владимирович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контрольно-ревизионного отдела комитета финансов и бюджетной политики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7" w:type="dxa"/>
          </w:tcPr>
          <w:p w:rsidR="000D1B1B" w:rsidRPr="00023F6A" w:rsidRDefault="000D1B1B" w:rsidP="00A559EB">
            <w:r w:rsidRPr="00023F6A">
              <w:t>238628</w:t>
            </w:r>
          </w:p>
        </w:tc>
        <w:tc>
          <w:tcPr>
            <w:tcW w:w="1560" w:type="dxa"/>
          </w:tcPr>
          <w:p w:rsidR="000D1B1B" w:rsidRPr="00023F6A" w:rsidRDefault="000D1B1B" w:rsidP="00A559EB">
            <w:r w:rsidRPr="00023F6A"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A559EB"/>
        </w:tc>
        <w:tc>
          <w:tcPr>
            <w:tcW w:w="1276" w:type="dxa"/>
          </w:tcPr>
          <w:p w:rsidR="000D1B1B" w:rsidRPr="00023F6A" w:rsidRDefault="000D1B1B" w:rsidP="00A559EB"/>
        </w:tc>
        <w:tc>
          <w:tcPr>
            <w:tcW w:w="1701" w:type="dxa"/>
          </w:tcPr>
          <w:p w:rsidR="000D1B1B" w:rsidRPr="00023F6A" w:rsidRDefault="000D1B1B" w:rsidP="00A559EB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3D0AA2">
            <w:r w:rsidRPr="00023F6A">
              <w:t>Часть жилого дома</w:t>
            </w:r>
          </w:p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023F6A" w:rsidRDefault="000D1B1B" w:rsidP="003D0AA2">
            <w:r w:rsidRPr="00023F6A">
              <w:t>39,1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367</w:t>
            </w:r>
          </w:p>
        </w:tc>
        <w:tc>
          <w:tcPr>
            <w:tcW w:w="1418" w:type="dxa"/>
          </w:tcPr>
          <w:p w:rsidR="000D1B1B" w:rsidRPr="00023F6A" w:rsidRDefault="000D1B1B" w:rsidP="003D0AA2">
            <w:r w:rsidRPr="00023F6A">
              <w:t>Россия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Россия 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Сушкова Наталья Алексеевна 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pPr>
              <w:tabs>
                <w:tab w:val="right" w:pos="1769"/>
              </w:tabs>
            </w:pPr>
            <w:r w:rsidRPr="00023F6A">
              <w:t>супруг</w:t>
            </w: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</w:p>
          <w:p w:rsidR="000D1B1B" w:rsidRPr="00023F6A" w:rsidRDefault="000D1B1B" w:rsidP="003D0AA2">
            <w:pPr>
              <w:tabs>
                <w:tab w:val="right" w:pos="1769"/>
              </w:tabs>
            </w:pPr>
            <w:r w:rsidRPr="00023F6A">
              <w:t>сын</w:t>
            </w:r>
          </w:p>
          <w:p w:rsidR="000D1B1B" w:rsidRPr="00023F6A" w:rsidRDefault="000D1B1B" w:rsidP="003D0AA2">
            <w:pPr>
              <w:tabs>
                <w:tab w:val="right" w:pos="1769"/>
              </w:tabs>
            </w:pPr>
            <w:r w:rsidRPr="00023F6A">
              <w:tab/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Заместитель начальника отдела доходов комитета финансов и бюджетной политики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309505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414894,08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Земельный участок </w:t>
            </w:r>
          </w:p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Жилой дом </w:t>
            </w:r>
          </w:p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Жилой дом 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Квартира </w:t>
            </w:r>
          </w:p>
          <w:p w:rsidR="000D1B1B" w:rsidRPr="00023F6A" w:rsidRDefault="000D1B1B" w:rsidP="003D0AA2"/>
          <w:p w:rsidR="000D1B1B" w:rsidRPr="00023F6A" w:rsidRDefault="000D1B1B" w:rsidP="003D0AA2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483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98,7</w:t>
            </w:r>
          </w:p>
          <w:p w:rsidR="000D1B1B" w:rsidRPr="00023F6A" w:rsidRDefault="000D1B1B" w:rsidP="003D0AA2"/>
          <w:p w:rsidR="000D1B1B" w:rsidRPr="00023F6A" w:rsidRDefault="000D1B1B" w:rsidP="003D0AA2">
            <w:r w:rsidRPr="00023F6A">
              <w:t>76,8</w:t>
            </w:r>
          </w:p>
          <w:p w:rsidR="000D1B1B" w:rsidRPr="00023F6A" w:rsidRDefault="000D1B1B" w:rsidP="003D0AA2">
            <w:r w:rsidRPr="00023F6A">
              <w:t>(1/4 доля)</w:t>
            </w:r>
          </w:p>
          <w:p w:rsidR="000D1B1B" w:rsidRPr="00023F6A" w:rsidRDefault="000D1B1B" w:rsidP="003D0AA2"/>
          <w:p w:rsidR="000D1B1B" w:rsidRPr="00023F6A" w:rsidRDefault="000D1B1B" w:rsidP="003D0AA2">
            <w:r w:rsidRPr="00023F6A">
              <w:t>43,5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Россия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Россия</w:t>
            </w:r>
          </w:p>
          <w:p w:rsidR="000D1B1B" w:rsidRPr="00023F6A" w:rsidRDefault="000D1B1B" w:rsidP="003D0AA2"/>
          <w:p w:rsidR="000D1B1B" w:rsidRPr="00023F6A" w:rsidRDefault="000D1B1B" w:rsidP="003D0AA2">
            <w:r w:rsidRPr="00023F6A">
              <w:t>Россия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Легковой автомобиль Лада Приора 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Нет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Земельный участок </w:t>
            </w:r>
          </w:p>
          <w:p w:rsidR="000D1B1B" w:rsidRPr="00023F6A" w:rsidRDefault="000D1B1B" w:rsidP="003D0AA2"/>
          <w:p w:rsidR="000D1B1B" w:rsidRPr="00023F6A" w:rsidRDefault="000D1B1B" w:rsidP="003D0AA2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483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98,7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483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98,7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Россия</w:t>
            </w:r>
          </w:p>
          <w:p w:rsidR="000D1B1B" w:rsidRPr="00023F6A" w:rsidRDefault="000D1B1B" w:rsidP="003D0AA2"/>
          <w:p w:rsidR="000D1B1B" w:rsidRPr="00023F6A" w:rsidRDefault="000D1B1B" w:rsidP="003D0AA2">
            <w:pPr>
              <w:jc w:val="center"/>
            </w:pPr>
          </w:p>
          <w:p w:rsidR="000D1B1B" w:rsidRPr="00023F6A" w:rsidRDefault="000D1B1B" w:rsidP="003D0AA2">
            <w:pPr>
              <w:jc w:val="center"/>
            </w:pPr>
          </w:p>
          <w:p w:rsidR="000D1B1B" w:rsidRPr="00023F6A" w:rsidRDefault="000D1B1B" w:rsidP="003D0AA2">
            <w:pPr>
              <w:jc w:val="center"/>
            </w:pPr>
          </w:p>
          <w:p w:rsidR="000D1B1B" w:rsidRPr="00023F6A" w:rsidRDefault="000D1B1B" w:rsidP="003D0AA2">
            <w:pPr>
              <w:jc w:val="center"/>
            </w:pPr>
          </w:p>
          <w:p w:rsidR="000D1B1B" w:rsidRPr="00023F6A" w:rsidRDefault="000D1B1B" w:rsidP="003D0AA2">
            <w:pPr>
              <w:jc w:val="center"/>
            </w:pPr>
          </w:p>
          <w:p w:rsidR="000D1B1B" w:rsidRPr="00023F6A" w:rsidRDefault="000D1B1B" w:rsidP="003D0AA2">
            <w:pPr>
              <w:jc w:val="center"/>
            </w:pPr>
          </w:p>
          <w:p w:rsidR="000D1B1B" w:rsidRPr="00023F6A" w:rsidRDefault="000D1B1B" w:rsidP="003D0AA2">
            <w:pPr>
              <w:jc w:val="center"/>
            </w:pP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Россия</w:t>
            </w:r>
          </w:p>
          <w:p w:rsidR="000D1B1B" w:rsidRPr="00023F6A" w:rsidRDefault="000D1B1B" w:rsidP="003D0AA2"/>
          <w:p w:rsidR="000D1B1B" w:rsidRPr="00023F6A" w:rsidRDefault="000D1B1B" w:rsidP="003D0AA2"/>
          <w:p w:rsidR="000D1B1B" w:rsidRPr="00023F6A" w:rsidRDefault="000D1B1B" w:rsidP="003D0AA2">
            <w:r w:rsidRPr="00023F6A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Кирсанова Марина Ивановна 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супруг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сын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по выплате пособий и компенсаций управления социальной защиты населения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292698,00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326811,89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 xml:space="preserve">Квартира 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 xml:space="preserve">Квартира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57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(1/5 доля)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57</w:t>
            </w:r>
          </w:p>
          <w:p w:rsidR="000D1B1B" w:rsidRPr="00023F6A" w:rsidRDefault="000D1B1B" w:rsidP="00E8369A">
            <w:r w:rsidRPr="00023F6A">
              <w:t>(1/5 доля)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 xml:space="preserve">57 </w:t>
            </w:r>
          </w:p>
          <w:p w:rsidR="000D1B1B" w:rsidRPr="00023F6A" w:rsidRDefault="000D1B1B" w:rsidP="00E8369A">
            <w:r w:rsidRPr="00023F6A">
              <w:t>(1/5 доля)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Россия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Легковой автомобиль КИА Спектра</w:t>
            </w:r>
          </w:p>
          <w:p w:rsidR="000D1B1B" w:rsidRPr="00023F6A" w:rsidRDefault="000D1B1B" w:rsidP="00E8369A"/>
          <w:p w:rsidR="000D1B1B" w:rsidRPr="00023F6A" w:rsidRDefault="000D1B1B" w:rsidP="00E8369A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Нет</w:t>
            </w:r>
          </w:p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/>
          <w:p w:rsidR="000D1B1B" w:rsidRPr="00023F6A" w:rsidRDefault="000D1B1B" w:rsidP="00E8369A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Цуркина Ангелина Александровна 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Начальник отдела субсидий и компенсаций на оплату жилищно-коммунальных услуг управления социальной защиты населения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411957,28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794</w:t>
            </w:r>
          </w:p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>
            <w:r w:rsidRPr="00023F6A">
              <w:t>900</w:t>
            </w:r>
          </w:p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>
            <w:r w:rsidRPr="00023F6A">
              <w:t>65</w:t>
            </w:r>
          </w:p>
          <w:p w:rsidR="000D1B1B" w:rsidRPr="00023F6A" w:rsidRDefault="000D1B1B" w:rsidP="00443224"/>
          <w:p w:rsidR="000D1B1B" w:rsidRPr="00023F6A" w:rsidRDefault="000D1B1B" w:rsidP="00443224">
            <w:r w:rsidRPr="00023F6A">
              <w:t>89,2</w:t>
            </w:r>
          </w:p>
          <w:p w:rsidR="000D1B1B" w:rsidRPr="00023F6A" w:rsidRDefault="000D1B1B" w:rsidP="00443224">
            <w:r w:rsidRPr="00023F6A">
              <w:t>(1/5 доля)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>
            <w:r w:rsidRPr="00023F6A">
              <w:t>Россия</w:t>
            </w:r>
          </w:p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>
            <w:r w:rsidRPr="00023F6A">
              <w:t>Россия</w:t>
            </w:r>
          </w:p>
          <w:p w:rsidR="000D1B1B" w:rsidRPr="00023F6A" w:rsidRDefault="000D1B1B" w:rsidP="00443224"/>
          <w:p w:rsidR="000D1B1B" w:rsidRPr="00023F6A" w:rsidRDefault="000D1B1B" w:rsidP="00443224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Воронова Марина Викторовна </w:t>
            </w:r>
          </w:p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/>
          <w:p w:rsidR="000D1B1B" w:rsidRPr="00023F6A" w:rsidRDefault="000D1B1B" w:rsidP="00443224">
            <w:r w:rsidRPr="00023F6A">
              <w:t xml:space="preserve">супруг 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опеки и попечительства несовершеннолетних граждан, защиты семьи, материнства и детства управления социальной защиты населения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304017,00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259030,20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Легковой автомобиль Ниссан</w:t>
            </w:r>
          </w:p>
          <w:p w:rsidR="000D1B1B" w:rsidRPr="00023F6A" w:rsidRDefault="000D1B1B" w:rsidP="0045109F"/>
          <w:p w:rsidR="000D1B1B" w:rsidRPr="00023F6A" w:rsidRDefault="000D1B1B" w:rsidP="0045109F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60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>60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Шиповская Елена Анатольевна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Начальник отдела информационных технологий управления социальной защиты населения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295050,30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180000,00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Квартира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Квартира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900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48,1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(1/3 доля)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63,5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Автомобиль легковой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Лада 217030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Автомобиль легковой Лада Приора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Зверева Елена Александровна 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>супруг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сын</w:t>
            </w:r>
          </w:p>
        </w:tc>
        <w:tc>
          <w:tcPr>
            <w:tcW w:w="2410" w:type="dxa"/>
          </w:tcPr>
          <w:p w:rsidR="000D1B1B" w:rsidRPr="00023F6A" w:rsidRDefault="000D1B1B" w:rsidP="0045109F">
            <w:pPr>
              <w:rPr>
                <w:bCs/>
              </w:rPr>
            </w:pPr>
            <w:r w:rsidRPr="00023F6A">
              <w:rPr>
                <w:bCs/>
              </w:rPr>
              <w:t xml:space="preserve">Начальник отдела по работе с инвалидами, ветеранами и пожилыми гражданами, опеке и попечительству в отношении совершеннолетних лиц управления социальной защиты населения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306553,81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>597382,77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Нет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738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>50,9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45109F"/>
          <w:p w:rsidR="000D1B1B" w:rsidRPr="00023F6A" w:rsidRDefault="000D1B1B" w:rsidP="0045109F"/>
          <w:p w:rsidR="000D1B1B" w:rsidRPr="00023F6A" w:rsidRDefault="000D1B1B" w:rsidP="0045109F">
            <w:r w:rsidRPr="00023F6A"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Легковой автомобиль ВАЗ 21010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Жилой дом</w:t>
            </w:r>
          </w:p>
          <w:p w:rsidR="000D1B1B" w:rsidRPr="00023F6A" w:rsidRDefault="000D1B1B" w:rsidP="00600E2C"/>
          <w:p w:rsidR="000D1B1B" w:rsidRPr="00023F6A" w:rsidRDefault="000D1B1B" w:rsidP="00600E2C">
            <w:r w:rsidRPr="00023F6A">
              <w:t xml:space="preserve">Земельный участок </w:t>
            </w:r>
          </w:p>
          <w:p w:rsidR="000D1B1B" w:rsidRPr="00023F6A" w:rsidRDefault="000D1B1B" w:rsidP="00600E2C"/>
          <w:p w:rsidR="000D1B1B" w:rsidRPr="00023F6A" w:rsidRDefault="000D1B1B" w:rsidP="00600E2C">
            <w:r w:rsidRPr="00023F6A">
              <w:t xml:space="preserve">Жилой дом </w:t>
            </w:r>
          </w:p>
          <w:p w:rsidR="000D1B1B" w:rsidRPr="00023F6A" w:rsidRDefault="000D1B1B" w:rsidP="00600E2C"/>
          <w:p w:rsidR="000D1B1B" w:rsidRPr="00023F6A" w:rsidRDefault="000D1B1B" w:rsidP="00600E2C">
            <w:r w:rsidRPr="00023F6A">
              <w:t>Земельный участок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50,9</w:t>
            </w:r>
          </w:p>
          <w:p w:rsidR="000D1B1B" w:rsidRPr="00023F6A" w:rsidRDefault="000D1B1B" w:rsidP="00600E2C"/>
          <w:p w:rsidR="000D1B1B" w:rsidRPr="00023F6A" w:rsidRDefault="000D1B1B" w:rsidP="00600E2C">
            <w:r w:rsidRPr="00023F6A">
              <w:t>738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50,9</w:t>
            </w:r>
          </w:p>
          <w:p w:rsidR="000D1B1B" w:rsidRPr="00023F6A" w:rsidRDefault="000D1B1B" w:rsidP="00600E2C"/>
          <w:p w:rsidR="000D1B1B" w:rsidRPr="00023F6A" w:rsidRDefault="000D1B1B" w:rsidP="00600E2C">
            <w:r w:rsidRPr="00023F6A">
              <w:t>738</w:t>
            </w:r>
          </w:p>
          <w:p w:rsidR="000D1B1B" w:rsidRPr="00023F6A" w:rsidRDefault="000D1B1B" w:rsidP="00600E2C"/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Россия</w:t>
            </w:r>
          </w:p>
          <w:p w:rsidR="000D1B1B" w:rsidRPr="00023F6A" w:rsidRDefault="000D1B1B" w:rsidP="00600E2C"/>
          <w:p w:rsidR="000D1B1B" w:rsidRPr="00023F6A" w:rsidRDefault="000D1B1B" w:rsidP="00600E2C">
            <w:r w:rsidRPr="00023F6A">
              <w:t xml:space="preserve">Россия </w:t>
            </w:r>
          </w:p>
          <w:p w:rsidR="000D1B1B" w:rsidRPr="00023F6A" w:rsidRDefault="000D1B1B" w:rsidP="00600E2C"/>
          <w:p w:rsidR="000D1B1B" w:rsidRPr="00023F6A" w:rsidRDefault="000D1B1B" w:rsidP="00600E2C"/>
          <w:p w:rsidR="000D1B1B" w:rsidRPr="00023F6A" w:rsidRDefault="000D1B1B" w:rsidP="00600E2C">
            <w:r w:rsidRPr="00023F6A">
              <w:t>Россия</w:t>
            </w:r>
          </w:p>
          <w:p w:rsidR="000D1B1B" w:rsidRPr="00023F6A" w:rsidRDefault="000D1B1B" w:rsidP="00600E2C"/>
          <w:p w:rsidR="000D1B1B" w:rsidRPr="00023F6A" w:rsidRDefault="000D1B1B" w:rsidP="00600E2C">
            <w:r w:rsidRPr="00023F6A">
              <w:t xml:space="preserve">Россия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756CA3">
            <w:r w:rsidRPr="00023F6A">
              <w:t xml:space="preserve">Смычкова </w:t>
            </w:r>
          </w:p>
          <w:p w:rsidR="000D1B1B" w:rsidRPr="00023F6A" w:rsidRDefault="000D1B1B" w:rsidP="00756CA3">
            <w:r w:rsidRPr="00023F6A">
              <w:t>Ирина Викторовна</w:t>
            </w:r>
          </w:p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>
            <w:r w:rsidRPr="00023F6A">
              <w:t>супруг</w:t>
            </w:r>
          </w:p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Главный специалист архивного отдела</w:t>
            </w:r>
          </w:p>
        </w:tc>
        <w:tc>
          <w:tcPr>
            <w:tcW w:w="1417" w:type="dxa"/>
          </w:tcPr>
          <w:p w:rsidR="000D1B1B" w:rsidRPr="00023F6A" w:rsidRDefault="000D1B1B" w:rsidP="00756CA3">
            <w:r w:rsidRPr="00023F6A">
              <w:t>116536,70</w:t>
            </w:r>
          </w:p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>
            <w:r w:rsidRPr="00023F6A">
              <w:t>272361,40</w:t>
            </w:r>
          </w:p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>
            <w:r w:rsidRPr="00023F6A">
              <w:t>1368,0</w:t>
            </w:r>
          </w:p>
        </w:tc>
        <w:tc>
          <w:tcPr>
            <w:tcW w:w="1560" w:type="dxa"/>
          </w:tcPr>
          <w:p w:rsidR="000D1B1B" w:rsidRPr="00023F6A" w:rsidRDefault="000D1B1B" w:rsidP="002F6892">
            <w:r w:rsidRPr="00023F6A">
              <w:t>Земельный участок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Земельный участок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>Жилой дом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756CA3">
            <w:r w:rsidRPr="00023F6A">
              <w:t>900</w:t>
            </w:r>
          </w:p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>
            <w:r w:rsidRPr="00023F6A">
              <w:t>2000</w:t>
            </w:r>
          </w:p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>
            <w:r w:rsidRPr="00023F6A">
              <w:t>112,6</w:t>
            </w:r>
          </w:p>
        </w:tc>
        <w:tc>
          <w:tcPr>
            <w:tcW w:w="1276" w:type="dxa"/>
          </w:tcPr>
          <w:p w:rsidR="000D1B1B" w:rsidRPr="00023F6A" w:rsidRDefault="000D1B1B" w:rsidP="00756CA3">
            <w:r w:rsidRPr="00023F6A">
              <w:t>Россия</w:t>
            </w:r>
          </w:p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>
            <w:r w:rsidRPr="00023F6A">
              <w:t>Россия</w:t>
            </w:r>
          </w:p>
          <w:p w:rsidR="000D1B1B" w:rsidRPr="00023F6A" w:rsidRDefault="000D1B1B" w:rsidP="00756CA3"/>
          <w:p w:rsidR="000D1B1B" w:rsidRPr="00023F6A" w:rsidRDefault="000D1B1B" w:rsidP="00756CA3"/>
          <w:p w:rsidR="000D1B1B" w:rsidRPr="00023F6A" w:rsidRDefault="000D1B1B" w:rsidP="00756CA3">
            <w:r w:rsidRPr="00023F6A">
              <w:t xml:space="preserve">Россия   </w:t>
            </w:r>
          </w:p>
        </w:tc>
        <w:tc>
          <w:tcPr>
            <w:tcW w:w="1701" w:type="dxa"/>
          </w:tcPr>
          <w:p w:rsidR="000D1B1B" w:rsidRPr="00023F6A" w:rsidRDefault="000D1B1B" w:rsidP="002F6892">
            <w:r w:rsidRPr="00023F6A">
              <w:t xml:space="preserve">Нет 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Автомобиль легковой ВАЗ 21099</w:t>
            </w:r>
          </w:p>
          <w:p w:rsidR="000D1B1B" w:rsidRPr="00023F6A" w:rsidRDefault="000D1B1B" w:rsidP="002F6892">
            <w:r w:rsidRPr="00023F6A">
              <w:t>Автомобиль грузовой КАМАЗ 5320</w:t>
            </w:r>
          </w:p>
          <w:p w:rsidR="000D1B1B" w:rsidRPr="00023F6A" w:rsidRDefault="000D1B1B" w:rsidP="002F6892">
            <w:r w:rsidRPr="00023F6A">
              <w:t>Автоприцеп ГКБ 8350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2F6892">
            <w:r w:rsidRPr="00023F6A">
              <w:t xml:space="preserve">Жилой дом 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>Земельный участок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 xml:space="preserve">Нет 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Жилой дом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>Земельный участок</w:t>
            </w:r>
          </w:p>
        </w:tc>
        <w:tc>
          <w:tcPr>
            <w:tcW w:w="1276" w:type="dxa"/>
          </w:tcPr>
          <w:p w:rsidR="000D1B1B" w:rsidRPr="00023F6A" w:rsidRDefault="000D1B1B" w:rsidP="002F6892">
            <w:r w:rsidRPr="00023F6A">
              <w:t>112,6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>2000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112,6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>2000</w:t>
            </w:r>
          </w:p>
        </w:tc>
        <w:tc>
          <w:tcPr>
            <w:tcW w:w="1418" w:type="dxa"/>
          </w:tcPr>
          <w:p w:rsidR="000D1B1B" w:rsidRPr="00023F6A" w:rsidRDefault="000D1B1B" w:rsidP="002F6892">
            <w:r w:rsidRPr="00023F6A">
              <w:t xml:space="preserve">Россия 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 xml:space="preserve">Россия 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Россия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 xml:space="preserve">Россия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F6892">
            <w:pPr>
              <w:rPr>
                <w:bCs/>
              </w:rPr>
            </w:pPr>
            <w:r w:rsidRPr="00023F6A">
              <w:rPr>
                <w:bCs/>
              </w:rPr>
              <w:t xml:space="preserve">Романенко Светлана Валентиновна 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супруг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сын</w:t>
            </w:r>
          </w:p>
          <w:p w:rsidR="000D1B1B" w:rsidRPr="00023F6A" w:rsidRDefault="000D1B1B" w:rsidP="002F6892"/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Главный специалист отдела муниципального заказа комитета муниципальной собственности и земельных отношений 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215785,96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117632,83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 xml:space="preserve">Земельный участок 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 xml:space="preserve">Жилой дом </w:t>
            </w:r>
          </w:p>
          <w:p w:rsidR="000D1B1B" w:rsidRPr="00023F6A" w:rsidRDefault="000D1B1B" w:rsidP="008D0BE5"/>
          <w:p w:rsidR="000D1B1B" w:rsidRPr="00023F6A" w:rsidRDefault="000D1B1B" w:rsidP="008D0BE5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2400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33,6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Россия</w:t>
            </w:r>
          </w:p>
          <w:p w:rsidR="000D1B1B" w:rsidRPr="00023F6A" w:rsidRDefault="000D1B1B" w:rsidP="002F6892"/>
          <w:p w:rsidR="000D1B1B" w:rsidRPr="00023F6A" w:rsidRDefault="000D1B1B" w:rsidP="002F6892"/>
          <w:p w:rsidR="000D1B1B" w:rsidRPr="00023F6A" w:rsidRDefault="000D1B1B" w:rsidP="002F6892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>
            <w:r w:rsidRPr="00023F6A">
              <w:t>Легковой автомобиль ВАЗ 21043</w:t>
            </w:r>
          </w:p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>
            <w:r w:rsidRPr="00023F6A">
              <w:t>Нет</w:t>
            </w:r>
          </w:p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>
            <w:r w:rsidRPr="00023F6A">
              <w:t xml:space="preserve">Жилой дом </w:t>
            </w:r>
          </w:p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>
            <w:r w:rsidRPr="00023F6A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69,5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>2127</w:t>
            </w:r>
          </w:p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>
            <w:r w:rsidRPr="00023F6A">
              <w:t>69,5</w:t>
            </w:r>
          </w:p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>
            <w:r w:rsidRPr="00023F6A">
              <w:t>2127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F6892"/>
          <w:p w:rsidR="000D1B1B" w:rsidRPr="00023F6A" w:rsidRDefault="000D1B1B" w:rsidP="002F6892">
            <w:r w:rsidRPr="00023F6A">
              <w:t>Россия</w:t>
            </w:r>
          </w:p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/>
          <w:p w:rsidR="000D1B1B" w:rsidRPr="00023F6A" w:rsidRDefault="000D1B1B" w:rsidP="008D0BE5">
            <w:pPr>
              <w:jc w:val="center"/>
            </w:pPr>
          </w:p>
          <w:p w:rsidR="000D1B1B" w:rsidRPr="00023F6A" w:rsidRDefault="000D1B1B" w:rsidP="008D0BE5">
            <w:pPr>
              <w:jc w:val="center"/>
            </w:pPr>
          </w:p>
          <w:p w:rsidR="000D1B1B" w:rsidRPr="00023F6A" w:rsidRDefault="000D1B1B" w:rsidP="008D0BE5">
            <w:pPr>
              <w:jc w:val="center"/>
            </w:pPr>
          </w:p>
          <w:p w:rsidR="000D1B1B" w:rsidRPr="00023F6A" w:rsidRDefault="000D1B1B" w:rsidP="008D0BE5">
            <w:pPr>
              <w:jc w:val="center"/>
            </w:pPr>
          </w:p>
          <w:p w:rsidR="000D1B1B" w:rsidRPr="00023F6A" w:rsidRDefault="000D1B1B" w:rsidP="008D0BE5"/>
          <w:p w:rsidR="000D1B1B" w:rsidRPr="00023F6A" w:rsidRDefault="000D1B1B" w:rsidP="008D0BE5">
            <w:r w:rsidRPr="00023F6A">
              <w:t>Россия</w:t>
            </w:r>
          </w:p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>
            <w:r w:rsidRPr="00023F6A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767609">
            <w:r w:rsidRPr="00023F6A">
              <w:t>Чертова</w:t>
            </w:r>
          </w:p>
          <w:p w:rsidR="000D1B1B" w:rsidRPr="00023F6A" w:rsidRDefault="000D1B1B" w:rsidP="00767609">
            <w:r w:rsidRPr="00023F6A">
              <w:t xml:space="preserve"> Юлия Александровна</w:t>
            </w:r>
          </w:p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>
            <w:r w:rsidRPr="00023F6A">
              <w:t>супруг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сын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Главный специалист отдела координации строительства, транспорта и связи управления по строительству, транспорту, связи и ЖКХ</w:t>
            </w:r>
          </w:p>
        </w:tc>
        <w:tc>
          <w:tcPr>
            <w:tcW w:w="1417" w:type="dxa"/>
          </w:tcPr>
          <w:p w:rsidR="000D1B1B" w:rsidRPr="00023F6A" w:rsidRDefault="000D1B1B" w:rsidP="00BA016D">
            <w:r w:rsidRPr="00023F6A">
              <w:t>133742,49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130965,68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Нет </w:t>
            </w:r>
          </w:p>
        </w:tc>
        <w:tc>
          <w:tcPr>
            <w:tcW w:w="1560" w:type="dxa"/>
          </w:tcPr>
          <w:p w:rsidR="000D1B1B" w:rsidRPr="00023F6A" w:rsidRDefault="000D1B1B" w:rsidP="00BA016D">
            <w:r w:rsidRPr="00023F6A">
              <w:t>Нет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Квартира 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>
            <w:r w:rsidRPr="00023F6A">
              <w:t>52,2 (совм.с Чертовой Л.Н.)</w:t>
            </w:r>
          </w:p>
        </w:tc>
        <w:tc>
          <w:tcPr>
            <w:tcW w:w="1276" w:type="dxa"/>
          </w:tcPr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/>
          <w:p w:rsidR="000D1B1B" w:rsidRPr="00023F6A" w:rsidRDefault="000D1B1B" w:rsidP="00767609">
            <w:r w:rsidRPr="00023F6A"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BA016D">
            <w:r w:rsidRPr="00023F6A">
              <w:t>Нет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Автомобиль легковой </w:t>
            </w:r>
            <w:r w:rsidRPr="00023F6A">
              <w:rPr>
                <w:lang w:val="en-US"/>
              </w:rPr>
              <w:t>LADA</w:t>
            </w:r>
            <w:r w:rsidRPr="00023F6A">
              <w:t xml:space="preserve"> 210540</w:t>
            </w:r>
          </w:p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BA016D">
            <w:r w:rsidRPr="00023F6A">
              <w:t xml:space="preserve">Квартира 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Нет 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Квартира </w:t>
            </w:r>
          </w:p>
        </w:tc>
        <w:tc>
          <w:tcPr>
            <w:tcW w:w="1276" w:type="dxa"/>
          </w:tcPr>
          <w:p w:rsidR="000D1B1B" w:rsidRPr="00023F6A" w:rsidRDefault="000D1B1B" w:rsidP="00BA016D">
            <w:r w:rsidRPr="00023F6A">
              <w:t>52,2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52,2</w:t>
            </w:r>
          </w:p>
        </w:tc>
        <w:tc>
          <w:tcPr>
            <w:tcW w:w="1418" w:type="dxa"/>
          </w:tcPr>
          <w:p w:rsidR="000D1B1B" w:rsidRPr="00023F6A" w:rsidRDefault="000D1B1B" w:rsidP="00BA016D">
            <w:r w:rsidRPr="00023F6A">
              <w:t>Россия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Россия 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Бычихина </w:t>
            </w: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Ольга Алексеевна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сын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сын </w:t>
            </w:r>
          </w:p>
        </w:tc>
        <w:tc>
          <w:tcPr>
            <w:tcW w:w="2410" w:type="dxa"/>
          </w:tcPr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Главный специалист отдела по труду комитета экономического развития </w:t>
            </w:r>
          </w:p>
        </w:tc>
        <w:tc>
          <w:tcPr>
            <w:tcW w:w="1417" w:type="dxa"/>
          </w:tcPr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221805,98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Нет  </w:t>
            </w:r>
          </w:p>
        </w:tc>
        <w:tc>
          <w:tcPr>
            <w:tcW w:w="1560" w:type="dxa"/>
          </w:tcPr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Нет  </w:t>
            </w:r>
          </w:p>
        </w:tc>
        <w:tc>
          <w:tcPr>
            <w:tcW w:w="1275" w:type="dxa"/>
          </w:tcPr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71,7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53,5 </w:t>
            </w: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(1/4 доля)</w:t>
            </w:r>
          </w:p>
        </w:tc>
        <w:tc>
          <w:tcPr>
            <w:tcW w:w="1276" w:type="dxa"/>
          </w:tcPr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Россия  </w:t>
            </w:r>
          </w:p>
        </w:tc>
        <w:tc>
          <w:tcPr>
            <w:tcW w:w="1701" w:type="dxa"/>
          </w:tcPr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Нет  </w:t>
            </w:r>
          </w:p>
        </w:tc>
        <w:tc>
          <w:tcPr>
            <w:tcW w:w="1559" w:type="dxa"/>
          </w:tcPr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</w:tc>
        <w:tc>
          <w:tcPr>
            <w:tcW w:w="1276" w:type="dxa"/>
          </w:tcPr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71,7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71,7</w:t>
            </w:r>
          </w:p>
        </w:tc>
        <w:tc>
          <w:tcPr>
            <w:tcW w:w="1418" w:type="dxa"/>
          </w:tcPr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  <w:r w:rsidRPr="00023F6A">
              <w:rPr>
                <w:bCs/>
              </w:rPr>
              <w:t xml:space="preserve">Россия  </w:t>
            </w:r>
          </w:p>
          <w:p w:rsidR="000D1B1B" w:rsidRPr="00023F6A" w:rsidRDefault="000D1B1B" w:rsidP="00031917">
            <w:pPr>
              <w:rPr>
                <w:bCs/>
              </w:rPr>
            </w:pPr>
          </w:p>
          <w:p w:rsidR="000D1B1B" w:rsidRPr="00023F6A" w:rsidRDefault="000D1B1B" w:rsidP="00031917">
            <w:pPr>
              <w:rPr>
                <w:bCs/>
              </w:rPr>
            </w:pP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8B68BE">
            <w:r w:rsidRPr="00023F6A">
              <w:t>Мирошникова Марина Александровна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Главный специалист отдела координации проектной деятельности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204498,22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B72075"/>
        </w:tc>
        <w:tc>
          <w:tcPr>
            <w:tcW w:w="1276" w:type="dxa"/>
          </w:tcPr>
          <w:p w:rsidR="000D1B1B" w:rsidRPr="00023F6A" w:rsidRDefault="000D1B1B" w:rsidP="00B72075"/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83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4781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Ермоленко Ольга Михайловна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дочь</w:t>
            </w:r>
          </w:p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>
            <w:r w:rsidRPr="00023F6A">
              <w:t>дочь</w:t>
            </w:r>
          </w:p>
          <w:p w:rsidR="000D1B1B" w:rsidRPr="00023F6A" w:rsidRDefault="000D1B1B" w:rsidP="00933A2D"/>
          <w:p w:rsidR="000D1B1B" w:rsidRPr="00023F6A" w:rsidRDefault="000D1B1B" w:rsidP="00933A2D"/>
          <w:p w:rsidR="000D1B1B" w:rsidRPr="00023F6A" w:rsidRDefault="000D1B1B" w:rsidP="00933A2D"/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Главный специалист отдела записи актов гражданского состояния </w:t>
            </w:r>
          </w:p>
        </w:tc>
        <w:tc>
          <w:tcPr>
            <w:tcW w:w="1417" w:type="dxa"/>
          </w:tcPr>
          <w:p w:rsidR="000D1B1B" w:rsidRPr="00023F6A" w:rsidRDefault="000D1B1B" w:rsidP="00BA016D">
            <w:pPr>
              <w:rPr>
                <w:bCs/>
              </w:rPr>
            </w:pPr>
            <w:r w:rsidRPr="00023F6A">
              <w:rPr>
                <w:bCs/>
              </w:rPr>
              <w:t>211543,65</w:t>
            </w:r>
          </w:p>
          <w:p w:rsidR="000D1B1B" w:rsidRPr="00023F6A" w:rsidRDefault="000D1B1B" w:rsidP="00BA016D">
            <w:pPr>
              <w:rPr>
                <w:bCs/>
              </w:rPr>
            </w:pP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pPr>
              <w:rPr>
                <w:lang w:val="en-US"/>
              </w:rPr>
            </w:pPr>
            <w:r w:rsidRPr="00023F6A">
              <w:rPr>
                <w:lang w:val="en-US"/>
              </w:rPr>
              <w:t>631345.93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Нет</w:t>
            </w:r>
          </w:p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Земельный участок </w:t>
            </w:r>
          </w:p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Жилой дом </w:t>
            </w:r>
          </w:p>
          <w:p w:rsidR="000D1B1B" w:rsidRPr="00023F6A" w:rsidRDefault="000D1B1B" w:rsidP="00BA016D"/>
          <w:p w:rsidR="000D1B1B" w:rsidRPr="00023F6A" w:rsidRDefault="000D1B1B" w:rsidP="00BA016D">
            <w:r w:rsidRPr="00023F6A">
              <w:t>Нет</w:t>
            </w:r>
          </w:p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1500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124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Россия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Легковой автомобиль </w:t>
            </w:r>
            <w:r w:rsidRPr="00023F6A">
              <w:rPr>
                <w:bCs/>
                <w:lang w:val="en-US"/>
              </w:rPr>
              <w:t>HYUNDAI</w:t>
            </w:r>
            <w:r w:rsidRPr="00023F6A">
              <w:rPr>
                <w:bCs/>
              </w:rPr>
              <w:t xml:space="preserve"> </w:t>
            </w:r>
            <w:r w:rsidRPr="00023F6A">
              <w:rPr>
                <w:bCs/>
                <w:lang w:val="en-US"/>
              </w:rPr>
              <w:t>ELATRA</w:t>
            </w:r>
          </w:p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Легковой автомобиль ВАЗ 21213 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>Нет</w:t>
            </w:r>
          </w:p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BA016D"/>
          <w:p w:rsidR="000D1B1B" w:rsidRPr="00023F6A" w:rsidRDefault="000D1B1B" w:rsidP="00BA016D">
            <w:r w:rsidRPr="00023F6A">
              <w:t>Нет</w:t>
            </w:r>
          </w:p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Жилой дом </w:t>
            </w:r>
          </w:p>
          <w:p w:rsidR="000D1B1B" w:rsidRPr="00023F6A" w:rsidRDefault="000D1B1B" w:rsidP="00BA016D"/>
          <w:p w:rsidR="000D1B1B" w:rsidRPr="00023F6A" w:rsidRDefault="000D1B1B" w:rsidP="00BA016D">
            <w:r w:rsidRPr="00023F6A">
              <w:t xml:space="preserve">Земельный участок </w:t>
            </w:r>
          </w:p>
          <w:p w:rsidR="000D1B1B" w:rsidRPr="00023F6A" w:rsidRDefault="000D1B1B" w:rsidP="00B5231B"/>
          <w:p w:rsidR="000D1B1B" w:rsidRPr="00023F6A" w:rsidRDefault="000D1B1B" w:rsidP="00B5231B">
            <w:r w:rsidRPr="00023F6A">
              <w:t xml:space="preserve">Жилой дом </w:t>
            </w:r>
          </w:p>
          <w:p w:rsidR="000D1B1B" w:rsidRPr="00023F6A" w:rsidRDefault="000D1B1B" w:rsidP="00B5231B"/>
          <w:p w:rsidR="000D1B1B" w:rsidRPr="00023F6A" w:rsidRDefault="000D1B1B" w:rsidP="00B5231B">
            <w:r w:rsidRPr="00023F6A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124</w:t>
            </w:r>
          </w:p>
          <w:p w:rsidR="000D1B1B" w:rsidRPr="00023F6A" w:rsidRDefault="000D1B1B" w:rsidP="00BA016D"/>
          <w:p w:rsidR="000D1B1B" w:rsidRPr="00023F6A" w:rsidRDefault="000D1B1B" w:rsidP="00BA016D">
            <w:r w:rsidRPr="00023F6A">
              <w:t>1500</w:t>
            </w:r>
          </w:p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>
            <w:r w:rsidRPr="00023F6A">
              <w:t>124</w:t>
            </w:r>
          </w:p>
          <w:p w:rsidR="000D1B1B" w:rsidRPr="00023F6A" w:rsidRDefault="000D1B1B" w:rsidP="00B5231B"/>
          <w:p w:rsidR="000D1B1B" w:rsidRPr="00023F6A" w:rsidRDefault="000D1B1B" w:rsidP="00B5231B">
            <w:r w:rsidRPr="00023F6A">
              <w:t>1500</w:t>
            </w:r>
          </w:p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>
            <w:r w:rsidRPr="00023F6A">
              <w:t>124</w:t>
            </w:r>
          </w:p>
          <w:p w:rsidR="000D1B1B" w:rsidRPr="00023F6A" w:rsidRDefault="000D1B1B" w:rsidP="00B5231B"/>
          <w:p w:rsidR="000D1B1B" w:rsidRPr="00023F6A" w:rsidRDefault="000D1B1B" w:rsidP="00B5231B">
            <w:r w:rsidRPr="00023F6A">
              <w:t>1500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BA016D"/>
          <w:p w:rsidR="000D1B1B" w:rsidRPr="00023F6A" w:rsidRDefault="000D1B1B" w:rsidP="00BA016D">
            <w:r w:rsidRPr="00023F6A">
              <w:t>Россия</w:t>
            </w:r>
          </w:p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>
            <w:r w:rsidRPr="00023F6A">
              <w:t>Россия</w:t>
            </w:r>
          </w:p>
          <w:p w:rsidR="000D1B1B" w:rsidRPr="00023F6A" w:rsidRDefault="000D1B1B" w:rsidP="00B5231B"/>
          <w:p w:rsidR="000D1B1B" w:rsidRPr="00023F6A" w:rsidRDefault="000D1B1B" w:rsidP="00B5231B">
            <w:r w:rsidRPr="00023F6A">
              <w:t>Россия</w:t>
            </w:r>
          </w:p>
          <w:p w:rsidR="000D1B1B" w:rsidRPr="00023F6A" w:rsidRDefault="000D1B1B" w:rsidP="00B5231B"/>
          <w:p w:rsidR="000D1B1B" w:rsidRPr="00023F6A" w:rsidRDefault="000D1B1B" w:rsidP="00B5231B"/>
          <w:p w:rsidR="000D1B1B" w:rsidRPr="00023F6A" w:rsidRDefault="000D1B1B" w:rsidP="00B5231B">
            <w:r w:rsidRPr="00023F6A">
              <w:t>Россия</w:t>
            </w:r>
          </w:p>
          <w:p w:rsidR="000D1B1B" w:rsidRPr="00023F6A" w:rsidRDefault="000D1B1B" w:rsidP="00B5231B"/>
          <w:p w:rsidR="000D1B1B" w:rsidRPr="00023F6A" w:rsidRDefault="000D1B1B" w:rsidP="00B5231B">
            <w:r w:rsidRPr="00023F6A">
              <w:t>Россия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Гайдаш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Наталья Евгеньевна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сын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Главный специалист отдела записи актов гражданского состояния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219758,28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2599634,04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Автомобиль легковой  </w:t>
            </w:r>
            <w:r w:rsidRPr="00023F6A">
              <w:rPr>
                <w:bCs/>
                <w:lang w:val="en-US"/>
              </w:rPr>
              <w:t>DAEWOO</w:t>
            </w:r>
            <w:r w:rsidRPr="00023F6A">
              <w:rPr>
                <w:bCs/>
              </w:rPr>
              <w:t xml:space="preserve"> </w:t>
            </w:r>
            <w:r w:rsidRPr="00023F6A">
              <w:rPr>
                <w:bCs/>
                <w:lang w:val="en-US"/>
              </w:rPr>
              <w:t>MATIZ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Автомобили грузовые: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КАМАЗ 5511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  <w:lang w:val="en-US"/>
              </w:rPr>
              <w:t>RENAULT</w:t>
            </w:r>
            <w:r w:rsidRPr="00023F6A">
              <w:rPr>
                <w:bCs/>
              </w:rPr>
              <w:t xml:space="preserve"> </w:t>
            </w:r>
            <w:r w:rsidRPr="00023F6A">
              <w:rPr>
                <w:bCs/>
                <w:lang w:val="en-US"/>
              </w:rPr>
              <w:t>PREMIUM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Автоприцеп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  <w:lang w:val="en-US"/>
              </w:rPr>
              <w:t>KRONE</w:t>
            </w:r>
            <w:r w:rsidRPr="00023F6A">
              <w:rPr>
                <w:bCs/>
              </w:rPr>
              <w:t xml:space="preserve"> </w:t>
            </w: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  <w:lang w:val="en-US"/>
              </w:rPr>
              <w:t>SDD</w:t>
            </w:r>
            <w:r w:rsidRPr="00023F6A">
              <w:rPr>
                <w:bCs/>
              </w:rPr>
              <w:t xml:space="preserve"> 27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Нет  </w:t>
            </w:r>
          </w:p>
        </w:tc>
        <w:tc>
          <w:tcPr>
            <w:tcW w:w="1559" w:type="dxa"/>
          </w:tcPr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6A43F2">
            <w:pPr>
              <w:rPr>
                <w:bCs/>
              </w:rPr>
            </w:pPr>
          </w:p>
          <w:p w:rsidR="000D1B1B" w:rsidRPr="00023F6A" w:rsidRDefault="000D1B1B" w:rsidP="004E4C51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4E4C51">
            <w:pPr>
              <w:rPr>
                <w:bCs/>
              </w:rPr>
            </w:pPr>
          </w:p>
          <w:p w:rsidR="000D1B1B" w:rsidRPr="00023F6A" w:rsidRDefault="000D1B1B" w:rsidP="004E4C51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</w:tc>
        <w:tc>
          <w:tcPr>
            <w:tcW w:w="1276" w:type="dxa"/>
          </w:tcPr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1842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88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1500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88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1500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88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1500</w:t>
            </w:r>
          </w:p>
        </w:tc>
        <w:tc>
          <w:tcPr>
            <w:tcW w:w="1418" w:type="dxa"/>
          </w:tcPr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A81E34">
            <w:pPr>
              <w:rPr>
                <w:bCs/>
              </w:rPr>
            </w:pPr>
          </w:p>
          <w:p w:rsidR="000D1B1B" w:rsidRPr="00023F6A" w:rsidRDefault="000D1B1B" w:rsidP="00A81E34">
            <w:pPr>
              <w:rPr>
                <w:bCs/>
              </w:rPr>
            </w:pPr>
            <w:r w:rsidRPr="00023F6A">
              <w:rPr>
                <w:bCs/>
              </w:rPr>
              <w:t xml:space="preserve">Россия   </w:t>
            </w:r>
          </w:p>
        </w:tc>
      </w:tr>
      <w:tr w:rsidR="000D1B1B" w:rsidRPr="002C424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Дубинина Елизавета Феоклитовна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сын </w:t>
            </w:r>
          </w:p>
        </w:tc>
        <w:tc>
          <w:tcPr>
            <w:tcW w:w="2410" w:type="dxa"/>
          </w:tcPr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Главный специалист отдела природопользования и охраны окружающей среды управления сельского хозяйства и природопользования</w:t>
            </w:r>
          </w:p>
        </w:tc>
        <w:tc>
          <w:tcPr>
            <w:tcW w:w="1417" w:type="dxa"/>
          </w:tcPr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199448,58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30000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560" w:type="dxa"/>
          </w:tcPr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5" w:type="dxa"/>
          </w:tcPr>
          <w:p w:rsidR="000D1B1B" w:rsidRPr="00023F6A" w:rsidRDefault="000D1B1B" w:rsidP="00B11DE6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023F6A" w:rsidRDefault="000D1B1B" w:rsidP="00B11DE6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Автомобиль легковой ИЖ 27175-030</w:t>
            </w: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Автомобиль грузовой </w:t>
            </w:r>
            <w:r w:rsidRPr="00023F6A">
              <w:rPr>
                <w:bCs/>
                <w:lang w:val="en-US"/>
              </w:rPr>
              <w:t>MAZDA</w:t>
            </w:r>
            <w:r w:rsidRPr="00023F6A">
              <w:rPr>
                <w:bCs/>
              </w:rPr>
              <w:t xml:space="preserve"> </w:t>
            </w:r>
            <w:r w:rsidRPr="00023F6A">
              <w:rPr>
                <w:bCs/>
                <w:lang w:val="en-US"/>
              </w:rPr>
              <w:t>TITAN</w:t>
            </w: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Автоприцеп 8238 «Гормаш»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 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</w:tc>
        <w:tc>
          <w:tcPr>
            <w:tcW w:w="1276" w:type="dxa"/>
          </w:tcPr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1150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40,7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40,7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40,7</w:t>
            </w:r>
          </w:p>
        </w:tc>
        <w:tc>
          <w:tcPr>
            <w:tcW w:w="1418" w:type="dxa"/>
          </w:tcPr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</w:p>
          <w:p w:rsidR="000D1B1B" w:rsidRPr="00023F6A" w:rsidRDefault="000D1B1B" w:rsidP="00B11DE6">
            <w:pPr>
              <w:rPr>
                <w:bCs/>
              </w:rPr>
            </w:pPr>
            <w:r w:rsidRPr="00023F6A">
              <w:rPr>
                <w:bCs/>
              </w:rPr>
              <w:t xml:space="preserve">Россия  </w:t>
            </w:r>
          </w:p>
          <w:p w:rsidR="000D1B1B" w:rsidRPr="00023F6A" w:rsidRDefault="000D1B1B" w:rsidP="00B11DE6">
            <w:pPr>
              <w:rPr>
                <w:bCs/>
              </w:rPr>
            </w:pPr>
          </w:p>
        </w:tc>
      </w:tr>
      <w:tr w:rsidR="000D1B1B" w:rsidRPr="00023F6A" w:rsidTr="00B14263">
        <w:trPr>
          <w:trHeight w:val="284"/>
        </w:trPr>
        <w:tc>
          <w:tcPr>
            <w:tcW w:w="1985" w:type="dxa"/>
          </w:tcPr>
          <w:p w:rsidR="000D1B1B" w:rsidRPr="00023F6A" w:rsidRDefault="000D1B1B" w:rsidP="00B14263">
            <w:r w:rsidRPr="00023F6A">
              <w:t>Шеенко Инна Александровна</w:t>
            </w:r>
          </w:p>
          <w:p w:rsidR="000D1B1B" w:rsidRPr="00023F6A" w:rsidRDefault="000D1B1B" w:rsidP="00B14263"/>
          <w:p w:rsidR="000D1B1B" w:rsidRPr="00023F6A" w:rsidRDefault="000D1B1B" w:rsidP="00B14263"/>
          <w:p w:rsidR="000D1B1B" w:rsidRPr="00023F6A" w:rsidRDefault="000D1B1B" w:rsidP="00B14263"/>
          <w:p w:rsidR="000D1B1B" w:rsidRPr="00023F6A" w:rsidRDefault="000D1B1B" w:rsidP="00B14263"/>
          <w:p w:rsidR="000D1B1B" w:rsidRPr="00023F6A" w:rsidRDefault="000D1B1B" w:rsidP="00B14263"/>
          <w:p w:rsidR="000D1B1B" w:rsidRPr="00023F6A" w:rsidRDefault="000D1B1B" w:rsidP="00B14263"/>
          <w:p w:rsidR="000D1B1B" w:rsidRPr="00023F6A" w:rsidRDefault="000D1B1B" w:rsidP="00B14263"/>
          <w:p w:rsidR="000D1B1B" w:rsidRPr="00023F6A" w:rsidRDefault="000D1B1B" w:rsidP="00B14263">
            <w:r w:rsidRPr="00023F6A">
              <w:t>дочь</w:t>
            </w:r>
          </w:p>
          <w:p w:rsidR="000D1B1B" w:rsidRPr="00023F6A" w:rsidRDefault="000D1B1B" w:rsidP="00B14263">
            <w:pPr>
              <w:ind w:firstLine="708"/>
            </w:pP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Главный специалист отдела координации деятельности муниципальных учреждений культуры  управления культуры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417" w:type="dxa"/>
          </w:tcPr>
          <w:p w:rsidR="000D1B1B" w:rsidRPr="00023F6A" w:rsidRDefault="000D1B1B" w:rsidP="00A8203F">
            <w:r w:rsidRPr="00023F6A">
              <w:t>80095,80</w:t>
            </w:r>
          </w:p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>
            <w:r w:rsidRPr="00023F6A">
              <w:t>5472,00</w:t>
            </w:r>
          </w:p>
        </w:tc>
        <w:tc>
          <w:tcPr>
            <w:tcW w:w="1560" w:type="dxa"/>
          </w:tcPr>
          <w:p w:rsidR="000D1B1B" w:rsidRPr="00023F6A" w:rsidRDefault="000D1B1B" w:rsidP="00A8203F">
            <w:r w:rsidRPr="00023F6A">
              <w:t xml:space="preserve">Квартира </w:t>
            </w:r>
          </w:p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>
            <w:r w:rsidRPr="00023F6A"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A8203F">
            <w:r w:rsidRPr="00023F6A">
              <w:t>39,4</w:t>
            </w:r>
          </w:p>
        </w:tc>
        <w:tc>
          <w:tcPr>
            <w:tcW w:w="1276" w:type="dxa"/>
          </w:tcPr>
          <w:p w:rsidR="000D1B1B" w:rsidRPr="00023F6A" w:rsidRDefault="000D1B1B" w:rsidP="00A8203F">
            <w:r w:rsidRPr="00023F6A">
              <w:t xml:space="preserve">Россия </w:t>
            </w:r>
          </w:p>
        </w:tc>
        <w:tc>
          <w:tcPr>
            <w:tcW w:w="1701" w:type="dxa"/>
          </w:tcPr>
          <w:p w:rsidR="000D1B1B" w:rsidRPr="00023F6A" w:rsidRDefault="000D1B1B" w:rsidP="00A8203F">
            <w:r w:rsidRPr="00023F6A">
              <w:t>Легковой автомобиль ВАЗ 2101</w:t>
            </w:r>
          </w:p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A8203F">
            <w:r w:rsidRPr="00023F6A">
              <w:t xml:space="preserve">Нет </w:t>
            </w:r>
          </w:p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/>
          <w:p w:rsidR="000D1B1B" w:rsidRPr="00023F6A" w:rsidRDefault="000D1B1B" w:rsidP="00A8203F">
            <w:r w:rsidRPr="00023F6A">
              <w:t xml:space="preserve">Квартира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39,4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Россия </w:t>
            </w:r>
          </w:p>
        </w:tc>
      </w:tr>
      <w:tr w:rsidR="000D1B1B" w:rsidRPr="00023F6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B5231B">
            <w:pPr>
              <w:rPr>
                <w:bCs/>
              </w:rPr>
            </w:pPr>
            <w:r w:rsidRPr="00023F6A">
              <w:rPr>
                <w:bCs/>
              </w:rPr>
              <w:t xml:space="preserve">Андреева Юлия Геннадиевна </w:t>
            </w: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Главный специалист отдела субсидий и компенсаций на оплату жилищно-коммунальных услуг управления социальной защиты населения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214097,53</w:t>
            </w: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 xml:space="preserve">Нет 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Земельный участок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2700</w:t>
            </w: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>50,6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 xml:space="preserve">Квартира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>50,6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/>
          <w:p w:rsidR="000D1B1B" w:rsidRPr="00023F6A" w:rsidRDefault="000D1B1B" w:rsidP="00817E63">
            <w:r w:rsidRPr="00023F6A">
              <w:t>Россия</w:t>
            </w:r>
          </w:p>
        </w:tc>
      </w:tr>
      <w:tr w:rsidR="000D1B1B" w:rsidRPr="00023F6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B5231B">
            <w:pPr>
              <w:rPr>
                <w:bCs/>
              </w:rPr>
            </w:pPr>
            <w:r w:rsidRPr="00023F6A">
              <w:rPr>
                <w:bCs/>
              </w:rPr>
              <w:t xml:space="preserve">Головчанская Татьяна Александровна </w:t>
            </w:r>
          </w:p>
        </w:tc>
        <w:tc>
          <w:tcPr>
            <w:tcW w:w="2410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 xml:space="preserve">Главный специалист отдела по работе с инвалидами, ветеранами и пожилыми гражданами, опеке и попечительству в отношении совершеннолетних лиц управления социальной защиты населения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231853,00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Легковой автомобиль Дэу Матиз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Жилой дом 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63</w:t>
            </w:r>
          </w:p>
          <w:p w:rsidR="000D1B1B" w:rsidRPr="00023F6A" w:rsidRDefault="000D1B1B" w:rsidP="00DF5298"/>
          <w:p w:rsidR="000D1B1B" w:rsidRPr="00023F6A" w:rsidRDefault="000D1B1B" w:rsidP="00DF5298"/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DF5298"/>
          <w:p w:rsidR="000D1B1B" w:rsidRPr="00023F6A" w:rsidRDefault="000D1B1B" w:rsidP="00DF5298"/>
        </w:tc>
      </w:tr>
      <w:tr w:rsidR="000D1B1B" w:rsidRPr="00023F6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B5231B">
            <w:pPr>
              <w:rPr>
                <w:bCs/>
              </w:rPr>
            </w:pPr>
            <w:r w:rsidRPr="00023F6A">
              <w:rPr>
                <w:bCs/>
              </w:rPr>
              <w:t xml:space="preserve">Булгакова Надежда Сергеевна 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>супруг</w:t>
            </w:r>
          </w:p>
          <w:p w:rsidR="000D1B1B" w:rsidRPr="00023F6A" w:rsidRDefault="000D1B1B" w:rsidP="00181FDD"/>
          <w:p w:rsidR="000D1B1B" w:rsidRPr="00023F6A" w:rsidRDefault="000D1B1B" w:rsidP="00181FDD">
            <w:r w:rsidRPr="00023F6A">
              <w:t>дочь</w:t>
            </w:r>
          </w:p>
          <w:p w:rsidR="000D1B1B" w:rsidRPr="00023F6A" w:rsidRDefault="000D1B1B" w:rsidP="00181FDD"/>
          <w:p w:rsidR="000D1B1B" w:rsidRPr="00023F6A" w:rsidRDefault="000D1B1B" w:rsidP="00181FDD">
            <w:r w:rsidRPr="00023F6A">
              <w:t>сын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Главный специалист отдела по выплате пособий и компенсаций управления социальной защиты населения </w:t>
            </w:r>
          </w:p>
        </w:tc>
        <w:tc>
          <w:tcPr>
            <w:tcW w:w="1417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231259,07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>175272,93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>Нет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>Нет</w:t>
            </w:r>
          </w:p>
        </w:tc>
        <w:tc>
          <w:tcPr>
            <w:tcW w:w="156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пай</w:t>
            </w:r>
          </w:p>
          <w:p w:rsidR="000D1B1B" w:rsidRPr="00023F6A" w:rsidRDefault="000D1B1B" w:rsidP="00295851">
            <w:pPr>
              <w:rPr>
                <w:bCs/>
              </w:rPr>
            </w:pPr>
          </w:p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Земельный пай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 xml:space="preserve">Квартира 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>Нет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>Нет</w:t>
            </w:r>
          </w:p>
        </w:tc>
        <w:tc>
          <w:tcPr>
            <w:tcW w:w="1275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4500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>4500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>46,5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>Россия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>Россия</w:t>
            </w:r>
          </w:p>
        </w:tc>
        <w:tc>
          <w:tcPr>
            <w:tcW w:w="1701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>Нет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>Нет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/>
          <w:p w:rsidR="000D1B1B" w:rsidRPr="00023F6A" w:rsidRDefault="000D1B1B" w:rsidP="00181FDD">
            <w:r w:rsidRPr="00023F6A">
              <w:t>Нет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 xml:space="preserve">Квартира 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 xml:space="preserve">Квартира </w:t>
            </w:r>
          </w:p>
        </w:tc>
        <w:tc>
          <w:tcPr>
            <w:tcW w:w="1276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46,5</w:t>
            </w:r>
          </w:p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>
            <w:r w:rsidRPr="00023F6A">
              <w:t>46,5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>46,5</w:t>
            </w:r>
          </w:p>
        </w:tc>
        <w:tc>
          <w:tcPr>
            <w:tcW w:w="1418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/>
          <w:p w:rsidR="000D1B1B" w:rsidRPr="00023F6A" w:rsidRDefault="000D1B1B" w:rsidP="00C05645">
            <w:r w:rsidRPr="00023F6A">
              <w:t>Россия</w:t>
            </w:r>
          </w:p>
          <w:p w:rsidR="000D1B1B" w:rsidRPr="00023F6A" w:rsidRDefault="000D1B1B" w:rsidP="00C05645"/>
          <w:p w:rsidR="000D1B1B" w:rsidRPr="00023F6A" w:rsidRDefault="000D1B1B" w:rsidP="00C05645">
            <w:r w:rsidRPr="00023F6A">
              <w:t>Россия</w:t>
            </w:r>
          </w:p>
        </w:tc>
      </w:tr>
      <w:tr w:rsidR="000D1B1B" w:rsidRPr="00023F6A" w:rsidTr="002C424A">
        <w:trPr>
          <w:trHeight w:val="284"/>
        </w:trPr>
        <w:tc>
          <w:tcPr>
            <w:tcW w:w="1985" w:type="dxa"/>
          </w:tcPr>
          <w:p w:rsidR="000D1B1B" w:rsidRPr="00023F6A" w:rsidRDefault="000D1B1B" w:rsidP="00AA15C5">
            <w:r w:rsidRPr="00023F6A">
              <w:t>Горбунова Ирина Николаевна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супруг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295851">
            <w:pPr>
              <w:rPr>
                <w:bCs/>
              </w:rPr>
            </w:pPr>
            <w:r w:rsidRPr="00023F6A">
              <w:rPr>
                <w:bCs/>
              </w:rPr>
              <w:t>Главный специалист отдела опеки и попечительства несовершеннолетних граждан, защиты семьи, материнства и детства управления социальной защиты населения</w:t>
            </w:r>
          </w:p>
        </w:tc>
        <w:tc>
          <w:tcPr>
            <w:tcW w:w="1417" w:type="dxa"/>
          </w:tcPr>
          <w:p w:rsidR="000D1B1B" w:rsidRPr="00023F6A" w:rsidRDefault="000D1B1B" w:rsidP="00AA15C5">
            <w:r w:rsidRPr="00023F6A">
              <w:t>176558,00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67465,90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 xml:space="preserve">Нет </w:t>
            </w:r>
          </w:p>
        </w:tc>
        <w:tc>
          <w:tcPr>
            <w:tcW w:w="1560" w:type="dxa"/>
          </w:tcPr>
          <w:p w:rsidR="000D1B1B" w:rsidRPr="00023F6A" w:rsidRDefault="000D1B1B" w:rsidP="00AA15C5">
            <w:r w:rsidRPr="00023F6A">
              <w:t xml:space="preserve">Нет 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Земельный участок</w:t>
            </w:r>
          </w:p>
          <w:p w:rsidR="000D1B1B" w:rsidRPr="00023F6A" w:rsidRDefault="000D1B1B" w:rsidP="00AA15C5"/>
          <w:p w:rsidR="000D1B1B" w:rsidRPr="00023F6A" w:rsidRDefault="000D1B1B" w:rsidP="00AA15C5">
            <w:r w:rsidRPr="00023F6A">
              <w:t>Жилой дом</w:t>
            </w:r>
          </w:p>
          <w:p w:rsidR="000D1B1B" w:rsidRPr="00023F6A" w:rsidRDefault="000D1B1B" w:rsidP="00AA15C5"/>
          <w:p w:rsidR="000D1B1B" w:rsidRPr="00023F6A" w:rsidRDefault="000D1B1B" w:rsidP="00AA15C5">
            <w:r w:rsidRPr="00023F6A">
              <w:t xml:space="preserve">Нет </w:t>
            </w:r>
          </w:p>
        </w:tc>
        <w:tc>
          <w:tcPr>
            <w:tcW w:w="1275" w:type="dxa"/>
          </w:tcPr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2000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66,3</w:t>
            </w:r>
          </w:p>
          <w:p w:rsidR="000D1B1B" w:rsidRPr="00023F6A" w:rsidRDefault="000D1B1B" w:rsidP="00AA15C5"/>
        </w:tc>
        <w:tc>
          <w:tcPr>
            <w:tcW w:w="1276" w:type="dxa"/>
          </w:tcPr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Россия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 xml:space="preserve">Россия  </w:t>
            </w:r>
          </w:p>
        </w:tc>
        <w:tc>
          <w:tcPr>
            <w:tcW w:w="1701" w:type="dxa"/>
          </w:tcPr>
          <w:p w:rsidR="000D1B1B" w:rsidRPr="00023F6A" w:rsidRDefault="000D1B1B" w:rsidP="00AA15C5">
            <w:r w:rsidRPr="00023F6A">
              <w:t xml:space="preserve">Автомобиль легковой </w:t>
            </w:r>
          </w:p>
          <w:p w:rsidR="000D1B1B" w:rsidRPr="00023F6A" w:rsidRDefault="000D1B1B" w:rsidP="00AA15C5">
            <w:r w:rsidRPr="00023F6A">
              <w:t>ВАЗ 21093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 xml:space="preserve">Иные транспортные средства: </w:t>
            </w:r>
          </w:p>
          <w:p w:rsidR="000D1B1B" w:rsidRPr="00023F6A" w:rsidRDefault="000D1B1B" w:rsidP="00AA15C5">
            <w:r w:rsidRPr="00023F6A">
              <w:t>ГАЗ 322132</w:t>
            </w:r>
          </w:p>
          <w:p w:rsidR="000D1B1B" w:rsidRPr="00023F6A" w:rsidRDefault="000D1B1B" w:rsidP="00AA15C5"/>
          <w:p w:rsidR="000D1B1B" w:rsidRPr="00023F6A" w:rsidRDefault="000D1B1B" w:rsidP="00AA15C5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AA15C5">
            <w:r w:rsidRPr="00023F6A">
              <w:t>Жилой дом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 xml:space="preserve">Нет 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Жилой дом</w:t>
            </w:r>
          </w:p>
        </w:tc>
        <w:tc>
          <w:tcPr>
            <w:tcW w:w="1276" w:type="dxa"/>
          </w:tcPr>
          <w:p w:rsidR="000D1B1B" w:rsidRPr="00023F6A" w:rsidRDefault="000D1B1B" w:rsidP="00AA15C5">
            <w:r w:rsidRPr="00023F6A">
              <w:t>66,3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>66,3</w:t>
            </w:r>
          </w:p>
        </w:tc>
        <w:tc>
          <w:tcPr>
            <w:tcW w:w="1418" w:type="dxa"/>
          </w:tcPr>
          <w:p w:rsidR="000D1B1B" w:rsidRPr="00023F6A" w:rsidRDefault="000D1B1B" w:rsidP="00AA15C5">
            <w:r w:rsidRPr="00023F6A">
              <w:t>Россия</w:t>
            </w:r>
          </w:p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/>
          <w:p w:rsidR="000D1B1B" w:rsidRPr="00023F6A" w:rsidRDefault="000D1B1B" w:rsidP="00AA15C5">
            <w:r w:rsidRPr="00023F6A">
              <w:t xml:space="preserve">Россия  </w:t>
            </w:r>
          </w:p>
        </w:tc>
      </w:tr>
    </w:tbl>
    <w:p w:rsidR="000D1B1B" w:rsidRPr="00023F6A" w:rsidRDefault="000D1B1B" w:rsidP="00295851">
      <w:pPr>
        <w:rPr>
          <w:bCs/>
        </w:rPr>
      </w:pPr>
    </w:p>
    <w:p w:rsidR="000D1B1B" w:rsidRPr="00023F6A" w:rsidRDefault="000D1B1B" w:rsidP="00295851">
      <w:pPr>
        <w:rPr>
          <w:bCs/>
        </w:rPr>
      </w:pPr>
    </w:p>
    <w:p w:rsidR="000D1B1B" w:rsidRPr="00023F6A" w:rsidRDefault="000D1B1B" w:rsidP="00295851">
      <w:pPr>
        <w:rPr>
          <w:bCs/>
        </w:rPr>
      </w:pPr>
    </w:p>
    <w:p w:rsidR="000D1B1B" w:rsidRPr="00023F6A" w:rsidRDefault="000D1B1B" w:rsidP="00295851">
      <w:pPr>
        <w:rPr>
          <w:bCs/>
        </w:rPr>
      </w:pPr>
    </w:p>
    <w:p w:rsidR="000D1B1B" w:rsidRPr="00023F6A" w:rsidRDefault="000D1B1B" w:rsidP="00295851">
      <w:pPr>
        <w:rPr>
          <w:bCs/>
        </w:rPr>
      </w:pPr>
    </w:p>
    <w:p w:rsidR="000D1B1B" w:rsidRPr="00023F6A" w:rsidRDefault="000D1B1B" w:rsidP="00295851">
      <w:pPr>
        <w:rPr>
          <w:bCs/>
        </w:rPr>
      </w:pPr>
    </w:p>
    <w:p w:rsidR="000D1B1B" w:rsidRPr="00023F6A" w:rsidRDefault="000D1B1B" w:rsidP="008B68BE">
      <w:pPr>
        <w:rPr>
          <w:b/>
          <w:bCs/>
        </w:rPr>
      </w:pPr>
    </w:p>
    <w:p w:rsidR="000D1B1B" w:rsidRPr="00023F6A" w:rsidRDefault="000D1B1B" w:rsidP="00140F55">
      <w:pPr>
        <w:jc w:val="center"/>
        <w:rPr>
          <w:b/>
          <w:bCs/>
        </w:rPr>
      </w:pPr>
    </w:p>
    <w:p w:rsidR="000D1B1B" w:rsidRPr="00023F6A" w:rsidRDefault="000D1B1B" w:rsidP="00140F55">
      <w:pPr>
        <w:jc w:val="center"/>
        <w:rPr>
          <w:b/>
          <w:bCs/>
        </w:rPr>
      </w:pPr>
    </w:p>
    <w:p w:rsidR="000D1B1B" w:rsidRPr="00023F6A" w:rsidRDefault="000D1B1B" w:rsidP="00140F55">
      <w:pPr>
        <w:jc w:val="center"/>
        <w:rPr>
          <w:b/>
          <w:bCs/>
        </w:rPr>
      </w:pPr>
    </w:p>
    <w:p w:rsidR="000D1B1B" w:rsidRPr="00023F6A" w:rsidRDefault="000D1B1B" w:rsidP="00140F55">
      <w:pPr>
        <w:jc w:val="center"/>
        <w:rPr>
          <w:b/>
          <w:bCs/>
        </w:rPr>
      </w:pPr>
      <w:r w:rsidRPr="00023F6A">
        <w:rPr>
          <w:b/>
          <w:bCs/>
        </w:rPr>
        <w:t xml:space="preserve">Сведения </w:t>
      </w:r>
    </w:p>
    <w:p w:rsidR="000D1B1B" w:rsidRPr="00023F6A" w:rsidRDefault="000D1B1B" w:rsidP="00140F55">
      <w:pPr>
        <w:jc w:val="center"/>
        <w:rPr>
          <w:b/>
          <w:bCs/>
        </w:rPr>
      </w:pPr>
      <w:r w:rsidRPr="00023F6A">
        <w:rPr>
          <w:b/>
          <w:bCs/>
        </w:rPr>
        <w:t>о доходах, об имуществе и обязательствах имущественного характера</w:t>
      </w:r>
    </w:p>
    <w:p w:rsidR="000D1B1B" w:rsidRPr="00023F6A" w:rsidRDefault="000D1B1B" w:rsidP="00140F55">
      <w:pPr>
        <w:jc w:val="center"/>
        <w:rPr>
          <w:b/>
          <w:bCs/>
        </w:rPr>
      </w:pPr>
      <w:r w:rsidRPr="00023F6A">
        <w:rPr>
          <w:b/>
          <w:bCs/>
        </w:rPr>
        <w:t xml:space="preserve">лиц, замещающих должности муниципальной службы Корочанского района, </w:t>
      </w:r>
    </w:p>
    <w:p w:rsidR="000D1B1B" w:rsidRPr="00023F6A" w:rsidRDefault="000D1B1B" w:rsidP="00140F55">
      <w:pPr>
        <w:jc w:val="center"/>
        <w:rPr>
          <w:b/>
          <w:bCs/>
        </w:rPr>
      </w:pPr>
      <w:r w:rsidRPr="00023F6A">
        <w:rPr>
          <w:b/>
          <w:bCs/>
        </w:rPr>
        <w:t>а также их супругов и несовершеннолетних детей за период с 1 января 2012 года по 31 декабря 2012 года</w:t>
      </w:r>
    </w:p>
    <w:p w:rsidR="000D1B1B" w:rsidRPr="00023F6A" w:rsidRDefault="000D1B1B" w:rsidP="00140F55">
      <w:pPr>
        <w:jc w:val="center"/>
        <w:rPr>
          <w:b/>
          <w:bCs/>
        </w:rPr>
      </w:pPr>
    </w:p>
    <w:tbl>
      <w:tblPr>
        <w:tblW w:w="1587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410"/>
        <w:gridCol w:w="1417"/>
        <w:gridCol w:w="1418"/>
        <w:gridCol w:w="1417"/>
        <w:gridCol w:w="1134"/>
        <w:gridCol w:w="1843"/>
        <w:gridCol w:w="1559"/>
        <w:gridCol w:w="1276"/>
        <w:gridCol w:w="1418"/>
      </w:tblGrid>
      <w:tr w:rsidR="000D1B1B" w:rsidRPr="002C424A" w:rsidTr="0045545A">
        <w:trPr>
          <w:trHeight w:val="833"/>
        </w:trPr>
        <w:tc>
          <w:tcPr>
            <w:tcW w:w="1985" w:type="dxa"/>
            <w:vMerge w:val="restart"/>
          </w:tcPr>
          <w:p w:rsidR="000D1B1B" w:rsidRPr="00023F6A" w:rsidRDefault="000D1B1B" w:rsidP="0045545A">
            <w:pPr>
              <w:jc w:val="center"/>
              <w:rPr>
                <w:b/>
              </w:rPr>
            </w:pPr>
            <w:r w:rsidRPr="00023F6A">
              <w:rPr>
                <w:b/>
              </w:rPr>
              <w:t>Ф.И.О.</w:t>
            </w:r>
          </w:p>
        </w:tc>
        <w:tc>
          <w:tcPr>
            <w:tcW w:w="2410" w:type="dxa"/>
            <w:vMerge w:val="restart"/>
          </w:tcPr>
          <w:p w:rsidR="000D1B1B" w:rsidRPr="00023F6A" w:rsidRDefault="000D1B1B" w:rsidP="0045545A">
            <w:pPr>
              <w:jc w:val="center"/>
              <w:rPr>
                <w:b/>
              </w:rPr>
            </w:pPr>
            <w:r w:rsidRPr="00023F6A">
              <w:rPr>
                <w:b/>
              </w:rPr>
              <w:t>Замещаемая должность</w:t>
            </w:r>
          </w:p>
        </w:tc>
        <w:tc>
          <w:tcPr>
            <w:tcW w:w="1417" w:type="dxa"/>
            <w:vMerge w:val="restart"/>
          </w:tcPr>
          <w:p w:rsidR="000D1B1B" w:rsidRPr="00023F6A" w:rsidRDefault="000D1B1B" w:rsidP="0045545A">
            <w:pPr>
              <w:jc w:val="center"/>
              <w:rPr>
                <w:b/>
              </w:rPr>
            </w:pPr>
            <w:r w:rsidRPr="00023F6A">
              <w:rPr>
                <w:b/>
              </w:rPr>
              <w:t>Общая сумма дохода за</w:t>
            </w:r>
          </w:p>
          <w:p w:rsidR="000D1B1B" w:rsidRPr="00023F6A" w:rsidRDefault="000D1B1B" w:rsidP="0045545A">
            <w:pPr>
              <w:jc w:val="center"/>
              <w:rPr>
                <w:b/>
              </w:rPr>
            </w:pPr>
            <w:r w:rsidRPr="00023F6A">
              <w:rPr>
                <w:b/>
              </w:rPr>
              <w:t>2012 г.</w:t>
            </w:r>
          </w:p>
          <w:p w:rsidR="000D1B1B" w:rsidRPr="00023F6A" w:rsidRDefault="000D1B1B" w:rsidP="0045545A">
            <w:pPr>
              <w:jc w:val="center"/>
              <w:rPr>
                <w:b/>
              </w:rPr>
            </w:pPr>
            <w:r w:rsidRPr="00023F6A">
              <w:rPr>
                <w:b/>
              </w:rPr>
              <w:t>(руб.)</w:t>
            </w:r>
          </w:p>
        </w:tc>
        <w:tc>
          <w:tcPr>
            <w:tcW w:w="5812" w:type="dxa"/>
            <w:gridSpan w:val="4"/>
          </w:tcPr>
          <w:p w:rsidR="000D1B1B" w:rsidRPr="00023F6A" w:rsidRDefault="000D1B1B" w:rsidP="0045545A">
            <w:pPr>
              <w:jc w:val="center"/>
              <w:rPr>
                <w:b/>
              </w:rPr>
            </w:pPr>
            <w:r w:rsidRPr="00023F6A">
              <w:rPr>
                <w:b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0D1B1B" w:rsidRPr="00023F6A" w:rsidRDefault="000D1B1B" w:rsidP="0045545A">
            <w:pPr>
              <w:jc w:val="center"/>
              <w:rPr>
                <w:b/>
              </w:rPr>
            </w:pPr>
            <w:r w:rsidRPr="00023F6A">
              <w:rPr>
                <w:b/>
              </w:rPr>
              <w:t xml:space="preserve">на праве собственности </w:t>
            </w:r>
          </w:p>
        </w:tc>
        <w:tc>
          <w:tcPr>
            <w:tcW w:w="4253" w:type="dxa"/>
            <w:gridSpan w:val="3"/>
          </w:tcPr>
          <w:p w:rsidR="000D1B1B" w:rsidRPr="002C424A" w:rsidRDefault="000D1B1B" w:rsidP="0045545A">
            <w:pPr>
              <w:jc w:val="center"/>
              <w:rPr>
                <w:b/>
              </w:rPr>
            </w:pPr>
            <w:r w:rsidRPr="00023F6A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  <w:vMerge/>
          </w:tcPr>
          <w:p w:rsidR="000D1B1B" w:rsidRPr="002C424A" w:rsidRDefault="000D1B1B" w:rsidP="0045545A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Merge/>
          </w:tcPr>
          <w:p w:rsidR="000D1B1B" w:rsidRPr="002C424A" w:rsidRDefault="000D1B1B" w:rsidP="0045545A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0D1B1B" w:rsidRPr="002C424A" w:rsidRDefault="000D1B1B" w:rsidP="0045545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Вид объектов недвижимости</w:t>
            </w:r>
          </w:p>
        </w:tc>
        <w:tc>
          <w:tcPr>
            <w:tcW w:w="1417" w:type="dxa"/>
          </w:tcPr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Площадь</w:t>
            </w:r>
          </w:p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(кв. м)</w:t>
            </w:r>
          </w:p>
        </w:tc>
        <w:tc>
          <w:tcPr>
            <w:tcW w:w="1134" w:type="dxa"/>
          </w:tcPr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Страна расположения</w:t>
            </w:r>
          </w:p>
        </w:tc>
        <w:tc>
          <w:tcPr>
            <w:tcW w:w="1843" w:type="dxa"/>
          </w:tcPr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Транспорт</w:t>
            </w:r>
          </w:p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 xml:space="preserve">ные </w:t>
            </w:r>
          </w:p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средства</w:t>
            </w:r>
          </w:p>
        </w:tc>
        <w:tc>
          <w:tcPr>
            <w:tcW w:w="1559" w:type="dxa"/>
          </w:tcPr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Площадь</w:t>
            </w:r>
          </w:p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>(кв. м)</w:t>
            </w:r>
          </w:p>
        </w:tc>
        <w:tc>
          <w:tcPr>
            <w:tcW w:w="1418" w:type="dxa"/>
          </w:tcPr>
          <w:p w:rsidR="000D1B1B" w:rsidRPr="002C424A" w:rsidRDefault="000D1B1B" w:rsidP="0045545A">
            <w:pPr>
              <w:jc w:val="center"/>
              <w:rPr>
                <w:b/>
              </w:rPr>
            </w:pPr>
            <w:r w:rsidRPr="002C424A">
              <w:rPr>
                <w:b/>
              </w:rPr>
              <w:t xml:space="preserve">Страна расположения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Новиков Сергей Иванович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супруга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Глава администрации городского поселения «Город Короча»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457488,59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365885,3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Нет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Квартира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Дача (нежилой садовый дом)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600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54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28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Нет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 xml:space="preserve">Жилой дом 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98,7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98,7</w:t>
            </w:r>
          </w:p>
        </w:tc>
        <w:tc>
          <w:tcPr>
            <w:tcW w:w="1418" w:type="dxa"/>
          </w:tcPr>
          <w:p w:rsidR="000D1B1B" w:rsidRPr="00023F6A" w:rsidRDefault="000D1B1B" w:rsidP="001B3BE4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Россия</w:t>
            </w:r>
          </w:p>
          <w:p w:rsidR="000D1B1B" w:rsidRPr="00023F6A" w:rsidRDefault="000D1B1B" w:rsidP="00753E79"/>
          <w:p w:rsidR="000D1B1B" w:rsidRPr="00023F6A" w:rsidRDefault="000D1B1B" w:rsidP="00753E79"/>
          <w:p w:rsidR="000D1B1B" w:rsidRPr="00023F6A" w:rsidRDefault="000D1B1B" w:rsidP="00753E79">
            <w:r w:rsidRPr="00023F6A">
              <w:t>Россия</w:t>
            </w:r>
          </w:p>
        </w:tc>
      </w:tr>
      <w:tr w:rsidR="000D1B1B" w:rsidRPr="002C424A" w:rsidTr="00D41AC0">
        <w:trPr>
          <w:trHeight w:val="3944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Кондратенко Петр Петрович 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супруга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сын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Заместитель главы администрации городского поселения «Город Короча»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310249,09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94200</w:t>
            </w:r>
          </w:p>
          <w:p w:rsidR="000D1B1B" w:rsidRPr="00023F6A" w:rsidRDefault="000D1B1B" w:rsidP="00B067FF"/>
          <w:p w:rsidR="000D1B1B" w:rsidRPr="00023F6A" w:rsidRDefault="000D1B1B" w:rsidP="00B067FF">
            <w:r w:rsidRPr="00023F6A">
              <w:t>нет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B067FF"/>
          <w:p w:rsidR="000D1B1B" w:rsidRPr="00023F6A" w:rsidRDefault="000D1B1B" w:rsidP="00B067FF">
            <w:r w:rsidRPr="00023F6A">
              <w:t>Нет</w:t>
            </w:r>
          </w:p>
          <w:p w:rsidR="000D1B1B" w:rsidRPr="00023F6A" w:rsidRDefault="000D1B1B" w:rsidP="00B067FF"/>
          <w:p w:rsidR="000D1B1B" w:rsidRPr="00023F6A" w:rsidRDefault="000D1B1B" w:rsidP="00B067FF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1073</w:t>
            </w:r>
          </w:p>
          <w:p w:rsidR="000D1B1B" w:rsidRPr="00023F6A" w:rsidRDefault="000D1B1B" w:rsidP="0045545A"/>
          <w:p w:rsidR="000D1B1B" w:rsidRPr="00023F6A" w:rsidRDefault="000D1B1B" w:rsidP="0045545A"/>
          <w:p w:rsidR="000D1B1B" w:rsidRPr="00023F6A" w:rsidRDefault="000D1B1B" w:rsidP="0045545A">
            <w:r w:rsidRPr="00023F6A">
              <w:t>4000</w:t>
            </w:r>
          </w:p>
          <w:p w:rsidR="000D1B1B" w:rsidRPr="00023F6A" w:rsidRDefault="000D1B1B" w:rsidP="0045545A"/>
          <w:p w:rsidR="000D1B1B" w:rsidRPr="00023F6A" w:rsidRDefault="000D1B1B" w:rsidP="0045545A"/>
          <w:p w:rsidR="000D1B1B" w:rsidRPr="00023F6A" w:rsidRDefault="000D1B1B" w:rsidP="0045545A">
            <w:r w:rsidRPr="00023F6A">
              <w:t>1500</w:t>
            </w:r>
          </w:p>
          <w:p w:rsidR="000D1B1B" w:rsidRPr="00023F6A" w:rsidRDefault="000D1B1B" w:rsidP="00B1028B"/>
          <w:p w:rsidR="000D1B1B" w:rsidRPr="00023F6A" w:rsidRDefault="000D1B1B" w:rsidP="00B1028B"/>
          <w:p w:rsidR="000D1B1B" w:rsidRPr="00023F6A" w:rsidRDefault="000D1B1B" w:rsidP="00B1028B">
            <w:r w:rsidRPr="00023F6A">
              <w:t>83,1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45545A"/>
          <w:p w:rsidR="000D1B1B" w:rsidRPr="00023F6A" w:rsidRDefault="000D1B1B" w:rsidP="0045545A"/>
          <w:p w:rsidR="000D1B1B" w:rsidRPr="00023F6A" w:rsidRDefault="000D1B1B" w:rsidP="0045545A">
            <w:r w:rsidRPr="00023F6A">
              <w:t>Россия</w:t>
            </w:r>
          </w:p>
          <w:p w:rsidR="000D1B1B" w:rsidRPr="00023F6A" w:rsidRDefault="000D1B1B" w:rsidP="0045545A"/>
          <w:p w:rsidR="000D1B1B" w:rsidRPr="00023F6A" w:rsidRDefault="000D1B1B" w:rsidP="0045545A"/>
          <w:p w:rsidR="000D1B1B" w:rsidRPr="00023F6A" w:rsidRDefault="000D1B1B" w:rsidP="0045545A">
            <w:r w:rsidRPr="00023F6A">
              <w:t>Россия</w:t>
            </w:r>
          </w:p>
          <w:p w:rsidR="000D1B1B" w:rsidRPr="00023F6A" w:rsidRDefault="000D1B1B" w:rsidP="00B1028B"/>
          <w:p w:rsidR="000D1B1B" w:rsidRPr="00023F6A" w:rsidRDefault="000D1B1B" w:rsidP="00B1028B"/>
          <w:p w:rsidR="000D1B1B" w:rsidRPr="00023F6A" w:rsidRDefault="000D1B1B" w:rsidP="00B1028B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 xml:space="preserve">Легковой автомобиль </w:t>
            </w:r>
            <w:r w:rsidRPr="00023F6A">
              <w:rPr>
                <w:lang w:val="en-US"/>
              </w:rPr>
              <w:t>RENO</w:t>
            </w:r>
            <w:r w:rsidRPr="00023F6A">
              <w:t>-</w:t>
            </w:r>
            <w:r w:rsidRPr="00023F6A">
              <w:rPr>
                <w:lang w:val="en-US"/>
              </w:rPr>
              <w:t>LOGAN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Легковой автомобиль СЕАЗ – Ока </w:t>
            </w:r>
          </w:p>
          <w:p w:rsidR="000D1B1B" w:rsidRPr="00023F6A" w:rsidRDefault="000D1B1B" w:rsidP="00B067FF"/>
          <w:p w:rsidR="000D1B1B" w:rsidRPr="00023F6A" w:rsidRDefault="000D1B1B" w:rsidP="00B067FF"/>
          <w:p w:rsidR="000D1B1B" w:rsidRPr="00023F6A" w:rsidRDefault="000D1B1B" w:rsidP="00B067FF"/>
          <w:p w:rsidR="000D1B1B" w:rsidRPr="00023F6A" w:rsidRDefault="000D1B1B" w:rsidP="00B067FF">
            <w:r w:rsidRPr="00023F6A">
              <w:t>Нет</w:t>
            </w:r>
          </w:p>
          <w:p w:rsidR="000D1B1B" w:rsidRPr="00023F6A" w:rsidRDefault="000D1B1B" w:rsidP="00B067FF"/>
          <w:p w:rsidR="000D1B1B" w:rsidRPr="00023F6A" w:rsidRDefault="000D1B1B" w:rsidP="00B067FF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B067FF"/>
          <w:p w:rsidR="000D1B1B" w:rsidRPr="00023F6A" w:rsidRDefault="000D1B1B" w:rsidP="00B067FF">
            <w:r w:rsidRPr="00023F6A">
              <w:t>Жилой дом</w:t>
            </w:r>
          </w:p>
        </w:tc>
        <w:tc>
          <w:tcPr>
            <w:tcW w:w="1276" w:type="dxa"/>
          </w:tcPr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83,1</w:t>
            </w:r>
          </w:p>
          <w:p w:rsidR="000D1B1B" w:rsidRPr="00023F6A" w:rsidRDefault="000D1B1B" w:rsidP="00B067FF"/>
          <w:p w:rsidR="000D1B1B" w:rsidRPr="00023F6A" w:rsidRDefault="000D1B1B" w:rsidP="00B067FF">
            <w:r w:rsidRPr="00023F6A">
              <w:t>83,1</w:t>
            </w:r>
          </w:p>
          <w:p w:rsidR="000D1B1B" w:rsidRPr="00023F6A" w:rsidRDefault="000D1B1B" w:rsidP="00B067FF"/>
          <w:p w:rsidR="000D1B1B" w:rsidRPr="00023F6A" w:rsidRDefault="000D1B1B" w:rsidP="00B067FF"/>
        </w:tc>
        <w:tc>
          <w:tcPr>
            <w:tcW w:w="1418" w:type="dxa"/>
          </w:tcPr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B067FF"/>
          <w:p w:rsidR="000D1B1B" w:rsidRPr="00023F6A" w:rsidRDefault="000D1B1B" w:rsidP="00B067FF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Балабанов Алексей Валентинович 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супруга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Заместитель главы администрации городского поселения «Город Короча»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434107,4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297345,17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Нет 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17000</w:t>
            </w:r>
          </w:p>
          <w:p w:rsidR="000D1B1B" w:rsidRPr="00023F6A" w:rsidRDefault="000D1B1B" w:rsidP="00DE1FDA"/>
          <w:p w:rsidR="000D1B1B" w:rsidRPr="00023F6A" w:rsidRDefault="000D1B1B" w:rsidP="00DE1FDA"/>
          <w:p w:rsidR="000D1B1B" w:rsidRPr="00023F6A" w:rsidRDefault="000D1B1B" w:rsidP="00DE1FDA">
            <w:r w:rsidRPr="00023F6A">
              <w:t>34,3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DE1FDA"/>
          <w:p w:rsidR="000D1B1B" w:rsidRPr="00023F6A" w:rsidRDefault="000D1B1B" w:rsidP="00DE1FDA"/>
          <w:p w:rsidR="000D1B1B" w:rsidRPr="00023F6A" w:rsidRDefault="000D1B1B" w:rsidP="00DE1FDA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Легковой автомобиль Рено Логан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34,3</w:t>
            </w:r>
          </w:p>
        </w:tc>
        <w:tc>
          <w:tcPr>
            <w:tcW w:w="1418" w:type="dxa"/>
          </w:tcPr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 xml:space="preserve">Угрюмова Маргарита Владимировна </w:t>
            </w: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 xml:space="preserve">супруг </w:t>
            </w:r>
          </w:p>
        </w:tc>
        <w:tc>
          <w:tcPr>
            <w:tcW w:w="2410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Начальник отдела по социальной политике и кадрам  администрации городского поселения «Город Короча»</w:t>
            </w:r>
          </w:p>
        </w:tc>
        <w:tc>
          <w:tcPr>
            <w:tcW w:w="1417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212173,85</w:t>
            </w: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227895,38</w:t>
            </w:r>
          </w:p>
        </w:tc>
        <w:tc>
          <w:tcPr>
            <w:tcW w:w="1418" w:type="dxa"/>
          </w:tcPr>
          <w:p w:rsidR="000D1B1B" w:rsidRPr="00023F6A" w:rsidRDefault="000D1B1B" w:rsidP="00243278">
            <w:r w:rsidRPr="00023F6A">
              <w:t>Квартира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 xml:space="preserve">Квартира  </w:t>
            </w:r>
          </w:p>
        </w:tc>
        <w:tc>
          <w:tcPr>
            <w:tcW w:w="1417" w:type="dxa"/>
          </w:tcPr>
          <w:p w:rsidR="000D1B1B" w:rsidRPr="00023F6A" w:rsidRDefault="000D1B1B" w:rsidP="00243278">
            <w:r w:rsidRPr="00023F6A">
              <w:t xml:space="preserve">55,5 </w:t>
            </w:r>
          </w:p>
          <w:p w:rsidR="000D1B1B" w:rsidRPr="00023F6A" w:rsidRDefault="000D1B1B" w:rsidP="00243278">
            <w:r w:rsidRPr="00023F6A">
              <w:t>(1/4 доля)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B100C3">
            <w:r w:rsidRPr="00023F6A">
              <w:t xml:space="preserve">55,5 </w:t>
            </w:r>
          </w:p>
          <w:p w:rsidR="000D1B1B" w:rsidRPr="00023F6A" w:rsidRDefault="000D1B1B" w:rsidP="00B100C3">
            <w:r w:rsidRPr="00023F6A">
              <w:t>(1/4 доля)</w:t>
            </w:r>
          </w:p>
        </w:tc>
        <w:tc>
          <w:tcPr>
            <w:tcW w:w="1134" w:type="dxa"/>
          </w:tcPr>
          <w:p w:rsidR="000D1B1B" w:rsidRPr="00023F6A" w:rsidRDefault="000D1B1B" w:rsidP="00243278">
            <w:r w:rsidRPr="00023F6A">
              <w:t>Россия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 xml:space="preserve">Россия </w:t>
            </w:r>
          </w:p>
        </w:tc>
        <w:tc>
          <w:tcPr>
            <w:tcW w:w="1843" w:type="dxa"/>
          </w:tcPr>
          <w:p w:rsidR="000D1B1B" w:rsidRPr="00023F6A" w:rsidRDefault="000D1B1B" w:rsidP="00243278">
            <w:r w:rsidRPr="00023F6A">
              <w:t>Нет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243278">
            <w:r w:rsidRPr="00023F6A">
              <w:t>Нет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 xml:space="preserve">Нет </w:t>
            </w:r>
          </w:p>
        </w:tc>
        <w:tc>
          <w:tcPr>
            <w:tcW w:w="1276" w:type="dxa"/>
          </w:tcPr>
          <w:p w:rsidR="000D1B1B" w:rsidRPr="00023F6A" w:rsidRDefault="000D1B1B" w:rsidP="00243278"/>
        </w:tc>
        <w:tc>
          <w:tcPr>
            <w:tcW w:w="1418" w:type="dxa"/>
          </w:tcPr>
          <w:p w:rsidR="000D1B1B" w:rsidRPr="00023F6A" w:rsidRDefault="000D1B1B" w:rsidP="00243278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 xml:space="preserve">Литвинов </w:t>
            </w:r>
          </w:p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Павел Иванович</w:t>
            </w: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супруга</w:t>
            </w:r>
          </w:p>
        </w:tc>
        <w:tc>
          <w:tcPr>
            <w:tcW w:w="2410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Начальник отдела жизнеобеспечения администрации городского поселения «Город Короча»</w:t>
            </w:r>
          </w:p>
        </w:tc>
        <w:tc>
          <w:tcPr>
            <w:tcW w:w="1417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215560,15</w:t>
            </w: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</w:p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252341,33</w:t>
            </w:r>
          </w:p>
        </w:tc>
        <w:tc>
          <w:tcPr>
            <w:tcW w:w="1418" w:type="dxa"/>
          </w:tcPr>
          <w:p w:rsidR="000D1B1B" w:rsidRPr="00023F6A" w:rsidRDefault="000D1B1B" w:rsidP="00243278">
            <w:r w:rsidRPr="00023F6A">
              <w:t xml:space="preserve">Нет 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>Земельный участок</w:t>
            </w:r>
          </w:p>
          <w:p w:rsidR="000D1B1B" w:rsidRPr="00023F6A" w:rsidRDefault="000D1B1B" w:rsidP="00243278"/>
          <w:p w:rsidR="000D1B1B" w:rsidRPr="00023F6A" w:rsidRDefault="000D1B1B" w:rsidP="00243278">
            <w:r w:rsidRPr="00023F6A">
              <w:t xml:space="preserve">Квартира </w:t>
            </w:r>
          </w:p>
          <w:p w:rsidR="000D1B1B" w:rsidRPr="00023F6A" w:rsidRDefault="000D1B1B" w:rsidP="00243278"/>
          <w:p w:rsidR="000D1B1B" w:rsidRPr="00023F6A" w:rsidRDefault="000D1B1B" w:rsidP="00243278">
            <w:r w:rsidRPr="00023F6A">
              <w:t>Дача (дом)</w:t>
            </w:r>
          </w:p>
        </w:tc>
        <w:tc>
          <w:tcPr>
            <w:tcW w:w="1417" w:type="dxa"/>
          </w:tcPr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>182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>58,2</w:t>
            </w:r>
          </w:p>
          <w:p w:rsidR="000D1B1B" w:rsidRPr="00023F6A" w:rsidRDefault="000D1B1B" w:rsidP="00243278"/>
          <w:p w:rsidR="000D1B1B" w:rsidRPr="00023F6A" w:rsidRDefault="000D1B1B" w:rsidP="00243278">
            <w:r w:rsidRPr="00023F6A">
              <w:t>48</w:t>
            </w:r>
          </w:p>
        </w:tc>
        <w:tc>
          <w:tcPr>
            <w:tcW w:w="1134" w:type="dxa"/>
          </w:tcPr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>Россия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>Россия</w:t>
            </w:r>
          </w:p>
          <w:p w:rsidR="000D1B1B" w:rsidRPr="00023F6A" w:rsidRDefault="000D1B1B" w:rsidP="00243278"/>
          <w:p w:rsidR="000D1B1B" w:rsidRPr="00023F6A" w:rsidRDefault="000D1B1B" w:rsidP="00243278">
            <w:r w:rsidRPr="00023F6A">
              <w:t xml:space="preserve">Россия   </w:t>
            </w:r>
          </w:p>
        </w:tc>
        <w:tc>
          <w:tcPr>
            <w:tcW w:w="1843" w:type="dxa"/>
          </w:tcPr>
          <w:p w:rsidR="000D1B1B" w:rsidRPr="00023F6A" w:rsidRDefault="000D1B1B" w:rsidP="00243278">
            <w:r w:rsidRPr="00023F6A">
              <w:t xml:space="preserve">Нет 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243278">
            <w:r w:rsidRPr="00023F6A">
              <w:t xml:space="preserve">Квартира </w:t>
            </w:r>
          </w:p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/>
          <w:p w:rsidR="000D1B1B" w:rsidRPr="00023F6A" w:rsidRDefault="000D1B1B" w:rsidP="00243278">
            <w:r w:rsidRPr="00023F6A">
              <w:t xml:space="preserve">Нет                  </w:t>
            </w:r>
          </w:p>
        </w:tc>
        <w:tc>
          <w:tcPr>
            <w:tcW w:w="1276" w:type="dxa"/>
          </w:tcPr>
          <w:p w:rsidR="000D1B1B" w:rsidRPr="00023F6A" w:rsidRDefault="000D1B1B" w:rsidP="00243278">
            <w:r w:rsidRPr="00023F6A">
              <w:t>58,2</w:t>
            </w:r>
          </w:p>
        </w:tc>
        <w:tc>
          <w:tcPr>
            <w:tcW w:w="1418" w:type="dxa"/>
          </w:tcPr>
          <w:p w:rsidR="000D1B1B" w:rsidRPr="00023F6A" w:rsidRDefault="000D1B1B" w:rsidP="00243278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Богодухова Оксана Ивановна</w:t>
            </w:r>
          </w:p>
        </w:tc>
        <w:tc>
          <w:tcPr>
            <w:tcW w:w="2410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Главный специалист по проектной деятельности, жилищным и социальным вопросам администрации городского поселения «Город Короча»</w:t>
            </w:r>
          </w:p>
        </w:tc>
        <w:tc>
          <w:tcPr>
            <w:tcW w:w="1417" w:type="dxa"/>
          </w:tcPr>
          <w:p w:rsidR="000D1B1B" w:rsidRPr="00023F6A" w:rsidRDefault="000D1B1B" w:rsidP="00243278">
            <w:pPr>
              <w:rPr>
                <w:bCs/>
              </w:rPr>
            </w:pPr>
            <w:r w:rsidRPr="00023F6A">
              <w:rPr>
                <w:bCs/>
              </w:rPr>
              <w:t>182417,34</w:t>
            </w:r>
          </w:p>
        </w:tc>
        <w:tc>
          <w:tcPr>
            <w:tcW w:w="1418" w:type="dxa"/>
          </w:tcPr>
          <w:p w:rsidR="000D1B1B" w:rsidRPr="00023F6A" w:rsidRDefault="000D1B1B" w:rsidP="00243278">
            <w:r w:rsidRPr="00023F6A">
              <w:t xml:space="preserve">Нет </w:t>
            </w:r>
          </w:p>
        </w:tc>
        <w:tc>
          <w:tcPr>
            <w:tcW w:w="1417" w:type="dxa"/>
          </w:tcPr>
          <w:p w:rsidR="000D1B1B" w:rsidRPr="00023F6A" w:rsidRDefault="000D1B1B" w:rsidP="00243278"/>
        </w:tc>
        <w:tc>
          <w:tcPr>
            <w:tcW w:w="1134" w:type="dxa"/>
          </w:tcPr>
          <w:p w:rsidR="000D1B1B" w:rsidRPr="00023F6A" w:rsidRDefault="000D1B1B" w:rsidP="00243278"/>
        </w:tc>
        <w:tc>
          <w:tcPr>
            <w:tcW w:w="1843" w:type="dxa"/>
          </w:tcPr>
          <w:p w:rsidR="000D1B1B" w:rsidRPr="00023F6A" w:rsidRDefault="000D1B1B" w:rsidP="00243278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243278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243278">
            <w:r w:rsidRPr="00023F6A">
              <w:t>50</w:t>
            </w:r>
          </w:p>
        </w:tc>
        <w:tc>
          <w:tcPr>
            <w:tcW w:w="1418" w:type="dxa"/>
          </w:tcPr>
          <w:p w:rsidR="000D1B1B" w:rsidRPr="00023F6A" w:rsidRDefault="000D1B1B" w:rsidP="00243278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 xml:space="preserve">Жданов Евгений Иванович 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супруга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Глава администрации Алексеевского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695522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414000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Нет</w:t>
            </w:r>
          </w:p>
        </w:tc>
        <w:tc>
          <w:tcPr>
            <w:tcW w:w="1418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14FD4">
            <w:pPr>
              <w:rPr>
                <w:bCs/>
              </w:rPr>
            </w:pPr>
          </w:p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Земельный участок</w:t>
            </w:r>
          </w:p>
          <w:p w:rsidR="000D1B1B" w:rsidRPr="00023F6A" w:rsidRDefault="000D1B1B" w:rsidP="00214FD4">
            <w:pPr>
              <w:rPr>
                <w:bCs/>
              </w:rPr>
            </w:pPr>
          </w:p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214FD4">
            <w:pPr>
              <w:rPr>
                <w:bCs/>
              </w:rPr>
            </w:pPr>
          </w:p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Жилой дом</w:t>
            </w:r>
          </w:p>
          <w:p w:rsidR="000D1B1B" w:rsidRPr="00023F6A" w:rsidRDefault="000D1B1B" w:rsidP="00214FD4">
            <w:pPr>
              <w:rPr>
                <w:bCs/>
              </w:rPr>
            </w:pPr>
          </w:p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 xml:space="preserve">Квартира 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Земельный участок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2000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4500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60,1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183,2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68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399</w:t>
            </w:r>
          </w:p>
        </w:tc>
        <w:tc>
          <w:tcPr>
            <w:tcW w:w="1134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Россия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Россия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Россия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Россия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Россия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 xml:space="preserve">Легковой автомобиль «Фольксваген </w:t>
            </w:r>
            <w:r w:rsidRPr="00023F6A">
              <w:rPr>
                <w:bCs/>
                <w:lang w:val="en-US"/>
              </w:rPr>
              <w:t>POLO</w:t>
            </w:r>
            <w:r w:rsidRPr="00023F6A">
              <w:rPr>
                <w:bCs/>
              </w:rPr>
              <w:t>»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Нет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214FD4">
            <w:pPr>
              <w:rPr>
                <w:bCs/>
              </w:rPr>
            </w:pPr>
            <w:r w:rsidRPr="00023F6A">
              <w:rPr>
                <w:bCs/>
              </w:rPr>
              <w:t>Нет</w:t>
            </w: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 xml:space="preserve">Жилой дом 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Земельный участок</w:t>
            </w:r>
          </w:p>
          <w:p w:rsidR="000D1B1B" w:rsidRPr="00023F6A" w:rsidRDefault="000D1B1B" w:rsidP="00214FD4">
            <w:r w:rsidRPr="00023F6A">
              <w:t>Жилой дом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Земельный участок</w:t>
            </w:r>
          </w:p>
        </w:tc>
        <w:tc>
          <w:tcPr>
            <w:tcW w:w="1276" w:type="dxa"/>
          </w:tcPr>
          <w:p w:rsidR="000D1B1B" w:rsidRPr="00023F6A" w:rsidRDefault="000D1B1B" w:rsidP="00214FD4">
            <w:pPr>
              <w:rPr>
                <w:bCs/>
              </w:rPr>
            </w:pP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183,2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2000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183,2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2000</w:t>
            </w:r>
          </w:p>
        </w:tc>
        <w:tc>
          <w:tcPr>
            <w:tcW w:w="1418" w:type="dxa"/>
          </w:tcPr>
          <w:p w:rsidR="000D1B1B" w:rsidRPr="00023F6A" w:rsidRDefault="000D1B1B" w:rsidP="00214FD4">
            <w:pPr>
              <w:rPr>
                <w:bCs/>
              </w:rPr>
            </w:pPr>
          </w:p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/>
          <w:p w:rsidR="000D1B1B" w:rsidRPr="00023F6A" w:rsidRDefault="000D1B1B" w:rsidP="00214FD4">
            <w:r w:rsidRPr="00023F6A">
              <w:t>Россия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 xml:space="preserve">Россия 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>Россия</w:t>
            </w:r>
          </w:p>
          <w:p w:rsidR="000D1B1B" w:rsidRPr="00023F6A" w:rsidRDefault="000D1B1B" w:rsidP="00214FD4"/>
          <w:p w:rsidR="000D1B1B" w:rsidRPr="00023F6A" w:rsidRDefault="000D1B1B" w:rsidP="00214FD4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EC317A">
            <w:r w:rsidRPr="00023F6A">
              <w:t>Физеши Нина Викторовна</w:t>
            </w:r>
          </w:p>
          <w:p w:rsidR="000D1B1B" w:rsidRPr="00023F6A" w:rsidRDefault="000D1B1B" w:rsidP="00EC317A"/>
          <w:p w:rsidR="000D1B1B" w:rsidRPr="00023F6A" w:rsidRDefault="000D1B1B" w:rsidP="00EC317A"/>
          <w:p w:rsidR="000D1B1B" w:rsidRPr="00023F6A" w:rsidRDefault="000D1B1B" w:rsidP="00EC317A"/>
          <w:p w:rsidR="000D1B1B" w:rsidRPr="00023F6A" w:rsidRDefault="000D1B1B" w:rsidP="00EC317A"/>
          <w:p w:rsidR="000D1B1B" w:rsidRPr="00023F6A" w:rsidRDefault="000D1B1B" w:rsidP="00EC317A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Заместитель главы администрации Алексеевского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110087,50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257938,18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Нет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Часть жилого дома</w:t>
            </w:r>
          </w:p>
        </w:tc>
        <w:tc>
          <w:tcPr>
            <w:tcW w:w="1417" w:type="dxa"/>
          </w:tcPr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591</w:t>
            </w:r>
          </w:p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653</w:t>
            </w:r>
          </w:p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1956</w:t>
            </w:r>
          </w:p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1600</w:t>
            </w:r>
          </w:p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87,4</w:t>
            </w:r>
          </w:p>
        </w:tc>
        <w:tc>
          <w:tcPr>
            <w:tcW w:w="1134" w:type="dxa"/>
          </w:tcPr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Россия</w:t>
            </w:r>
          </w:p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Россия</w:t>
            </w:r>
          </w:p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Россия</w:t>
            </w:r>
          </w:p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>Россия</w:t>
            </w:r>
          </w:p>
          <w:p w:rsidR="000D1B1B" w:rsidRPr="00023F6A" w:rsidRDefault="000D1B1B" w:rsidP="00867F62"/>
          <w:p w:rsidR="000D1B1B" w:rsidRPr="00023F6A" w:rsidRDefault="000D1B1B" w:rsidP="00867F62"/>
          <w:p w:rsidR="000D1B1B" w:rsidRPr="00023F6A" w:rsidRDefault="000D1B1B" w:rsidP="00867F62">
            <w:r w:rsidRPr="00023F6A">
              <w:t xml:space="preserve">Россия     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 xml:space="preserve">Автомобиль легковой </w:t>
            </w:r>
            <w:r w:rsidRPr="00023F6A">
              <w:rPr>
                <w:lang w:val="en-US"/>
              </w:rPr>
              <w:t>VOLKSWA</w:t>
            </w:r>
            <w:r w:rsidRPr="00023F6A">
              <w:t>-</w:t>
            </w:r>
            <w:r w:rsidRPr="00023F6A">
              <w:rPr>
                <w:lang w:val="en-US"/>
              </w:rPr>
              <w:t>GEN</w:t>
            </w:r>
            <w:r w:rsidRPr="00023F6A">
              <w:t xml:space="preserve"> – </w:t>
            </w:r>
            <w:r w:rsidRPr="00023F6A">
              <w:rPr>
                <w:lang w:val="en-US"/>
              </w:rPr>
              <w:t>POLO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Автомобиль легковой  </w:t>
            </w:r>
          </w:p>
          <w:p w:rsidR="000D1B1B" w:rsidRPr="00023F6A" w:rsidRDefault="000D1B1B" w:rsidP="001B3BE4">
            <w:r w:rsidRPr="00023F6A">
              <w:t>ВАЗ 21053</w:t>
            </w:r>
          </w:p>
        </w:tc>
        <w:tc>
          <w:tcPr>
            <w:tcW w:w="1559" w:type="dxa"/>
          </w:tcPr>
          <w:p w:rsidR="000D1B1B" w:rsidRPr="00023F6A" w:rsidRDefault="000D1B1B" w:rsidP="00867F62">
            <w:r w:rsidRPr="00023F6A">
              <w:t>Часть жилого дома</w:t>
            </w:r>
          </w:p>
          <w:p w:rsidR="000D1B1B" w:rsidRPr="00023F6A" w:rsidRDefault="000D1B1B" w:rsidP="00867F62"/>
          <w:p w:rsidR="000D1B1B" w:rsidRPr="00023F6A" w:rsidRDefault="000D1B1B" w:rsidP="00867F62">
            <w:r w:rsidRPr="00023F6A">
              <w:t xml:space="preserve">Земельный участок </w:t>
            </w:r>
          </w:p>
          <w:p w:rsidR="000D1B1B" w:rsidRPr="00023F6A" w:rsidRDefault="000D1B1B" w:rsidP="00867F62"/>
          <w:p w:rsidR="000D1B1B" w:rsidRPr="00023F6A" w:rsidRDefault="000D1B1B" w:rsidP="00867F62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EC317A">
            <w:r w:rsidRPr="00023F6A">
              <w:t>87,4</w:t>
            </w:r>
          </w:p>
          <w:p w:rsidR="000D1B1B" w:rsidRPr="00023F6A" w:rsidRDefault="000D1B1B" w:rsidP="00EC317A"/>
          <w:p w:rsidR="000D1B1B" w:rsidRPr="00023F6A" w:rsidRDefault="000D1B1B" w:rsidP="00EC317A"/>
          <w:p w:rsidR="000D1B1B" w:rsidRPr="00023F6A" w:rsidRDefault="000D1B1B" w:rsidP="00EC317A">
            <w:r w:rsidRPr="00023F6A">
              <w:t>591</w:t>
            </w:r>
          </w:p>
        </w:tc>
        <w:tc>
          <w:tcPr>
            <w:tcW w:w="1418" w:type="dxa"/>
          </w:tcPr>
          <w:p w:rsidR="000D1B1B" w:rsidRPr="00023F6A" w:rsidRDefault="000D1B1B" w:rsidP="00EC317A">
            <w:r w:rsidRPr="00023F6A">
              <w:t xml:space="preserve">Россия </w:t>
            </w:r>
          </w:p>
          <w:p w:rsidR="000D1B1B" w:rsidRPr="00023F6A" w:rsidRDefault="000D1B1B" w:rsidP="00EC317A"/>
          <w:p w:rsidR="000D1B1B" w:rsidRPr="00023F6A" w:rsidRDefault="000D1B1B" w:rsidP="00EC317A"/>
          <w:p w:rsidR="000D1B1B" w:rsidRPr="00023F6A" w:rsidRDefault="000D1B1B" w:rsidP="00EC317A">
            <w:r w:rsidRPr="00023F6A">
              <w:t xml:space="preserve">Россия     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Колесникова Светлана Ивановна 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5E1DDD">
            <w:pPr>
              <w:rPr>
                <w:bCs/>
              </w:rPr>
            </w:pPr>
            <w:r w:rsidRPr="00023F6A">
              <w:rPr>
                <w:bCs/>
              </w:rPr>
              <w:t>Ведущий специалист администрации Алексеевского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163404,61</w:t>
            </w:r>
          </w:p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>
            <w:r w:rsidRPr="00023F6A">
              <w:t>458466,31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>
            <w:r w:rsidRPr="00023F6A">
              <w:t xml:space="preserve">Земельный участок </w:t>
            </w:r>
          </w:p>
          <w:p w:rsidR="000D1B1B" w:rsidRPr="00023F6A" w:rsidRDefault="000D1B1B" w:rsidP="005E1DDD"/>
          <w:p w:rsidR="000D1B1B" w:rsidRPr="00023F6A" w:rsidRDefault="000D1B1B" w:rsidP="005E1DDD">
            <w:r w:rsidRPr="00023F6A">
              <w:t xml:space="preserve">Земельный участок </w:t>
            </w:r>
          </w:p>
          <w:p w:rsidR="000D1B1B" w:rsidRPr="00023F6A" w:rsidRDefault="000D1B1B" w:rsidP="005E1DDD">
            <w:r w:rsidRPr="00023F6A">
              <w:t xml:space="preserve">Квартира </w:t>
            </w:r>
          </w:p>
          <w:p w:rsidR="000D1B1B" w:rsidRPr="00023F6A" w:rsidRDefault="000D1B1B" w:rsidP="005E1DDD"/>
          <w:p w:rsidR="000D1B1B" w:rsidRPr="00023F6A" w:rsidRDefault="000D1B1B" w:rsidP="005E1DDD">
            <w:r w:rsidRPr="00023F6A">
              <w:t>Жилой дом</w:t>
            </w:r>
          </w:p>
        </w:tc>
        <w:tc>
          <w:tcPr>
            <w:tcW w:w="1417" w:type="dxa"/>
          </w:tcPr>
          <w:p w:rsidR="000D1B1B" w:rsidRPr="00023F6A" w:rsidRDefault="000D1B1B" w:rsidP="001B3BE4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>
            <w:r w:rsidRPr="00023F6A">
              <w:t>1000</w:t>
            </w:r>
          </w:p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>
            <w:r w:rsidRPr="00023F6A">
              <w:t>5000</w:t>
            </w:r>
          </w:p>
          <w:p w:rsidR="000D1B1B" w:rsidRPr="00023F6A" w:rsidRDefault="000D1B1B" w:rsidP="005E1DDD"/>
          <w:p w:rsidR="000D1B1B" w:rsidRPr="00023F6A" w:rsidRDefault="000D1B1B" w:rsidP="005E1DDD">
            <w:r w:rsidRPr="00023F6A">
              <w:t>31,9</w:t>
            </w:r>
          </w:p>
          <w:p w:rsidR="000D1B1B" w:rsidRPr="00023F6A" w:rsidRDefault="000D1B1B" w:rsidP="005E1DDD"/>
          <w:p w:rsidR="000D1B1B" w:rsidRPr="00023F6A" w:rsidRDefault="000D1B1B" w:rsidP="005E1DDD">
            <w:r w:rsidRPr="00023F6A">
              <w:t>44,8</w:t>
            </w:r>
          </w:p>
        </w:tc>
        <w:tc>
          <w:tcPr>
            <w:tcW w:w="1134" w:type="dxa"/>
          </w:tcPr>
          <w:p w:rsidR="000D1B1B" w:rsidRPr="00023F6A" w:rsidRDefault="000D1B1B" w:rsidP="001B3BE4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>
            <w:r w:rsidRPr="00023F6A">
              <w:t>Россия</w:t>
            </w:r>
          </w:p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>
            <w:r w:rsidRPr="00023F6A">
              <w:t>Россия</w:t>
            </w:r>
          </w:p>
          <w:p w:rsidR="000D1B1B" w:rsidRPr="00023F6A" w:rsidRDefault="000D1B1B" w:rsidP="005E1DDD"/>
          <w:p w:rsidR="000D1B1B" w:rsidRPr="00023F6A" w:rsidRDefault="000D1B1B" w:rsidP="005E1DDD">
            <w:r w:rsidRPr="00023F6A">
              <w:t>Россия</w:t>
            </w:r>
          </w:p>
          <w:p w:rsidR="000D1B1B" w:rsidRPr="00023F6A" w:rsidRDefault="000D1B1B" w:rsidP="005E1DDD"/>
          <w:p w:rsidR="000D1B1B" w:rsidRPr="00023F6A" w:rsidRDefault="000D1B1B" w:rsidP="005E1DDD">
            <w:r w:rsidRPr="00023F6A">
              <w:t xml:space="preserve">Россия 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Квартира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5E1DDD"/>
          <w:p w:rsidR="000D1B1B" w:rsidRPr="00023F6A" w:rsidRDefault="000D1B1B" w:rsidP="005E1DDD"/>
          <w:p w:rsidR="000D1B1B" w:rsidRPr="00023F6A" w:rsidRDefault="000D1B1B" w:rsidP="005E1DDD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31,9</w:t>
            </w:r>
          </w:p>
          <w:p w:rsidR="000D1B1B" w:rsidRPr="00023F6A" w:rsidRDefault="000D1B1B" w:rsidP="005E1DDD"/>
          <w:p w:rsidR="000D1B1B" w:rsidRPr="00023F6A" w:rsidRDefault="000D1B1B" w:rsidP="005E1DDD">
            <w:r w:rsidRPr="00023F6A">
              <w:t>1000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5E1DDD"/>
          <w:p w:rsidR="000D1B1B" w:rsidRPr="00023F6A" w:rsidRDefault="000D1B1B" w:rsidP="005E1DDD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Полякова Алла Васильевна 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Ведущий специалист администрации Алексеевского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166670,61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166284,69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 xml:space="preserve">Земельный участок </w:t>
            </w:r>
          </w:p>
          <w:p w:rsidR="000D1B1B" w:rsidRPr="00023F6A" w:rsidRDefault="000D1B1B" w:rsidP="005C5116"/>
          <w:p w:rsidR="000D1B1B" w:rsidRPr="00023F6A" w:rsidRDefault="000D1B1B" w:rsidP="005C5116">
            <w:r w:rsidRPr="00023F6A">
              <w:t>Земельный участок</w:t>
            </w:r>
          </w:p>
        </w:tc>
        <w:tc>
          <w:tcPr>
            <w:tcW w:w="1417" w:type="dxa"/>
          </w:tcPr>
          <w:p w:rsidR="000D1B1B" w:rsidRPr="00023F6A" w:rsidRDefault="000D1B1B" w:rsidP="001B3BE4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2600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1500</w:t>
            </w:r>
          </w:p>
        </w:tc>
        <w:tc>
          <w:tcPr>
            <w:tcW w:w="1134" w:type="dxa"/>
          </w:tcPr>
          <w:p w:rsidR="000D1B1B" w:rsidRPr="00023F6A" w:rsidRDefault="000D1B1B" w:rsidP="001B3BE4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Россия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 xml:space="preserve">Легковой автомобиль </w:t>
            </w:r>
          </w:p>
          <w:p w:rsidR="000D1B1B" w:rsidRPr="00023F6A" w:rsidRDefault="000D1B1B" w:rsidP="005C5116">
            <w:r w:rsidRPr="00023F6A">
              <w:t xml:space="preserve">М – 412 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5C5116"/>
          <w:p w:rsidR="000D1B1B" w:rsidRPr="00023F6A" w:rsidRDefault="000D1B1B" w:rsidP="005C5116">
            <w:r w:rsidRPr="00023F6A">
              <w:t>Жилой дом</w:t>
            </w:r>
          </w:p>
          <w:p w:rsidR="000D1B1B" w:rsidRPr="00023F6A" w:rsidRDefault="000D1B1B" w:rsidP="005C5116"/>
          <w:p w:rsidR="000D1B1B" w:rsidRPr="00023F6A" w:rsidRDefault="000D1B1B" w:rsidP="005C5116">
            <w:r w:rsidRPr="00023F6A">
              <w:t xml:space="preserve">Земельный участок  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57,6</w:t>
            </w:r>
          </w:p>
          <w:p w:rsidR="000D1B1B" w:rsidRPr="00023F6A" w:rsidRDefault="000D1B1B" w:rsidP="00E94569"/>
          <w:p w:rsidR="000D1B1B" w:rsidRPr="00023F6A" w:rsidRDefault="000D1B1B" w:rsidP="00E94569">
            <w:r w:rsidRPr="00023F6A">
              <w:t>2636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57,6</w:t>
            </w:r>
          </w:p>
          <w:p w:rsidR="000D1B1B" w:rsidRPr="00023F6A" w:rsidRDefault="000D1B1B" w:rsidP="005C5116"/>
          <w:p w:rsidR="000D1B1B" w:rsidRPr="00023F6A" w:rsidRDefault="000D1B1B" w:rsidP="005C5116">
            <w:r w:rsidRPr="00023F6A">
              <w:t>2636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E94569"/>
          <w:p w:rsidR="000D1B1B" w:rsidRPr="00023F6A" w:rsidRDefault="000D1B1B" w:rsidP="00E94569">
            <w:r w:rsidRPr="00023F6A">
              <w:t>Россия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Россия</w:t>
            </w:r>
          </w:p>
          <w:p w:rsidR="000D1B1B" w:rsidRPr="00023F6A" w:rsidRDefault="000D1B1B" w:rsidP="005C5116"/>
          <w:p w:rsidR="000D1B1B" w:rsidRPr="00023F6A" w:rsidRDefault="000D1B1B" w:rsidP="005C5116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Лунева Вера Ивановна 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Ведущий специалист администрации Алексеевского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158900,46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>
            <w:r w:rsidRPr="00023F6A">
              <w:t xml:space="preserve"> </w:t>
            </w:r>
          </w:p>
          <w:p w:rsidR="000D1B1B" w:rsidRPr="00023F6A" w:rsidRDefault="000D1B1B" w:rsidP="001B3BE4">
            <w:r w:rsidRPr="00023F6A">
              <w:t xml:space="preserve"> 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Часть жилого дома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1063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337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1890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110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80</w:t>
            </w:r>
          </w:p>
          <w:p w:rsidR="000D1B1B" w:rsidRPr="00023F6A" w:rsidRDefault="000D1B1B" w:rsidP="005C5116"/>
        </w:tc>
        <w:tc>
          <w:tcPr>
            <w:tcW w:w="1134" w:type="dxa"/>
          </w:tcPr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Россия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Россия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>Россия</w:t>
            </w:r>
          </w:p>
          <w:p w:rsidR="000D1B1B" w:rsidRPr="00023F6A" w:rsidRDefault="000D1B1B" w:rsidP="005C5116"/>
          <w:p w:rsidR="000D1B1B" w:rsidRPr="00023F6A" w:rsidRDefault="000D1B1B" w:rsidP="005C5116"/>
          <w:p w:rsidR="000D1B1B" w:rsidRPr="00023F6A" w:rsidRDefault="000D1B1B" w:rsidP="005C5116">
            <w:r w:rsidRPr="00023F6A">
              <w:t xml:space="preserve">Россия 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Легковой автомобиль ВАЗ 206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Автоприцеп 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/>
        </w:tc>
        <w:tc>
          <w:tcPr>
            <w:tcW w:w="1418" w:type="dxa"/>
          </w:tcPr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Савастьянов Александр Иванович 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супруга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Анновского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396434,33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237233,12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Земельныйучасток </w:t>
            </w:r>
          </w:p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76C81"/>
          <w:p w:rsidR="000D1B1B" w:rsidRPr="00023F6A" w:rsidRDefault="000D1B1B" w:rsidP="00176C81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2903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1500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3300</w:t>
            </w:r>
          </w:p>
          <w:p w:rsidR="000D1B1B" w:rsidRPr="00023F6A" w:rsidRDefault="000D1B1B" w:rsidP="00176C81"/>
          <w:p w:rsidR="000D1B1B" w:rsidRPr="00023F6A" w:rsidRDefault="000D1B1B" w:rsidP="00176C81">
            <w:r w:rsidRPr="00023F6A">
              <w:t>2297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78,8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Россия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Россия</w:t>
            </w:r>
          </w:p>
          <w:p w:rsidR="000D1B1B" w:rsidRPr="00023F6A" w:rsidRDefault="000D1B1B" w:rsidP="00176C81"/>
          <w:p w:rsidR="000D1B1B" w:rsidRPr="00023F6A" w:rsidRDefault="000D1B1B" w:rsidP="00176C81">
            <w:r w:rsidRPr="00023F6A">
              <w:t>Россия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Легковой автомобиль ВАЗ – 11183 «Калина»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 Нет</w:t>
            </w:r>
          </w:p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 xml:space="preserve">Земельный участок </w:t>
            </w:r>
          </w:p>
          <w:p w:rsidR="000D1B1B" w:rsidRPr="00023F6A" w:rsidRDefault="000D1B1B" w:rsidP="00176C81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2903</w:t>
            </w:r>
          </w:p>
          <w:p w:rsidR="000D1B1B" w:rsidRPr="00023F6A" w:rsidRDefault="000D1B1B" w:rsidP="00176C81"/>
          <w:p w:rsidR="000D1B1B" w:rsidRPr="00023F6A" w:rsidRDefault="000D1B1B" w:rsidP="00176C81">
            <w:r w:rsidRPr="00023F6A">
              <w:t>78,8</w:t>
            </w:r>
          </w:p>
        </w:tc>
        <w:tc>
          <w:tcPr>
            <w:tcW w:w="1418" w:type="dxa"/>
          </w:tcPr>
          <w:p w:rsidR="000D1B1B" w:rsidRPr="00023F6A" w:rsidRDefault="000D1B1B" w:rsidP="001B3BE4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/>
          <w:p w:rsidR="000D1B1B" w:rsidRPr="00023F6A" w:rsidRDefault="000D1B1B" w:rsidP="00176C81">
            <w:r w:rsidRPr="00023F6A">
              <w:t>Россия</w:t>
            </w:r>
          </w:p>
          <w:p w:rsidR="000D1B1B" w:rsidRPr="00023F6A" w:rsidRDefault="000D1B1B" w:rsidP="00176C81"/>
          <w:p w:rsidR="000D1B1B" w:rsidRPr="00023F6A" w:rsidRDefault="000D1B1B" w:rsidP="00176C81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Меженская Ольга Васильевна 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Заместитель главы администрации Анновского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372403,42</w:t>
            </w:r>
          </w:p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371202,73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 xml:space="preserve">Земельный участок </w:t>
            </w:r>
          </w:p>
          <w:p w:rsidR="000D1B1B" w:rsidRPr="00023F6A" w:rsidRDefault="000D1B1B" w:rsidP="008A7DC6"/>
          <w:p w:rsidR="000D1B1B" w:rsidRPr="00023F6A" w:rsidRDefault="000D1B1B" w:rsidP="008A7DC6">
            <w:r w:rsidRPr="00023F6A">
              <w:t xml:space="preserve">Земельный участок </w:t>
            </w:r>
          </w:p>
          <w:p w:rsidR="000D1B1B" w:rsidRPr="00023F6A" w:rsidRDefault="000D1B1B" w:rsidP="008A7DC6"/>
          <w:p w:rsidR="000D1B1B" w:rsidRPr="00023F6A" w:rsidRDefault="000D1B1B" w:rsidP="008A7DC6">
            <w:r w:rsidRPr="00023F6A">
              <w:t>Жилой дом</w:t>
            </w:r>
          </w:p>
        </w:tc>
        <w:tc>
          <w:tcPr>
            <w:tcW w:w="1417" w:type="dxa"/>
          </w:tcPr>
          <w:p w:rsidR="000D1B1B" w:rsidRPr="00023F6A" w:rsidRDefault="000D1B1B" w:rsidP="001B3BE4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2448</w:t>
            </w:r>
          </w:p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4052</w:t>
            </w:r>
          </w:p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81,6</w:t>
            </w:r>
          </w:p>
        </w:tc>
        <w:tc>
          <w:tcPr>
            <w:tcW w:w="1134" w:type="dxa"/>
          </w:tcPr>
          <w:p w:rsidR="000D1B1B" w:rsidRPr="00023F6A" w:rsidRDefault="000D1B1B" w:rsidP="001B3BE4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Россия</w:t>
            </w:r>
          </w:p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Россия</w:t>
            </w:r>
          </w:p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Легковой автомобиль «</w:t>
            </w:r>
            <w:r w:rsidRPr="00023F6A">
              <w:rPr>
                <w:lang w:val="en-US"/>
              </w:rPr>
              <w:t>CHEVROLET</w:t>
            </w:r>
            <w:r w:rsidRPr="00023F6A">
              <w:t xml:space="preserve">  </w:t>
            </w:r>
            <w:r w:rsidRPr="00023F6A">
              <w:rPr>
                <w:lang w:val="en-US"/>
              </w:rPr>
              <w:t>LANOS</w:t>
            </w:r>
            <w:r w:rsidRPr="00023F6A">
              <w:t>»</w:t>
            </w:r>
          </w:p>
          <w:p w:rsidR="000D1B1B" w:rsidRPr="00023F6A" w:rsidRDefault="000D1B1B" w:rsidP="008A7DC6"/>
          <w:p w:rsidR="000D1B1B" w:rsidRPr="00023F6A" w:rsidRDefault="000D1B1B" w:rsidP="008A7DC6">
            <w:r w:rsidRPr="00023F6A">
              <w:t xml:space="preserve">Трактор </w:t>
            </w:r>
          </w:p>
          <w:p w:rsidR="000D1B1B" w:rsidRPr="00023F6A" w:rsidRDefault="000D1B1B" w:rsidP="008A7DC6">
            <w:r w:rsidRPr="00023F6A">
              <w:t>Т – 40 АМ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/>
          <w:p w:rsidR="000D1B1B" w:rsidRPr="00023F6A" w:rsidRDefault="000D1B1B" w:rsidP="008A7DC6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81,6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Быканов Анатолий Васильевич </w:t>
            </w:r>
          </w:p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>
            <w:r w:rsidRPr="00023F6A">
              <w:t>супруга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Афанасовского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376827,62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102456,11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B3BE4"/>
          <w:p w:rsidR="000D1B1B" w:rsidRPr="00023F6A" w:rsidRDefault="000D1B1B" w:rsidP="006D72E9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1171</w:t>
            </w:r>
          </w:p>
          <w:p w:rsidR="000D1B1B" w:rsidRPr="00023F6A" w:rsidRDefault="000D1B1B" w:rsidP="00C45C8D"/>
          <w:p w:rsidR="000D1B1B" w:rsidRPr="00023F6A" w:rsidRDefault="000D1B1B" w:rsidP="00C45C8D"/>
          <w:p w:rsidR="000D1B1B" w:rsidRPr="00023F6A" w:rsidRDefault="000D1B1B" w:rsidP="00C45C8D">
            <w:r w:rsidRPr="00023F6A">
              <w:t>89,4</w:t>
            </w:r>
          </w:p>
          <w:p w:rsidR="000D1B1B" w:rsidRPr="00023F6A" w:rsidRDefault="000D1B1B" w:rsidP="00C45C8D"/>
          <w:p w:rsidR="000D1B1B" w:rsidRPr="00023F6A" w:rsidRDefault="000D1B1B" w:rsidP="00C45C8D"/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C45C8D"/>
          <w:p w:rsidR="000D1B1B" w:rsidRPr="00023F6A" w:rsidRDefault="000D1B1B" w:rsidP="00C45C8D"/>
          <w:p w:rsidR="000D1B1B" w:rsidRPr="00023F6A" w:rsidRDefault="000D1B1B" w:rsidP="00C45C8D">
            <w:r w:rsidRPr="00023F6A">
              <w:t>Россия</w:t>
            </w:r>
          </w:p>
          <w:p w:rsidR="000D1B1B" w:rsidRPr="00023F6A" w:rsidRDefault="000D1B1B" w:rsidP="00C45C8D"/>
          <w:p w:rsidR="000D1B1B" w:rsidRPr="00023F6A" w:rsidRDefault="000D1B1B" w:rsidP="00C45C8D"/>
        </w:tc>
        <w:tc>
          <w:tcPr>
            <w:tcW w:w="1843" w:type="dxa"/>
          </w:tcPr>
          <w:p w:rsidR="000D1B1B" w:rsidRPr="00023F6A" w:rsidRDefault="000D1B1B" w:rsidP="001B3BE4">
            <w:r w:rsidRPr="00023F6A">
              <w:t>Легковой автомобиль «</w:t>
            </w:r>
            <w:r w:rsidRPr="00023F6A">
              <w:rPr>
                <w:lang w:val="en-US"/>
              </w:rPr>
              <w:t>Hynday</w:t>
            </w:r>
            <w:r w:rsidRPr="00023F6A">
              <w:t xml:space="preserve"> </w:t>
            </w:r>
            <w:r w:rsidRPr="00023F6A">
              <w:rPr>
                <w:lang w:val="en-US"/>
              </w:rPr>
              <w:t>Accent</w:t>
            </w:r>
            <w:r w:rsidRPr="00023F6A">
              <w:t>»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>
            <w:r w:rsidRPr="00023F6A">
              <w:t xml:space="preserve">Земельный участок </w:t>
            </w:r>
          </w:p>
          <w:p w:rsidR="000D1B1B" w:rsidRPr="00023F6A" w:rsidRDefault="000D1B1B" w:rsidP="006D72E9"/>
          <w:p w:rsidR="000D1B1B" w:rsidRPr="00023F6A" w:rsidRDefault="000D1B1B" w:rsidP="006D72E9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/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>
            <w:r w:rsidRPr="00023F6A">
              <w:t>1171</w:t>
            </w:r>
          </w:p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>
            <w:r w:rsidRPr="00023F6A">
              <w:t>89,4</w:t>
            </w:r>
          </w:p>
        </w:tc>
        <w:tc>
          <w:tcPr>
            <w:tcW w:w="1418" w:type="dxa"/>
          </w:tcPr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Крюкова Галина Викторовна 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Заместитель главы администрации Афанасовского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240147,76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378541,80</w:t>
            </w:r>
          </w:p>
        </w:tc>
        <w:tc>
          <w:tcPr>
            <w:tcW w:w="1418" w:type="dxa"/>
          </w:tcPr>
          <w:p w:rsidR="000D1B1B" w:rsidRPr="00023F6A" w:rsidRDefault="000D1B1B" w:rsidP="00316634">
            <w:r w:rsidRPr="00023F6A">
              <w:t>Земельный участок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>Жилой дом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 xml:space="preserve">Земельный участок 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>Земельный участок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 xml:space="preserve">Жилой дом 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>Жилой дом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5100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31,1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>3500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3638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62,7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>112,2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Россия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Россия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 xml:space="preserve">Россия 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 xml:space="preserve">Легковой автомобиль ВАЗ – 2107 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316634"/>
          <w:p w:rsidR="000D1B1B" w:rsidRPr="00023F6A" w:rsidRDefault="000D1B1B" w:rsidP="00316634">
            <w:r w:rsidRPr="00023F6A">
              <w:t xml:space="preserve"> Нет 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3836</w:t>
            </w:r>
          </w:p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>
            <w:r w:rsidRPr="00023F6A">
              <w:t>112,2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6D72E9"/>
          <w:p w:rsidR="000D1B1B" w:rsidRPr="00023F6A" w:rsidRDefault="000D1B1B" w:rsidP="006D72E9"/>
          <w:p w:rsidR="000D1B1B" w:rsidRPr="00023F6A" w:rsidRDefault="000D1B1B" w:rsidP="006D72E9">
            <w:r w:rsidRPr="00023F6A">
              <w:t>Россия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Луговая Светлана Петровна 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 xml:space="preserve">супруг 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дочь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дочь</w:t>
            </w:r>
          </w:p>
          <w:p w:rsidR="000D1B1B" w:rsidRPr="00023F6A" w:rsidRDefault="000D1B1B" w:rsidP="007D46BD"/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Ведущий специалист администрации Афанасовского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160995,46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417767,24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Нет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Нет</w:t>
            </w:r>
          </w:p>
          <w:p w:rsidR="000D1B1B" w:rsidRPr="00023F6A" w:rsidRDefault="000D1B1B" w:rsidP="007D46BD"/>
        </w:tc>
        <w:tc>
          <w:tcPr>
            <w:tcW w:w="1418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 xml:space="preserve">Земельный участок 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Нет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Нет</w:t>
            </w:r>
          </w:p>
          <w:p w:rsidR="000D1B1B" w:rsidRPr="00023F6A" w:rsidRDefault="000D1B1B" w:rsidP="007D46BD"/>
        </w:tc>
        <w:tc>
          <w:tcPr>
            <w:tcW w:w="1417" w:type="dxa"/>
          </w:tcPr>
          <w:p w:rsidR="000D1B1B" w:rsidRPr="00023F6A" w:rsidRDefault="000D1B1B" w:rsidP="001B3BE4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1500</w:t>
            </w:r>
          </w:p>
        </w:tc>
        <w:tc>
          <w:tcPr>
            <w:tcW w:w="1134" w:type="dxa"/>
          </w:tcPr>
          <w:p w:rsidR="000D1B1B" w:rsidRPr="00023F6A" w:rsidRDefault="000D1B1B" w:rsidP="001B3BE4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Легковой автомобиль ВАЗ 21100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 xml:space="preserve">Трактор </w:t>
            </w:r>
          </w:p>
          <w:p w:rsidR="000D1B1B" w:rsidRPr="00023F6A" w:rsidRDefault="000D1B1B" w:rsidP="007D46BD">
            <w:r w:rsidRPr="00023F6A">
              <w:t>МТЗ-80</w:t>
            </w:r>
          </w:p>
          <w:p w:rsidR="000D1B1B" w:rsidRPr="00023F6A" w:rsidRDefault="000D1B1B" w:rsidP="007D46BD"/>
          <w:p w:rsidR="000D1B1B" w:rsidRPr="00023F6A" w:rsidRDefault="000D1B1B" w:rsidP="007D46BD">
            <w:r w:rsidRPr="00023F6A">
              <w:t>Прицеп тракторный 2ПТС-4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Нет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Нет</w:t>
            </w:r>
          </w:p>
          <w:p w:rsidR="000D1B1B" w:rsidRPr="00023F6A" w:rsidRDefault="000D1B1B" w:rsidP="007D46BD"/>
        </w:tc>
        <w:tc>
          <w:tcPr>
            <w:tcW w:w="1559" w:type="dxa"/>
          </w:tcPr>
          <w:p w:rsidR="000D1B1B" w:rsidRPr="00023F6A" w:rsidRDefault="000D1B1B" w:rsidP="001B3BE4">
            <w:r w:rsidRPr="00023F6A">
              <w:t>Часть жилого дома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7D46BD"/>
          <w:p w:rsidR="000D1B1B" w:rsidRPr="00023F6A" w:rsidRDefault="000D1B1B" w:rsidP="007D46BD">
            <w:r w:rsidRPr="00023F6A">
              <w:t>Часть жилого дома</w:t>
            </w:r>
          </w:p>
          <w:p w:rsidR="000D1B1B" w:rsidRPr="00023F6A" w:rsidRDefault="000D1B1B" w:rsidP="007D46BD"/>
          <w:p w:rsidR="000D1B1B" w:rsidRPr="00023F6A" w:rsidRDefault="000D1B1B" w:rsidP="007D46BD">
            <w:r w:rsidRPr="00023F6A">
              <w:t xml:space="preserve">Земельный участок </w:t>
            </w:r>
          </w:p>
          <w:p w:rsidR="000D1B1B" w:rsidRPr="00023F6A" w:rsidRDefault="000D1B1B" w:rsidP="007D46BD"/>
          <w:p w:rsidR="000D1B1B" w:rsidRPr="00023F6A" w:rsidRDefault="000D1B1B" w:rsidP="007D46BD">
            <w:r w:rsidRPr="00023F6A">
              <w:t xml:space="preserve">Земельный участок </w:t>
            </w:r>
          </w:p>
          <w:p w:rsidR="000D1B1B" w:rsidRPr="00023F6A" w:rsidRDefault="000D1B1B" w:rsidP="007A0D88"/>
          <w:p w:rsidR="000D1B1B" w:rsidRPr="00023F6A" w:rsidRDefault="000D1B1B" w:rsidP="007A0D88">
            <w:r w:rsidRPr="00023F6A">
              <w:t>Часть жилого дома</w:t>
            </w:r>
          </w:p>
          <w:p w:rsidR="000D1B1B" w:rsidRPr="00023F6A" w:rsidRDefault="000D1B1B" w:rsidP="007A0D88"/>
          <w:p w:rsidR="000D1B1B" w:rsidRPr="00023F6A" w:rsidRDefault="000D1B1B" w:rsidP="007A0D88">
            <w:r w:rsidRPr="00023F6A">
              <w:t xml:space="preserve">Земельный участок </w:t>
            </w:r>
          </w:p>
          <w:p w:rsidR="000D1B1B" w:rsidRPr="00023F6A" w:rsidRDefault="000D1B1B" w:rsidP="007A0D88"/>
          <w:p w:rsidR="000D1B1B" w:rsidRPr="00023F6A" w:rsidRDefault="000D1B1B" w:rsidP="007A0D88">
            <w:r w:rsidRPr="00023F6A">
              <w:t>Земельный участок</w:t>
            </w:r>
          </w:p>
          <w:p w:rsidR="000D1B1B" w:rsidRPr="00023F6A" w:rsidRDefault="000D1B1B" w:rsidP="007A0D88"/>
          <w:p w:rsidR="000D1B1B" w:rsidRPr="00023F6A" w:rsidRDefault="000D1B1B" w:rsidP="007A0D88">
            <w:r w:rsidRPr="00023F6A">
              <w:t>Часть жилого дома</w:t>
            </w:r>
          </w:p>
          <w:p w:rsidR="000D1B1B" w:rsidRPr="00023F6A" w:rsidRDefault="000D1B1B" w:rsidP="007A0D88"/>
          <w:p w:rsidR="000D1B1B" w:rsidRPr="00023F6A" w:rsidRDefault="000D1B1B" w:rsidP="007A0D88">
            <w:r w:rsidRPr="00023F6A">
              <w:t xml:space="preserve">Земельный участок </w:t>
            </w:r>
          </w:p>
          <w:p w:rsidR="000D1B1B" w:rsidRPr="00023F6A" w:rsidRDefault="000D1B1B" w:rsidP="007A0D88"/>
          <w:p w:rsidR="000D1B1B" w:rsidRPr="00023F6A" w:rsidRDefault="000D1B1B" w:rsidP="007A0D88">
            <w:r w:rsidRPr="00023F6A">
              <w:t>Земельный участок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76,7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1106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1979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76,7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1106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1979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76,7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1106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1979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76,7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1106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1979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Россия</w:t>
            </w:r>
          </w:p>
          <w:p w:rsidR="000D1B1B" w:rsidRPr="00023F6A" w:rsidRDefault="000D1B1B" w:rsidP="00316634"/>
          <w:p w:rsidR="000D1B1B" w:rsidRPr="00023F6A" w:rsidRDefault="000D1B1B" w:rsidP="00316634"/>
          <w:p w:rsidR="000D1B1B" w:rsidRPr="00023F6A" w:rsidRDefault="000D1B1B" w:rsidP="00316634">
            <w:r w:rsidRPr="00023F6A">
              <w:t>Россия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Россия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Россия</w:t>
            </w:r>
          </w:p>
          <w:p w:rsidR="000D1B1B" w:rsidRPr="00023F6A" w:rsidRDefault="000D1B1B" w:rsidP="007D46BD"/>
          <w:p w:rsidR="000D1B1B" w:rsidRPr="00023F6A" w:rsidRDefault="000D1B1B" w:rsidP="007D46BD"/>
          <w:p w:rsidR="000D1B1B" w:rsidRPr="00023F6A" w:rsidRDefault="000D1B1B" w:rsidP="007D46BD">
            <w:r w:rsidRPr="00023F6A">
              <w:t>Россия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Россия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Россия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Россия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Россия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Россия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Пожаров Анатолий Валентинович 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r w:rsidRPr="00023F6A">
              <w:t>супруга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Глава администрации Бехтеевского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432490,28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pPr>
              <w:rPr>
                <w:lang w:val="en-US"/>
              </w:rPr>
            </w:pPr>
            <w:r w:rsidRPr="00023F6A">
              <w:t>4</w:t>
            </w:r>
            <w:r w:rsidRPr="00023F6A">
              <w:rPr>
                <w:lang w:val="en-US"/>
              </w:rPr>
              <w:t>81080.08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8E1384"/>
          <w:p w:rsidR="000D1B1B" w:rsidRPr="00023F6A" w:rsidRDefault="000D1B1B" w:rsidP="008E1384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1900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5000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60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Россия</w:t>
            </w:r>
          </w:p>
          <w:p w:rsidR="000D1B1B" w:rsidRPr="00023F6A" w:rsidRDefault="000D1B1B" w:rsidP="007A0D88"/>
          <w:p w:rsidR="000D1B1B" w:rsidRPr="00023F6A" w:rsidRDefault="000D1B1B" w:rsidP="007A0D88"/>
          <w:p w:rsidR="000D1B1B" w:rsidRPr="00023F6A" w:rsidRDefault="000D1B1B" w:rsidP="007A0D88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 xml:space="preserve">Легковой автомобиль </w:t>
            </w:r>
            <w:r w:rsidRPr="00023F6A">
              <w:rPr>
                <w:lang w:val="en-US"/>
              </w:rPr>
              <w:t>LADA</w:t>
            </w:r>
            <w:r w:rsidRPr="00023F6A">
              <w:t xml:space="preserve"> 21900 </w:t>
            </w:r>
            <w:r w:rsidRPr="00023F6A">
              <w:rPr>
                <w:lang w:val="en-US"/>
              </w:rPr>
              <w:t>GRANTA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r w:rsidRPr="00023F6A">
              <w:t xml:space="preserve">Земельный участок </w:t>
            </w:r>
          </w:p>
          <w:p w:rsidR="000D1B1B" w:rsidRPr="00023F6A" w:rsidRDefault="000D1B1B" w:rsidP="008E1384"/>
          <w:p w:rsidR="000D1B1B" w:rsidRPr="00023F6A" w:rsidRDefault="000D1B1B" w:rsidP="008E1384">
            <w:r w:rsidRPr="00023F6A">
              <w:t>Земельный участок</w:t>
            </w:r>
          </w:p>
          <w:p w:rsidR="000D1B1B" w:rsidRPr="00023F6A" w:rsidRDefault="000D1B1B" w:rsidP="008E1384"/>
          <w:p w:rsidR="000D1B1B" w:rsidRPr="00023F6A" w:rsidRDefault="000D1B1B" w:rsidP="008E1384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>
            <w:pPr>
              <w:rPr>
                <w:lang w:val="en-US"/>
              </w:rPr>
            </w:pPr>
            <w:r w:rsidRPr="00023F6A">
              <w:t>2100</w:t>
            </w:r>
            <w:r w:rsidRPr="00023F6A">
              <w:rPr>
                <w:lang w:val="en-US"/>
              </w:rPr>
              <w:t>0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pPr>
              <w:rPr>
                <w:lang w:val="en-US"/>
              </w:rPr>
            </w:pPr>
            <w:r w:rsidRPr="00023F6A">
              <w:t>1900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r w:rsidRPr="00023F6A">
              <w:t>5000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r w:rsidRPr="00023F6A">
              <w:t>60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r w:rsidRPr="00023F6A">
              <w:t>Россия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r w:rsidRPr="00023F6A">
              <w:t>Россия</w:t>
            </w:r>
          </w:p>
          <w:p w:rsidR="000D1B1B" w:rsidRPr="00023F6A" w:rsidRDefault="000D1B1B" w:rsidP="008E1384"/>
          <w:p w:rsidR="000D1B1B" w:rsidRPr="00023F6A" w:rsidRDefault="000D1B1B" w:rsidP="008E1384"/>
          <w:p w:rsidR="000D1B1B" w:rsidRPr="00023F6A" w:rsidRDefault="000D1B1B" w:rsidP="008E1384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Воронова  Валентина Николаевна 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Заместитель главы администрации Бехтеевского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828034,03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773091,18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B3BE4"/>
          <w:p w:rsidR="000D1B1B" w:rsidRPr="00023F6A" w:rsidRDefault="000D1B1B" w:rsidP="002E5E25">
            <w:r w:rsidRPr="00023F6A">
              <w:t xml:space="preserve">Земельный участок </w:t>
            </w:r>
          </w:p>
          <w:p w:rsidR="000D1B1B" w:rsidRPr="00023F6A" w:rsidRDefault="000D1B1B" w:rsidP="002E5E25"/>
          <w:p w:rsidR="000D1B1B" w:rsidRPr="00023F6A" w:rsidRDefault="000D1B1B" w:rsidP="002E5E25">
            <w:r w:rsidRPr="00023F6A">
              <w:t xml:space="preserve">Жилой дом </w:t>
            </w:r>
          </w:p>
          <w:p w:rsidR="000D1B1B" w:rsidRPr="00023F6A" w:rsidRDefault="000D1B1B" w:rsidP="002E5E25"/>
          <w:p w:rsidR="000D1B1B" w:rsidRPr="00023F6A" w:rsidRDefault="000D1B1B" w:rsidP="002E5E25">
            <w:r w:rsidRPr="00023F6A">
              <w:t xml:space="preserve">Квартира 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987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1013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1500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39,5</w:t>
            </w:r>
          </w:p>
          <w:p w:rsidR="000D1B1B" w:rsidRPr="00023F6A" w:rsidRDefault="000D1B1B" w:rsidP="002E5E25"/>
          <w:p w:rsidR="000D1B1B" w:rsidRPr="00023F6A" w:rsidRDefault="000D1B1B" w:rsidP="002E5E25">
            <w:r w:rsidRPr="00023F6A">
              <w:t>109,5</w:t>
            </w:r>
          </w:p>
          <w:p w:rsidR="000D1B1B" w:rsidRPr="00023F6A" w:rsidRDefault="000D1B1B" w:rsidP="002E5E25"/>
          <w:p w:rsidR="000D1B1B" w:rsidRPr="00023F6A" w:rsidRDefault="000D1B1B" w:rsidP="002E5E25">
            <w:r w:rsidRPr="00023F6A">
              <w:t>1900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78,9</w:t>
            </w:r>
          </w:p>
          <w:p w:rsidR="000D1B1B" w:rsidRPr="00023F6A" w:rsidRDefault="000D1B1B" w:rsidP="002E5E25"/>
          <w:p w:rsidR="000D1B1B" w:rsidRPr="00023F6A" w:rsidRDefault="000D1B1B" w:rsidP="002E5E25">
            <w:r w:rsidRPr="00023F6A">
              <w:t xml:space="preserve">41,3 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Россия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Россия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Россия</w:t>
            </w:r>
          </w:p>
          <w:p w:rsidR="000D1B1B" w:rsidRPr="00023F6A" w:rsidRDefault="000D1B1B" w:rsidP="002E5E25"/>
          <w:p w:rsidR="000D1B1B" w:rsidRPr="00023F6A" w:rsidRDefault="000D1B1B" w:rsidP="002E5E25">
            <w:r w:rsidRPr="00023F6A">
              <w:t>Россия</w:t>
            </w:r>
          </w:p>
          <w:p w:rsidR="000D1B1B" w:rsidRPr="00023F6A" w:rsidRDefault="000D1B1B" w:rsidP="002E5E25"/>
          <w:p w:rsidR="000D1B1B" w:rsidRPr="00023F6A" w:rsidRDefault="000D1B1B" w:rsidP="002E5E25">
            <w:r w:rsidRPr="00023F6A">
              <w:t>Россия</w:t>
            </w:r>
          </w:p>
          <w:p w:rsidR="000D1B1B" w:rsidRPr="00023F6A" w:rsidRDefault="000D1B1B" w:rsidP="002E5E25"/>
          <w:p w:rsidR="000D1B1B" w:rsidRPr="00023F6A" w:rsidRDefault="000D1B1B" w:rsidP="002E5E25"/>
          <w:p w:rsidR="000D1B1B" w:rsidRPr="00023F6A" w:rsidRDefault="000D1B1B" w:rsidP="002E5E25">
            <w:r w:rsidRPr="00023F6A">
              <w:t>Россия</w:t>
            </w:r>
          </w:p>
          <w:p w:rsidR="000D1B1B" w:rsidRPr="00023F6A" w:rsidRDefault="000D1B1B" w:rsidP="00324360"/>
          <w:p w:rsidR="000D1B1B" w:rsidRPr="00023F6A" w:rsidRDefault="000D1B1B" w:rsidP="00324360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>
            <w:r w:rsidRPr="00023F6A">
              <w:t xml:space="preserve">Легковой автомобиль ВАЗ 111730 Лада Калина </w:t>
            </w:r>
          </w:p>
        </w:tc>
        <w:tc>
          <w:tcPr>
            <w:tcW w:w="1559" w:type="dxa"/>
          </w:tcPr>
          <w:p w:rsidR="000D1B1B" w:rsidRPr="00023F6A" w:rsidRDefault="000D1B1B" w:rsidP="00324360">
            <w:r w:rsidRPr="00023F6A">
              <w:t xml:space="preserve">Нет </w:t>
            </w:r>
          </w:p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/>
        </w:tc>
        <w:tc>
          <w:tcPr>
            <w:tcW w:w="1418" w:type="dxa"/>
          </w:tcPr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Шевцова Наталья Федоровна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Главный специалист администрации Бехтеевского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228305,1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120912,98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пай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Жилой дом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Жилой дом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Квартира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Квартира  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4600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3200 </w:t>
            </w:r>
          </w:p>
          <w:p w:rsidR="000D1B1B" w:rsidRPr="00023F6A" w:rsidRDefault="000D1B1B" w:rsidP="001B3BE4">
            <w:r w:rsidRPr="00023F6A">
              <w:t>(1/2 доля)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2300 </w:t>
            </w:r>
          </w:p>
          <w:p w:rsidR="000D1B1B" w:rsidRPr="00023F6A" w:rsidRDefault="000D1B1B" w:rsidP="001B3BE4">
            <w:r w:rsidRPr="00023F6A">
              <w:t>(1/2 доля)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5800 </w:t>
            </w:r>
          </w:p>
          <w:p w:rsidR="000D1B1B" w:rsidRPr="00023F6A" w:rsidRDefault="000D1B1B" w:rsidP="001B3BE4">
            <w:r w:rsidRPr="00023F6A">
              <w:t>(1/2 доля)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26,3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41,0 </w:t>
            </w:r>
          </w:p>
          <w:p w:rsidR="000D1B1B" w:rsidRPr="00023F6A" w:rsidRDefault="000D1B1B" w:rsidP="001B3BE4">
            <w:r w:rsidRPr="00023F6A">
              <w:t>(1/2 доля)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51,0</w:t>
            </w:r>
          </w:p>
          <w:p w:rsidR="000D1B1B" w:rsidRPr="00023F6A" w:rsidRDefault="000D1B1B" w:rsidP="001B3BE4">
            <w:r w:rsidRPr="00023F6A">
              <w:t xml:space="preserve"> (1/4 доля)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51,0 </w:t>
            </w:r>
          </w:p>
          <w:p w:rsidR="000D1B1B" w:rsidRPr="00023F6A" w:rsidRDefault="000D1B1B" w:rsidP="001B3BE4">
            <w:r w:rsidRPr="00023F6A">
              <w:t>(1/4 доля)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>
            <w:r w:rsidRPr="00023F6A">
              <w:t xml:space="preserve"> 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 xml:space="preserve">Нет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Легковой автомобиль </w:t>
            </w:r>
          </w:p>
          <w:p w:rsidR="000D1B1B" w:rsidRPr="00023F6A" w:rsidRDefault="000D1B1B" w:rsidP="001B3BE4">
            <w:r w:rsidRPr="00023F6A">
              <w:t>ВАЗ 2106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Автомобиль легковой </w:t>
            </w:r>
          </w:p>
          <w:p w:rsidR="000D1B1B" w:rsidRPr="00023F6A" w:rsidRDefault="000D1B1B" w:rsidP="001B3BE4">
            <w:r w:rsidRPr="00023F6A">
              <w:t>ВАЗ 11193 Калина</w:t>
            </w:r>
          </w:p>
          <w:p w:rsidR="000D1B1B" w:rsidRPr="00023F6A" w:rsidRDefault="000D1B1B" w:rsidP="001B3BE4"/>
          <w:p w:rsidR="000D1B1B" w:rsidRPr="00023F6A" w:rsidRDefault="000D1B1B" w:rsidP="001B3BE4"/>
        </w:tc>
        <w:tc>
          <w:tcPr>
            <w:tcW w:w="1559" w:type="dxa"/>
          </w:tcPr>
          <w:p w:rsidR="000D1B1B" w:rsidRPr="00023F6A" w:rsidRDefault="000D1B1B" w:rsidP="00324360">
            <w:r w:rsidRPr="00023F6A">
              <w:t xml:space="preserve">Нет </w:t>
            </w:r>
          </w:p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/>
          <w:p w:rsidR="000D1B1B" w:rsidRPr="00023F6A" w:rsidRDefault="000D1B1B" w:rsidP="00324360">
            <w:r w:rsidRPr="00023F6A">
              <w:t xml:space="preserve">Нет </w:t>
            </w:r>
          </w:p>
          <w:p w:rsidR="000D1B1B" w:rsidRPr="00023F6A" w:rsidRDefault="000D1B1B" w:rsidP="00324360"/>
        </w:tc>
        <w:tc>
          <w:tcPr>
            <w:tcW w:w="1276" w:type="dxa"/>
          </w:tcPr>
          <w:p w:rsidR="000D1B1B" w:rsidRPr="00023F6A" w:rsidRDefault="000D1B1B" w:rsidP="001B3BE4"/>
        </w:tc>
        <w:tc>
          <w:tcPr>
            <w:tcW w:w="1418" w:type="dxa"/>
          </w:tcPr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CA58F6">
            <w:pPr>
              <w:rPr>
                <w:bCs/>
              </w:rPr>
            </w:pPr>
            <w:r w:rsidRPr="00023F6A">
              <w:rPr>
                <w:bCs/>
              </w:rPr>
              <w:t xml:space="preserve">Цоцорина Наталья Сергеевна </w:t>
            </w: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</w:p>
          <w:p w:rsidR="000D1B1B" w:rsidRPr="00023F6A" w:rsidRDefault="000D1B1B" w:rsidP="00CA58F6">
            <w:pPr>
              <w:rPr>
                <w:bCs/>
              </w:rPr>
            </w:pPr>
            <w:r w:rsidRPr="00023F6A">
              <w:rPr>
                <w:bCs/>
              </w:rPr>
              <w:t>сын</w:t>
            </w:r>
          </w:p>
          <w:p w:rsidR="000D1B1B" w:rsidRPr="00023F6A" w:rsidRDefault="000D1B1B" w:rsidP="00CA58F6">
            <w:pPr>
              <w:rPr>
                <w:bCs/>
              </w:rPr>
            </w:pP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Ведущий специалист администрации Бехтеевского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154335,91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550099,25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Нет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 xml:space="preserve">Земельный пай </w:t>
            </w:r>
          </w:p>
          <w:p w:rsidR="000D1B1B" w:rsidRPr="00023F6A" w:rsidRDefault="000D1B1B" w:rsidP="00A104E6"/>
          <w:p w:rsidR="000D1B1B" w:rsidRPr="00023F6A" w:rsidRDefault="000D1B1B" w:rsidP="00A104E6">
            <w:r w:rsidRPr="00023F6A">
              <w:t xml:space="preserve">Земельный участок </w:t>
            </w:r>
          </w:p>
          <w:p w:rsidR="000D1B1B" w:rsidRPr="00023F6A" w:rsidRDefault="000D1B1B" w:rsidP="00A104E6"/>
          <w:p w:rsidR="000D1B1B" w:rsidRPr="00023F6A" w:rsidRDefault="000D1B1B" w:rsidP="00A104E6">
            <w:r w:rsidRPr="00023F6A">
              <w:t>Земельный участок</w:t>
            </w:r>
          </w:p>
          <w:p w:rsidR="000D1B1B" w:rsidRPr="00023F6A" w:rsidRDefault="000D1B1B" w:rsidP="00A104E6"/>
          <w:p w:rsidR="000D1B1B" w:rsidRPr="00023F6A" w:rsidRDefault="000D1B1B" w:rsidP="00A104E6">
            <w:r w:rsidRPr="00023F6A">
              <w:t xml:space="preserve">Жилой дом </w:t>
            </w:r>
          </w:p>
          <w:p w:rsidR="000D1B1B" w:rsidRPr="00023F6A" w:rsidRDefault="000D1B1B" w:rsidP="00A104E6"/>
          <w:p w:rsidR="000D1B1B" w:rsidRPr="00023F6A" w:rsidRDefault="000D1B1B" w:rsidP="00A104E6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36000</w:t>
            </w:r>
          </w:p>
          <w:p w:rsidR="000D1B1B" w:rsidRPr="00023F6A" w:rsidRDefault="000D1B1B" w:rsidP="00A104E6">
            <w:r w:rsidRPr="00023F6A">
              <w:t>(1/2 доля)</w:t>
            </w:r>
          </w:p>
          <w:p w:rsidR="000D1B1B" w:rsidRPr="00023F6A" w:rsidRDefault="000D1B1B" w:rsidP="00A104E6"/>
          <w:p w:rsidR="000D1B1B" w:rsidRPr="00023F6A" w:rsidRDefault="000D1B1B" w:rsidP="00A104E6">
            <w:r w:rsidRPr="00023F6A">
              <w:t>1500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148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68,6</w:t>
            </w:r>
          </w:p>
        </w:tc>
        <w:tc>
          <w:tcPr>
            <w:tcW w:w="1134" w:type="dxa"/>
          </w:tcPr>
          <w:p w:rsidR="000D1B1B" w:rsidRPr="00023F6A" w:rsidRDefault="000D1B1B" w:rsidP="001B3BE4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Россия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Россия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Россия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 xml:space="preserve">Россия 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Легковой автомобиль ВАЗ 21074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Нет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 xml:space="preserve">Земельный участок </w:t>
            </w:r>
          </w:p>
          <w:p w:rsidR="000D1B1B" w:rsidRPr="00023F6A" w:rsidRDefault="000D1B1B" w:rsidP="00A104E6"/>
          <w:p w:rsidR="000D1B1B" w:rsidRPr="00023F6A" w:rsidRDefault="000D1B1B" w:rsidP="00A104E6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1500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68,6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1500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68,6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Россия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Россия</w:t>
            </w:r>
          </w:p>
          <w:p w:rsidR="000D1B1B" w:rsidRPr="00023F6A" w:rsidRDefault="000D1B1B" w:rsidP="00A104E6"/>
          <w:p w:rsidR="000D1B1B" w:rsidRPr="00023F6A" w:rsidRDefault="000D1B1B" w:rsidP="00A104E6"/>
          <w:p w:rsidR="000D1B1B" w:rsidRPr="00023F6A" w:rsidRDefault="000D1B1B" w:rsidP="00A104E6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Быконь Любовь Никитична 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Ведущий специалист администрации Бехтеевского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525830,44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Жилой дом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1500</w:t>
            </w:r>
          </w:p>
          <w:p w:rsidR="000D1B1B" w:rsidRPr="00023F6A" w:rsidRDefault="000D1B1B" w:rsidP="00513837"/>
          <w:p w:rsidR="000D1B1B" w:rsidRPr="00023F6A" w:rsidRDefault="000D1B1B" w:rsidP="00513837"/>
          <w:p w:rsidR="000D1B1B" w:rsidRPr="00023F6A" w:rsidRDefault="000D1B1B" w:rsidP="00513837">
            <w:r w:rsidRPr="00023F6A">
              <w:t>1000</w:t>
            </w:r>
          </w:p>
          <w:p w:rsidR="000D1B1B" w:rsidRPr="00023F6A" w:rsidRDefault="000D1B1B" w:rsidP="00513837"/>
          <w:p w:rsidR="000D1B1B" w:rsidRPr="00023F6A" w:rsidRDefault="000D1B1B" w:rsidP="00513837"/>
          <w:p w:rsidR="000D1B1B" w:rsidRPr="00023F6A" w:rsidRDefault="000D1B1B" w:rsidP="00513837">
            <w:r w:rsidRPr="00023F6A">
              <w:t>217,8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513837"/>
          <w:p w:rsidR="000D1B1B" w:rsidRPr="00023F6A" w:rsidRDefault="000D1B1B" w:rsidP="00513837"/>
          <w:p w:rsidR="000D1B1B" w:rsidRPr="00023F6A" w:rsidRDefault="000D1B1B" w:rsidP="00513837">
            <w:r w:rsidRPr="00023F6A">
              <w:t>Россия</w:t>
            </w:r>
          </w:p>
          <w:p w:rsidR="000D1B1B" w:rsidRPr="00023F6A" w:rsidRDefault="000D1B1B" w:rsidP="00513837"/>
          <w:p w:rsidR="000D1B1B" w:rsidRPr="00023F6A" w:rsidRDefault="000D1B1B" w:rsidP="00513837"/>
          <w:p w:rsidR="000D1B1B" w:rsidRPr="00023F6A" w:rsidRDefault="000D1B1B" w:rsidP="00513837">
            <w:r w:rsidRPr="00023F6A">
              <w:t xml:space="preserve">Россия 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 xml:space="preserve">Автомобиль легковой </w:t>
            </w:r>
            <w:r w:rsidRPr="00023F6A">
              <w:rPr>
                <w:lang w:val="en-US"/>
              </w:rPr>
              <w:t>LADA</w:t>
            </w:r>
            <w:r w:rsidRPr="00023F6A">
              <w:t xml:space="preserve"> 2107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Автомобиль грузовой </w:t>
            </w:r>
          </w:p>
          <w:p w:rsidR="000D1B1B" w:rsidRPr="00023F6A" w:rsidRDefault="000D1B1B" w:rsidP="001B3BE4">
            <w:r w:rsidRPr="00023F6A">
              <w:t>МАЗ 64-229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Нет </w:t>
            </w:r>
          </w:p>
        </w:tc>
        <w:tc>
          <w:tcPr>
            <w:tcW w:w="1276" w:type="dxa"/>
          </w:tcPr>
          <w:p w:rsidR="000D1B1B" w:rsidRPr="00023F6A" w:rsidRDefault="000D1B1B" w:rsidP="001B3BE4"/>
        </w:tc>
        <w:tc>
          <w:tcPr>
            <w:tcW w:w="1418" w:type="dxa"/>
          </w:tcPr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Бакаева Галина Федоровна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Ведущий специалист администрации Бехтеевского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185060,76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289792,59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Нет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>
            <w:r w:rsidRPr="00023F6A">
              <w:t>Часть жилого дома</w:t>
            </w:r>
          </w:p>
        </w:tc>
        <w:tc>
          <w:tcPr>
            <w:tcW w:w="1417" w:type="dxa"/>
          </w:tcPr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2100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82,3</w:t>
            </w:r>
          </w:p>
        </w:tc>
        <w:tc>
          <w:tcPr>
            <w:tcW w:w="1134" w:type="dxa"/>
          </w:tcPr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</w:tc>
        <w:tc>
          <w:tcPr>
            <w:tcW w:w="1843" w:type="dxa"/>
          </w:tcPr>
          <w:p w:rsidR="000D1B1B" w:rsidRPr="00023F6A" w:rsidRDefault="000D1B1B" w:rsidP="001B3BE4">
            <w:r w:rsidRPr="00023F6A">
              <w:t xml:space="preserve">Нет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Нет </w:t>
            </w:r>
          </w:p>
          <w:p w:rsidR="000D1B1B" w:rsidRPr="00023F6A" w:rsidRDefault="000D1B1B" w:rsidP="001B3BE4"/>
        </w:tc>
        <w:tc>
          <w:tcPr>
            <w:tcW w:w="1559" w:type="dxa"/>
          </w:tcPr>
          <w:p w:rsidR="000D1B1B" w:rsidRPr="00023F6A" w:rsidRDefault="000D1B1B" w:rsidP="001B3BE4">
            <w:r w:rsidRPr="00023F6A">
              <w:t>Часть жилого дома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Нет </w:t>
            </w:r>
          </w:p>
        </w:tc>
        <w:tc>
          <w:tcPr>
            <w:tcW w:w="1276" w:type="dxa"/>
          </w:tcPr>
          <w:p w:rsidR="000D1B1B" w:rsidRPr="00023F6A" w:rsidRDefault="000D1B1B" w:rsidP="00CC6E29">
            <w:r w:rsidRPr="00023F6A">
              <w:t>82,3</w:t>
            </w:r>
          </w:p>
          <w:p w:rsidR="000D1B1B" w:rsidRPr="00023F6A" w:rsidRDefault="000D1B1B" w:rsidP="00CC6E29"/>
          <w:p w:rsidR="000D1B1B" w:rsidRPr="00023F6A" w:rsidRDefault="000D1B1B" w:rsidP="00CC6E29"/>
          <w:p w:rsidR="000D1B1B" w:rsidRPr="00023F6A" w:rsidRDefault="000D1B1B" w:rsidP="00CC6E29">
            <w:r w:rsidRPr="00023F6A">
              <w:t>2100</w:t>
            </w:r>
          </w:p>
        </w:tc>
        <w:tc>
          <w:tcPr>
            <w:tcW w:w="1418" w:type="dxa"/>
          </w:tcPr>
          <w:p w:rsidR="000D1B1B" w:rsidRPr="00023F6A" w:rsidRDefault="000D1B1B" w:rsidP="00CC6E29">
            <w:r w:rsidRPr="00023F6A">
              <w:t xml:space="preserve">Россия </w:t>
            </w:r>
          </w:p>
          <w:p w:rsidR="000D1B1B" w:rsidRPr="00023F6A" w:rsidRDefault="000D1B1B" w:rsidP="00CC6E29"/>
          <w:p w:rsidR="000D1B1B" w:rsidRPr="00023F6A" w:rsidRDefault="000D1B1B" w:rsidP="00CC6E29"/>
          <w:p w:rsidR="000D1B1B" w:rsidRPr="00023F6A" w:rsidRDefault="000D1B1B" w:rsidP="00CC6E29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5871CF">
            <w:r w:rsidRPr="00023F6A">
              <w:t xml:space="preserve">Рожнов </w:t>
            </w:r>
          </w:p>
          <w:p w:rsidR="000D1B1B" w:rsidRPr="00023F6A" w:rsidRDefault="000D1B1B" w:rsidP="005871CF">
            <w:r w:rsidRPr="00023F6A">
              <w:t>Сергей Евгеньевич</w:t>
            </w:r>
          </w:p>
          <w:p w:rsidR="000D1B1B" w:rsidRPr="00023F6A" w:rsidRDefault="000D1B1B" w:rsidP="005871CF"/>
          <w:p w:rsidR="000D1B1B" w:rsidRPr="00023F6A" w:rsidRDefault="000D1B1B" w:rsidP="005871CF"/>
          <w:p w:rsidR="000D1B1B" w:rsidRPr="00023F6A" w:rsidRDefault="000D1B1B" w:rsidP="005871CF"/>
          <w:p w:rsidR="000D1B1B" w:rsidRPr="00023F6A" w:rsidRDefault="000D1B1B" w:rsidP="005871CF"/>
          <w:p w:rsidR="000D1B1B" w:rsidRPr="00023F6A" w:rsidRDefault="000D1B1B" w:rsidP="005871CF"/>
          <w:p w:rsidR="000D1B1B" w:rsidRPr="00023F6A" w:rsidRDefault="000D1B1B" w:rsidP="005871CF"/>
          <w:p w:rsidR="000D1B1B" w:rsidRPr="00023F6A" w:rsidRDefault="000D1B1B" w:rsidP="005871CF"/>
          <w:p w:rsidR="000D1B1B" w:rsidRPr="00023F6A" w:rsidRDefault="000D1B1B" w:rsidP="005871CF"/>
          <w:p w:rsidR="000D1B1B" w:rsidRPr="00023F6A" w:rsidRDefault="000D1B1B" w:rsidP="004E7361">
            <w:r w:rsidRPr="00023F6A">
              <w:t>супруга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Большехаланского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4E7361">
            <w:r w:rsidRPr="00023F6A">
              <w:t>204050,04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>458441,00</w:t>
            </w:r>
          </w:p>
        </w:tc>
        <w:tc>
          <w:tcPr>
            <w:tcW w:w="1418" w:type="dxa"/>
          </w:tcPr>
          <w:p w:rsidR="000D1B1B" w:rsidRPr="00023F6A" w:rsidRDefault="000D1B1B" w:rsidP="004E7361">
            <w:r w:rsidRPr="00023F6A">
              <w:t>Земельный участок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>Земельный участок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>Жилой дом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>Нежилое здание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>Земельный участок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>Жилой дом</w:t>
            </w:r>
          </w:p>
        </w:tc>
        <w:tc>
          <w:tcPr>
            <w:tcW w:w="1417" w:type="dxa"/>
          </w:tcPr>
          <w:p w:rsidR="000D1B1B" w:rsidRPr="00023F6A" w:rsidRDefault="000D1B1B" w:rsidP="004E7361">
            <w:r w:rsidRPr="00023F6A">
              <w:t>11100 (общая)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>397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>54 (общая)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>123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>11100 (общая)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>54 (общая)</w:t>
            </w:r>
          </w:p>
        </w:tc>
        <w:tc>
          <w:tcPr>
            <w:tcW w:w="1134" w:type="dxa"/>
          </w:tcPr>
          <w:p w:rsidR="000D1B1B" w:rsidRPr="00023F6A" w:rsidRDefault="000D1B1B" w:rsidP="004E7361">
            <w:r w:rsidRPr="00023F6A">
              <w:t>Россия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 xml:space="preserve">Россия 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 xml:space="preserve">Россия </w:t>
            </w:r>
          </w:p>
          <w:p w:rsidR="000D1B1B" w:rsidRPr="00023F6A" w:rsidRDefault="000D1B1B" w:rsidP="004E7361"/>
          <w:p w:rsidR="000D1B1B" w:rsidRPr="00023F6A" w:rsidRDefault="000D1B1B" w:rsidP="004E7361">
            <w:r w:rsidRPr="00023F6A">
              <w:t xml:space="preserve">Россия 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 xml:space="preserve">Россия 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 xml:space="preserve">Россия </w:t>
            </w:r>
          </w:p>
        </w:tc>
        <w:tc>
          <w:tcPr>
            <w:tcW w:w="1843" w:type="dxa"/>
          </w:tcPr>
          <w:p w:rsidR="000D1B1B" w:rsidRPr="00023F6A" w:rsidRDefault="000D1B1B" w:rsidP="004E7361">
            <w:r w:rsidRPr="00023F6A">
              <w:t xml:space="preserve">Автомобиль легковой  </w:t>
            </w:r>
          </w:p>
          <w:p w:rsidR="000D1B1B" w:rsidRPr="00023F6A" w:rsidRDefault="000D1B1B" w:rsidP="004E7361">
            <w:r w:rsidRPr="00023F6A">
              <w:t>ВАЗ 2111</w:t>
            </w:r>
          </w:p>
          <w:p w:rsidR="000D1B1B" w:rsidRPr="00023F6A" w:rsidRDefault="000D1B1B" w:rsidP="004E7361">
            <w:r w:rsidRPr="00023F6A">
              <w:t>Автомобиль грузовой ГАЗЕЛЬ 33025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4E7361">
            <w:r w:rsidRPr="00023F6A">
              <w:t xml:space="preserve">Нет </w:t>
            </w:r>
          </w:p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/>
          <w:p w:rsidR="000D1B1B" w:rsidRPr="00023F6A" w:rsidRDefault="000D1B1B" w:rsidP="004E7361">
            <w:r w:rsidRPr="00023F6A">
              <w:t xml:space="preserve">Нет </w:t>
            </w:r>
          </w:p>
        </w:tc>
        <w:tc>
          <w:tcPr>
            <w:tcW w:w="1276" w:type="dxa"/>
          </w:tcPr>
          <w:p w:rsidR="000D1B1B" w:rsidRPr="00023F6A" w:rsidRDefault="000D1B1B" w:rsidP="001B3BE4"/>
        </w:tc>
        <w:tc>
          <w:tcPr>
            <w:tcW w:w="1418" w:type="dxa"/>
          </w:tcPr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Шульга Антонина Ивановна </w:t>
            </w:r>
          </w:p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Ведущий специалист администрации Большехаланского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212689,88</w:t>
            </w:r>
          </w:p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>
            <w:r w:rsidRPr="00023F6A">
              <w:t>297492,63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Часть жилого дома </w:t>
            </w:r>
          </w:p>
          <w:p w:rsidR="000D1B1B" w:rsidRPr="00023F6A" w:rsidRDefault="000D1B1B" w:rsidP="00DC1878"/>
          <w:p w:rsidR="000D1B1B" w:rsidRPr="00023F6A" w:rsidRDefault="000D1B1B" w:rsidP="00DC1878">
            <w:r w:rsidRPr="00023F6A">
              <w:t xml:space="preserve">Земельный участок </w:t>
            </w:r>
          </w:p>
          <w:p w:rsidR="000D1B1B" w:rsidRPr="00023F6A" w:rsidRDefault="000D1B1B" w:rsidP="00DC1878"/>
          <w:p w:rsidR="000D1B1B" w:rsidRPr="00023F6A" w:rsidRDefault="000D1B1B" w:rsidP="00DC1878">
            <w:r w:rsidRPr="00023F6A">
              <w:t>Часть жилого дома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10000 (общая)</w:t>
            </w:r>
          </w:p>
          <w:p w:rsidR="000D1B1B" w:rsidRPr="00023F6A" w:rsidRDefault="000D1B1B" w:rsidP="00DC1878"/>
          <w:p w:rsidR="000D1B1B" w:rsidRPr="00023F6A" w:rsidRDefault="000D1B1B" w:rsidP="00DC1878">
            <w:r w:rsidRPr="00023F6A">
              <w:t>66 (общая)</w:t>
            </w:r>
          </w:p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>
            <w:r w:rsidRPr="00023F6A">
              <w:t>10000 (общая)</w:t>
            </w:r>
          </w:p>
          <w:p w:rsidR="000D1B1B" w:rsidRPr="00023F6A" w:rsidRDefault="000D1B1B" w:rsidP="00DC1878"/>
          <w:p w:rsidR="000D1B1B" w:rsidRPr="00023F6A" w:rsidRDefault="000D1B1B" w:rsidP="00DC1878">
            <w:r w:rsidRPr="00023F6A">
              <w:t>66 (общая)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>
            <w:r w:rsidRPr="00023F6A">
              <w:t>Россия</w:t>
            </w:r>
          </w:p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>
            <w:r w:rsidRPr="00023F6A">
              <w:t>Россия</w:t>
            </w:r>
          </w:p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>
            <w:r w:rsidRPr="00023F6A">
              <w:t>Легковой автомобиль ВАЗ 2107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/>
          <w:p w:rsidR="000D1B1B" w:rsidRPr="00023F6A" w:rsidRDefault="000D1B1B" w:rsidP="00DC1878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/>
        </w:tc>
        <w:tc>
          <w:tcPr>
            <w:tcW w:w="1418" w:type="dxa"/>
          </w:tcPr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FC70AC">
            <w:r w:rsidRPr="00023F6A">
              <w:t>Агарков Николай Михайлович</w:t>
            </w:r>
          </w:p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>
            <w:r w:rsidRPr="00023F6A">
              <w:t xml:space="preserve">Супруга 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Бубновского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FC70AC">
            <w:r w:rsidRPr="00023F6A">
              <w:t>1103129,44</w:t>
            </w:r>
          </w:p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>
            <w:r w:rsidRPr="00023F6A">
              <w:t>122258,74</w:t>
            </w:r>
          </w:p>
          <w:p w:rsidR="000D1B1B" w:rsidRPr="00023F6A" w:rsidRDefault="000D1B1B" w:rsidP="00FC70AC"/>
        </w:tc>
        <w:tc>
          <w:tcPr>
            <w:tcW w:w="1418" w:type="dxa"/>
          </w:tcPr>
          <w:p w:rsidR="000D1B1B" w:rsidRPr="00023F6A" w:rsidRDefault="000D1B1B" w:rsidP="00FC70AC">
            <w:r w:rsidRPr="00023F6A">
              <w:t xml:space="preserve">Нет </w:t>
            </w:r>
          </w:p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>
            <w:r w:rsidRPr="00023F6A">
              <w:t xml:space="preserve">Земельный участок </w:t>
            </w:r>
          </w:p>
          <w:p w:rsidR="000D1B1B" w:rsidRPr="00023F6A" w:rsidRDefault="000D1B1B" w:rsidP="00FC70AC"/>
          <w:p w:rsidR="000D1B1B" w:rsidRPr="00023F6A" w:rsidRDefault="000D1B1B" w:rsidP="00FC70AC">
            <w:r w:rsidRPr="00023F6A">
              <w:t>Жилой дом</w:t>
            </w:r>
          </w:p>
        </w:tc>
        <w:tc>
          <w:tcPr>
            <w:tcW w:w="1417" w:type="dxa"/>
          </w:tcPr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>
            <w:r w:rsidRPr="00023F6A">
              <w:t>4700</w:t>
            </w:r>
          </w:p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>
            <w:r w:rsidRPr="00023F6A">
              <w:t>141,7</w:t>
            </w:r>
          </w:p>
        </w:tc>
        <w:tc>
          <w:tcPr>
            <w:tcW w:w="1134" w:type="dxa"/>
          </w:tcPr>
          <w:p w:rsidR="000D1B1B" w:rsidRPr="00023F6A" w:rsidRDefault="000D1B1B" w:rsidP="00FC70AC"/>
        </w:tc>
        <w:tc>
          <w:tcPr>
            <w:tcW w:w="1843" w:type="dxa"/>
          </w:tcPr>
          <w:p w:rsidR="000D1B1B" w:rsidRPr="00023F6A" w:rsidRDefault="000D1B1B" w:rsidP="00FC70AC">
            <w:r w:rsidRPr="00023F6A">
              <w:t xml:space="preserve">Нет </w:t>
            </w:r>
          </w:p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>
            <w:r w:rsidRPr="00023F6A">
              <w:t>Легковой автомобиль Мицубиси А</w:t>
            </w:r>
            <w:r w:rsidRPr="00023F6A">
              <w:rPr>
                <w:lang w:val="en-US"/>
              </w:rPr>
              <w:t>S</w:t>
            </w:r>
            <w:r w:rsidRPr="00023F6A">
              <w:t>х16</w:t>
            </w:r>
          </w:p>
        </w:tc>
        <w:tc>
          <w:tcPr>
            <w:tcW w:w="1559" w:type="dxa"/>
          </w:tcPr>
          <w:p w:rsidR="000D1B1B" w:rsidRPr="00023F6A" w:rsidRDefault="000D1B1B" w:rsidP="00FC70AC">
            <w:r w:rsidRPr="00023F6A">
              <w:t>Земельный участок</w:t>
            </w:r>
          </w:p>
          <w:p w:rsidR="000D1B1B" w:rsidRPr="00023F6A" w:rsidRDefault="000D1B1B" w:rsidP="00FC70AC"/>
          <w:p w:rsidR="000D1B1B" w:rsidRPr="00023F6A" w:rsidRDefault="000D1B1B" w:rsidP="00FC70AC">
            <w:r w:rsidRPr="00023F6A">
              <w:t>Жилой дом</w:t>
            </w:r>
          </w:p>
        </w:tc>
        <w:tc>
          <w:tcPr>
            <w:tcW w:w="1276" w:type="dxa"/>
          </w:tcPr>
          <w:p w:rsidR="000D1B1B" w:rsidRPr="00023F6A" w:rsidRDefault="000D1B1B" w:rsidP="00FC70AC">
            <w:r w:rsidRPr="00023F6A">
              <w:t>4700</w:t>
            </w:r>
          </w:p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>
            <w:r w:rsidRPr="00023F6A">
              <w:t>141,7</w:t>
            </w:r>
          </w:p>
        </w:tc>
        <w:tc>
          <w:tcPr>
            <w:tcW w:w="1418" w:type="dxa"/>
          </w:tcPr>
          <w:p w:rsidR="000D1B1B" w:rsidRPr="00023F6A" w:rsidRDefault="000D1B1B" w:rsidP="00FC70AC">
            <w:r w:rsidRPr="00023F6A">
              <w:t xml:space="preserve">Россия </w:t>
            </w:r>
          </w:p>
          <w:p w:rsidR="000D1B1B" w:rsidRPr="00023F6A" w:rsidRDefault="000D1B1B" w:rsidP="00FC70AC"/>
          <w:p w:rsidR="000D1B1B" w:rsidRPr="00023F6A" w:rsidRDefault="000D1B1B" w:rsidP="00FC70AC"/>
          <w:p w:rsidR="000D1B1B" w:rsidRPr="00023F6A" w:rsidRDefault="000D1B1B" w:rsidP="00FC70AC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Потапова Раиса Алексеевна </w:t>
            </w:r>
          </w:p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Ведущий специалист администрации Бубновского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174679,00</w:t>
            </w:r>
          </w:p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>
            <w:r w:rsidRPr="00023F6A">
              <w:t>3600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/>
        </w:tc>
        <w:tc>
          <w:tcPr>
            <w:tcW w:w="1134" w:type="dxa"/>
          </w:tcPr>
          <w:p w:rsidR="000D1B1B" w:rsidRPr="00023F6A" w:rsidRDefault="000D1B1B" w:rsidP="001B3BE4"/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AA5AC0"/>
          <w:p w:rsidR="000D1B1B" w:rsidRPr="00023F6A" w:rsidRDefault="000D1B1B" w:rsidP="00AA5AC0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5000</w:t>
            </w:r>
          </w:p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>
            <w:r w:rsidRPr="00023F6A">
              <w:t>57,1</w:t>
            </w:r>
          </w:p>
          <w:p w:rsidR="000D1B1B" w:rsidRPr="00023F6A" w:rsidRDefault="000D1B1B" w:rsidP="00AA5AC0"/>
          <w:p w:rsidR="000D1B1B" w:rsidRPr="00023F6A" w:rsidRDefault="000D1B1B" w:rsidP="00AA5AC0">
            <w:r w:rsidRPr="00023F6A">
              <w:t>57,1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AA5AC0"/>
          <w:p w:rsidR="000D1B1B" w:rsidRPr="00023F6A" w:rsidRDefault="000D1B1B" w:rsidP="00AA5AC0"/>
          <w:p w:rsidR="000D1B1B" w:rsidRPr="00023F6A" w:rsidRDefault="000D1B1B" w:rsidP="00AA5AC0">
            <w:r w:rsidRPr="00023F6A">
              <w:t>Россия</w:t>
            </w:r>
          </w:p>
          <w:p w:rsidR="000D1B1B" w:rsidRPr="00023F6A" w:rsidRDefault="000D1B1B" w:rsidP="00AA5AC0"/>
          <w:p w:rsidR="000D1B1B" w:rsidRPr="00023F6A" w:rsidRDefault="000D1B1B" w:rsidP="00AA5AC0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Гребцов Виктор Васильевич 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супруга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Жигайловского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369136,10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278775,97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пай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EA52DB"/>
          <w:p w:rsidR="000D1B1B" w:rsidRPr="00023F6A" w:rsidRDefault="000D1B1B" w:rsidP="00EA52DB">
            <w:r w:rsidRPr="00023F6A">
              <w:t xml:space="preserve">Земельный пай </w:t>
            </w:r>
          </w:p>
          <w:p w:rsidR="000D1B1B" w:rsidRPr="00023F6A" w:rsidRDefault="000D1B1B" w:rsidP="00EA52DB"/>
          <w:p w:rsidR="000D1B1B" w:rsidRPr="00023F6A" w:rsidRDefault="000D1B1B" w:rsidP="00EA52DB">
            <w:r w:rsidRPr="00023F6A">
              <w:t xml:space="preserve">Жилой дом 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4650</w:t>
            </w:r>
          </w:p>
          <w:p w:rsidR="000D1B1B" w:rsidRPr="00023F6A" w:rsidRDefault="000D1B1B" w:rsidP="009054FA"/>
          <w:p w:rsidR="000D1B1B" w:rsidRPr="00023F6A" w:rsidRDefault="000D1B1B" w:rsidP="009054FA"/>
          <w:p w:rsidR="000D1B1B" w:rsidRPr="00023F6A" w:rsidRDefault="000D1B1B" w:rsidP="009054FA">
            <w:r w:rsidRPr="00023F6A">
              <w:t xml:space="preserve">3900 </w:t>
            </w:r>
          </w:p>
          <w:p w:rsidR="000D1B1B" w:rsidRPr="00023F6A" w:rsidRDefault="000D1B1B" w:rsidP="009054FA"/>
          <w:p w:rsidR="000D1B1B" w:rsidRPr="00023F6A" w:rsidRDefault="000D1B1B" w:rsidP="009054FA"/>
          <w:p w:rsidR="000D1B1B" w:rsidRPr="00023F6A" w:rsidRDefault="000D1B1B" w:rsidP="009054FA">
            <w:r w:rsidRPr="00023F6A">
              <w:t>54 (совм.)</w:t>
            </w:r>
          </w:p>
          <w:p w:rsidR="000D1B1B" w:rsidRPr="00023F6A" w:rsidRDefault="000D1B1B" w:rsidP="00EA52DB"/>
          <w:p w:rsidR="000D1B1B" w:rsidRPr="00023F6A" w:rsidRDefault="000D1B1B" w:rsidP="00EA52DB">
            <w:r w:rsidRPr="00023F6A">
              <w:t>4650</w:t>
            </w:r>
          </w:p>
          <w:p w:rsidR="000D1B1B" w:rsidRPr="00023F6A" w:rsidRDefault="000D1B1B" w:rsidP="00EA52DB"/>
          <w:p w:rsidR="000D1B1B" w:rsidRPr="00023F6A" w:rsidRDefault="000D1B1B" w:rsidP="00EA52DB"/>
          <w:p w:rsidR="000D1B1B" w:rsidRPr="00023F6A" w:rsidRDefault="000D1B1B" w:rsidP="00EA52DB">
            <w:r w:rsidRPr="00023F6A">
              <w:t>54 (совм.)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9054FA"/>
          <w:p w:rsidR="000D1B1B" w:rsidRPr="00023F6A" w:rsidRDefault="000D1B1B" w:rsidP="009054FA"/>
          <w:p w:rsidR="000D1B1B" w:rsidRPr="00023F6A" w:rsidRDefault="000D1B1B" w:rsidP="009054FA">
            <w:r w:rsidRPr="00023F6A">
              <w:t>Россия</w:t>
            </w:r>
          </w:p>
          <w:p w:rsidR="000D1B1B" w:rsidRPr="00023F6A" w:rsidRDefault="000D1B1B" w:rsidP="009054FA"/>
          <w:p w:rsidR="000D1B1B" w:rsidRPr="00023F6A" w:rsidRDefault="000D1B1B" w:rsidP="009054FA"/>
          <w:p w:rsidR="000D1B1B" w:rsidRPr="00023F6A" w:rsidRDefault="000D1B1B" w:rsidP="009054FA">
            <w:r w:rsidRPr="00023F6A">
              <w:t>Россия</w:t>
            </w:r>
          </w:p>
          <w:p w:rsidR="000D1B1B" w:rsidRPr="00023F6A" w:rsidRDefault="000D1B1B" w:rsidP="00EA52DB"/>
          <w:p w:rsidR="000D1B1B" w:rsidRPr="00023F6A" w:rsidRDefault="000D1B1B" w:rsidP="00EA52DB">
            <w:r w:rsidRPr="00023F6A">
              <w:t>Россия</w:t>
            </w:r>
          </w:p>
          <w:p w:rsidR="000D1B1B" w:rsidRPr="00023F6A" w:rsidRDefault="000D1B1B" w:rsidP="00EA52DB"/>
          <w:p w:rsidR="000D1B1B" w:rsidRPr="00023F6A" w:rsidRDefault="000D1B1B" w:rsidP="00EA52DB"/>
          <w:p w:rsidR="000D1B1B" w:rsidRPr="00023F6A" w:rsidRDefault="000D1B1B" w:rsidP="00EA52DB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Легковой автомобиль ВАЗ 21074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Легковой автомобиль ВАЗ 21074</w:t>
            </w:r>
          </w:p>
          <w:p w:rsidR="000D1B1B" w:rsidRPr="00023F6A" w:rsidRDefault="000D1B1B" w:rsidP="00EA52DB"/>
          <w:p w:rsidR="000D1B1B" w:rsidRPr="00023F6A" w:rsidRDefault="000D1B1B" w:rsidP="00EA52DB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EA52DB"/>
          <w:p w:rsidR="000D1B1B" w:rsidRPr="00023F6A" w:rsidRDefault="000D1B1B" w:rsidP="00EA52DB"/>
          <w:p w:rsidR="000D1B1B" w:rsidRPr="00023F6A" w:rsidRDefault="000D1B1B" w:rsidP="00EA52DB"/>
          <w:p w:rsidR="000D1B1B" w:rsidRPr="00023F6A" w:rsidRDefault="000D1B1B" w:rsidP="00EA52DB"/>
          <w:p w:rsidR="000D1B1B" w:rsidRPr="00023F6A" w:rsidRDefault="000D1B1B" w:rsidP="00EA52DB"/>
          <w:p w:rsidR="000D1B1B" w:rsidRPr="00023F6A" w:rsidRDefault="000D1B1B" w:rsidP="00EA52DB"/>
          <w:p w:rsidR="000D1B1B" w:rsidRPr="00023F6A" w:rsidRDefault="000D1B1B" w:rsidP="00EA52DB"/>
          <w:p w:rsidR="000D1B1B" w:rsidRPr="00023F6A" w:rsidRDefault="000D1B1B" w:rsidP="00EA52DB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/>
        </w:tc>
        <w:tc>
          <w:tcPr>
            <w:tcW w:w="1418" w:type="dxa"/>
          </w:tcPr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D962FD">
            <w:pPr>
              <w:rPr>
                <w:bCs/>
              </w:rPr>
            </w:pPr>
            <w:r w:rsidRPr="00023F6A">
              <w:rPr>
                <w:bCs/>
              </w:rPr>
              <w:t xml:space="preserve">Ткаченко Антонина Ивановна 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Ведущий специалист администрации Жигайловского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332848,58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155014,55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Земельный пай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 xml:space="preserve">Земельный участок </w:t>
            </w:r>
          </w:p>
          <w:p w:rsidR="000D1B1B" w:rsidRPr="00023F6A" w:rsidRDefault="000D1B1B" w:rsidP="00D962FD"/>
          <w:p w:rsidR="000D1B1B" w:rsidRPr="00023F6A" w:rsidRDefault="000D1B1B" w:rsidP="00D962FD">
            <w:r w:rsidRPr="00023F6A">
              <w:t xml:space="preserve">Земельный участок </w:t>
            </w:r>
          </w:p>
          <w:p w:rsidR="000D1B1B" w:rsidRPr="00023F6A" w:rsidRDefault="000D1B1B" w:rsidP="00D962FD"/>
          <w:p w:rsidR="000D1B1B" w:rsidRPr="00023F6A" w:rsidRDefault="000D1B1B" w:rsidP="00D962FD">
            <w:r w:rsidRPr="00023F6A">
              <w:t>Земельный пай</w:t>
            </w:r>
          </w:p>
          <w:p w:rsidR="000D1B1B" w:rsidRPr="00023F6A" w:rsidRDefault="000D1B1B" w:rsidP="00D962FD"/>
          <w:p w:rsidR="000D1B1B" w:rsidRPr="00023F6A" w:rsidRDefault="000D1B1B" w:rsidP="00D962FD">
            <w:r w:rsidRPr="00023F6A">
              <w:t xml:space="preserve">Жилой дом 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46500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1100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4000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46500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54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Россия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Россия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Россия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D962FD"/>
          <w:p w:rsidR="000D1B1B" w:rsidRPr="00023F6A" w:rsidRDefault="000D1B1B" w:rsidP="00D962FD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54</w:t>
            </w:r>
          </w:p>
          <w:p w:rsidR="000D1B1B" w:rsidRPr="00023F6A" w:rsidRDefault="000D1B1B" w:rsidP="00D962FD"/>
          <w:p w:rsidR="000D1B1B" w:rsidRPr="00023F6A" w:rsidRDefault="000D1B1B" w:rsidP="00D962FD">
            <w:r w:rsidRPr="00023F6A">
              <w:t>1100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4000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D962FD"/>
          <w:p w:rsidR="000D1B1B" w:rsidRPr="00023F6A" w:rsidRDefault="000D1B1B" w:rsidP="00D962FD">
            <w:r w:rsidRPr="00023F6A">
              <w:t>Россия</w:t>
            </w:r>
          </w:p>
          <w:p w:rsidR="000D1B1B" w:rsidRPr="00023F6A" w:rsidRDefault="000D1B1B" w:rsidP="00D962FD"/>
          <w:p w:rsidR="000D1B1B" w:rsidRPr="00023F6A" w:rsidRDefault="000D1B1B" w:rsidP="00D962FD"/>
          <w:p w:rsidR="000D1B1B" w:rsidRPr="00023F6A" w:rsidRDefault="000D1B1B" w:rsidP="00D962FD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Жирова Вера Васильевна </w:t>
            </w:r>
          </w:p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Заяченского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463780,68</w:t>
            </w:r>
          </w:p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>
            <w:r w:rsidRPr="00023F6A">
              <w:t>191102,49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850B6C"/>
          <w:p w:rsidR="000D1B1B" w:rsidRPr="00023F6A" w:rsidRDefault="000D1B1B" w:rsidP="00850B6C">
            <w:r w:rsidRPr="00023F6A">
              <w:t>Земельный участок</w:t>
            </w:r>
          </w:p>
          <w:p w:rsidR="000D1B1B" w:rsidRPr="00023F6A" w:rsidRDefault="000D1B1B" w:rsidP="00850B6C"/>
          <w:p w:rsidR="000D1B1B" w:rsidRPr="00023F6A" w:rsidRDefault="000D1B1B" w:rsidP="00850B6C">
            <w:r w:rsidRPr="00023F6A">
              <w:t xml:space="preserve">Земельный участок </w:t>
            </w:r>
          </w:p>
          <w:p w:rsidR="000D1B1B" w:rsidRPr="00023F6A" w:rsidRDefault="000D1B1B" w:rsidP="00850B6C"/>
          <w:p w:rsidR="000D1B1B" w:rsidRPr="00023F6A" w:rsidRDefault="000D1B1B" w:rsidP="00850B6C">
            <w:r w:rsidRPr="00023F6A">
              <w:t>Жилой дом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7000</w:t>
            </w:r>
          </w:p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>
            <w:r w:rsidRPr="00023F6A">
              <w:t>1292</w:t>
            </w:r>
          </w:p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>
            <w:r w:rsidRPr="00023F6A">
              <w:t>30,3</w:t>
            </w:r>
          </w:p>
          <w:p w:rsidR="000D1B1B" w:rsidRPr="00023F6A" w:rsidRDefault="000D1B1B" w:rsidP="00850B6C"/>
          <w:p w:rsidR="000D1B1B" w:rsidRPr="00023F6A" w:rsidRDefault="000D1B1B" w:rsidP="00850B6C">
            <w:r w:rsidRPr="00023F6A">
              <w:t>2554</w:t>
            </w:r>
          </w:p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>
            <w:r w:rsidRPr="00023F6A">
              <w:t>3114</w:t>
            </w:r>
          </w:p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>
            <w:r w:rsidRPr="00023F6A">
              <w:t>67,8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>
            <w:r w:rsidRPr="00023F6A">
              <w:t>Россия</w:t>
            </w:r>
          </w:p>
          <w:p w:rsidR="000D1B1B" w:rsidRPr="00023F6A" w:rsidRDefault="000D1B1B" w:rsidP="00785B80"/>
          <w:p w:rsidR="000D1B1B" w:rsidRPr="00023F6A" w:rsidRDefault="000D1B1B" w:rsidP="00785B80"/>
          <w:p w:rsidR="000D1B1B" w:rsidRPr="00023F6A" w:rsidRDefault="000D1B1B" w:rsidP="00785B80">
            <w:r w:rsidRPr="00023F6A">
              <w:t>Россия</w:t>
            </w:r>
          </w:p>
          <w:p w:rsidR="000D1B1B" w:rsidRPr="00023F6A" w:rsidRDefault="000D1B1B" w:rsidP="00850B6C"/>
          <w:p w:rsidR="000D1B1B" w:rsidRPr="00023F6A" w:rsidRDefault="000D1B1B" w:rsidP="00850B6C">
            <w:r w:rsidRPr="00023F6A">
              <w:t>Россия</w:t>
            </w:r>
          </w:p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>
            <w:r w:rsidRPr="00023F6A">
              <w:t>Россия</w:t>
            </w:r>
          </w:p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>
            <w:r w:rsidRPr="00023F6A">
              <w:t xml:space="preserve">Легковой автомобиль </w:t>
            </w:r>
            <w:r w:rsidRPr="00023F6A">
              <w:rPr>
                <w:lang w:val="en-US"/>
              </w:rPr>
              <w:t>OPEL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67,8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Панкратова Юлия Олеговна 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Заместитель главы администрации Заяченского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201468,00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Жилой дом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Квартира 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 xml:space="preserve">5000 </w:t>
            </w:r>
          </w:p>
          <w:p w:rsidR="000D1B1B" w:rsidRPr="00023F6A" w:rsidRDefault="000D1B1B" w:rsidP="001B3BE4">
            <w:r w:rsidRPr="00023F6A">
              <w:t>(1/3 доля)</w:t>
            </w:r>
          </w:p>
          <w:p w:rsidR="000D1B1B" w:rsidRPr="00023F6A" w:rsidRDefault="000D1B1B" w:rsidP="00850B6C"/>
          <w:p w:rsidR="000D1B1B" w:rsidRPr="00023F6A" w:rsidRDefault="000D1B1B" w:rsidP="00850B6C">
            <w:r w:rsidRPr="00023F6A">
              <w:t>60,3</w:t>
            </w:r>
          </w:p>
          <w:p w:rsidR="000D1B1B" w:rsidRPr="00023F6A" w:rsidRDefault="000D1B1B" w:rsidP="00850B6C">
            <w:r w:rsidRPr="00023F6A">
              <w:t>(1/3 доля)</w:t>
            </w:r>
          </w:p>
          <w:p w:rsidR="000D1B1B" w:rsidRPr="00023F6A" w:rsidRDefault="000D1B1B" w:rsidP="00850B6C"/>
          <w:p w:rsidR="000D1B1B" w:rsidRPr="00023F6A" w:rsidRDefault="000D1B1B" w:rsidP="00850B6C">
            <w:r w:rsidRPr="00023F6A">
              <w:t>45,4</w:t>
            </w:r>
          </w:p>
          <w:p w:rsidR="000D1B1B" w:rsidRPr="00023F6A" w:rsidRDefault="000D1B1B" w:rsidP="00850B6C">
            <w:r w:rsidRPr="00023F6A">
              <w:t>(1/5 доля)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>
            <w:r w:rsidRPr="00023F6A">
              <w:t xml:space="preserve">Россия </w:t>
            </w:r>
          </w:p>
          <w:p w:rsidR="000D1B1B" w:rsidRPr="00023F6A" w:rsidRDefault="000D1B1B" w:rsidP="00850B6C"/>
          <w:p w:rsidR="000D1B1B" w:rsidRPr="00023F6A" w:rsidRDefault="000D1B1B" w:rsidP="00850B6C"/>
          <w:p w:rsidR="000D1B1B" w:rsidRPr="00023F6A" w:rsidRDefault="000D1B1B" w:rsidP="00850B6C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/>
        </w:tc>
        <w:tc>
          <w:tcPr>
            <w:tcW w:w="1418" w:type="dxa"/>
          </w:tcPr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Коротких Александр Николаевич 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супруга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дочь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дочь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Коротковского сельского поселения 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355097,79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100965,73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10616,46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Нет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Земли с/х назначения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Земли с/х назначения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Земли с/х назначения 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Гараж </w:t>
            </w:r>
          </w:p>
          <w:p w:rsidR="000D1B1B" w:rsidRPr="00023F6A" w:rsidRDefault="000D1B1B" w:rsidP="00ED7D6E"/>
          <w:p w:rsidR="000D1B1B" w:rsidRPr="00023F6A" w:rsidRDefault="000D1B1B" w:rsidP="00ED7D6E"/>
          <w:p w:rsidR="000D1B1B" w:rsidRPr="00023F6A" w:rsidRDefault="000D1B1B" w:rsidP="00ED7D6E">
            <w:r w:rsidRPr="00023F6A">
              <w:t xml:space="preserve">Квартира 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Нет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2323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1777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2684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1716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50200 (общая)</w:t>
            </w:r>
          </w:p>
          <w:p w:rsidR="000D1B1B" w:rsidRPr="00023F6A" w:rsidRDefault="000D1B1B" w:rsidP="00C302AE"/>
          <w:p w:rsidR="000D1B1B" w:rsidRPr="00023F6A" w:rsidRDefault="000D1B1B" w:rsidP="00C302AE">
            <w:r w:rsidRPr="00023F6A">
              <w:t>50200 (общая)</w:t>
            </w:r>
          </w:p>
          <w:p w:rsidR="000D1B1B" w:rsidRPr="00023F6A" w:rsidRDefault="000D1B1B" w:rsidP="00C302AE"/>
          <w:p w:rsidR="000D1B1B" w:rsidRPr="00023F6A" w:rsidRDefault="000D1B1B" w:rsidP="00C302AE">
            <w:r w:rsidRPr="00023F6A">
              <w:t>50200 (общая)</w:t>
            </w:r>
          </w:p>
          <w:p w:rsidR="000D1B1B" w:rsidRPr="00023F6A" w:rsidRDefault="000D1B1B" w:rsidP="00C302AE"/>
          <w:p w:rsidR="000D1B1B" w:rsidRPr="00023F6A" w:rsidRDefault="000D1B1B" w:rsidP="00C302AE">
            <w:r w:rsidRPr="00023F6A">
              <w:t>50</w:t>
            </w:r>
          </w:p>
          <w:p w:rsidR="000D1B1B" w:rsidRPr="00023F6A" w:rsidRDefault="000D1B1B" w:rsidP="00C302AE"/>
          <w:p w:rsidR="000D1B1B" w:rsidRPr="00023F6A" w:rsidRDefault="000D1B1B" w:rsidP="00C302AE">
            <w:r w:rsidRPr="00023F6A">
              <w:t>22</w:t>
            </w:r>
          </w:p>
          <w:p w:rsidR="000D1B1B" w:rsidRPr="00023F6A" w:rsidRDefault="000D1B1B" w:rsidP="00ED7D6E"/>
          <w:p w:rsidR="000D1B1B" w:rsidRPr="00023F6A" w:rsidRDefault="000D1B1B" w:rsidP="00ED7D6E"/>
          <w:p w:rsidR="000D1B1B" w:rsidRPr="00023F6A" w:rsidRDefault="000D1B1B" w:rsidP="00ED7D6E">
            <w:r w:rsidRPr="00023F6A">
              <w:t>42,8</w:t>
            </w:r>
          </w:p>
          <w:p w:rsidR="000D1B1B" w:rsidRPr="00023F6A" w:rsidRDefault="000D1B1B" w:rsidP="00ED7D6E">
            <w:r w:rsidRPr="00023F6A">
              <w:t xml:space="preserve"> (1/2 доля)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Россия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Россия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Россия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Россия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Россия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Россия</w:t>
            </w:r>
          </w:p>
          <w:p w:rsidR="000D1B1B" w:rsidRPr="00023F6A" w:rsidRDefault="000D1B1B" w:rsidP="00C302AE"/>
          <w:p w:rsidR="000D1B1B" w:rsidRPr="00023F6A" w:rsidRDefault="000D1B1B" w:rsidP="00C302AE"/>
          <w:p w:rsidR="000D1B1B" w:rsidRPr="00023F6A" w:rsidRDefault="000D1B1B" w:rsidP="00C302AE">
            <w:r w:rsidRPr="00023F6A">
              <w:t>Россия</w:t>
            </w:r>
          </w:p>
          <w:p w:rsidR="000D1B1B" w:rsidRPr="00023F6A" w:rsidRDefault="000D1B1B" w:rsidP="00C302AE"/>
          <w:p w:rsidR="000D1B1B" w:rsidRPr="00023F6A" w:rsidRDefault="000D1B1B" w:rsidP="00C302AE">
            <w:r w:rsidRPr="00023F6A">
              <w:t>Россия</w:t>
            </w:r>
          </w:p>
          <w:p w:rsidR="000D1B1B" w:rsidRPr="00023F6A" w:rsidRDefault="000D1B1B" w:rsidP="00ED7D6E"/>
          <w:p w:rsidR="000D1B1B" w:rsidRPr="00023F6A" w:rsidRDefault="000D1B1B" w:rsidP="00ED7D6E"/>
          <w:p w:rsidR="000D1B1B" w:rsidRPr="00023F6A" w:rsidRDefault="000D1B1B" w:rsidP="00ED7D6E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Легковой автомобиль ВАЗ 21053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Нет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Нет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Нет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 xml:space="preserve">Земельный участок </w:t>
            </w:r>
          </w:p>
          <w:p w:rsidR="000D1B1B" w:rsidRPr="00023F6A" w:rsidRDefault="000D1B1B" w:rsidP="00A512AE"/>
          <w:p w:rsidR="000D1B1B" w:rsidRPr="00023F6A" w:rsidRDefault="000D1B1B" w:rsidP="00A512AE">
            <w:r w:rsidRPr="00023F6A">
              <w:t xml:space="preserve">Жилой дом </w:t>
            </w:r>
          </w:p>
          <w:p w:rsidR="000D1B1B" w:rsidRPr="00023F6A" w:rsidRDefault="000D1B1B" w:rsidP="00A512AE"/>
          <w:p w:rsidR="000D1B1B" w:rsidRPr="00023F6A" w:rsidRDefault="000D1B1B" w:rsidP="00A512AE">
            <w:r w:rsidRPr="00023F6A">
              <w:t xml:space="preserve">Земельный участок </w:t>
            </w:r>
          </w:p>
          <w:p w:rsidR="000D1B1B" w:rsidRPr="00023F6A" w:rsidRDefault="000D1B1B" w:rsidP="00A512AE"/>
          <w:p w:rsidR="000D1B1B" w:rsidRPr="00023F6A" w:rsidRDefault="000D1B1B" w:rsidP="00A512AE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2323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50</w:t>
            </w:r>
          </w:p>
          <w:p w:rsidR="000D1B1B" w:rsidRPr="00023F6A" w:rsidRDefault="000D1B1B" w:rsidP="00A512AE"/>
          <w:p w:rsidR="000D1B1B" w:rsidRPr="00023F6A" w:rsidRDefault="000D1B1B" w:rsidP="00A512AE">
            <w:r w:rsidRPr="00023F6A">
              <w:t>2323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50</w:t>
            </w:r>
          </w:p>
        </w:tc>
        <w:tc>
          <w:tcPr>
            <w:tcW w:w="1418" w:type="dxa"/>
          </w:tcPr>
          <w:p w:rsidR="000D1B1B" w:rsidRPr="00023F6A" w:rsidRDefault="000D1B1B" w:rsidP="001B3BE4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Россия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Россия</w:t>
            </w:r>
          </w:p>
          <w:p w:rsidR="000D1B1B" w:rsidRPr="00023F6A" w:rsidRDefault="000D1B1B" w:rsidP="00A512AE"/>
          <w:p w:rsidR="000D1B1B" w:rsidRPr="00023F6A" w:rsidRDefault="000D1B1B" w:rsidP="00A512AE">
            <w:r w:rsidRPr="00023F6A">
              <w:t>Россия</w:t>
            </w:r>
          </w:p>
          <w:p w:rsidR="000D1B1B" w:rsidRPr="00023F6A" w:rsidRDefault="000D1B1B" w:rsidP="00A512AE"/>
          <w:p w:rsidR="000D1B1B" w:rsidRPr="00023F6A" w:rsidRDefault="000D1B1B" w:rsidP="00A512AE"/>
          <w:p w:rsidR="000D1B1B" w:rsidRPr="00023F6A" w:rsidRDefault="000D1B1B" w:rsidP="00A512AE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Фурманова Галина Филипповна 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Ведущий специалист администрации Коротковского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154634,32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Земли с/х назначения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50200 (общая)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53,5</w:t>
            </w:r>
          </w:p>
          <w:p w:rsidR="000D1B1B" w:rsidRPr="00023F6A" w:rsidRDefault="000D1B1B" w:rsidP="00A512AE"/>
          <w:p w:rsidR="000D1B1B" w:rsidRPr="00023F6A" w:rsidRDefault="000D1B1B" w:rsidP="00A512AE">
            <w:r w:rsidRPr="00023F6A">
              <w:t>5000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A512AE"/>
          <w:p w:rsidR="000D1B1B" w:rsidRPr="00023F6A" w:rsidRDefault="000D1B1B" w:rsidP="00A512AE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Виноходов Александр Александрович </w:t>
            </w:r>
          </w:p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>
            <w:r w:rsidRPr="00023F6A">
              <w:t>супруга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дочь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сын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Кощеевского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24CE7">
            <w:r w:rsidRPr="00023F6A">
              <w:t>585654,53</w:t>
            </w:r>
          </w:p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>
            <w:r w:rsidRPr="00023F6A">
              <w:t>109874,18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Нет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Нет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Жилой дом </w:t>
            </w:r>
          </w:p>
          <w:p w:rsidR="000D1B1B" w:rsidRPr="00023F6A" w:rsidRDefault="000D1B1B" w:rsidP="00124CE7"/>
          <w:p w:rsidR="000D1B1B" w:rsidRPr="00023F6A" w:rsidRDefault="000D1B1B" w:rsidP="00124CE7">
            <w:r w:rsidRPr="00023F6A">
              <w:t>Нет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Нет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5600</w:t>
            </w:r>
          </w:p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>
            <w:r w:rsidRPr="00023F6A">
              <w:t>6400</w:t>
            </w:r>
          </w:p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>
            <w:r w:rsidRPr="00023F6A">
              <w:t>75,1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>
            <w:r w:rsidRPr="00023F6A">
              <w:t>Россия</w:t>
            </w:r>
          </w:p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 xml:space="preserve">Легковой автомобиль КИА РИО </w:t>
            </w:r>
          </w:p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>
            <w:r w:rsidRPr="00023F6A">
              <w:t>Нет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Нет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/>
          <w:p w:rsidR="000D1B1B" w:rsidRPr="00023F6A" w:rsidRDefault="000D1B1B" w:rsidP="00124CE7">
            <w:r w:rsidRPr="00023F6A">
              <w:t xml:space="preserve">Земельный участок </w:t>
            </w:r>
          </w:p>
          <w:p w:rsidR="000D1B1B" w:rsidRPr="00023F6A" w:rsidRDefault="000D1B1B" w:rsidP="00124CE7"/>
          <w:p w:rsidR="000D1B1B" w:rsidRPr="00023F6A" w:rsidRDefault="000D1B1B" w:rsidP="00124CE7">
            <w:r w:rsidRPr="00023F6A">
              <w:t xml:space="preserve">Жилой дом 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 xml:space="preserve">Земельный участок 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 xml:space="preserve">Жилой дом 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 xml:space="preserve">Земельный участок 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 xml:space="preserve">Жилой дом </w:t>
            </w:r>
          </w:p>
        </w:tc>
        <w:tc>
          <w:tcPr>
            <w:tcW w:w="1276" w:type="dxa"/>
          </w:tcPr>
          <w:p w:rsidR="000D1B1B" w:rsidRPr="00023F6A" w:rsidRDefault="000D1B1B" w:rsidP="001B3BE4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5600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75,1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>5600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75,1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>5600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75,1</w:t>
            </w:r>
          </w:p>
        </w:tc>
        <w:tc>
          <w:tcPr>
            <w:tcW w:w="1418" w:type="dxa"/>
          </w:tcPr>
          <w:p w:rsidR="000D1B1B" w:rsidRPr="00023F6A" w:rsidRDefault="000D1B1B" w:rsidP="001B3BE4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Россия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Россия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>Россия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Россия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>Россия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Субботина Елена Даниловна </w:t>
            </w: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Ведущий специалист администрации Кощеевского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178814,84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637156,91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 xml:space="preserve">Земельный участок 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 xml:space="preserve">Земельный участок 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 xml:space="preserve">Земельный участок </w:t>
            </w:r>
          </w:p>
          <w:p w:rsidR="000D1B1B" w:rsidRPr="00023F6A" w:rsidRDefault="000D1B1B" w:rsidP="001A7A5B"/>
          <w:p w:rsidR="000D1B1B" w:rsidRPr="00023F6A" w:rsidRDefault="000D1B1B" w:rsidP="001A7A5B">
            <w:r w:rsidRPr="00023F6A">
              <w:t xml:space="preserve">Жилой дом </w:t>
            </w:r>
          </w:p>
        </w:tc>
        <w:tc>
          <w:tcPr>
            <w:tcW w:w="1417" w:type="dxa"/>
          </w:tcPr>
          <w:p w:rsidR="000D1B1B" w:rsidRPr="00023F6A" w:rsidRDefault="000D1B1B" w:rsidP="001B3BE4">
            <w:r w:rsidRPr="00023F6A">
              <w:t>1605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3336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8664</w:t>
            </w:r>
          </w:p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>
            <w:r w:rsidRPr="00023F6A">
              <w:t>46500</w:t>
            </w:r>
          </w:p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>
            <w:r w:rsidRPr="00023F6A">
              <w:t>138,5</w:t>
            </w:r>
          </w:p>
        </w:tc>
        <w:tc>
          <w:tcPr>
            <w:tcW w:w="1134" w:type="dxa"/>
          </w:tcPr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Россия</w:t>
            </w:r>
          </w:p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>
            <w:r w:rsidRPr="00023F6A">
              <w:t>Россия</w:t>
            </w:r>
          </w:p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/>
          <w:p w:rsidR="000D1B1B" w:rsidRPr="00023F6A" w:rsidRDefault="000D1B1B" w:rsidP="00CF25C3">
            <w:r w:rsidRPr="00023F6A">
              <w:t xml:space="preserve">Легковой автомобиль УАЗ – 31512 </w:t>
            </w:r>
          </w:p>
          <w:p w:rsidR="000D1B1B" w:rsidRPr="00023F6A" w:rsidRDefault="000D1B1B" w:rsidP="00CF25C3"/>
          <w:p w:rsidR="000D1B1B" w:rsidRPr="00023F6A" w:rsidRDefault="000D1B1B" w:rsidP="00CF25C3">
            <w:r w:rsidRPr="00023F6A">
              <w:t xml:space="preserve">Легковой автомобиль ВАЗ – 2107 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CF25C3">
            <w:r w:rsidRPr="00023F6A">
              <w:t xml:space="preserve">Жилой дом </w:t>
            </w:r>
          </w:p>
          <w:p w:rsidR="000D1B1B" w:rsidRPr="00023F6A" w:rsidRDefault="000D1B1B" w:rsidP="00CF25C3"/>
          <w:p w:rsidR="000D1B1B" w:rsidRPr="00023F6A" w:rsidRDefault="000D1B1B" w:rsidP="00CF25C3">
            <w:r w:rsidRPr="00023F6A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3336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8664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CF25C3">
            <w:r w:rsidRPr="00023F6A">
              <w:t>138,5</w:t>
            </w:r>
          </w:p>
          <w:p w:rsidR="000D1B1B" w:rsidRPr="00023F6A" w:rsidRDefault="000D1B1B" w:rsidP="00CF25C3"/>
          <w:p w:rsidR="000D1B1B" w:rsidRPr="00023F6A" w:rsidRDefault="000D1B1B" w:rsidP="00CF25C3">
            <w:r w:rsidRPr="00023F6A">
              <w:t>600000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1A7A5B">
            <w:r w:rsidRPr="00023F6A">
              <w:t>Россия</w:t>
            </w:r>
          </w:p>
          <w:p w:rsidR="000D1B1B" w:rsidRPr="00023F6A" w:rsidRDefault="000D1B1B" w:rsidP="001A7A5B"/>
          <w:p w:rsidR="000D1B1B" w:rsidRPr="00023F6A" w:rsidRDefault="000D1B1B" w:rsidP="001A7A5B"/>
          <w:p w:rsidR="000D1B1B" w:rsidRPr="00023F6A" w:rsidRDefault="000D1B1B" w:rsidP="00CF25C3">
            <w:r w:rsidRPr="00023F6A">
              <w:t>Россия</w:t>
            </w:r>
          </w:p>
          <w:p w:rsidR="000D1B1B" w:rsidRPr="00023F6A" w:rsidRDefault="000D1B1B" w:rsidP="00CF25C3"/>
          <w:p w:rsidR="000D1B1B" w:rsidRPr="00023F6A" w:rsidRDefault="000D1B1B" w:rsidP="00CF25C3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Стрябкова Валентина Ивановна </w:t>
            </w:r>
          </w:p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>
            <w:r w:rsidRPr="00023F6A">
              <w:t>супруг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сын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 администрации Ломовского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295531,02</w:t>
            </w:r>
          </w:p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>
            <w:r w:rsidRPr="00023F6A">
              <w:t>411447,87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4810,26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 xml:space="preserve">Земельный участок </w:t>
            </w:r>
          </w:p>
          <w:p w:rsidR="000D1B1B" w:rsidRPr="00023F6A" w:rsidRDefault="000D1B1B" w:rsidP="007627D4"/>
          <w:p w:rsidR="000D1B1B" w:rsidRPr="00023F6A" w:rsidRDefault="000D1B1B" w:rsidP="007627D4">
            <w:r w:rsidRPr="00023F6A">
              <w:t xml:space="preserve">Земельный участок </w:t>
            </w:r>
          </w:p>
          <w:p w:rsidR="000D1B1B" w:rsidRPr="00023F6A" w:rsidRDefault="000D1B1B" w:rsidP="007627D4"/>
          <w:p w:rsidR="000D1B1B" w:rsidRPr="00023F6A" w:rsidRDefault="000D1B1B" w:rsidP="007627D4">
            <w:r w:rsidRPr="00023F6A">
              <w:t xml:space="preserve">Земельный участок </w:t>
            </w:r>
          </w:p>
          <w:p w:rsidR="000D1B1B" w:rsidRPr="00023F6A" w:rsidRDefault="000D1B1B" w:rsidP="007627D4"/>
          <w:p w:rsidR="000D1B1B" w:rsidRPr="00023F6A" w:rsidRDefault="000D1B1B" w:rsidP="007627D4">
            <w:r w:rsidRPr="00023F6A">
              <w:t xml:space="preserve">Часть жилого дома </w:t>
            </w:r>
          </w:p>
          <w:p w:rsidR="000D1B1B" w:rsidRPr="00023F6A" w:rsidRDefault="000D1B1B" w:rsidP="00BF49F4"/>
          <w:p w:rsidR="000D1B1B" w:rsidRPr="00023F6A" w:rsidRDefault="000D1B1B" w:rsidP="00BF49F4">
            <w:r w:rsidRPr="00023F6A">
              <w:t>Нет</w:t>
            </w:r>
          </w:p>
        </w:tc>
        <w:tc>
          <w:tcPr>
            <w:tcW w:w="1417" w:type="dxa"/>
          </w:tcPr>
          <w:p w:rsidR="000D1B1B" w:rsidRPr="00023F6A" w:rsidRDefault="000D1B1B" w:rsidP="001B3BE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>1898</w:t>
            </w:r>
          </w:p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>2683</w:t>
            </w:r>
          </w:p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>7419</w:t>
            </w:r>
          </w:p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>91</w:t>
            </w:r>
          </w:p>
        </w:tc>
        <w:tc>
          <w:tcPr>
            <w:tcW w:w="1134" w:type="dxa"/>
          </w:tcPr>
          <w:p w:rsidR="000D1B1B" w:rsidRPr="00023F6A" w:rsidRDefault="000D1B1B" w:rsidP="001B3BE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>Россия</w:t>
            </w:r>
          </w:p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>Россия</w:t>
            </w:r>
          </w:p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>Россия</w:t>
            </w:r>
          </w:p>
          <w:p w:rsidR="000D1B1B" w:rsidRPr="00023F6A" w:rsidRDefault="000D1B1B" w:rsidP="007627D4"/>
          <w:p w:rsidR="000D1B1B" w:rsidRPr="00023F6A" w:rsidRDefault="000D1B1B" w:rsidP="007627D4"/>
          <w:p w:rsidR="000D1B1B" w:rsidRPr="00023F6A" w:rsidRDefault="000D1B1B" w:rsidP="007627D4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Нет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7627D4">
            <w:r w:rsidRPr="00023F6A">
              <w:t xml:space="preserve">Часть жилого дома </w:t>
            </w:r>
          </w:p>
          <w:p w:rsidR="000D1B1B" w:rsidRPr="00023F6A" w:rsidRDefault="000D1B1B" w:rsidP="00BF49F4"/>
          <w:p w:rsidR="000D1B1B" w:rsidRPr="00023F6A" w:rsidRDefault="000D1B1B" w:rsidP="00BF49F4">
            <w:r w:rsidRPr="00023F6A">
              <w:t>Нет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 xml:space="preserve">Земельный участок </w:t>
            </w:r>
          </w:p>
          <w:p w:rsidR="000D1B1B" w:rsidRPr="00023F6A" w:rsidRDefault="000D1B1B" w:rsidP="00BF49F4"/>
          <w:p w:rsidR="000D1B1B" w:rsidRPr="00023F6A" w:rsidRDefault="000D1B1B" w:rsidP="00BF49F4">
            <w:r w:rsidRPr="00023F6A">
              <w:t xml:space="preserve">Земельный участок </w:t>
            </w:r>
          </w:p>
          <w:p w:rsidR="000D1B1B" w:rsidRPr="00023F6A" w:rsidRDefault="000D1B1B" w:rsidP="00BF49F4"/>
          <w:p w:rsidR="000D1B1B" w:rsidRPr="00023F6A" w:rsidRDefault="000D1B1B" w:rsidP="00BF49F4">
            <w:r w:rsidRPr="00023F6A">
              <w:t xml:space="preserve">Земельный участок </w:t>
            </w:r>
          </w:p>
          <w:p w:rsidR="000D1B1B" w:rsidRPr="00023F6A" w:rsidRDefault="000D1B1B" w:rsidP="00BF49F4"/>
          <w:p w:rsidR="000D1B1B" w:rsidRPr="00023F6A" w:rsidRDefault="000D1B1B" w:rsidP="00BF49F4">
            <w:r w:rsidRPr="00023F6A">
              <w:t>Часть жилого дома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1898</w:t>
            </w:r>
          </w:p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>
            <w:r w:rsidRPr="00023F6A">
              <w:t>2683</w:t>
            </w:r>
          </w:p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>
            <w:r w:rsidRPr="00023F6A">
              <w:t>7419</w:t>
            </w:r>
          </w:p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>
            <w:r w:rsidRPr="00023F6A">
              <w:t>91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1898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2683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7419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91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>
            <w:r w:rsidRPr="00023F6A">
              <w:t>Россия</w:t>
            </w:r>
          </w:p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>
            <w:r w:rsidRPr="00023F6A">
              <w:t>Россия</w:t>
            </w:r>
          </w:p>
          <w:p w:rsidR="000D1B1B" w:rsidRPr="00023F6A" w:rsidRDefault="000D1B1B" w:rsidP="00DF5298"/>
          <w:p w:rsidR="000D1B1B" w:rsidRPr="00023F6A" w:rsidRDefault="000D1B1B" w:rsidP="00DF5298"/>
          <w:p w:rsidR="000D1B1B" w:rsidRPr="00023F6A" w:rsidRDefault="000D1B1B" w:rsidP="00DF5298">
            <w:r w:rsidRPr="00023F6A">
              <w:t>Россия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Россия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Россия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Россия</w:t>
            </w:r>
          </w:p>
          <w:p w:rsidR="000D1B1B" w:rsidRPr="00023F6A" w:rsidRDefault="000D1B1B" w:rsidP="00BF49F4"/>
          <w:p w:rsidR="000D1B1B" w:rsidRPr="00023F6A" w:rsidRDefault="000D1B1B" w:rsidP="00BF49F4"/>
          <w:p w:rsidR="000D1B1B" w:rsidRPr="00023F6A" w:rsidRDefault="000D1B1B" w:rsidP="00BF49F4">
            <w:r w:rsidRPr="00023F6A">
              <w:t>Россия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Полшкова Дина Дмитриевна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Заместитель главы администрации Ломовского сельского поселения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149148,44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 xml:space="preserve">Нет </w:t>
            </w:r>
          </w:p>
        </w:tc>
        <w:tc>
          <w:tcPr>
            <w:tcW w:w="1417" w:type="dxa"/>
          </w:tcPr>
          <w:p w:rsidR="000D1B1B" w:rsidRPr="00023F6A" w:rsidRDefault="000D1B1B" w:rsidP="001B3BE4"/>
        </w:tc>
        <w:tc>
          <w:tcPr>
            <w:tcW w:w="1134" w:type="dxa"/>
          </w:tcPr>
          <w:p w:rsidR="000D1B1B" w:rsidRPr="00023F6A" w:rsidRDefault="000D1B1B" w:rsidP="001B3BE4"/>
        </w:tc>
        <w:tc>
          <w:tcPr>
            <w:tcW w:w="1843" w:type="dxa"/>
          </w:tcPr>
          <w:p w:rsidR="000D1B1B" w:rsidRPr="00023F6A" w:rsidRDefault="000D1B1B" w:rsidP="001B3BE4">
            <w:r w:rsidRPr="00023F6A">
              <w:t xml:space="preserve">Нет 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>Земельный участок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Жилой дом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Земельный участок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2200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>65,1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>2800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1B3BE4"/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Россия </w:t>
            </w:r>
          </w:p>
          <w:p w:rsidR="000D1B1B" w:rsidRPr="00023F6A" w:rsidRDefault="000D1B1B" w:rsidP="001B3BE4"/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Каширин </w:t>
            </w:r>
          </w:p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Олег Юрьевич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Глава администрации Мелиховского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EA3848">
            <w:r w:rsidRPr="00023F6A">
              <w:t>314074,40</w:t>
            </w:r>
          </w:p>
        </w:tc>
        <w:tc>
          <w:tcPr>
            <w:tcW w:w="1418" w:type="dxa"/>
          </w:tcPr>
          <w:p w:rsidR="000D1B1B" w:rsidRPr="00023F6A" w:rsidRDefault="000D1B1B" w:rsidP="00EA3848">
            <w:r w:rsidRPr="00023F6A">
              <w:t>Земельный участок</w:t>
            </w:r>
          </w:p>
        </w:tc>
        <w:tc>
          <w:tcPr>
            <w:tcW w:w="1417" w:type="dxa"/>
          </w:tcPr>
          <w:p w:rsidR="000D1B1B" w:rsidRPr="00023F6A" w:rsidRDefault="000D1B1B" w:rsidP="00EA3848">
            <w:r w:rsidRPr="00023F6A">
              <w:t>1794</w:t>
            </w:r>
          </w:p>
        </w:tc>
        <w:tc>
          <w:tcPr>
            <w:tcW w:w="1134" w:type="dxa"/>
          </w:tcPr>
          <w:p w:rsidR="000D1B1B" w:rsidRPr="00023F6A" w:rsidRDefault="000D1B1B" w:rsidP="00EA3848">
            <w:r w:rsidRPr="00023F6A">
              <w:t xml:space="preserve">Россия </w:t>
            </w:r>
          </w:p>
        </w:tc>
        <w:tc>
          <w:tcPr>
            <w:tcW w:w="1843" w:type="dxa"/>
          </w:tcPr>
          <w:p w:rsidR="000D1B1B" w:rsidRPr="00023F6A" w:rsidRDefault="000D1B1B" w:rsidP="00EA3848">
            <w:r w:rsidRPr="00023F6A">
              <w:t>Легковой автомобиль Тайота Королла</w:t>
            </w:r>
          </w:p>
        </w:tc>
        <w:tc>
          <w:tcPr>
            <w:tcW w:w="1559" w:type="dxa"/>
          </w:tcPr>
          <w:p w:rsidR="000D1B1B" w:rsidRPr="00023F6A" w:rsidRDefault="000D1B1B" w:rsidP="00EA3848">
            <w:r w:rsidRPr="00023F6A">
              <w:t>Земельный часток</w:t>
            </w:r>
          </w:p>
        </w:tc>
        <w:tc>
          <w:tcPr>
            <w:tcW w:w="1276" w:type="dxa"/>
          </w:tcPr>
          <w:p w:rsidR="000D1B1B" w:rsidRPr="00023F6A" w:rsidRDefault="000D1B1B" w:rsidP="00EA3848">
            <w:r w:rsidRPr="00023F6A">
              <w:t>1674</w:t>
            </w:r>
          </w:p>
        </w:tc>
        <w:tc>
          <w:tcPr>
            <w:tcW w:w="1418" w:type="dxa"/>
          </w:tcPr>
          <w:p w:rsidR="000D1B1B" w:rsidRPr="00023F6A" w:rsidRDefault="000D1B1B" w:rsidP="00EA3848">
            <w:r w:rsidRPr="00023F6A">
              <w:t xml:space="preserve">Россия </w:t>
            </w:r>
          </w:p>
        </w:tc>
      </w:tr>
      <w:tr w:rsidR="000D1B1B" w:rsidRPr="002C424A" w:rsidTr="008A7DC6">
        <w:trPr>
          <w:trHeight w:val="128"/>
        </w:trPr>
        <w:tc>
          <w:tcPr>
            <w:tcW w:w="1985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Билас Людмила Николаевна 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супруг</w:t>
            </w:r>
          </w:p>
        </w:tc>
        <w:tc>
          <w:tcPr>
            <w:tcW w:w="2410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 xml:space="preserve">Заместитель главы администрации Мелиховского сельского поселения </w:t>
            </w:r>
          </w:p>
        </w:tc>
        <w:tc>
          <w:tcPr>
            <w:tcW w:w="1417" w:type="dxa"/>
          </w:tcPr>
          <w:p w:rsidR="000D1B1B" w:rsidRPr="00023F6A" w:rsidRDefault="000D1B1B" w:rsidP="001B3BE4">
            <w:pPr>
              <w:rPr>
                <w:bCs/>
              </w:rPr>
            </w:pPr>
            <w:r w:rsidRPr="00023F6A">
              <w:rPr>
                <w:bCs/>
              </w:rPr>
              <w:t>280033,00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71372,89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 xml:space="preserve">Земельный участок </w:t>
            </w:r>
          </w:p>
          <w:p w:rsidR="000D1B1B" w:rsidRPr="00023F6A" w:rsidRDefault="000D1B1B" w:rsidP="00C80FB3"/>
          <w:p w:rsidR="000D1B1B" w:rsidRPr="00023F6A" w:rsidRDefault="000D1B1B" w:rsidP="00C80FB3">
            <w:r w:rsidRPr="00023F6A">
              <w:t xml:space="preserve">Земельный участок </w:t>
            </w:r>
          </w:p>
          <w:p w:rsidR="000D1B1B" w:rsidRPr="00023F6A" w:rsidRDefault="000D1B1B" w:rsidP="00C80FB3"/>
          <w:p w:rsidR="000D1B1B" w:rsidRPr="00023F6A" w:rsidRDefault="000D1B1B" w:rsidP="00C80FB3">
            <w:r w:rsidRPr="00023F6A">
              <w:t xml:space="preserve">Земельный участок </w:t>
            </w:r>
          </w:p>
          <w:p w:rsidR="000D1B1B" w:rsidRPr="00023F6A" w:rsidRDefault="000D1B1B" w:rsidP="00C80FB3"/>
          <w:p w:rsidR="000D1B1B" w:rsidRPr="00023F6A" w:rsidRDefault="000D1B1B" w:rsidP="00C80FB3">
            <w:r w:rsidRPr="00023F6A">
              <w:t>1/2 жилого дома</w:t>
            </w:r>
          </w:p>
        </w:tc>
        <w:tc>
          <w:tcPr>
            <w:tcW w:w="1417" w:type="dxa"/>
          </w:tcPr>
          <w:p w:rsidR="000D1B1B" w:rsidRPr="00023F6A" w:rsidRDefault="000D1B1B" w:rsidP="001B3BE4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1112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3790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2545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68</w:t>
            </w:r>
          </w:p>
        </w:tc>
        <w:tc>
          <w:tcPr>
            <w:tcW w:w="1134" w:type="dxa"/>
          </w:tcPr>
          <w:p w:rsidR="000D1B1B" w:rsidRPr="00023F6A" w:rsidRDefault="000D1B1B" w:rsidP="001B3BE4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Россия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Россия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Россия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Россия</w:t>
            </w:r>
          </w:p>
        </w:tc>
        <w:tc>
          <w:tcPr>
            <w:tcW w:w="1843" w:type="dxa"/>
          </w:tcPr>
          <w:p w:rsidR="000D1B1B" w:rsidRPr="00023F6A" w:rsidRDefault="000D1B1B" w:rsidP="001B3BE4">
            <w:r w:rsidRPr="00023F6A">
              <w:t>Нет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Нет</w:t>
            </w:r>
          </w:p>
        </w:tc>
        <w:tc>
          <w:tcPr>
            <w:tcW w:w="1559" w:type="dxa"/>
          </w:tcPr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Земельный участок </w:t>
            </w:r>
          </w:p>
          <w:p w:rsidR="000D1B1B" w:rsidRPr="00023F6A" w:rsidRDefault="000D1B1B" w:rsidP="001B3BE4"/>
          <w:p w:rsidR="000D1B1B" w:rsidRPr="00023F6A" w:rsidRDefault="000D1B1B" w:rsidP="001B3BE4">
            <w:r w:rsidRPr="00023F6A">
              <w:t xml:space="preserve">1/2  жилого дома </w:t>
            </w:r>
          </w:p>
          <w:p w:rsidR="000D1B1B" w:rsidRPr="00023F6A" w:rsidRDefault="000D1B1B" w:rsidP="00C80FB3"/>
          <w:p w:rsidR="000D1B1B" w:rsidRPr="00023F6A" w:rsidRDefault="000D1B1B" w:rsidP="00C80FB3">
            <w:r w:rsidRPr="00023F6A">
              <w:t>Нет</w:t>
            </w:r>
          </w:p>
        </w:tc>
        <w:tc>
          <w:tcPr>
            <w:tcW w:w="1276" w:type="dxa"/>
          </w:tcPr>
          <w:p w:rsidR="000D1B1B" w:rsidRPr="00023F6A" w:rsidRDefault="000D1B1B" w:rsidP="001B3BE4">
            <w:r w:rsidRPr="00023F6A">
              <w:t>2000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1112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3790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2545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68</w:t>
            </w:r>
          </w:p>
        </w:tc>
        <w:tc>
          <w:tcPr>
            <w:tcW w:w="1418" w:type="dxa"/>
          </w:tcPr>
          <w:p w:rsidR="000D1B1B" w:rsidRPr="00023F6A" w:rsidRDefault="000D1B1B" w:rsidP="001B3BE4">
            <w:r w:rsidRPr="00023F6A">
              <w:t>Россия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Россия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Россия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>Россия</w:t>
            </w:r>
          </w:p>
          <w:p w:rsidR="000D1B1B" w:rsidRPr="00023F6A" w:rsidRDefault="000D1B1B" w:rsidP="00C80FB3"/>
          <w:p w:rsidR="000D1B1B" w:rsidRPr="00023F6A" w:rsidRDefault="000D1B1B" w:rsidP="00C80FB3"/>
          <w:p w:rsidR="000D1B1B" w:rsidRPr="00023F6A" w:rsidRDefault="000D1B1B" w:rsidP="00C80FB3">
            <w:r w:rsidRPr="00023F6A">
              <w:t xml:space="preserve">Россия 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015231">
            <w:r w:rsidRPr="002420B5">
              <w:t>Свидерская Людмила Александровна</w:t>
            </w:r>
          </w:p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>
            <w:r w:rsidRPr="002420B5"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Ведущий специалист администрации Мелиховского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015231">
            <w:r w:rsidRPr="002420B5">
              <w:t>162200,00</w:t>
            </w:r>
          </w:p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>
            <w:r w:rsidRPr="002420B5">
              <w:t>22653,11</w:t>
            </w:r>
          </w:p>
        </w:tc>
        <w:tc>
          <w:tcPr>
            <w:tcW w:w="1418" w:type="dxa"/>
          </w:tcPr>
          <w:p w:rsidR="000D1B1B" w:rsidRPr="002420B5" w:rsidRDefault="000D1B1B" w:rsidP="00015231">
            <w:r w:rsidRPr="002420B5">
              <w:t>Земельный участок</w:t>
            </w:r>
          </w:p>
          <w:p w:rsidR="000D1B1B" w:rsidRPr="002420B5" w:rsidRDefault="000D1B1B" w:rsidP="00015231"/>
          <w:p w:rsidR="000D1B1B" w:rsidRPr="002420B5" w:rsidRDefault="000D1B1B" w:rsidP="00015231">
            <w:r w:rsidRPr="002420B5">
              <w:t>Жилой дом</w:t>
            </w:r>
          </w:p>
          <w:p w:rsidR="000D1B1B" w:rsidRPr="002420B5" w:rsidRDefault="000D1B1B" w:rsidP="00015231"/>
          <w:p w:rsidR="000D1B1B" w:rsidRPr="002420B5" w:rsidRDefault="000D1B1B" w:rsidP="00015231">
            <w:r w:rsidRPr="002420B5">
              <w:t xml:space="preserve">Нет </w:t>
            </w:r>
          </w:p>
        </w:tc>
        <w:tc>
          <w:tcPr>
            <w:tcW w:w="1417" w:type="dxa"/>
          </w:tcPr>
          <w:p w:rsidR="000D1B1B" w:rsidRPr="002420B5" w:rsidRDefault="000D1B1B" w:rsidP="00015231">
            <w:r w:rsidRPr="002420B5">
              <w:t>5000</w:t>
            </w:r>
          </w:p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>
            <w:r w:rsidRPr="002420B5">
              <w:t>49,30</w:t>
            </w:r>
          </w:p>
        </w:tc>
        <w:tc>
          <w:tcPr>
            <w:tcW w:w="1134" w:type="dxa"/>
          </w:tcPr>
          <w:p w:rsidR="000D1B1B" w:rsidRPr="002420B5" w:rsidRDefault="000D1B1B" w:rsidP="00015231">
            <w:r w:rsidRPr="002420B5">
              <w:t>Россия</w:t>
            </w:r>
          </w:p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>
            <w:r w:rsidRPr="002420B5">
              <w:t xml:space="preserve">Россия  </w:t>
            </w:r>
          </w:p>
        </w:tc>
        <w:tc>
          <w:tcPr>
            <w:tcW w:w="1843" w:type="dxa"/>
          </w:tcPr>
          <w:p w:rsidR="000D1B1B" w:rsidRPr="002420B5" w:rsidRDefault="000D1B1B" w:rsidP="00015231">
            <w:r w:rsidRPr="002420B5">
              <w:t>Нет</w:t>
            </w:r>
          </w:p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>
            <w:r w:rsidRPr="002420B5">
              <w:t xml:space="preserve">Нет  </w:t>
            </w:r>
          </w:p>
        </w:tc>
        <w:tc>
          <w:tcPr>
            <w:tcW w:w="1559" w:type="dxa"/>
          </w:tcPr>
          <w:p w:rsidR="000D1B1B" w:rsidRPr="002420B5" w:rsidRDefault="000D1B1B" w:rsidP="00015231">
            <w:r w:rsidRPr="002420B5">
              <w:t xml:space="preserve">Нет </w:t>
            </w:r>
          </w:p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/>
          <w:p w:rsidR="000D1B1B" w:rsidRPr="002420B5" w:rsidRDefault="000D1B1B" w:rsidP="00015231">
            <w:r w:rsidRPr="002420B5">
              <w:t>Жилой дом</w:t>
            </w:r>
          </w:p>
          <w:p w:rsidR="000D1B1B" w:rsidRPr="002420B5" w:rsidRDefault="000D1B1B" w:rsidP="00015231"/>
          <w:p w:rsidR="000D1B1B" w:rsidRPr="002420B5" w:rsidRDefault="000D1B1B" w:rsidP="00015231">
            <w:r w:rsidRPr="002420B5">
              <w:t>Земельный участок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49,3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5000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Россия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Россия 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Блинов Владимир Иванович 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супруга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сын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Новослободского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389049,90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147053,42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8143,95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1/2  жилого дома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Нет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нет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5000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1100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99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Россия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Легковой автомобиль ВАЗ 21070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Самоходное шасси Т-16 МГ-41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Трактор </w:t>
            </w:r>
          </w:p>
          <w:p w:rsidR="000D1B1B" w:rsidRPr="002420B5" w:rsidRDefault="000D1B1B" w:rsidP="001B3BE4">
            <w:r w:rsidRPr="002420B5">
              <w:t xml:space="preserve">МТЗ – 80 </w:t>
            </w:r>
          </w:p>
          <w:p w:rsidR="000D1B1B" w:rsidRPr="002420B5" w:rsidRDefault="000D1B1B" w:rsidP="004F2F28"/>
          <w:p w:rsidR="000D1B1B" w:rsidRPr="002420B5" w:rsidRDefault="000D1B1B" w:rsidP="004F2F28">
            <w:r w:rsidRPr="002420B5">
              <w:t>Нет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 xml:space="preserve">Земельный участок </w:t>
            </w:r>
          </w:p>
          <w:p w:rsidR="000D1B1B" w:rsidRPr="002420B5" w:rsidRDefault="000D1B1B" w:rsidP="004F2F28"/>
          <w:p w:rsidR="000D1B1B" w:rsidRPr="002420B5" w:rsidRDefault="000D1B1B" w:rsidP="004F2F28">
            <w:r w:rsidRPr="002420B5">
              <w:t xml:space="preserve">Земельный участок </w:t>
            </w:r>
          </w:p>
          <w:p w:rsidR="000D1B1B" w:rsidRPr="002420B5" w:rsidRDefault="000D1B1B" w:rsidP="004F2F28"/>
          <w:p w:rsidR="000D1B1B" w:rsidRPr="002420B5" w:rsidRDefault="000D1B1B" w:rsidP="004F2F28">
            <w:r w:rsidRPr="002420B5">
              <w:t xml:space="preserve">1/2 жилого дома </w:t>
            </w:r>
          </w:p>
          <w:p w:rsidR="000D1B1B" w:rsidRPr="002420B5" w:rsidRDefault="000D1B1B" w:rsidP="004F2F28">
            <w:r w:rsidRPr="002420B5">
              <w:t xml:space="preserve">Земельный участок </w:t>
            </w:r>
          </w:p>
          <w:p w:rsidR="000D1B1B" w:rsidRPr="002420B5" w:rsidRDefault="000D1B1B" w:rsidP="004F2F28"/>
          <w:p w:rsidR="000D1B1B" w:rsidRPr="002420B5" w:rsidRDefault="000D1B1B" w:rsidP="004F2F28">
            <w:r w:rsidRPr="002420B5">
              <w:t>Земельный участок</w:t>
            </w:r>
          </w:p>
          <w:p w:rsidR="000D1B1B" w:rsidRPr="002420B5" w:rsidRDefault="000D1B1B" w:rsidP="004F2F28"/>
          <w:p w:rsidR="000D1B1B" w:rsidRPr="002420B5" w:rsidRDefault="000D1B1B" w:rsidP="004F2F28">
            <w:r w:rsidRPr="002420B5">
              <w:t>1/2 жилого дома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5000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1100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99</w:t>
            </w:r>
          </w:p>
          <w:p w:rsidR="000D1B1B" w:rsidRPr="002420B5" w:rsidRDefault="000D1B1B" w:rsidP="004F2F28"/>
          <w:p w:rsidR="000D1B1B" w:rsidRPr="002420B5" w:rsidRDefault="000D1B1B" w:rsidP="004F2F28">
            <w:r w:rsidRPr="002420B5">
              <w:t>5000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1100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99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Россия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Россия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Россия</w:t>
            </w:r>
          </w:p>
          <w:p w:rsidR="000D1B1B" w:rsidRPr="002420B5" w:rsidRDefault="000D1B1B" w:rsidP="004F2F28"/>
          <w:p w:rsidR="000D1B1B" w:rsidRPr="002420B5" w:rsidRDefault="000D1B1B" w:rsidP="004F2F28">
            <w:r w:rsidRPr="002420B5">
              <w:t>Россия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Россия</w:t>
            </w:r>
          </w:p>
          <w:p w:rsidR="000D1B1B" w:rsidRPr="002420B5" w:rsidRDefault="000D1B1B" w:rsidP="004F2F28"/>
          <w:p w:rsidR="000D1B1B" w:rsidRPr="002420B5" w:rsidRDefault="000D1B1B" w:rsidP="004F2F28"/>
          <w:p w:rsidR="000D1B1B" w:rsidRPr="002420B5" w:rsidRDefault="000D1B1B" w:rsidP="004F2F28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Кожевникова Людмила Ивановна 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Заместитель главы администрации Новослободского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276174,71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340188,93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1/2 жилого дома</w:t>
            </w:r>
          </w:p>
          <w:p w:rsidR="000D1B1B" w:rsidRPr="002420B5" w:rsidRDefault="000D1B1B" w:rsidP="003E03B0"/>
          <w:p w:rsidR="000D1B1B" w:rsidRPr="002420B5" w:rsidRDefault="000D1B1B" w:rsidP="003E03B0">
            <w:r w:rsidRPr="002420B5">
              <w:t>Земельный участок</w:t>
            </w:r>
          </w:p>
          <w:p w:rsidR="000D1B1B" w:rsidRPr="002420B5" w:rsidRDefault="000D1B1B" w:rsidP="003E03B0"/>
          <w:p w:rsidR="000D1B1B" w:rsidRPr="002420B5" w:rsidRDefault="000D1B1B" w:rsidP="003E03B0">
            <w:r w:rsidRPr="002420B5">
              <w:t xml:space="preserve">Земельный участок </w:t>
            </w:r>
          </w:p>
          <w:p w:rsidR="000D1B1B" w:rsidRPr="002420B5" w:rsidRDefault="000D1B1B" w:rsidP="003E03B0"/>
          <w:p w:rsidR="000D1B1B" w:rsidRPr="002420B5" w:rsidRDefault="000D1B1B" w:rsidP="003E03B0">
            <w:r w:rsidRPr="002420B5">
              <w:t xml:space="preserve">Жилой дом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1260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68,7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5000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4000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30,7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Россия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Россия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 xml:space="preserve">Россия 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 xml:space="preserve">Легковой автомобиль ВАЗ – 21060 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Земельный участок</w:t>
            </w:r>
          </w:p>
          <w:p w:rsidR="000D1B1B" w:rsidRPr="002420B5" w:rsidRDefault="000D1B1B" w:rsidP="003E03B0"/>
          <w:p w:rsidR="000D1B1B" w:rsidRPr="002420B5" w:rsidRDefault="000D1B1B" w:rsidP="003E03B0">
            <w:r w:rsidRPr="002420B5">
              <w:t>1/2 жилого дома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1260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68,7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>Россия</w:t>
            </w:r>
          </w:p>
          <w:p w:rsidR="000D1B1B" w:rsidRPr="002420B5" w:rsidRDefault="000D1B1B" w:rsidP="003E03B0"/>
          <w:p w:rsidR="000D1B1B" w:rsidRPr="002420B5" w:rsidRDefault="000D1B1B" w:rsidP="003E03B0"/>
          <w:p w:rsidR="000D1B1B" w:rsidRPr="002420B5" w:rsidRDefault="000D1B1B" w:rsidP="003E03B0">
            <w:r w:rsidRPr="002420B5">
              <w:t xml:space="preserve">Россия 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Потапенко Людмила Ивановна 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Плосковского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518646,23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>239862,36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Земельный пай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пай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851C73">
            <w:r w:rsidRPr="002420B5">
              <w:t xml:space="preserve">Жилой дом </w:t>
            </w:r>
          </w:p>
          <w:p w:rsidR="000D1B1B" w:rsidRPr="002420B5" w:rsidRDefault="000D1B1B" w:rsidP="00851C73"/>
          <w:p w:rsidR="000D1B1B" w:rsidRPr="002420B5" w:rsidRDefault="000D1B1B" w:rsidP="00851C73">
            <w:r w:rsidRPr="002420B5">
              <w:t>нет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7000</w:t>
            </w:r>
          </w:p>
          <w:p w:rsidR="000D1B1B" w:rsidRPr="002420B5" w:rsidRDefault="000D1B1B" w:rsidP="00F479B3"/>
          <w:p w:rsidR="000D1B1B" w:rsidRPr="002420B5" w:rsidRDefault="000D1B1B" w:rsidP="00F479B3"/>
          <w:p w:rsidR="000D1B1B" w:rsidRPr="002420B5" w:rsidRDefault="000D1B1B" w:rsidP="00F479B3">
            <w:r w:rsidRPr="002420B5">
              <w:t>50700 (общая долевая)</w:t>
            </w:r>
          </w:p>
          <w:p w:rsidR="000D1B1B" w:rsidRPr="002420B5" w:rsidRDefault="000D1B1B" w:rsidP="00F479B3"/>
          <w:p w:rsidR="000D1B1B" w:rsidRPr="002420B5" w:rsidRDefault="000D1B1B" w:rsidP="00F479B3">
            <w:r w:rsidRPr="002420B5">
              <w:t>50700 (общая долевая)</w:t>
            </w:r>
          </w:p>
          <w:p w:rsidR="000D1B1B" w:rsidRPr="002420B5" w:rsidRDefault="000D1B1B" w:rsidP="00F479B3"/>
          <w:p w:rsidR="000D1B1B" w:rsidRPr="002420B5" w:rsidRDefault="000D1B1B" w:rsidP="00F479B3">
            <w:r w:rsidRPr="002420B5">
              <w:t>65,8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F479B3"/>
          <w:p w:rsidR="000D1B1B" w:rsidRPr="002420B5" w:rsidRDefault="000D1B1B" w:rsidP="00F479B3"/>
          <w:p w:rsidR="000D1B1B" w:rsidRPr="002420B5" w:rsidRDefault="000D1B1B" w:rsidP="00F479B3">
            <w:r w:rsidRPr="002420B5">
              <w:t>Россия</w:t>
            </w:r>
          </w:p>
          <w:p w:rsidR="000D1B1B" w:rsidRPr="002420B5" w:rsidRDefault="000D1B1B" w:rsidP="00F479B3"/>
          <w:p w:rsidR="000D1B1B" w:rsidRPr="002420B5" w:rsidRDefault="000D1B1B" w:rsidP="00F479B3"/>
          <w:p w:rsidR="000D1B1B" w:rsidRPr="002420B5" w:rsidRDefault="000D1B1B" w:rsidP="00F479B3"/>
          <w:p w:rsidR="000D1B1B" w:rsidRPr="002420B5" w:rsidRDefault="000D1B1B" w:rsidP="00F479B3">
            <w:r w:rsidRPr="002420B5">
              <w:t xml:space="preserve">Россия </w:t>
            </w:r>
          </w:p>
          <w:p w:rsidR="000D1B1B" w:rsidRPr="002420B5" w:rsidRDefault="000D1B1B" w:rsidP="00F479B3"/>
          <w:p w:rsidR="000D1B1B" w:rsidRPr="002420B5" w:rsidRDefault="000D1B1B" w:rsidP="00F479B3"/>
          <w:p w:rsidR="000D1B1B" w:rsidRPr="002420B5" w:rsidRDefault="000D1B1B" w:rsidP="00F479B3"/>
          <w:p w:rsidR="000D1B1B" w:rsidRPr="002420B5" w:rsidRDefault="000D1B1B" w:rsidP="00F479B3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 xml:space="preserve">Земельный пай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пай 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 xml:space="preserve">Земельный участок </w:t>
            </w:r>
          </w:p>
          <w:p w:rsidR="000D1B1B" w:rsidRPr="002420B5" w:rsidRDefault="000D1B1B" w:rsidP="00851C73"/>
          <w:p w:rsidR="000D1B1B" w:rsidRPr="002420B5" w:rsidRDefault="000D1B1B" w:rsidP="00851C73">
            <w:r w:rsidRPr="002420B5">
              <w:t xml:space="preserve">Жилой дом </w:t>
            </w:r>
          </w:p>
        </w:tc>
        <w:tc>
          <w:tcPr>
            <w:tcW w:w="1276" w:type="dxa"/>
          </w:tcPr>
          <w:p w:rsidR="000D1B1B" w:rsidRPr="002420B5" w:rsidRDefault="000D1B1B" w:rsidP="001B3BE4">
            <w:r w:rsidRPr="002420B5">
              <w:t>50700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>50700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>7000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>65,8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>Россия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 xml:space="preserve">Россия </w:t>
            </w:r>
          </w:p>
          <w:p w:rsidR="000D1B1B" w:rsidRPr="002420B5" w:rsidRDefault="000D1B1B" w:rsidP="00851C73"/>
          <w:p w:rsidR="000D1B1B" w:rsidRPr="002420B5" w:rsidRDefault="000D1B1B" w:rsidP="00851C73"/>
          <w:p w:rsidR="000D1B1B" w:rsidRPr="002420B5" w:rsidRDefault="000D1B1B" w:rsidP="00851C73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Антоненко Екатерина Федоровна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супруг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дочь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Ведущий специалист администрации Плосковского сельского поселения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152457,06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162484,68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2189,37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Нет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Нет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Нет </w:t>
            </w:r>
          </w:p>
        </w:tc>
        <w:tc>
          <w:tcPr>
            <w:tcW w:w="1417" w:type="dxa"/>
          </w:tcPr>
          <w:p w:rsidR="000D1B1B" w:rsidRPr="002420B5" w:rsidRDefault="000D1B1B" w:rsidP="001B3BE4"/>
        </w:tc>
        <w:tc>
          <w:tcPr>
            <w:tcW w:w="1134" w:type="dxa"/>
          </w:tcPr>
          <w:p w:rsidR="000D1B1B" w:rsidRPr="002420B5" w:rsidRDefault="000D1B1B" w:rsidP="001B3BE4"/>
        </w:tc>
        <w:tc>
          <w:tcPr>
            <w:tcW w:w="1843" w:type="dxa"/>
          </w:tcPr>
          <w:p w:rsidR="000D1B1B" w:rsidRPr="002420B5" w:rsidRDefault="000D1B1B" w:rsidP="001B3BE4">
            <w:r w:rsidRPr="002420B5">
              <w:t xml:space="preserve">Нет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Нет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Нет </w:t>
            </w:r>
          </w:p>
          <w:p w:rsidR="000D1B1B" w:rsidRPr="002420B5" w:rsidRDefault="000D1B1B" w:rsidP="001B3BE4"/>
        </w:tc>
        <w:tc>
          <w:tcPr>
            <w:tcW w:w="1559" w:type="dxa"/>
          </w:tcPr>
          <w:p w:rsidR="000D1B1B" w:rsidRPr="002420B5" w:rsidRDefault="000D1B1B" w:rsidP="001B3BE4">
            <w:r w:rsidRPr="002420B5">
              <w:t>Земельный участок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Жилой дом</w:t>
            </w:r>
          </w:p>
          <w:p w:rsidR="000D1B1B" w:rsidRPr="002420B5" w:rsidRDefault="000D1B1B" w:rsidP="001B3BE4">
            <w:r w:rsidRPr="002420B5">
              <w:t>Земельный участок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Жилой дом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Земельный участок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Жилой дом </w:t>
            </w:r>
          </w:p>
        </w:tc>
        <w:tc>
          <w:tcPr>
            <w:tcW w:w="1276" w:type="dxa"/>
          </w:tcPr>
          <w:p w:rsidR="000D1B1B" w:rsidRPr="002420B5" w:rsidRDefault="000D1B1B" w:rsidP="001B3BE4">
            <w:r w:rsidRPr="002420B5">
              <w:t>516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71,8</w:t>
            </w:r>
          </w:p>
          <w:p w:rsidR="000D1B1B" w:rsidRPr="002420B5" w:rsidRDefault="000D1B1B" w:rsidP="001B3BE4">
            <w:r w:rsidRPr="002420B5">
              <w:t>5000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93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516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71,8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Россия </w:t>
            </w:r>
          </w:p>
          <w:p w:rsidR="000D1B1B" w:rsidRPr="002420B5" w:rsidRDefault="000D1B1B" w:rsidP="001B3BE4">
            <w:r w:rsidRPr="002420B5">
              <w:t xml:space="preserve">Россия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Россия   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Кирдеев Николай Степанович 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Плотавского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494790,94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Земельный пай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Часть жилого дома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 xml:space="preserve">3313 </w:t>
            </w:r>
          </w:p>
          <w:p w:rsidR="000D1B1B" w:rsidRPr="002420B5" w:rsidRDefault="000D1B1B" w:rsidP="001B3BE4">
            <w:r w:rsidRPr="002420B5">
              <w:t>(совм. с Кирдеевой Н.Н.)</w:t>
            </w:r>
          </w:p>
          <w:p w:rsidR="000D1B1B" w:rsidRPr="002420B5" w:rsidRDefault="000D1B1B" w:rsidP="00941C39"/>
          <w:p w:rsidR="000D1B1B" w:rsidRPr="002420B5" w:rsidRDefault="000D1B1B" w:rsidP="00941C39">
            <w:r w:rsidRPr="002420B5">
              <w:t>1687</w:t>
            </w:r>
          </w:p>
          <w:p w:rsidR="000D1B1B" w:rsidRPr="002420B5" w:rsidRDefault="000D1B1B" w:rsidP="00941C39">
            <w:r w:rsidRPr="002420B5">
              <w:t>(совм. с Кирдеевой Н.Н.)</w:t>
            </w:r>
          </w:p>
          <w:p w:rsidR="000D1B1B" w:rsidRPr="002420B5" w:rsidRDefault="000D1B1B" w:rsidP="00941C39"/>
          <w:p w:rsidR="000D1B1B" w:rsidRPr="002420B5" w:rsidRDefault="000D1B1B" w:rsidP="00941C39">
            <w:r w:rsidRPr="002420B5">
              <w:t>50226</w:t>
            </w:r>
          </w:p>
          <w:p w:rsidR="000D1B1B" w:rsidRPr="002420B5" w:rsidRDefault="000D1B1B" w:rsidP="00941C39"/>
          <w:p w:rsidR="000D1B1B" w:rsidRPr="002420B5" w:rsidRDefault="000D1B1B" w:rsidP="00941C39"/>
          <w:p w:rsidR="000D1B1B" w:rsidRPr="002420B5" w:rsidRDefault="000D1B1B" w:rsidP="00941C39">
            <w:r w:rsidRPr="002420B5">
              <w:t xml:space="preserve">66,5 </w:t>
            </w:r>
          </w:p>
          <w:p w:rsidR="000D1B1B" w:rsidRPr="002420B5" w:rsidRDefault="000D1B1B" w:rsidP="00941C39">
            <w:r w:rsidRPr="002420B5">
              <w:t>(совм. с Кирдеевой Н.Н.)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941C39"/>
          <w:p w:rsidR="000D1B1B" w:rsidRPr="002420B5" w:rsidRDefault="000D1B1B" w:rsidP="00941C39"/>
          <w:p w:rsidR="000D1B1B" w:rsidRPr="002420B5" w:rsidRDefault="000D1B1B" w:rsidP="00941C39"/>
          <w:p w:rsidR="000D1B1B" w:rsidRPr="002420B5" w:rsidRDefault="000D1B1B" w:rsidP="00941C39"/>
          <w:p w:rsidR="000D1B1B" w:rsidRPr="002420B5" w:rsidRDefault="000D1B1B" w:rsidP="00941C39">
            <w:r w:rsidRPr="002420B5">
              <w:t>Россия</w:t>
            </w:r>
          </w:p>
          <w:p w:rsidR="000D1B1B" w:rsidRPr="002420B5" w:rsidRDefault="000D1B1B" w:rsidP="00941C39"/>
          <w:p w:rsidR="000D1B1B" w:rsidRPr="002420B5" w:rsidRDefault="000D1B1B" w:rsidP="00941C39"/>
          <w:p w:rsidR="000D1B1B" w:rsidRPr="002420B5" w:rsidRDefault="000D1B1B" w:rsidP="00941C39"/>
          <w:p w:rsidR="000D1B1B" w:rsidRPr="002420B5" w:rsidRDefault="000D1B1B" w:rsidP="00941C39"/>
          <w:p w:rsidR="000D1B1B" w:rsidRPr="002420B5" w:rsidRDefault="000D1B1B" w:rsidP="00941C39">
            <w:r w:rsidRPr="002420B5">
              <w:t>Россия</w:t>
            </w:r>
          </w:p>
          <w:p w:rsidR="000D1B1B" w:rsidRPr="002420B5" w:rsidRDefault="000D1B1B" w:rsidP="00941C39"/>
          <w:p w:rsidR="000D1B1B" w:rsidRPr="002420B5" w:rsidRDefault="000D1B1B" w:rsidP="00941C39"/>
          <w:p w:rsidR="000D1B1B" w:rsidRPr="002420B5" w:rsidRDefault="000D1B1B" w:rsidP="00941C39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Легковой автомобиль ВАЗ 21074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</w:tc>
        <w:tc>
          <w:tcPr>
            <w:tcW w:w="1276" w:type="dxa"/>
          </w:tcPr>
          <w:p w:rsidR="000D1B1B" w:rsidRPr="002420B5" w:rsidRDefault="000D1B1B" w:rsidP="001B3BE4"/>
        </w:tc>
        <w:tc>
          <w:tcPr>
            <w:tcW w:w="1418" w:type="dxa"/>
          </w:tcPr>
          <w:p w:rsidR="000D1B1B" w:rsidRPr="002420B5" w:rsidRDefault="000D1B1B" w:rsidP="001B3BE4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A2172E">
            <w:pPr>
              <w:rPr>
                <w:bCs/>
              </w:rPr>
            </w:pPr>
            <w:r w:rsidRPr="002420B5">
              <w:rPr>
                <w:bCs/>
              </w:rPr>
              <w:t xml:space="preserve">Выродова Любовь Николаевна 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Заместитель главы администрации Плотавского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356474,22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125838,66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Гараж </w:t>
            </w:r>
          </w:p>
          <w:p w:rsidR="000D1B1B" w:rsidRPr="002420B5" w:rsidRDefault="000D1B1B" w:rsidP="004907F9"/>
          <w:p w:rsidR="000D1B1B" w:rsidRPr="002420B5" w:rsidRDefault="000D1B1B" w:rsidP="004907F9">
            <w:r w:rsidRPr="002420B5">
              <w:t>Земельный пай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Земельный пай</w:t>
            </w:r>
          </w:p>
          <w:p w:rsidR="000D1B1B" w:rsidRPr="002420B5" w:rsidRDefault="000D1B1B" w:rsidP="004907F9"/>
          <w:p w:rsidR="000D1B1B" w:rsidRPr="002420B5" w:rsidRDefault="000D1B1B" w:rsidP="004907F9">
            <w:r w:rsidRPr="002420B5">
              <w:t>Жилой дом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 xml:space="preserve">Гараж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914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4086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128,4</w:t>
            </w:r>
          </w:p>
          <w:p w:rsidR="000D1B1B" w:rsidRPr="002420B5" w:rsidRDefault="000D1B1B" w:rsidP="004907F9">
            <w:r w:rsidRPr="002420B5">
              <w:t>(1/4 доля)</w:t>
            </w:r>
          </w:p>
          <w:p w:rsidR="000D1B1B" w:rsidRPr="002420B5" w:rsidRDefault="000D1B1B" w:rsidP="004907F9"/>
          <w:p w:rsidR="000D1B1B" w:rsidRPr="002420B5" w:rsidRDefault="000D1B1B" w:rsidP="004907F9">
            <w:r w:rsidRPr="002420B5">
              <w:t>24</w:t>
            </w:r>
          </w:p>
          <w:p w:rsidR="000D1B1B" w:rsidRPr="002420B5" w:rsidRDefault="000D1B1B" w:rsidP="004907F9">
            <w:r w:rsidRPr="002420B5">
              <w:t>(1/4 доля)</w:t>
            </w:r>
          </w:p>
          <w:p w:rsidR="000D1B1B" w:rsidRPr="002420B5" w:rsidRDefault="000D1B1B" w:rsidP="004907F9"/>
          <w:p w:rsidR="000D1B1B" w:rsidRPr="002420B5" w:rsidRDefault="000D1B1B" w:rsidP="004907F9">
            <w:r w:rsidRPr="002420B5">
              <w:t>44400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52600</w:t>
            </w:r>
          </w:p>
          <w:p w:rsidR="000D1B1B" w:rsidRPr="002420B5" w:rsidRDefault="000D1B1B" w:rsidP="004907F9"/>
          <w:p w:rsidR="000D1B1B" w:rsidRPr="002420B5" w:rsidRDefault="000D1B1B" w:rsidP="004907F9">
            <w:r w:rsidRPr="002420B5">
              <w:t xml:space="preserve">128,4 </w:t>
            </w:r>
          </w:p>
          <w:p w:rsidR="000D1B1B" w:rsidRPr="002420B5" w:rsidRDefault="000D1B1B" w:rsidP="004907F9">
            <w:r w:rsidRPr="002420B5">
              <w:t>(1/4 доля)</w:t>
            </w:r>
          </w:p>
          <w:p w:rsidR="000D1B1B" w:rsidRPr="002420B5" w:rsidRDefault="000D1B1B" w:rsidP="004907F9"/>
          <w:p w:rsidR="000D1B1B" w:rsidRPr="002420B5" w:rsidRDefault="000D1B1B" w:rsidP="004907F9">
            <w:r w:rsidRPr="002420B5">
              <w:t>24          (1/4 доля)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Россия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Россия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Россия</w:t>
            </w:r>
          </w:p>
          <w:p w:rsidR="000D1B1B" w:rsidRPr="002420B5" w:rsidRDefault="000D1B1B" w:rsidP="004907F9"/>
          <w:p w:rsidR="000D1B1B" w:rsidRPr="002420B5" w:rsidRDefault="000D1B1B" w:rsidP="004907F9">
            <w:r w:rsidRPr="002420B5">
              <w:t>Россия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 xml:space="preserve">Россия </w:t>
            </w:r>
          </w:p>
          <w:p w:rsidR="000D1B1B" w:rsidRPr="002420B5" w:rsidRDefault="000D1B1B" w:rsidP="004907F9"/>
          <w:p w:rsidR="000D1B1B" w:rsidRPr="002420B5" w:rsidRDefault="000D1B1B" w:rsidP="004907F9"/>
          <w:p w:rsidR="000D1B1B" w:rsidRPr="002420B5" w:rsidRDefault="000D1B1B" w:rsidP="004907F9">
            <w:r w:rsidRPr="002420B5">
              <w:t>Россия</w:t>
            </w:r>
          </w:p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Легковой автомобиль ВАЗ - 2174</w:t>
            </w:r>
          </w:p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>
            <w:r w:rsidRPr="002420B5">
              <w:t>Легковой автоприцеп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/>
          <w:p w:rsidR="000D1B1B" w:rsidRPr="002420B5" w:rsidRDefault="000D1B1B" w:rsidP="0060739C">
            <w:r w:rsidRPr="002420B5">
              <w:t>Нет</w:t>
            </w:r>
          </w:p>
        </w:tc>
        <w:tc>
          <w:tcPr>
            <w:tcW w:w="1276" w:type="dxa"/>
          </w:tcPr>
          <w:p w:rsidR="000D1B1B" w:rsidRPr="002420B5" w:rsidRDefault="000D1B1B" w:rsidP="001B3BE4"/>
        </w:tc>
        <w:tc>
          <w:tcPr>
            <w:tcW w:w="1418" w:type="dxa"/>
          </w:tcPr>
          <w:p w:rsidR="000D1B1B" w:rsidRPr="002420B5" w:rsidRDefault="000D1B1B" w:rsidP="001B3BE4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Курганский Василий Анатольевич 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Погореловского сельского поселения 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406623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3000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Легковой автомобиль ВАЗ 21310 ЛАДА 4х4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Автоприцеп МЗСА 817714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 xml:space="preserve">Жилой дом </w:t>
            </w:r>
          </w:p>
        </w:tc>
        <w:tc>
          <w:tcPr>
            <w:tcW w:w="1276" w:type="dxa"/>
          </w:tcPr>
          <w:p w:rsidR="000D1B1B" w:rsidRPr="002420B5" w:rsidRDefault="000D1B1B" w:rsidP="001B3BE4">
            <w:r w:rsidRPr="002420B5">
              <w:t>150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Маркашова Ольга Федоровна 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Заместитель главы администрации Погореловского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301991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547779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Квартира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Гараж  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 xml:space="preserve">Земельный участок 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 xml:space="preserve">Земельный участок 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Земельный участок</w:t>
            </w:r>
          </w:p>
          <w:p w:rsidR="000D1B1B" w:rsidRPr="002420B5" w:rsidRDefault="000D1B1B" w:rsidP="005213D1">
            <w:r w:rsidRPr="002420B5">
              <w:t xml:space="preserve">Земельный участок 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Жилой дом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 xml:space="preserve">Квартира  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 xml:space="preserve">Гараж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2000</w:t>
            </w:r>
          </w:p>
          <w:p w:rsidR="000D1B1B" w:rsidRPr="002420B5" w:rsidRDefault="000D1B1B" w:rsidP="00E27397"/>
          <w:p w:rsidR="000D1B1B" w:rsidRPr="002420B5" w:rsidRDefault="000D1B1B" w:rsidP="00E27397"/>
          <w:p w:rsidR="000D1B1B" w:rsidRPr="002420B5" w:rsidRDefault="000D1B1B" w:rsidP="00E27397">
            <w:r w:rsidRPr="002420B5">
              <w:t xml:space="preserve">51 </w:t>
            </w:r>
          </w:p>
          <w:p w:rsidR="000D1B1B" w:rsidRPr="002420B5" w:rsidRDefault="000D1B1B" w:rsidP="00E27397">
            <w:r w:rsidRPr="002420B5">
              <w:t>(1/4 доля)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20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486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790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600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5000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39,1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51</w:t>
            </w:r>
          </w:p>
          <w:p w:rsidR="000D1B1B" w:rsidRPr="002420B5" w:rsidRDefault="000D1B1B" w:rsidP="005213D1">
            <w:r w:rsidRPr="002420B5">
              <w:t>(1/4 доля)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406,4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E27397"/>
          <w:p w:rsidR="000D1B1B" w:rsidRPr="002420B5" w:rsidRDefault="000D1B1B" w:rsidP="00E27397"/>
          <w:p w:rsidR="000D1B1B" w:rsidRPr="002420B5" w:rsidRDefault="000D1B1B" w:rsidP="00E27397">
            <w:r w:rsidRPr="002420B5">
              <w:t>Россия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 xml:space="preserve">Россия 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Россия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Россия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Россия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Россия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Россия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Россия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Легковой автомобиль ЛАДА 111183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>Грузовой автомобиль КАМАЗ-5111</w:t>
            </w:r>
          </w:p>
          <w:p w:rsidR="000D1B1B" w:rsidRPr="002420B5" w:rsidRDefault="000D1B1B" w:rsidP="005213D1"/>
          <w:p w:rsidR="000D1B1B" w:rsidRPr="002420B5" w:rsidRDefault="000D1B1B" w:rsidP="005213D1">
            <w:r w:rsidRPr="002420B5">
              <w:t xml:space="preserve">Автоприцеп ГКБ – 238 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/>
          <w:p w:rsidR="000D1B1B" w:rsidRPr="002420B5" w:rsidRDefault="000D1B1B" w:rsidP="005213D1">
            <w:r w:rsidRPr="002420B5">
              <w:t>Нет</w:t>
            </w:r>
          </w:p>
        </w:tc>
        <w:tc>
          <w:tcPr>
            <w:tcW w:w="1276" w:type="dxa"/>
          </w:tcPr>
          <w:p w:rsidR="000D1B1B" w:rsidRPr="002420B5" w:rsidRDefault="000D1B1B" w:rsidP="001B3BE4"/>
        </w:tc>
        <w:tc>
          <w:tcPr>
            <w:tcW w:w="1418" w:type="dxa"/>
          </w:tcPr>
          <w:p w:rsidR="000D1B1B" w:rsidRPr="002420B5" w:rsidRDefault="000D1B1B" w:rsidP="001B3BE4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Гребенникова Елена Викторовна 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Поповского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1056163,62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Земельный пай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Квартира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8000</w:t>
            </w:r>
          </w:p>
          <w:p w:rsidR="000D1B1B" w:rsidRPr="002420B5" w:rsidRDefault="000D1B1B" w:rsidP="0044239D"/>
          <w:p w:rsidR="000D1B1B" w:rsidRPr="002420B5" w:rsidRDefault="000D1B1B" w:rsidP="0044239D"/>
          <w:p w:rsidR="000D1B1B" w:rsidRPr="002420B5" w:rsidRDefault="000D1B1B" w:rsidP="0044239D">
            <w:r w:rsidRPr="002420B5">
              <w:t>4000</w:t>
            </w:r>
          </w:p>
          <w:p w:rsidR="000D1B1B" w:rsidRPr="002420B5" w:rsidRDefault="000D1B1B" w:rsidP="0044239D"/>
          <w:p w:rsidR="000D1B1B" w:rsidRPr="002420B5" w:rsidRDefault="000D1B1B" w:rsidP="0044239D"/>
          <w:p w:rsidR="000D1B1B" w:rsidRPr="002420B5" w:rsidRDefault="000D1B1B" w:rsidP="0044239D">
            <w:r w:rsidRPr="002420B5">
              <w:t>31200</w:t>
            </w:r>
          </w:p>
          <w:p w:rsidR="000D1B1B" w:rsidRPr="002420B5" w:rsidRDefault="000D1B1B" w:rsidP="0044239D"/>
          <w:p w:rsidR="000D1B1B" w:rsidRPr="002420B5" w:rsidRDefault="000D1B1B" w:rsidP="0044239D"/>
          <w:p w:rsidR="000D1B1B" w:rsidRPr="002420B5" w:rsidRDefault="000D1B1B" w:rsidP="0044239D">
            <w:r w:rsidRPr="002420B5">
              <w:t>40,7</w:t>
            </w:r>
          </w:p>
          <w:p w:rsidR="000D1B1B" w:rsidRPr="002420B5" w:rsidRDefault="000D1B1B" w:rsidP="0044239D"/>
          <w:p w:rsidR="000D1B1B" w:rsidRPr="002420B5" w:rsidRDefault="000D1B1B" w:rsidP="0044239D">
            <w:r w:rsidRPr="002420B5">
              <w:t xml:space="preserve">76,4 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44239D"/>
          <w:p w:rsidR="000D1B1B" w:rsidRPr="002420B5" w:rsidRDefault="000D1B1B" w:rsidP="0044239D"/>
          <w:p w:rsidR="000D1B1B" w:rsidRPr="002420B5" w:rsidRDefault="000D1B1B" w:rsidP="0044239D">
            <w:r w:rsidRPr="002420B5">
              <w:t>Россия</w:t>
            </w:r>
          </w:p>
          <w:p w:rsidR="000D1B1B" w:rsidRPr="002420B5" w:rsidRDefault="000D1B1B" w:rsidP="0044239D"/>
          <w:p w:rsidR="000D1B1B" w:rsidRPr="002420B5" w:rsidRDefault="000D1B1B" w:rsidP="0044239D"/>
          <w:p w:rsidR="000D1B1B" w:rsidRPr="002420B5" w:rsidRDefault="000D1B1B" w:rsidP="0044239D">
            <w:r w:rsidRPr="002420B5">
              <w:t>Россия</w:t>
            </w:r>
          </w:p>
          <w:p w:rsidR="000D1B1B" w:rsidRPr="002420B5" w:rsidRDefault="000D1B1B" w:rsidP="0044239D"/>
          <w:p w:rsidR="000D1B1B" w:rsidRPr="002420B5" w:rsidRDefault="000D1B1B" w:rsidP="0044239D"/>
          <w:p w:rsidR="000D1B1B" w:rsidRPr="002420B5" w:rsidRDefault="000D1B1B" w:rsidP="0044239D">
            <w:r w:rsidRPr="002420B5">
              <w:t>Россия</w:t>
            </w:r>
          </w:p>
          <w:p w:rsidR="000D1B1B" w:rsidRPr="002420B5" w:rsidRDefault="000D1B1B" w:rsidP="0044239D"/>
          <w:p w:rsidR="000D1B1B" w:rsidRPr="002420B5" w:rsidRDefault="000D1B1B" w:rsidP="0044239D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</w:tc>
        <w:tc>
          <w:tcPr>
            <w:tcW w:w="1276" w:type="dxa"/>
          </w:tcPr>
          <w:p w:rsidR="000D1B1B" w:rsidRPr="002420B5" w:rsidRDefault="000D1B1B" w:rsidP="001B3BE4"/>
        </w:tc>
        <w:tc>
          <w:tcPr>
            <w:tcW w:w="1418" w:type="dxa"/>
          </w:tcPr>
          <w:p w:rsidR="000D1B1B" w:rsidRPr="002420B5" w:rsidRDefault="000D1B1B" w:rsidP="001B3BE4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AD72A3">
            <w:r w:rsidRPr="002420B5">
              <w:t xml:space="preserve">Еремина </w:t>
            </w:r>
          </w:p>
          <w:p w:rsidR="000D1B1B" w:rsidRPr="002420B5" w:rsidRDefault="000D1B1B" w:rsidP="00AD72A3">
            <w:r w:rsidRPr="002420B5">
              <w:t>Лариса Аркадьевна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супруг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сын 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дочь 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Заместитель главы администрации Поповского сельского поселения</w:t>
            </w:r>
          </w:p>
        </w:tc>
        <w:tc>
          <w:tcPr>
            <w:tcW w:w="1417" w:type="dxa"/>
          </w:tcPr>
          <w:p w:rsidR="000D1B1B" w:rsidRPr="002420B5" w:rsidRDefault="000D1B1B" w:rsidP="00AD72A3">
            <w:r w:rsidRPr="002420B5">
              <w:t>170603,16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346487,04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Нет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Нет  </w:t>
            </w:r>
          </w:p>
        </w:tc>
        <w:tc>
          <w:tcPr>
            <w:tcW w:w="1418" w:type="dxa"/>
          </w:tcPr>
          <w:p w:rsidR="000D1B1B" w:rsidRPr="002420B5" w:rsidRDefault="000D1B1B" w:rsidP="00AD72A3">
            <w:r w:rsidRPr="002420B5">
              <w:t xml:space="preserve">Квартира 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Земельный участок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Гараж 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>Нет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Нет  </w:t>
            </w:r>
          </w:p>
        </w:tc>
        <w:tc>
          <w:tcPr>
            <w:tcW w:w="1417" w:type="dxa"/>
          </w:tcPr>
          <w:p w:rsidR="000D1B1B" w:rsidRPr="002420B5" w:rsidRDefault="000D1B1B" w:rsidP="00AD72A3">
            <w:r w:rsidRPr="002420B5">
              <w:t xml:space="preserve">61,4 </w:t>
            </w:r>
          </w:p>
          <w:p w:rsidR="000D1B1B" w:rsidRPr="002420B5" w:rsidRDefault="000D1B1B" w:rsidP="00AD72A3">
            <w:r w:rsidRPr="002420B5">
              <w:t>(1/4 доля)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35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35</w:t>
            </w:r>
          </w:p>
        </w:tc>
        <w:tc>
          <w:tcPr>
            <w:tcW w:w="1134" w:type="dxa"/>
          </w:tcPr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Россия 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Россия  </w:t>
            </w:r>
          </w:p>
        </w:tc>
        <w:tc>
          <w:tcPr>
            <w:tcW w:w="1843" w:type="dxa"/>
          </w:tcPr>
          <w:p w:rsidR="000D1B1B" w:rsidRPr="002420B5" w:rsidRDefault="000D1B1B" w:rsidP="00AD72A3">
            <w:r w:rsidRPr="002420B5">
              <w:t xml:space="preserve">Нет 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Легковой автомобиль</w:t>
            </w:r>
          </w:p>
          <w:p w:rsidR="000D1B1B" w:rsidRPr="002420B5" w:rsidRDefault="000D1B1B" w:rsidP="00AD72A3">
            <w:r w:rsidRPr="002420B5">
              <w:t xml:space="preserve">Рено Меган 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Нет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Нет  </w:t>
            </w:r>
          </w:p>
        </w:tc>
        <w:tc>
          <w:tcPr>
            <w:tcW w:w="1559" w:type="dxa"/>
          </w:tcPr>
          <w:p w:rsidR="000D1B1B" w:rsidRPr="002420B5" w:rsidRDefault="000D1B1B" w:rsidP="00AD72A3">
            <w:r w:rsidRPr="002420B5">
              <w:t>Квартира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Квартира  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Квартира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Квартира  </w:t>
            </w:r>
          </w:p>
        </w:tc>
        <w:tc>
          <w:tcPr>
            <w:tcW w:w="1276" w:type="dxa"/>
          </w:tcPr>
          <w:p w:rsidR="000D1B1B" w:rsidRPr="002420B5" w:rsidRDefault="000D1B1B" w:rsidP="00AD72A3">
            <w:r w:rsidRPr="002420B5">
              <w:t>43,7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43,7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43,7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>43,7</w:t>
            </w:r>
          </w:p>
        </w:tc>
        <w:tc>
          <w:tcPr>
            <w:tcW w:w="1418" w:type="dxa"/>
          </w:tcPr>
          <w:p w:rsidR="000D1B1B" w:rsidRPr="002420B5" w:rsidRDefault="000D1B1B" w:rsidP="00AD72A3">
            <w:r w:rsidRPr="002420B5">
              <w:t xml:space="preserve">Россия 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Россия   </w:t>
            </w:r>
          </w:p>
          <w:p w:rsidR="000D1B1B" w:rsidRPr="002420B5" w:rsidRDefault="000D1B1B" w:rsidP="00AD72A3"/>
          <w:p w:rsidR="000D1B1B" w:rsidRPr="002420B5" w:rsidRDefault="000D1B1B" w:rsidP="00AD72A3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AD72A3">
            <w:r w:rsidRPr="002420B5">
              <w:t>Штырь</w:t>
            </w:r>
          </w:p>
          <w:p w:rsidR="000D1B1B" w:rsidRPr="002420B5" w:rsidRDefault="000D1B1B" w:rsidP="00AD72A3">
            <w:r w:rsidRPr="002420B5">
              <w:t xml:space="preserve">Виталий Иосифович 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супруги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сын 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Ведущий специалист администрации Поповского сельского поселения</w:t>
            </w:r>
          </w:p>
        </w:tc>
        <w:tc>
          <w:tcPr>
            <w:tcW w:w="1417" w:type="dxa"/>
          </w:tcPr>
          <w:p w:rsidR="000D1B1B" w:rsidRPr="002420B5" w:rsidRDefault="000D1B1B" w:rsidP="00AD72A3">
            <w:r w:rsidRPr="002420B5">
              <w:t>149435,02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112084,72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Нет </w:t>
            </w:r>
          </w:p>
        </w:tc>
        <w:tc>
          <w:tcPr>
            <w:tcW w:w="1418" w:type="dxa"/>
          </w:tcPr>
          <w:p w:rsidR="000D1B1B" w:rsidRPr="002420B5" w:rsidRDefault="000D1B1B" w:rsidP="00AD72A3">
            <w:r w:rsidRPr="002420B5">
              <w:t>Земельный участок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>Земельный участок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>Жилой дом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>Квартира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Нет </w:t>
            </w:r>
          </w:p>
        </w:tc>
        <w:tc>
          <w:tcPr>
            <w:tcW w:w="1417" w:type="dxa"/>
          </w:tcPr>
          <w:p w:rsidR="000D1B1B" w:rsidRPr="002420B5" w:rsidRDefault="000D1B1B" w:rsidP="00AD72A3">
            <w:r w:rsidRPr="002420B5">
              <w:t>1462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1637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37,7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36,5 </w:t>
            </w:r>
          </w:p>
          <w:p w:rsidR="000D1B1B" w:rsidRPr="002420B5" w:rsidRDefault="000D1B1B" w:rsidP="00AD72A3">
            <w:r w:rsidRPr="002420B5">
              <w:t>(1/2 доля)</w:t>
            </w:r>
          </w:p>
        </w:tc>
        <w:tc>
          <w:tcPr>
            <w:tcW w:w="1134" w:type="dxa"/>
          </w:tcPr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Россия    </w:t>
            </w:r>
          </w:p>
        </w:tc>
        <w:tc>
          <w:tcPr>
            <w:tcW w:w="1843" w:type="dxa"/>
          </w:tcPr>
          <w:p w:rsidR="000D1B1B" w:rsidRPr="002420B5" w:rsidRDefault="000D1B1B" w:rsidP="00AD72A3">
            <w:r w:rsidRPr="002420B5">
              <w:t>Легковые автомобили:</w:t>
            </w:r>
          </w:p>
          <w:p w:rsidR="000D1B1B" w:rsidRPr="002420B5" w:rsidRDefault="000D1B1B" w:rsidP="00AD72A3">
            <w:r w:rsidRPr="002420B5">
              <w:t>ВАЗ 2105</w:t>
            </w:r>
          </w:p>
          <w:p w:rsidR="000D1B1B" w:rsidRPr="002420B5" w:rsidRDefault="000D1B1B" w:rsidP="00AD72A3">
            <w:r w:rsidRPr="002420B5">
              <w:t>М2125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Нет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AD72A3">
            <w:r w:rsidRPr="002420B5">
              <w:t xml:space="preserve">Нет 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Нет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Жилой дом </w:t>
            </w:r>
          </w:p>
        </w:tc>
        <w:tc>
          <w:tcPr>
            <w:tcW w:w="1276" w:type="dxa"/>
          </w:tcPr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37,7</w:t>
            </w:r>
          </w:p>
        </w:tc>
        <w:tc>
          <w:tcPr>
            <w:tcW w:w="1418" w:type="dxa"/>
          </w:tcPr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Россия 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AD72A3">
            <w:r w:rsidRPr="002420B5">
              <w:t>Святова Надежда Васильевна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Ведущий специалист администрации Поповского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AD72A3">
            <w:r w:rsidRPr="002420B5">
              <w:t>156757,63</w:t>
            </w:r>
          </w:p>
        </w:tc>
        <w:tc>
          <w:tcPr>
            <w:tcW w:w="1418" w:type="dxa"/>
          </w:tcPr>
          <w:p w:rsidR="000D1B1B" w:rsidRPr="002420B5" w:rsidRDefault="000D1B1B" w:rsidP="00AD72A3">
            <w:r w:rsidRPr="002420B5">
              <w:t xml:space="preserve">Земельный участок 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Земельный участок 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>Земельный участок</w:t>
            </w:r>
          </w:p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Квартира </w:t>
            </w:r>
          </w:p>
        </w:tc>
        <w:tc>
          <w:tcPr>
            <w:tcW w:w="1417" w:type="dxa"/>
          </w:tcPr>
          <w:p w:rsidR="000D1B1B" w:rsidRPr="002420B5" w:rsidRDefault="000D1B1B" w:rsidP="00AD72A3">
            <w:r w:rsidRPr="002420B5">
              <w:t>2500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2500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185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46 </w:t>
            </w:r>
          </w:p>
          <w:p w:rsidR="000D1B1B" w:rsidRPr="002420B5" w:rsidRDefault="000D1B1B" w:rsidP="00AD72A3">
            <w:r w:rsidRPr="002420B5">
              <w:t>(1/4 доля)</w:t>
            </w:r>
          </w:p>
        </w:tc>
        <w:tc>
          <w:tcPr>
            <w:tcW w:w="1134" w:type="dxa"/>
          </w:tcPr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>Россия</w:t>
            </w:r>
          </w:p>
          <w:p w:rsidR="000D1B1B" w:rsidRPr="002420B5" w:rsidRDefault="000D1B1B" w:rsidP="00AD72A3"/>
          <w:p w:rsidR="000D1B1B" w:rsidRPr="002420B5" w:rsidRDefault="000D1B1B" w:rsidP="00AD72A3"/>
          <w:p w:rsidR="000D1B1B" w:rsidRPr="002420B5" w:rsidRDefault="000D1B1B" w:rsidP="00AD72A3">
            <w:r w:rsidRPr="002420B5">
              <w:t xml:space="preserve">Россия   </w:t>
            </w:r>
          </w:p>
        </w:tc>
        <w:tc>
          <w:tcPr>
            <w:tcW w:w="1843" w:type="dxa"/>
          </w:tcPr>
          <w:p w:rsidR="000D1B1B" w:rsidRPr="002420B5" w:rsidRDefault="000D1B1B" w:rsidP="00AD72A3">
            <w:r w:rsidRPr="002420B5">
              <w:t xml:space="preserve">Нет </w:t>
            </w:r>
          </w:p>
        </w:tc>
        <w:tc>
          <w:tcPr>
            <w:tcW w:w="1559" w:type="dxa"/>
          </w:tcPr>
          <w:p w:rsidR="000D1B1B" w:rsidRPr="002420B5" w:rsidRDefault="000D1B1B" w:rsidP="00AD72A3">
            <w:r w:rsidRPr="002420B5">
              <w:t xml:space="preserve">Нет </w:t>
            </w:r>
          </w:p>
        </w:tc>
        <w:tc>
          <w:tcPr>
            <w:tcW w:w="1276" w:type="dxa"/>
          </w:tcPr>
          <w:p w:rsidR="000D1B1B" w:rsidRPr="002420B5" w:rsidRDefault="000D1B1B" w:rsidP="00AD72A3"/>
        </w:tc>
        <w:tc>
          <w:tcPr>
            <w:tcW w:w="1418" w:type="dxa"/>
          </w:tcPr>
          <w:p w:rsidR="000D1B1B" w:rsidRPr="002420B5" w:rsidRDefault="000D1B1B" w:rsidP="00AD72A3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Волков Алексей Васильевич 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супруга</w:t>
            </w:r>
          </w:p>
          <w:p w:rsidR="000D1B1B" w:rsidRPr="002420B5" w:rsidRDefault="000D1B1B" w:rsidP="00FA75F1"/>
          <w:p w:rsidR="000D1B1B" w:rsidRPr="002420B5" w:rsidRDefault="000D1B1B" w:rsidP="00FA75F1"/>
          <w:p w:rsidR="000D1B1B" w:rsidRPr="002420B5" w:rsidRDefault="000D1B1B" w:rsidP="00FA75F1"/>
          <w:p w:rsidR="000D1B1B" w:rsidRPr="002420B5" w:rsidRDefault="000D1B1B" w:rsidP="00FA75F1"/>
          <w:p w:rsidR="000D1B1B" w:rsidRPr="002420B5" w:rsidRDefault="000D1B1B" w:rsidP="00FA75F1"/>
          <w:p w:rsidR="000D1B1B" w:rsidRPr="002420B5" w:rsidRDefault="000D1B1B" w:rsidP="00FA75F1"/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Проходенского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461624,01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86472B">
            <w:r w:rsidRPr="002420B5">
              <w:rPr>
                <w:bCs/>
              </w:rPr>
              <w:t xml:space="preserve">Нет </w:t>
            </w:r>
          </w:p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86472B"/>
          <w:p w:rsidR="000D1B1B" w:rsidRPr="002420B5" w:rsidRDefault="000D1B1B" w:rsidP="0086472B">
            <w:r w:rsidRPr="002420B5">
              <w:t>Нет</w:t>
            </w:r>
          </w:p>
          <w:p w:rsidR="000D1B1B" w:rsidRPr="002420B5" w:rsidRDefault="000D1B1B" w:rsidP="0086472B"/>
        </w:tc>
        <w:tc>
          <w:tcPr>
            <w:tcW w:w="1417" w:type="dxa"/>
          </w:tcPr>
          <w:p w:rsidR="000D1B1B" w:rsidRPr="002420B5" w:rsidRDefault="000D1B1B" w:rsidP="001B3BE4">
            <w:r w:rsidRPr="002420B5">
              <w:t>3113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2540</w:t>
            </w:r>
          </w:p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>
            <w:r w:rsidRPr="002420B5">
              <w:t>80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 xml:space="preserve">Россия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86472B">
            <w:r w:rsidRPr="002420B5">
              <w:t xml:space="preserve">Нет </w:t>
            </w:r>
          </w:p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>
            <w:r w:rsidRPr="002420B5">
              <w:t>Нет</w:t>
            </w:r>
          </w:p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/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86472B">
            <w:r w:rsidRPr="002420B5">
              <w:t xml:space="preserve">Жилой дом 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3113</w:t>
            </w:r>
          </w:p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>
            <w:r w:rsidRPr="002420B5">
              <w:t>2540</w:t>
            </w:r>
          </w:p>
          <w:p w:rsidR="000D1B1B" w:rsidRPr="002420B5" w:rsidRDefault="000D1B1B" w:rsidP="0086472B"/>
          <w:p w:rsidR="000D1B1B" w:rsidRPr="002420B5" w:rsidRDefault="000D1B1B" w:rsidP="009948A7">
            <w:r w:rsidRPr="002420B5">
              <w:t>80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86472B"/>
          <w:p w:rsidR="000D1B1B" w:rsidRPr="002420B5" w:rsidRDefault="000D1B1B" w:rsidP="0086472B"/>
          <w:p w:rsidR="000D1B1B" w:rsidRPr="002420B5" w:rsidRDefault="000D1B1B" w:rsidP="0086472B">
            <w:r w:rsidRPr="002420B5">
              <w:t>Россия</w:t>
            </w:r>
          </w:p>
          <w:p w:rsidR="000D1B1B" w:rsidRPr="002420B5" w:rsidRDefault="000D1B1B" w:rsidP="0086472B"/>
          <w:p w:rsidR="000D1B1B" w:rsidRPr="002420B5" w:rsidRDefault="000D1B1B" w:rsidP="009948A7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Доронина Тамара Ивановна 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Ведущий специалист администрации Проходенского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172196,70</w:t>
            </w:r>
          </w:p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>
            <w:r w:rsidRPr="002420B5">
              <w:t>162000,00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>
            <w:r w:rsidRPr="002420B5">
              <w:t xml:space="preserve">Земельный участок </w:t>
            </w:r>
          </w:p>
          <w:p w:rsidR="000D1B1B" w:rsidRPr="002420B5" w:rsidRDefault="000D1B1B" w:rsidP="009948A7"/>
          <w:p w:rsidR="000D1B1B" w:rsidRPr="002420B5" w:rsidRDefault="000D1B1B" w:rsidP="009948A7">
            <w:r w:rsidRPr="002420B5">
              <w:t xml:space="preserve">Жилой дом </w:t>
            </w:r>
          </w:p>
        </w:tc>
        <w:tc>
          <w:tcPr>
            <w:tcW w:w="1417" w:type="dxa"/>
          </w:tcPr>
          <w:p w:rsidR="000D1B1B" w:rsidRPr="002420B5" w:rsidRDefault="000D1B1B" w:rsidP="001B3BE4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>
            <w:r w:rsidRPr="002420B5">
              <w:t>3400</w:t>
            </w:r>
          </w:p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>
            <w:r w:rsidRPr="002420B5">
              <w:t>80</w:t>
            </w:r>
          </w:p>
        </w:tc>
        <w:tc>
          <w:tcPr>
            <w:tcW w:w="1134" w:type="dxa"/>
          </w:tcPr>
          <w:p w:rsidR="000D1B1B" w:rsidRPr="002420B5" w:rsidRDefault="000D1B1B" w:rsidP="001B3BE4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>
            <w:r w:rsidRPr="002420B5">
              <w:t>Россия</w:t>
            </w:r>
          </w:p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/>
          <w:p w:rsidR="000D1B1B" w:rsidRPr="002420B5" w:rsidRDefault="000D1B1B" w:rsidP="009948A7">
            <w:r w:rsidRPr="002420B5">
              <w:t xml:space="preserve">Легковой автомобиль  ЛАДА Калина 111730 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9948A7"/>
          <w:p w:rsidR="000D1B1B" w:rsidRPr="002420B5" w:rsidRDefault="000D1B1B" w:rsidP="009948A7">
            <w:r w:rsidRPr="002420B5">
              <w:t>Нет</w:t>
            </w:r>
          </w:p>
        </w:tc>
        <w:tc>
          <w:tcPr>
            <w:tcW w:w="1276" w:type="dxa"/>
          </w:tcPr>
          <w:p w:rsidR="000D1B1B" w:rsidRPr="002420B5" w:rsidRDefault="000D1B1B" w:rsidP="001B3BE4">
            <w:r w:rsidRPr="002420B5">
              <w:t>80</w:t>
            </w:r>
          </w:p>
          <w:p w:rsidR="000D1B1B" w:rsidRPr="002420B5" w:rsidRDefault="000D1B1B" w:rsidP="009948A7"/>
          <w:p w:rsidR="000D1B1B" w:rsidRPr="002420B5" w:rsidRDefault="000D1B1B" w:rsidP="009948A7">
            <w:r w:rsidRPr="002420B5">
              <w:t>3400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9948A7"/>
          <w:p w:rsidR="000D1B1B" w:rsidRPr="002420B5" w:rsidRDefault="000D1B1B" w:rsidP="009948A7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Вакина Валентина Сергеевна 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супруг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сын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сын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Ведущий специалист администрации Проходенского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157388,81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330293,60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2280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2280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Нет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Нет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Нет</w:t>
            </w:r>
          </w:p>
        </w:tc>
        <w:tc>
          <w:tcPr>
            <w:tcW w:w="1417" w:type="dxa"/>
          </w:tcPr>
          <w:p w:rsidR="000D1B1B" w:rsidRPr="002420B5" w:rsidRDefault="000D1B1B" w:rsidP="001B3BE4"/>
        </w:tc>
        <w:tc>
          <w:tcPr>
            <w:tcW w:w="1134" w:type="dxa"/>
          </w:tcPr>
          <w:p w:rsidR="000D1B1B" w:rsidRPr="002420B5" w:rsidRDefault="000D1B1B" w:rsidP="001B3BE4"/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Трактор  </w:t>
            </w:r>
          </w:p>
          <w:p w:rsidR="000D1B1B" w:rsidRPr="002420B5" w:rsidRDefault="000D1B1B" w:rsidP="002C0FBC">
            <w:r w:rsidRPr="002420B5">
              <w:t>МТЗ-80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Нет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Жилой дом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2C0FBC">
            <w:r w:rsidRPr="002420B5">
              <w:t xml:space="preserve">Земельный участок </w:t>
            </w:r>
          </w:p>
          <w:p w:rsidR="000D1B1B" w:rsidRPr="002420B5" w:rsidRDefault="000D1B1B" w:rsidP="002C0FBC">
            <w:r w:rsidRPr="002420B5">
              <w:t>Жилой дом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Жилой дом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Жилой дом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2420B5" w:rsidRDefault="000D1B1B" w:rsidP="001B3BE4">
            <w:r w:rsidRPr="002420B5">
              <w:t>80,7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1485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2218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857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80,7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1485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2218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857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80,7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1485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2218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857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80,7</w:t>
            </w:r>
          </w:p>
          <w:p w:rsidR="000D1B1B" w:rsidRPr="002420B5" w:rsidRDefault="000D1B1B" w:rsidP="003D219B"/>
          <w:p w:rsidR="000D1B1B" w:rsidRPr="002420B5" w:rsidRDefault="000D1B1B" w:rsidP="003D219B">
            <w:r w:rsidRPr="002420B5">
              <w:t>1485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2218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857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2C0FBC"/>
          <w:p w:rsidR="000D1B1B" w:rsidRPr="002420B5" w:rsidRDefault="000D1B1B" w:rsidP="002C0FBC"/>
          <w:p w:rsidR="000D1B1B" w:rsidRPr="002420B5" w:rsidRDefault="000D1B1B" w:rsidP="002C0FBC">
            <w:r w:rsidRPr="002420B5">
              <w:t>Россия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Россия</w:t>
            </w:r>
          </w:p>
          <w:p w:rsidR="000D1B1B" w:rsidRPr="002420B5" w:rsidRDefault="000D1B1B" w:rsidP="003D219B"/>
          <w:p w:rsidR="000D1B1B" w:rsidRPr="002420B5" w:rsidRDefault="000D1B1B" w:rsidP="003D219B">
            <w:r w:rsidRPr="002420B5">
              <w:t>Россия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Россия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Алейников Александр Федорович 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супруга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Соколовского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366902,85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130681,17</w:t>
            </w:r>
          </w:p>
          <w:p w:rsidR="000D1B1B" w:rsidRPr="002420B5" w:rsidRDefault="000D1B1B" w:rsidP="003D219B"/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>
            <w:r w:rsidRPr="002420B5">
              <w:t xml:space="preserve">Земельный пай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 xml:space="preserve">Земельный пай </w:t>
            </w:r>
          </w:p>
          <w:p w:rsidR="000D1B1B" w:rsidRPr="002420B5" w:rsidRDefault="000D1B1B" w:rsidP="003D219B"/>
          <w:p w:rsidR="000D1B1B" w:rsidRPr="002420B5" w:rsidRDefault="000D1B1B" w:rsidP="003D219B">
            <w:r w:rsidRPr="002420B5">
              <w:t xml:space="preserve">Жилой дом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3005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2195</w:t>
            </w:r>
          </w:p>
          <w:p w:rsidR="000D1B1B" w:rsidRPr="002420B5" w:rsidRDefault="000D1B1B" w:rsidP="003D219B"/>
          <w:p w:rsidR="000D1B1B" w:rsidRPr="002420B5" w:rsidRDefault="000D1B1B" w:rsidP="003D219B">
            <w:r w:rsidRPr="002420B5">
              <w:t>47000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 xml:space="preserve">115,9 </w:t>
            </w:r>
          </w:p>
          <w:p w:rsidR="000D1B1B" w:rsidRPr="002420B5" w:rsidRDefault="000D1B1B" w:rsidP="003D219B">
            <w:r w:rsidRPr="002420B5">
              <w:t>(совм. с Алейниковой Л.Л.)</w:t>
            </w:r>
          </w:p>
          <w:p w:rsidR="000D1B1B" w:rsidRPr="002420B5" w:rsidRDefault="000D1B1B" w:rsidP="003D219B"/>
          <w:p w:rsidR="000D1B1B" w:rsidRPr="002420B5" w:rsidRDefault="000D1B1B" w:rsidP="003D219B">
            <w:r w:rsidRPr="002420B5">
              <w:t>47000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115,9</w:t>
            </w:r>
          </w:p>
          <w:p w:rsidR="000D1B1B" w:rsidRPr="002420B5" w:rsidRDefault="000D1B1B" w:rsidP="003D219B">
            <w:r w:rsidRPr="002420B5">
              <w:t>(совм. с Алейниковым А.Ф.)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Россия</w:t>
            </w:r>
          </w:p>
          <w:p w:rsidR="000D1B1B" w:rsidRPr="002420B5" w:rsidRDefault="000D1B1B" w:rsidP="003D219B"/>
          <w:p w:rsidR="000D1B1B" w:rsidRPr="002420B5" w:rsidRDefault="000D1B1B" w:rsidP="003D219B">
            <w:r w:rsidRPr="002420B5">
              <w:t>Россия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 xml:space="preserve">Россия 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Россия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 xml:space="preserve">Трактор </w:t>
            </w:r>
          </w:p>
          <w:p w:rsidR="000D1B1B" w:rsidRPr="002420B5" w:rsidRDefault="000D1B1B" w:rsidP="001B3BE4">
            <w:r w:rsidRPr="002420B5">
              <w:t xml:space="preserve">МТЗ – 80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/>
          <w:p w:rsidR="000D1B1B" w:rsidRPr="002420B5" w:rsidRDefault="000D1B1B" w:rsidP="003D219B">
            <w:r w:rsidRPr="002420B5">
              <w:t>Нет</w:t>
            </w:r>
          </w:p>
        </w:tc>
        <w:tc>
          <w:tcPr>
            <w:tcW w:w="1276" w:type="dxa"/>
          </w:tcPr>
          <w:p w:rsidR="000D1B1B" w:rsidRPr="002420B5" w:rsidRDefault="000D1B1B" w:rsidP="001B3BE4"/>
        </w:tc>
        <w:tc>
          <w:tcPr>
            <w:tcW w:w="1418" w:type="dxa"/>
          </w:tcPr>
          <w:p w:rsidR="000D1B1B" w:rsidRPr="002420B5" w:rsidRDefault="000D1B1B" w:rsidP="001B3BE4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4B3209">
            <w:r w:rsidRPr="002420B5">
              <w:t>Москаленко Елена Николаевна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 xml:space="preserve">супруг 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>сын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Заместитель главы администрации Соколовского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4B3209">
            <w:r w:rsidRPr="002420B5">
              <w:t>131712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>442208,25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 xml:space="preserve">Нет </w:t>
            </w:r>
          </w:p>
        </w:tc>
        <w:tc>
          <w:tcPr>
            <w:tcW w:w="1418" w:type="dxa"/>
          </w:tcPr>
          <w:p w:rsidR="000D1B1B" w:rsidRPr="002420B5" w:rsidRDefault="000D1B1B" w:rsidP="004B3209">
            <w:r w:rsidRPr="002420B5">
              <w:t>Земельный пай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>Земельный участок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>Земельный участок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>Земельный участок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>Жилой дом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B960B4">
            <w:r w:rsidRPr="002420B5">
              <w:t>Земельный пай</w:t>
            </w:r>
          </w:p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>
            <w:r w:rsidRPr="002420B5">
              <w:t>Земельный участок</w:t>
            </w:r>
          </w:p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>
            <w:r w:rsidRPr="002420B5">
              <w:t>Земельный участок</w:t>
            </w:r>
          </w:p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>
            <w:r w:rsidRPr="002420B5">
              <w:t>Земельный участок</w:t>
            </w:r>
          </w:p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>
            <w:r w:rsidRPr="002420B5">
              <w:t>Жилой дом</w:t>
            </w:r>
          </w:p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/>
          <w:p w:rsidR="000D1B1B" w:rsidRPr="002420B5" w:rsidRDefault="000D1B1B" w:rsidP="00B960B4">
            <w:r w:rsidRPr="002420B5">
              <w:t>Жилой дом</w:t>
            </w:r>
          </w:p>
        </w:tc>
        <w:tc>
          <w:tcPr>
            <w:tcW w:w="1417" w:type="dxa"/>
          </w:tcPr>
          <w:p w:rsidR="000D1B1B" w:rsidRPr="002420B5" w:rsidRDefault="000D1B1B" w:rsidP="004B3209">
            <w:r w:rsidRPr="002420B5">
              <w:t>533000 (общая с Москален-ко Н.П.)</w:t>
            </w:r>
          </w:p>
          <w:p w:rsidR="000D1B1B" w:rsidRPr="002420B5" w:rsidRDefault="000D1B1B" w:rsidP="004B3209"/>
          <w:p w:rsidR="000D1B1B" w:rsidRPr="002420B5" w:rsidRDefault="000D1B1B" w:rsidP="004B3209">
            <w:r w:rsidRPr="002420B5">
              <w:t>1230 (общая с Москолен-ко Н.П.)</w:t>
            </w:r>
          </w:p>
          <w:p w:rsidR="000D1B1B" w:rsidRPr="002420B5" w:rsidRDefault="000D1B1B" w:rsidP="004B3209"/>
          <w:p w:rsidR="000D1B1B" w:rsidRPr="002420B5" w:rsidRDefault="000D1B1B" w:rsidP="004B3209">
            <w:r w:rsidRPr="002420B5">
              <w:t>500 (общая с Моска-ленко Н.П.)</w:t>
            </w:r>
          </w:p>
          <w:p w:rsidR="000D1B1B" w:rsidRPr="002420B5" w:rsidRDefault="000D1B1B" w:rsidP="004B3209"/>
          <w:p w:rsidR="000D1B1B" w:rsidRPr="002420B5" w:rsidRDefault="000D1B1B" w:rsidP="004B3209">
            <w:r w:rsidRPr="002420B5">
              <w:t>1970 (общая с Москален-ко Н.П.)</w:t>
            </w:r>
          </w:p>
          <w:p w:rsidR="000D1B1B" w:rsidRPr="002420B5" w:rsidRDefault="000D1B1B" w:rsidP="004B3209"/>
          <w:p w:rsidR="000D1B1B" w:rsidRPr="002420B5" w:rsidRDefault="000D1B1B" w:rsidP="004B3209">
            <w:r w:rsidRPr="002420B5">
              <w:t>55,1 (общая с Москален-ко Н.П. )</w:t>
            </w:r>
          </w:p>
          <w:p w:rsidR="000D1B1B" w:rsidRPr="002420B5" w:rsidRDefault="000D1B1B" w:rsidP="004B3209"/>
          <w:p w:rsidR="000D1B1B" w:rsidRPr="002420B5" w:rsidRDefault="000D1B1B" w:rsidP="00C551AC">
            <w:r w:rsidRPr="002420B5">
              <w:t>533000 (общая с Москолен-ко Е.Н.)</w:t>
            </w:r>
          </w:p>
          <w:p w:rsidR="000D1B1B" w:rsidRPr="002420B5" w:rsidRDefault="000D1B1B" w:rsidP="004B3209"/>
          <w:p w:rsidR="000D1B1B" w:rsidRPr="002420B5" w:rsidRDefault="000D1B1B" w:rsidP="00B960B4">
            <w:r w:rsidRPr="002420B5">
              <w:t>1230 (общая с Москолен-ко Е.Н.)</w:t>
            </w:r>
          </w:p>
          <w:p w:rsidR="000D1B1B" w:rsidRPr="002420B5" w:rsidRDefault="000D1B1B" w:rsidP="00B960B4"/>
          <w:p w:rsidR="000D1B1B" w:rsidRPr="002420B5" w:rsidRDefault="000D1B1B" w:rsidP="00B960B4">
            <w:r w:rsidRPr="002420B5">
              <w:t>500 (общая с Моска-ленко Е.Н.)</w:t>
            </w:r>
          </w:p>
          <w:p w:rsidR="000D1B1B" w:rsidRPr="002420B5" w:rsidRDefault="000D1B1B" w:rsidP="00B960B4"/>
          <w:p w:rsidR="000D1B1B" w:rsidRPr="002420B5" w:rsidRDefault="000D1B1B" w:rsidP="00B960B4">
            <w:r w:rsidRPr="002420B5">
              <w:t>1970 (общая с Москален-ко Е.Н.)</w:t>
            </w:r>
          </w:p>
          <w:p w:rsidR="000D1B1B" w:rsidRPr="002420B5" w:rsidRDefault="000D1B1B" w:rsidP="00B960B4"/>
          <w:p w:rsidR="000D1B1B" w:rsidRPr="002420B5" w:rsidRDefault="000D1B1B" w:rsidP="00B960B4">
            <w:r w:rsidRPr="002420B5">
              <w:t>55,1 (общая с Москален-ко Е.Н. )</w:t>
            </w:r>
          </w:p>
          <w:p w:rsidR="000D1B1B" w:rsidRPr="002420B5" w:rsidRDefault="000D1B1B" w:rsidP="00B960B4"/>
          <w:p w:rsidR="000D1B1B" w:rsidRPr="002420B5" w:rsidRDefault="000D1B1B" w:rsidP="00B960B4">
            <w:r w:rsidRPr="002420B5">
              <w:t>55,1 (общая)</w:t>
            </w:r>
          </w:p>
        </w:tc>
        <w:tc>
          <w:tcPr>
            <w:tcW w:w="1134" w:type="dxa"/>
          </w:tcPr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>Россия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>Россия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Россия </w:t>
            </w:r>
          </w:p>
          <w:p w:rsidR="000D1B1B" w:rsidRPr="002420B5" w:rsidRDefault="000D1B1B" w:rsidP="004B3209">
            <w:pPr>
              <w:tabs>
                <w:tab w:val="left" w:pos="774"/>
              </w:tabs>
            </w:pPr>
            <w:r w:rsidRPr="002420B5">
              <w:t xml:space="preserve">  </w:t>
            </w:r>
          </w:p>
        </w:tc>
        <w:tc>
          <w:tcPr>
            <w:tcW w:w="1843" w:type="dxa"/>
          </w:tcPr>
          <w:p w:rsidR="000D1B1B" w:rsidRPr="002420B5" w:rsidRDefault="000D1B1B" w:rsidP="004B3209">
            <w:r w:rsidRPr="002420B5">
              <w:t>Легковой автомобиль</w:t>
            </w:r>
          </w:p>
          <w:p w:rsidR="000D1B1B" w:rsidRPr="002420B5" w:rsidRDefault="000D1B1B" w:rsidP="004B3209">
            <w:r w:rsidRPr="002420B5">
              <w:t>Нисан Альмера классик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>Легковой автомобиль ВАЗ – 21099</w:t>
            </w:r>
          </w:p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/>
          <w:p w:rsidR="000D1B1B" w:rsidRPr="002420B5" w:rsidRDefault="000D1B1B" w:rsidP="004B3209">
            <w:r w:rsidRPr="002420B5">
              <w:t xml:space="preserve">Нет </w:t>
            </w:r>
          </w:p>
        </w:tc>
        <w:tc>
          <w:tcPr>
            <w:tcW w:w="1559" w:type="dxa"/>
          </w:tcPr>
          <w:p w:rsidR="000D1B1B" w:rsidRPr="002420B5" w:rsidRDefault="000D1B1B" w:rsidP="00916D14">
            <w:r w:rsidRPr="002420B5">
              <w:t xml:space="preserve">Нет </w:t>
            </w:r>
          </w:p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>
            <w:r w:rsidRPr="002420B5">
              <w:t xml:space="preserve">Нет </w:t>
            </w:r>
          </w:p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/>
          <w:p w:rsidR="000D1B1B" w:rsidRPr="002420B5" w:rsidRDefault="000D1B1B" w:rsidP="00916D14">
            <w:r w:rsidRPr="002420B5">
              <w:t xml:space="preserve">Нет </w:t>
            </w:r>
          </w:p>
        </w:tc>
        <w:tc>
          <w:tcPr>
            <w:tcW w:w="1276" w:type="dxa"/>
          </w:tcPr>
          <w:p w:rsidR="000D1B1B" w:rsidRPr="002420B5" w:rsidRDefault="000D1B1B" w:rsidP="004B3209"/>
        </w:tc>
        <w:tc>
          <w:tcPr>
            <w:tcW w:w="1418" w:type="dxa"/>
          </w:tcPr>
          <w:p w:rsidR="000D1B1B" w:rsidRPr="002420B5" w:rsidRDefault="000D1B1B" w:rsidP="004B3209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Медведева Ольга Егоровна </w:t>
            </w:r>
          </w:p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>
            <w:r w:rsidRPr="002420B5"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Ведущий специалист категории администрации Соколовского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163695</w:t>
            </w:r>
          </w:p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>
            <w:r w:rsidRPr="002420B5">
              <w:t>142706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Жилой дом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Жилое помещение </w:t>
            </w:r>
          </w:p>
          <w:p w:rsidR="000D1B1B" w:rsidRPr="002420B5" w:rsidRDefault="000D1B1B" w:rsidP="0037445E"/>
          <w:p w:rsidR="000D1B1B" w:rsidRPr="002420B5" w:rsidRDefault="000D1B1B" w:rsidP="0037445E">
            <w:r w:rsidRPr="002420B5">
              <w:t>Земельный участок</w:t>
            </w:r>
          </w:p>
          <w:p w:rsidR="000D1B1B" w:rsidRPr="002420B5" w:rsidRDefault="000D1B1B" w:rsidP="0037445E"/>
          <w:p w:rsidR="000D1B1B" w:rsidRPr="002420B5" w:rsidRDefault="000D1B1B" w:rsidP="0037445E"/>
          <w:p w:rsidR="000D1B1B" w:rsidRPr="002420B5" w:rsidRDefault="000D1B1B" w:rsidP="0037445E">
            <w:r w:rsidRPr="002420B5">
              <w:t xml:space="preserve">Земельный участок </w:t>
            </w:r>
          </w:p>
          <w:p w:rsidR="000D1B1B" w:rsidRPr="002420B5" w:rsidRDefault="000D1B1B" w:rsidP="0037445E"/>
          <w:p w:rsidR="000D1B1B" w:rsidRPr="002420B5" w:rsidRDefault="000D1B1B" w:rsidP="0037445E"/>
          <w:p w:rsidR="000D1B1B" w:rsidRPr="002420B5" w:rsidRDefault="000D1B1B" w:rsidP="0037445E"/>
          <w:p w:rsidR="000D1B1B" w:rsidRPr="002420B5" w:rsidRDefault="000D1B1B" w:rsidP="0037445E">
            <w:r w:rsidRPr="002420B5">
              <w:t xml:space="preserve">Жилой дом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 xml:space="preserve">5905 </w:t>
            </w:r>
          </w:p>
          <w:p w:rsidR="000D1B1B" w:rsidRPr="002420B5" w:rsidRDefault="000D1B1B" w:rsidP="001B3BE4">
            <w:r w:rsidRPr="002420B5">
              <w:t>(совм. с Медведевым С.И.)</w:t>
            </w:r>
          </w:p>
          <w:p w:rsidR="000D1B1B" w:rsidRPr="002420B5" w:rsidRDefault="000D1B1B" w:rsidP="00C503A7"/>
          <w:p w:rsidR="000D1B1B" w:rsidRPr="002420B5" w:rsidRDefault="000D1B1B" w:rsidP="00C503A7">
            <w:r w:rsidRPr="002420B5">
              <w:t>1341</w:t>
            </w:r>
          </w:p>
          <w:p w:rsidR="000D1B1B" w:rsidRPr="002420B5" w:rsidRDefault="000D1B1B" w:rsidP="00C503A7">
            <w:r w:rsidRPr="002420B5">
              <w:t>(совм. с Медведевым С.И.)</w:t>
            </w:r>
          </w:p>
          <w:p w:rsidR="000D1B1B" w:rsidRPr="002420B5" w:rsidRDefault="000D1B1B" w:rsidP="00C503A7"/>
          <w:p w:rsidR="000D1B1B" w:rsidRPr="002420B5" w:rsidRDefault="000D1B1B" w:rsidP="00C503A7">
            <w:r w:rsidRPr="002420B5">
              <w:t>90,2</w:t>
            </w:r>
          </w:p>
          <w:p w:rsidR="000D1B1B" w:rsidRPr="002420B5" w:rsidRDefault="000D1B1B" w:rsidP="00C503A7">
            <w:r w:rsidRPr="002420B5">
              <w:t>(совм. с Медведевым С.И.)</w:t>
            </w:r>
          </w:p>
          <w:p w:rsidR="000D1B1B" w:rsidRPr="002420B5" w:rsidRDefault="000D1B1B" w:rsidP="0037445E"/>
          <w:p w:rsidR="000D1B1B" w:rsidRPr="002420B5" w:rsidRDefault="000D1B1B" w:rsidP="0037445E">
            <w:r w:rsidRPr="002420B5">
              <w:t>33,3</w:t>
            </w:r>
          </w:p>
          <w:p w:rsidR="000D1B1B" w:rsidRPr="002420B5" w:rsidRDefault="000D1B1B" w:rsidP="0037445E"/>
          <w:p w:rsidR="000D1B1B" w:rsidRPr="002420B5" w:rsidRDefault="000D1B1B" w:rsidP="0037445E"/>
          <w:p w:rsidR="000D1B1B" w:rsidRPr="002420B5" w:rsidRDefault="000D1B1B" w:rsidP="0037445E">
            <w:r w:rsidRPr="002420B5">
              <w:t>5905</w:t>
            </w:r>
          </w:p>
          <w:p w:rsidR="000D1B1B" w:rsidRPr="002420B5" w:rsidRDefault="000D1B1B" w:rsidP="0037445E">
            <w:r w:rsidRPr="002420B5">
              <w:t>(совм. с Медведевой О.Е.)</w:t>
            </w:r>
          </w:p>
          <w:p w:rsidR="000D1B1B" w:rsidRPr="002420B5" w:rsidRDefault="000D1B1B" w:rsidP="00030FDB">
            <w:r w:rsidRPr="002420B5">
              <w:t>1341</w:t>
            </w:r>
          </w:p>
          <w:p w:rsidR="000D1B1B" w:rsidRPr="002420B5" w:rsidRDefault="000D1B1B" w:rsidP="00030FDB">
            <w:r w:rsidRPr="002420B5">
              <w:t>(совм. с Медведевой О.Е.)</w:t>
            </w:r>
          </w:p>
          <w:p w:rsidR="000D1B1B" w:rsidRPr="002420B5" w:rsidRDefault="000D1B1B" w:rsidP="00030FDB"/>
          <w:p w:rsidR="000D1B1B" w:rsidRPr="002420B5" w:rsidRDefault="000D1B1B" w:rsidP="00030FDB">
            <w:r w:rsidRPr="002420B5">
              <w:t>90,2</w:t>
            </w:r>
          </w:p>
          <w:p w:rsidR="000D1B1B" w:rsidRPr="002420B5" w:rsidRDefault="000D1B1B" w:rsidP="00030FDB">
            <w:r w:rsidRPr="002420B5">
              <w:t>(совм. с Медведевой О.Е.)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>
            <w:r w:rsidRPr="002420B5">
              <w:t>Россия</w:t>
            </w:r>
          </w:p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/>
          <w:p w:rsidR="000D1B1B" w:rsidRPr="002420B5" w:rsidRDefault="000D1B1B" w:rsidP="00C503A7">
            <w:r w:rsidRPr="002420B5">
              <w:t>Россия</w:t>
            </w:r>
          </w:p>
          <w:p w:rsidR="000D1B1B" w:rsidRPr="002420B5" w:rsidRDefault="000D1B1B" w:rsidP="0037445E"/>
          <w:p w:rsidR="000D1B1B" w:rsidRPr="002420B5" w:rsidRDefault="000D1B1B" w:rsidP="0037445E"/>
          <w:p w:rsidR="000D1B1B" w:rsidRPr="002420B5" w:rsidRDefault="000D1B1B" w:rsidP="0037445E"/>
          <w:p w:rsidR="000D1B1B" w:rsidRPr="002420B5" w:rsidRDefault="000D1B1B" w:rsidP="0037445E"/>
          <w:p w:rsidR="000D1B1B" w:rsidRPr="002420B5" w:rsidRDefault="000D1B1B" w:rsidP="0037445E">
            <w:r w:rsidRPr="002420B5">
              <w:t xml:space="preserve">Россия </w:t>
            </w:r>
          </w:p>
          <w:p w:rsidR="000D1B1B" w:rsidRPr="002420B5" w:rsidRDefault="000D1B1B" w:rsidP="0037445E"/>
          <w:p w:rsidR="000D1B1B" w:rsidRPr="002420B5" w:rsidRDefault="000D1B1B" w:rsidP="0037445E"/>
          <w:p w:rsidR="000D1B1B" w:rsidRPr="002420B5" w:rsidRDefault="000D1B1B" w:rsidP="0037445E">
            <w:r w:rsidRPr="002420B5">
              <w:t>Россия</w:t>
            </w:r>
          </w:p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>
            <w:r w:rsidRPr="002420B5">
              <w:t xml:space="preserve">Россия </w:t>
            </w:r>
          </w:p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>
            <w:r w:rsidRPr="002420B5">
              <w:t>Легковой автомобиль ВАЗ 210740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/>
          <w:p w:rsidR="000D1B1B" w:rsidRPr="002420B5" w:rsidRDefault="000D1B1B" w:rsidP="00030FDB">
            <w:r w:rsidRPr="002420B5">
              <w:t>Нет</w:t>
            </w:r>
          </w:p>
        </w:tc>
        <w:tc>
          <w:tcPr>
            <w:tcW w:w="1276" w:type="dxa"/>
          </w:tcPr>
          <w:p w:rsidR="000D1B1B" w:rsidRPr="002420B5" w:rsidRDefault="000D1B1B" w:rsidP="001B3BE4"/>
        </w:tc>
        <w:tc>
          <w:tcPr>
            <w:tcW w:w="1418" w:type="dxa"/>
          </w:tcPr>
          <w:p w:rsidR="000D1B1B" w:rsidRPr="002420B5" w:rsidRDefault="000D1B1B" w:rsidP="001B3BE4"/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Нестеров Дмитрий Иванович </w:t>
            </w:r>
          </w:p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>
            <w:r w:rsidRPr="002420B5">
              <w:t xml:space="preserve">супруга </w:t>
            </w:r>
          </w:p>
          <w:p w:rsidR="000D1B1B" w:rsidRPr="002420B5" w:rsidRDefault="000D1B1B" w:rsidP="00FA75F1"/>
          <w:p w:rsidR="000D1B1B" w:rsidRPr="002420B5" w:rsidRDefault="000D1B1B" w:rsidP="00FA75F1"/>
          <w:p w:rsidR="000D1B1B" w:rsidRPr="002420B5" w:rsidRDefault="000D1B1B" w:rsidP="00FA75F1"/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Шеинского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375916,37</w:t>
            </w:r>
          </w:p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>
            <w:r w:rsidRPr="002420B5">
              <w:t>247017,38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>
            <w:r w:rsidRPr="002420B5">
              <w:t>Земельный участок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пай </w:t>
            </w:r>
          </w:p>
          <w:p w:rsidR="000D1B1B" w:rsidRPr="002420B5" w:rsidRDefault="000D1B1B" w:rsidP="001B3BE4"/>
          <w:p w:rsidR="000D1B1B" w:rsidRPr="002420B5" w:rsidRDefault="000D1B1B" w:rsidP="001B3BE4"/>
          <w:p w:rsidR="000D1B1B" w:rsidRPr="002420B5" w:rsidRDefault="000D1B1B" w:rsidP="001B3BE4">
            <w:r w:rsidRPr="002420B5">
              <w:t>Жилой дом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Гараж</w:t>
            </w:r>
          </w:p>
          <w:p w:rsidR="000D1B1B" w:rsidRPr="002420B5" w:rsidRDefault="000D1B1B" w:rsidP="00013D1A"/>
          <w:p w:rsidR="000D1B1B" w:rsidRPr="002420B5" w:rsidRDefault="000D1B1B" w:rsidP="00013D1A">
            <w:r w:rsidRPr="002420B5">
              <w:t>Нет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2320</w:t>
            </w:r>
          </w:p>
          <w:p w:rsidR="000D1B1B" w:rsidRPr="002420B5" w:rsidRDefault="000D1B1B" w:rsidP="00C742CC"/>
          <w:p w:rsidR="000D1B1B" w:rsidRPr="002420B5" w:rsidRDefault="000D1B1B" w:rsidP="00C742CC"/>
          <w:p w:rsidR="000D1B1B" w:rsidRPr="002420B5" w:rsidRDefault="000D1B1B" w:rsidP="00C742CC">
            <w:r w:rsidRPr="002420B5">
              <w:t>3460</w:t>
            </w:r>
          </w:p>
          <w:p w:rsidR="000D1B1B" w:rsidRPr="002420B5" w:rsidRDefault="000D1B1B" w:rsidP="00C742CC"/>
          <w:p w:rsidR="000D1B1B" w:rsidRPr="002420B5" w:rsidRDefault="000D1B1B" w:rsidP="00C742CC">
            <w:r w:rsidRPr="002420B5">
              <w:t>6220</w:t>
            </w:r>
          </w:p>
          <w:p w:rsidR="000D1B1B" w:rsidRPr="002420B5" w:rsidRDefault="000D1B1B" w:rsidP="00C742CC"/>
          <w:p w:rsidR="000D1B1B" w:rsidRPr="002420B5" w:rsidRDefault="000D1B1B" w:rsidP="00C742CC"/>
          <w:p w:rsidR="000D1B1B" w:rsidRPr="002420B5" w:rsidRDefault="000D1B1B" w:rsidP="00C742CC">
            <w:r w:rsidRPr="002420B5">
              <w:t>57300 (общая долевая)</w:t>
            </w:r>
          </w:p>
          <w:p w:rsidR="000D1B1B" w:rsidRPr="002420B5" w:rsidRDefault="000D1B1B" w:rsidP="00C742CC"/>
          <w:p w:rsidR="000D1B1B" w:rsidRPr="002420B5" w:rsidRDefault="000D1B1B" w:rsidP="00C742CC">
            <w:r w:rsidRPr="002420B5">
              <w:t>81</w:t>
            </w:r>
          </w:p>
          <w:p w:rsidR="000D1B1B" w:rsidRPr="002420B5" w:rsidRDefault="000D1B1B" w:rsidP="00013D1A"/>
          <w:p w:rsidR="000D1B1B" w:rsidRPr="002420B5" w:rsidRDefault="000D1B1B" w:rsidP="00013D1A">
            <w:r w:rsidRPr="002420B5">
              <w:t>24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C742CC"/>
          <w:p w:rsidR="000D1B1B" w:rsidRPr="002420B5" w:rsidRDefault="000D1B1B" w:rsidP="00C742CC"/>
          <w:p w:rsidR="000D1B1B" w:rsidRPr="002420B5" w:rsidRDefault="000D1B1B" w:rsidP="00C742CC">
            <w:r w:rsidRPr="002420B5">
              <w:t>Россия</w:t>
            </w:r>
          </w:p>
          <w:p w:rsidR="000D1B1B" w:rsidRPr="002420B5" w:rsidRDefault="000D1B1B" w:rsidP="00C742CC"/>
          <w:p w:rsidR="000D1B1B" w:rsidRPr="002420B5" w:rsidRDefault="000D1B1B" w:rsidP="00C742CC">
            <w:r w:rsidRPr="002420B5">
              <w:t>Россия</w:t>
            </w:r>
          </w:p>
          <w:p w:rsidR="000D1B1B" w:rsidRPr="002420B5" w:rsidRDefault="000D1B1B" w:rsidP="00C742CC"/>
          <w:p w:rsidR="000D1B1B" w:rsidRPr="002420B5" w:rsidRDefault="000D1B1B" w:rsidP="00C742CC"/>
          <w:p w:rsidR="000D1B1B" w:rsidRPr="002420B5" w:rsidRDefault="000D1B1B" w:rsidP="00C742CC">
            <w:r w:rsidRPr="002420B5">
              <w:t>Россия</w:t>
            </w:r>
          </w:p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/>
          <w:p w:rsidR="000D1B1B" w:rsidRPr="002420B5" w:rsidRDefault="000D1B1B" w:rsidP="00013D1A">
            <w:r w:rsidRPr="002420B5">
              <w:t>Россия</w:t>
            </w:r>
          </w:p>
          <w:p w:rsidR="000D1B1B" w:rsidRPr="002420B5" w:rsidRDefault="000D1B1B" w:rsidP="00013D1A"/>
          <w:p w:rsidR="000D1B1B" w:rsidRPr="002420B5" w:rsidRDefault="000D1B1B" w:rsidP="00013D1A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 xml:space="preserve">Легковой автомобиль ВАЗ – 21074 </w:t>
            </w:r>
          </w:p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>
            <w:r w:rsidRPr="002420B5">
              <w:t>Земельный участок</w:t>
            </w:r>
          </w:p>
          <w:p w:rsidR="000D1B1B" w:rsidRPr="002420B5" w:rsidRDefault="000D1B1B" w:rsidP="0081529F"/>
          <w:p w:rsidR="000D1B1B" w:rsidRPr="002420B5" w:rsidRDefault="000D1B1B" w:rsidP="0081529F">
            <w:r w:rsidRPr="002420B5">
              <w:t xml:space="preserve">Жилой дом 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>
            <w:r w:rsidRPr="002420B5">
              <w:t>2320</w:t>
            </w:r>
          </w:p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>
            <w:r w:rsidRPr="002420B5">
              <w:t>81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>
            <w:r w:rsidRPr="002420B5">
              <w:t>Россия</w:t>
            </w:r>
          </w:p>
          <w:p w:rsidR="000D1B1B" w:rsidRPr="002420B5" w:rsidRDefault="000D1B1B" w:rsidP="0081529F"/>
          <w:p w:rsidR="000D1B1B" w:rsidRPr="002420B5" w:rsidRDefault="000D1B1B" w:rsidP="0081529F"/>
          <w:p w:rsidR="000D1B1B" w:rsidRPr="002420B5" w:rsidRDefault="000D1B1B" w:rsidP="0081529F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Подлегаева Светлана Владимировна 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супруг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дочь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Заместитель главы администрации Шеинского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223184,58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566,28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8300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Часть жилого дома</w:t>
            </w:r>
          </w:p>
          <w:p w:rsidR="000D1B1B" w:rsidRPr="002420B5" w:rsidRDefault="000D1B1B" w:rsidP="009D5913"/>
          <w:p w:rsidR="000D1B1B" w:rsidRPr="002420B5" w:rsidRDefault="000D1B1B" w:rsidP="009D5913">
            <w:r w:rsidRPr="002420B5">
              <w:t xml:space="preserve">Земельный участок </w:t>
            </w:r>
          </w:p>
          <w:p w:rsidR="000D1B1B" w:rsidRPr="002420B5" w:rsidRDefault="000D1B1B" w:rsidP="009D5913"/>
          <w:p w:rsidR="000D1B1B" w:rsidRPr="002420B5" w:rsidRDefault="000D1B1B" w:rsidP="009D5913">
            <w:r w:rsidRPr="002420B5">
              <w:t>Жилой дом</w:t>
            </w:r>
          </w:p>
          <w:p w:rsidR="000D1B1B" w:rsidRPr="002420B5" w:rsidRDefault="000D1B1B" w:rsidP="009D5913"/>
          <w:p w:rsidR="000D1B1B" w:rsidRPr="002420B5" w:rsidRDefault="000D1B1B" w:rsidP="009D5913">
            <w:r w:rsidRPr="002420B5">
              <w:t>Нет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1600</w:t>
            </w:r>
          </w:p>
          <w:p w:rsidR="000D1B1B" w:rsidRPr="002420B5" w:rsidRDefault="000D1B1B" w:rsidP="00A51E88"/>
          <w:p w:rsidR="000D1B1B" w:rsidRPr="002420B5" w:rsidRDefault="000D1B1B" w:rsidP="00A51E88"/>
          <w:p w:rsidR="000D1B1B" w:rsidRPr="002420B5" w:rsidRDefault="000D1B1B" w:rsidP="00A51E88">
            <w:r w:rsidRPr="002420B5">
              <w:t>2600</w:t>
            </w:r>
          </w:p>
          <w:p w:rsidR="000D1B1B" w:rsidRPr="002420B5" w:rsidRDefault="000D1B1B" w:rsidP="00A51E88"/>
          <w:p w:rsidR="000D1B1B" w:rsidRPr="002420B5" w:rsidRDefault="000D1B1B" w:rsidP="00A51E88"/>
          <w:p w:rsidR="000D1B1B" w:rsidRPr="002420B5" w:rsidRDefault="000D1B1B" w:rsidP="00A51E88">
            <w:r w:rsidRPr="002420B5">
              <w:t>2100</w:t>
            </w:r>
          </w:p>
          <w:p w:rsidR="000D1B1B" w:rsidRPr="002420B5" w:rsidRDefault="000D1B1B" w:rsidP="00A51E88"/>
          <w:p w:rsidR="000D1B1B" w:rsidRPr="002420B5" w:rsidRDefault="000D1B1B" w:rsidP="00A51E88"/>
          <w:p w:rsidR="000D1B1B" w:rsidRPr="002420B5" w:rsidRDefault="000D1B1B" w:rsidP="00A51E88">
            <w:r w:rsidRPr="002420B5">
              <w:t>900</w:t>
            </w:r>
          </w:p>
          <w:p w:rsidR="000D1B1B" w:rsidRPr="002420B5" w:rsidRDefault="000D1B1B" w:rsidP="00A51E88"/>
          <w:p w:rsidR="000D1B1B" w:rsidRPr="002420B5" w:rsidRDefault="000D1B1B" w:rsidP="00A51E88"/>
          <w:p w:rsidR="000D1B1B" w:rsidRPr="002420B5" w:rsidRDefault="000D1B1B" w:rsidP="00A51E88">
            <w:r w:rsidRPr="002420B5">
              <w:t>86,8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2900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21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A51E88"/>
          <w:p w:rsidR="000D1B1B" w:rsidRPr="002420B5" w:rsidRDefault="000D1B1B" w:rsidP="00A51E88"/>
          <w:p w:rsidR="000D1B1B" w:rsidRPr="002420B5" w:rsidRDefault="000D1B1B" w:rsidP="00A51E88">
            <w:r w:rsidRPr="002420B5">
              <w:t>Россия</w:t>
            </w:r>
          </w:p>
          <w:p w:rsidR="000D1B1B" w:rsidRPr="002420B5" w:rsidRDefault="000D1B1B" w:rsidP="00A51E88"/>
          <w:p w:rsidR="000D1B1B" w:rsidRPr="002420B5" w:rsidRDefault="000D1B1B" w:rsidP="00A51E88"/>
          <w:p w:rsidR="000D1B1B" w:rsidRPr="002420B5" w:rsidRDefault="000D1B1B" w:rsidP="00A51E88">
            <w:r w:rsidRPr="002420B5">
              <w:t>Россия</w:t>
            </w:r>
          </w:p>
          <w:p w:rsidR="000D1B1B" w:rsidRPr="002420B5" w:rsidRDefault="000D1B1B" w:rsidP="00A51E88"/>
          <w:p w:rsidR="000D1B1B" w:rsidRPr="002420B5" w:rsidRDefault="000D1B1B" w:rsidP="00A51E88"/>
          <w:p w:rsidR="000D1B1B" w:rsidRPr="002420B5" w:rsidRDefault="000D1B1B" w:rsidP="00A51E88">
            <w:r w:rsidRPr="002420B5">
              <w:t>Россия</w:t>
            </w:r>
          </w:p>
          <w:p w:rsidR="000D1B1B" w:rsidRPr="002420B5" w:rsidRDefault="000D1B1B" w:rsidP="00A51E88"/>
          <w:p w:rsidR="000D1B1B" w:rsidRPr="002420B5" w:rsidRDefault="000D1B1B" w:rsidP="00A51E88"/>
          <w:p w:rsidR="000D1B1B" w:rsidRPr="002420B5" w:rsidRDefault="000D1B1B" w:rsidP="00A51E88">
            <w:r w:rsidRPr="002420B5">
              <w:t>Россия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Россия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 xml:space="preserve">Легковой автомобиль ВАЗ – 21099 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Часть жилого дома</w:t>
            </w:r>
          </w:p>
          <w:p w:rsidR="000D1B1B" w:rsidRPr="002420B5" w:rsidRDefault="000D1B1B" w:rsidP="009D5913"/>
          <w:p w:rsidR="000D1B1B" w:rsidRPr="002420B5" w:rsidRDefault="000D1B1B" w:rsidP="009D5913">
            <w:r w:rsidRPr="002420B5">
              <w:t xml:space="preserve">Земельный участок  </w:t>
            </w:r>
          </w:p>
          <w:p w:rsidR="000D1B1B" w:rsidRPr="002420B5" w:rsidRDefault="000D1B1B" w:rsidP="009D5913">
            <w:r w:rsidRPr="002420B5">
              <w:t xml:space="preserve">Часть жилого дома </w:t>
            </w:r>
          </w:p>
          <w:p w:rsidR="000D1B1B" w:rsidRPr="002420B5" w:rsidRDefault="000D1B1B" w:rsidP="009D5913"/>
          <w:p w:rsidR="000D1B1B" w:rsidRPr="002420B5" w:rsidRDefault="000D1B1B" w:rsidP="009D5913">
            <w:r w:rsidRPr="002420B5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86,8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1600</w:t>
            </w:r>
          </w:p>
          <w:p w:rsidR="000D1B1B" w:rsidRPr="002420B5" w:rsidRDefault="000D1B1B" w:rsidP="009D5913"/>
          <w:p w:rsidR="000D1B1B" w:rsidRPr="002420B5" w:rsidRDefault="000D1B1B" w:rsidP="009D5913">
            <w:r w:rsidRPr="002420B5">
              <w:t>86,8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1600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Россия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Россия</w:t>
            </w:r>
          </w:p>
          <w:p w:rsidR="000D1B1B" w:rsidRPr="002420B5" w:rsidRDefault="000D1B1B" w:rsidP="009D5913"/>
          <w:p w:rsidR="000D1B1B" w:rsidRPr="002420B5" w:rsidRDefault="000D1B1B" w:rsidP="009D5913">
            <w:r w:rsidRPr="002420B5">
              <w:t>Россия</w:t>
            </w:r>
          </w:p>
          <w:p w:rsidR="000D1B1B" w:rsidRPr="002420B5" w:rsidRDefault="000D1B1B" w:rsidP="009D5913"/>
          <w:p w:rsidR="000D1B1B" w:rsidRPr="002420B5" w:rsidRDefault="000D1B1B" w:rsidP="009D5913"/>
          <w:p w:rsidR="000D1B1B" w:rsidRPr="002420B5" w:rsidRDefault="000D1B1B" w:rsidP="009D5913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Выглазов Александр Иванович </w:t>
            </w:r>
          </w:p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>
            <w:r w:rsidRPr="002420B5">
              <w:t xml:space="preserve">супруга 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сын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Шляховского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352951</w:t>
            </w:r>
          </w:p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>
            <w:r w:rsidRPr="002420B5">
              <w:t>200416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5886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 xml:space="preserve">Земельный участок </w:t>
            </w:r>
          </w:p>
          <w:p w:rsidR="000D1B1B" w:rsidRPr="002420B5" w:rsidRDefault="000D1B1B" w:rsidP="006F30DC"/>
          <w:p w:rsidR="000D1B1B" w:rsidRPr="002420B5" w:rsidRDefault="000D1B1B" w:rsidP="006F30DC">
            <w:r w:rsidRPr="002420B5">
              <w:t xml:space="preserve">Жилой дом 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Нет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3185</w:t>
            </w:r>
          </w:p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>
            <w:r w:rsidRPr="002420B5">
              <w:t>4900</w:t>
            </w:r>
          </w:p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>
            <w:r w:rsidRPr="002420B5">
              <w:t>64</w:t>
            </w:r>
          </w:p>
          <w:p w:rsidR="000D1B1B" w:rsidRPr="002420B5" w:rsidRDefault="000D1B1B" w:rsidP="00765723">
            <w:r w:rsidRPr="002420B5">
              <w:t xml:space="preserve"> (1/4 доля)</w:t>
            </w:r>
          </w:p>
          <w:p w:rsidR="000D1B1B" w:rsidRPr="002420B5" w:rsidRDefault="000D1B1B" w:rsidP="006F30DC"/>
          <w:p w:rsidR="000D1B1B" w:rsidRPr="002420B5" w:rsidRDefault="000D1B1B" w:rsidP="006F30DC">
            <w:r w:rsidRPr="002420B5">
              <w:t>1300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64</w:t>
            </w:r>
          </w:p>
          <w:p w:rsidR="000D1B1B" w:rsidRPr="002420B5" w:rsidRDefault="000D1B1B" w:rsidP="006F30DC">
            <w:r w:rsidRPr="002420B5">
              <w:t>(3/4 доли)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>
            <w:r w:rsidRPr="002420B5">
              <w:t>Россия</w:t>
            </w:r>
          </w:p>
          <w:p w:rsidR="000D1B1B" w:rsidRPr="002420B5" w:rsidRDefault="000D1B1B" w:rsidP="00765723"/>
          <w:p w:rsidR="000D1B1B" w:rsidRPr="002420B5" w:rsidRDefault="000D1B1B" w:rsidP="00765723"/>
          <w:p w:rsidR="000D1B1B" w:rsidRPr="002420B5" w:rsidRDefault="000D1B1B" w:rsidP="00765723">
            <w:r w:rsidRPr="002420B5">
              <w:t>Россия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Россия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Легковой автомобиль ВАЗ – 21213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>Легковой автомобиль ГАЗ 3110 Волга</w:t>
            </w:r>
          </w:p>
          <w:p w:rsidR="000D1B1B" w:rsidRPr="002420B5" w:rsidRDefault="000D1B1B" w:rsidP="006F30DC"/>
          <w:p w:rsidR="000D1B1B" w:rsidRPr="002420B5" w:rsidRDefault="000D1B1B" w:rsidP="006F30DC">
            <w:r w:rsidRPr="002420B5">
              <w:t>Нет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Нет</w:t>
            </w:r>
          </w:p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 xml:space="preserve">Земельный участок </w:t>
            </w:r>
          </w:p>
          <w:p w:rsidR="000D1B1B" w:rsidRPr="002420B5" w:rsidRDefault="000D1B1B" w:rsidP="006F30DC">
            <w:r w:rsidRPr="002420B5">
              <w:t xml:space="preserve">Жилой дом 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1300</w:t>
            </w:r>
          </w:p>
          <w:p w:rsidR="000D1B1B" w:rsidRPr="002420B5" w:rsidRDefault="000D1B1B" w:rsidP="006F30DC"/>
          <w:p w:rsidR="000D1B1B" w:rsidRPr="002420B5" w:rsidRDefault="000D1B1B" w:rsidP="006F30DC">
            <w:r w:rsidRPr="002420B5">
              <w:t>64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/>
          <w:p w:rsidR="000D1B1B" w:rsidRPr="002420B5" w:rsidRDefault="000D1B1B" w:rsidP="006F30DC">
            <w:r w:rsidRPr="002420B5">
              <w:t>Россия</w:t>
            </w:r>
          </w:p>
          <w:p w:rsidR="000D1B1B" w:rsidRPr="002420B5" w:rsidRDefault="000D1B1B" w:rsidP="006F30DC"/>
          <w:p w:rsidR="000D1B1B" w:rsidRPr="002420B5" w:rsidRDefault="000D1B1B" w:rsidP="006F30DC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Мазикина Галина Викторовна </w:t>
            </w: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Заместитель главы администрации Шляховского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229975,85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225932,80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 xml:space="preserve">Земельный участок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7500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58,1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5000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Россия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 xml:space="preserve">Легковой автомобиль ВАЗ – 2106 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 xml:space="preserve">Земельный участок </w:t>
            </w:r>
          </w:p>
          <w:p w:rsidR="000D1B1B" w:rsidRPr="002420B5" w:rsidRDefault="000D1B1B" w:rsidP="00717853"/>
          <w:p w:rsidR="000D1B1B" w:rsidRPr="002420B5" w:rsidRDefault="000D1B1B" w:rsidP="00717853">
            <w:r w:rsidRPr="002420B5">
              <w:t xml:space="preserve">Жилой дом 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7500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58,1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Россия</w:t>
            </w:r>
          </w:p>
          <w:p w:rsidR="000D1B1B" w:rsidRPr="002420B5" w:rsidRDefault="000D1B1B" w:rsidP="00717853"/>
          <w:p w:rsidR="000D1B1B" w:rsidRPr="002420B5" w:rsidRDefault="000D1B1B" w:rsidP="00717853"/>
          <w:p w:rsidR="000D1B1B" w:rsidRPr="002420B5" w:rsidRDefault="000D1B1B" w:rsidP="00717853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Рядинская</w:t>
            </w:r>
          </w:p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Елена Михайловна </w:t>
            </w:r>
          </w:p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>
            <w:r w:rsidRPr="002420B5">
              <w:t>супруг</w:t>
            </w:r>
          </w:p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>
            <w:r w:rsidRPr="002420B5">
              <w:t>дочь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Глава администрации Яблоновского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370152,57</w:t>
            </w:r>
          </w:p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>
            <w:r w:rsidRPr="002420B5">
              <w:t>210818,90</w:t>
            </w:r>
          </w:p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>
            <w:r w:rsidRPr="002420B5">
              <w:t>Нет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D32194"/>
          <w:p w:rsidR="000D1B1B" w:rsidRPr="002420B5" w:rsidRDefault="000D1B1B" w:rsidP="00D32194">
            <w:r w:rsidRPr="002420B5">
              <w:t>Нет</w:t>
            </w:r>
          </w:p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>
            <w:r w:rsidRPr="002420B5">
              <w:t>Нет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5000</w:t>
            </w:r>
          </w:p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>
            <w:r w:rsidRPr="002420B5">
              <w:t>39,3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>
            <w:r w:rsidRPr="002420B5">
              <w:t>Россия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>
            <w:r w:rsidRPr="002420B5">
              <w:t>Легковой автомобиль ВАЗ 21010</w:t>
            </w:r>
          </w:p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>
            <w:r w:rsidRPr="002420B5">
              <w:t>Нет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>
            <w:r w:rsidRPr="002420B5">
              <w:t xml:space="preserve">Жилой дом </w:t>
            </w:r>
          </w:p>
          <w:p w:rsidR="000D1B1B" w:rsidRPr="002420B5" w:rsidRDefault="000D1B1B" w:rsidP="00D32194"/>
          <w:p w:rsidR="000D1B1B" w:rsidRPr="002420B5" w:rsidRDefault="000D1B1B" w:rsidP="00D32194">
            <w:r w:rsidRPr="002420B5">
              <w:t xml:space="preserve">Земельный участок </w:t>
            </w:r>
          </w:p>
          <w:p w:rsidR="000D1B1B" w:rsidRPr="002420B5" w:rsidRDefault="000D1B1B" w:rsidP="009D3A55"/>
          <w:p w:rsidR="000D1B1B" w:rsidRPr="002420B5" w:rsidRDefault="000D1B1B" w:rsidP="009D3A55">
            <w:r w:rsidRPr="002420B5">
              <w:t xml:space="preserve">Жилой дом </w:t>
            </w:r>
          </w:p>
          <w:p w:rsidR="000D1B1B" w:rsidRPr="002420B5" w:rsidRDefault="000D1B1B" w:rsidP="009D3A55"/>
          <w:p w:rsidR="000D1B1B" w:rsidRPr="002420B5" w:rsidRDefault="000D1B1B" w:rsidP="009D3A55">
            <w:r w:rsidRPr="002420B5">
              <w:t xml:space="preserve">Земельный участок </w:t>
            </w:r>
          </w:p>
        </w:tc>
        <w:tc>
          <w:tcPr>
            <w:tcW w:w="1276" w:type="dxa"/>
          </w:tcPr>
          <w:p w:rsidR="000D1B1B" w:rsidRPr="002420B5" w:rsidRDefault="000D1B1B" w:rsidP="001B3BE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>
            <w:r w:rsidRPr="002420B5">
              <w:t>39,3</w:t>
            </w:r>
          </w:p>
          <w:p w:rsidR="000D1B1B" w:rsidRPr="002420B5" w:rsidRDefault="000D1B1B" w:rsidP="001B12DA"/>
          <w:p w:rsidR="000D1B1B" w:rsidRPr="002420B5" w:rsidRDefault="000D1B1B" w:rsidP="001B12DA">
            <w:r w:rsidRPr="002420B5">
              <w:t>5000</w:t>
            </w:r>
          </w:p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>
            <w:r w:rsidRPr="002420B5">
              <w:t>39,3</w:t>
            </w:r>
          </w:p>
          <w:p w:rsidR="000D1B1B" w:rsidRPr="002420B5" w:rsidRDefault="000D1B1B" w:rsidP="009D3A55"/>
          <w:p w:rsidR="000D1B1B" w:rsidRPr="002420B5" w:rsidRDefault="000D1B1B" w:rsidP="009D3A55">
            <w:r w:rsidRPr="002420B5">
              <w:t>5000</w:t>
            </w:r>
          </w:p>
        </w:tc>
        <w:tc>
          <w:tcPr>
            <w:tcW w:w="1418" w:type="dxa"/>
          </w:tcPr>
          <w:p w:rsidR="000D1B1B" w:rsidRPr="002420B5" w:rsidRDefault="000D1B1B" w:rsidP="001B3BE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/>
          <w:p w:rsidR="000D1B1B" w:rsidRPr="002420B5" w:rsidRDefault="000D1B1B" w:rsidP="00D32194">
            <w:r w:rsidRPr="002420B5">
              <w:t>Россия</w:t>
            </w:r>
          </w:p>
          <w:p w:rsidR="000D1B1B" w:rsidRPr="002420B5" w:rsidRDefault="000D1B1B" w:rsidP="001B12DA"/>
          <w:p w:rsidR="000D1B1B" w:rsidRPr="002420B5" w:rsidRDefault="000D1B1B" w:rsidP="001B12DA">
            <w:r w:rsidRPr="002420B5">
              <w:t>Россия</w:t>
            </w:r>
          </w:p>
          <w:p w:rsidR="000D1B1B" w:rsidRPr="002420B5" w:rsidRDefault="000D1B1B" w:rsidP="001B12DA"/>
          <w:p w:rsidR="000D1B1B" w:rsidRPr="002420B5" w:rsidRDefault="000D1B1B" w:rsidP="001B12DA"/>
          <w:p w:rsidR="000D1B1B" w:rsidRPr="002420B5" w:rsidRDefault="000D1B1B" w:rsidP="001B12DA">
            <w:r w:rsidRPr="002420B5">
              <w:t>Россия</w:t>
            </w:r>
          </w:p>
          <w:p w:rsidR="000D1B1B" w:rsidRPr="002420B5" w:rsidRDefault="000D1B1B" w:rsidP="009D3A55"/>
          <w:p w:rsidR="000D1B1B" w:rsidRPr="002420B5" w:rsidRDefault="000D1B1B" w:rsidP="009D3A55">
            <w:r w:rsidRPr="002420B5">
              <w:t>Россия</w:t>
            </w:r>
          </w:p>
        </w:tc>
      </w:tr>
      <w:tr w:rsidR="000D1B1B" w:rsidRPr="002420B5" w:rsidTr="008A7DC6">
        <w:trPr>
          <w:trHeight w:val="128"/>
        </w:trPr>
        <w:tc>
          <w:tcPr>
            <w:tcW w:w="1985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Зайцева Валентина Анатольевна 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супруг</w:t>
            </w:r>
          </w:p>
        </w:tc>
        <w:tc>
          <w:tcPr>
            <w:tcW w:w="2410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 xml:space="preserve">Ведущий специалист администрации Яблоновского сельского поселения </w:t>
            </w:r>
          </w:p>
        </w:tc>
        <w:tc>
          <w:tcPr>
            <w:tcW w:w="1417" w:type="dxa"/>
          </w:tcPr>
          <w:p w:rsidR="000D1B1B" w:rsidRPr="002420B5" w:rsidRDefault="000D1B1B" w:rsidP="001B3BE4">
            <w:pPr>
              <w:rPr>
                <w:bCs/>
              </w:rPr>
            </w:pPr>
            <w:r w:rsidRPr="002420B5">
              <w:rPr>
                <w:bCs/>
              </w:rPr>
              <w:t>274751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231526,7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Земельный участок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Квартира 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 xml:space="preserve">Земельный участок </w:t>
            </w:r>
          </w:p>
          <w:p w:rsidR="000D1B1B" w:rsidRPr="002420B5" w:rsidRDefault="000D1B1B" w:rsidP="002505E8"/>
          <w:p w:rsidR="000D1B1B" w:rsidRPr="002420B5" w:rsidRDefault="000D1B1B" w:rsidP="002505E8">
            <w:r w:rsidRPr="002420B5">
              <w:t xml:space="preserve">Земельный участок </w:t>
            </w:r>
          </w:p>
          <w:p w:rsidR="000D1B1B" w:rsidRPr="002420B5" w:rsidRDefault="000D1B1B" w:rsidP="002505E8"/>
          <w:p w:rsidR="000D1B1B" w:rsidRPr="002420B5" w:rsidRDefault="000D1B1B" w:rsidP="002505E8">
            <w:r w:rsidRPr="002420B5">
              <w:t xml:space="preserve">Земельный участок </w:t>
            </w:r>
          </w:p>
          <w:p w:rsidR="000D1B1B" w:rsidRPr="002420B5" w:rsidRDefault="000D1B1B" w:rsidP="002505E8"/>
          <w:p w:rsidR="000D1B1B" w:rsidRPr="002420B5" w:rsidRDefault="000D1B1B" w:rsidP="002505E8">
            <w:r w:rsidRPr="002420B5">
              <w:t>Земельный пай</w:t>
            </w:r>
          </w:p>
          <w:p w:rsidR="000D1B1B" w:rsidRPr="002420B5" w:rsidRDefault="000D1B1B" w:rsidP="002505E8"/>
          <w:p w:rsidR="000D1B1B" w:rsidRPr="002420B5" w:rsidRDefault="000D1B1B" w:rsidP="002505E8">
            <w:r w:rsidRPr="002420B5">
              <w:t>Земельный пай</w:t>
            </w:r>
          </w:p>
          <w:p w:rsidR="000D1B1B" w:rsidRPr="002420B5" w:rsidRDefault="000D1B1B" w:rsidP="002505E8"/>
          <w:p w:rsidR="000D1B1B" w:rsidRPr="002420B5" w:rsidRDefault="000D1B1B" w:rsidP="002505E8">
            <w:r w:rsidRPr="002420B5">
              <w:t>Земельный пай</w:t>
            </w:r>
          </w:p>
          <w:p w:rsidR="000D1B1B" w:rsidRPr="002420B5" w:rsidRDefault="000D1B1B" w:rsidP="002505E8"/>
          <w:p w:rsidR="000D1B1B" w:rsidRPr="002420B5" w:rsidRDefault="000D1B1B" w:rsidP="002505E8">
            <w:r w:rsidRPr="002420B5">
              <w:t xml:space="preserve">Жилой дом </w:t>
            </w:r>
          </w:p>
        </w:tc>
        <w:tc>
          <w:tcPr>
            <w:tcW w:w="1417" w:type="dxa"/>
          </w:tcPr>
          <w:p w:rsidR="000D1B1B" w:rsidRPr="002420B5" w:rsidRDefault="000D1B1B" w:rsidP="001B3BE4">
            <w:r w:rsidRPr="002420B5">
              <w:t>700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3600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40,7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1380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7600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2209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78000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39000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86000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70</w:t>
            </w:r>
          </w:p>
        </w:tc>
        <w:tc>
          <w:tcPr>
            <w:tcW w:w="1134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Россия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Россия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Россия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Россия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Россия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Россия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Россия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Россия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 xml:space="preserve">Россия </w:t>
            </w:r>
          </w:p>
        </w:tc>
        <w:tc>
          <w:tcPr>
            <w:tcW w:w="1843" w:type="dxa"/>
          </w:tcPr>
          <w:p w:rsidR="000D1B1B" w:rsidRPr="002420B5" w:rsidRDefault="000D1B1B" w:rsidP="001B3BE4">
            <w:r w:rsidRPr="002420B5">
              <w:t>Нет</w:t>
            </w:r>
          </w:p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/>
          <w:p w:rsidR="000D1B1B" w:rsidRPr="002420B5" w:rsidRDefault="000D1B1B" w:rsidP="002505E8">
            <w:r w:rsidRPr="002420B5">
              <w:t>Легковой автомобиль ВАЗ 21074</w:t>
            </w:r>
          </w:p>
          <w:p w:rsidR="000D1B1B" w:rsidRPr="002420B5" w:rsidRDefault="000D1B1B" w:rsidP="002505E8"/>
          <w:p w:rsidR="000D1B1B" w:rsidRPr="002420B5" w:rsidRDefault="000D1B1B" w:rsidP="002505E8">
            <w:r w:rsidRPr="002420B5">
              <w:t>Автоприцеп БЕЛАЗ 81201</w:t>
            </w:r>
          </w:p>
        </w:tc>
        <w:tc>
          <w:tcPr>
            <w:tcW w:w="1559" w:type="dxa"/>
          </w:tcPr>
          <w:p w:rsidR="000D1B1B" w:rsidRPr="002420B5" w:rsidRDefault="000D1B1B" w:rsidP="001B3BE4">
            <w:r w:rsidRPr="002420B5">
              <w:t xml:space="preserve">Жилой дом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1B3BE4"/>
          <w:p w:rsidR="000D1B1B" w:rsidRPr="002420B5" w:rsidRDefault="000D1B1B" w:rsidP="001B3BE4">
            <w:r w:rsidRPr="002420B5">
              <w:t xml:space="preserve">Земельный участок </w:t>
            </w:r>
          </w:p>
          <w:p w:rsidR="000D1B1B" w:rsidRPr="002420B5" w:rsidRDefault="000D1B1B" w:rsidP="002505E8">
            <w:r w:rsidRPr="002420B5">
              <w:t>Нет</w:t>
            </w:r>
          </w:p>
        </w:tc>
        <w:tc>
          <w:tcPr>
            <w:tcW w:w="1276" w:type="dxa"/>
          </w:tcPr>
          <w:p w:rsidR="000D1B1B" w:rsidRPr="002420B5" w:rsidRDefault="000D1B1B" w:rsidP="001B3BE4">
            <w:r w:rsidRPr="002420B5">
              <w:t>70</w:t>
            </w:r>
          </w:p>
          <w:p w:rsidR="000D1B1B" w:rsidRPr="002420B5" w:rsidRDefault="000D1B1B" w:rsidP="009D3A55"/>
          <w:p w:rsidR="000D1B1B" w:rsidRPr="002420B5" w:rsidRDefault="000D1B1B" w:rsidP="009D3A55">
            <w:r w:rsidRPr="002420B5">
              <w:t>1380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7600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2203</w:t>
            </w:r>
          </w:p>
        </w:tc>
        <w:tc>
          <w:tcPr>
            <w:tcW w:w="1418" w:type="dxa"/>
          </w:tcPr>
          <w:p w:rsidR="000D1B1B" w:rsidRPr="002420B5" w:rsidRDefault="000D1B1B" w:rsidP="001B3BE4">
            <w:r w:rsidRPr="002420B5">
              <w:t>Россия</w:t>
            </w:r>
          </w:p>
          <w:p w:rsidR="000D1B1B" w:rsidRPr="002420B5" w:rsidRDefault="000D1B1B" w:rsidP="009D3A55"/>
          <w:p w:rsidR="000D1B1B" w:rsidRPr="002420B5" w:rsidRDefault="000D1B1B" w:rsidP="009D3A55">
            <w:r w:rsidRPr="002420B5">
              <w:t>Россия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>Россия</w:t>
            </w:r>
          </w:p>
          <w:p w:rsidR="000D1B1B" w:rsidRPr="002420B5" w:rsidRDefault="000D1B1B" w:rsidP="009D3A55"/>
          <w:p w:rsidR="000D1B1B" w:rsidRPr="002420B5" w:rsidRDefault="000D1B1B" w:rsidP="009D3A55"/>
          <w:p w:rsidR="000D1B1B" w:rsidRPr="002420B5" w:rsidRDefault="000D1B1B" w:rsidP="009D3A55">
            <w:r w:rsidRPr="002420B5">
              <w:t xml:space="preserve">Россия </w:t>
            </w:r>
          </w:p>
        </w:tc>
      </w:tr>
    </w:tbl>
    <w:p w:rsidR="000D1B1B" w:rsidRPr="0093576F" w:rsidRDefault="000D1B1B" w:rsidP="00295851">
      <w:pPr>
        <w:rPr>
          <w:bCs/>
        </w:rPr>
      </w:pPr>
    </w:p>
    <w:sectPr w:rsidR="000D1B1B" w:rsidRPr="0093576F" w:rsidSect="00184022">
      <w:headerReference w:type="even" r:id="rId6"/>
      <w:headerReference w:type="default" r:id="rId7"/>
      <w:pgSz w:w="16838" w:h="11906" w:orient="landscape"/>
      <w:pgMar w:top="993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B1B" w:rsidRDefault="000D1B1B" w:rsidP="002A67B2">
      <w:r>
        <w:separator/>
      </w:r>
    </w:p>
  </w:endnote>
  <w:endnote w:type="continuationSeparator" w:id="0">
    <w:p w:rsidR="000D1B1B" w:rsidRDefault="000D1B1B" w:rsidP="002A6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B1B" w:rsidRDefault="000D1B1B" w:rsidP="002A67B2">
      <w:r>
        <w:separator/>
      </w:r>
    </w:p>
  </w:footnote>
  <w:footnote w:type="continuationSeparator" w:id="0">
    <w:p w:rsidR="000D1B1B" w:rsidRDefault="000D1B1B" w:rsidP="002A6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1B" w:rsidRDefault="000D1B1B" w:rsidP="001E75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1B1B" w:rsidRDefault="000D1B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1B" w:rsidRDefault="000D1B1B" w:rsidP="001E75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58</w:t>
    </w:r>
    <w:r>
      <w:rPr>
        <w:rStyle w:val="PageNumber"/>
      </w:rPr>
      <w:fldChar w:fldCharType="end"/>
    </w:r>
  </w:p>
  <w:p w:rsidR="000D1B1B" w:rsidRDefault="000D1B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8B1"/>
    <w:rsid w:val="0000102C"/>
    <w:rsid w:val="00013D1A"/>
    <w:rsid w:val="0001419E"/>
    <w:rsid w:val="00015231"/>
    <w:rsid w:val="0002101E"/>
    <w:rsid w:val="00023F6A"/>
    <w:rsid w:val="000243FC"/>
    <w:rsid w:val="0002509E"/>
    <w:rsid w:val="0002605C"/>
    <w:rsid w:val="0002754F"/>
    <w:rsid w:val="00030FDB"/>
    <w:rsid w:val="00031917"/>
    <w:rsid w:val="00042E10"/>
    <w:rsid w:val="00043191"/>
    <w:rsid w:val="00043640"/>
    <w:rsid w:val="000445DD"/>
    <w:rsid w:val="00046E9F"/>
    <w:rsid w:val="0005136F"/>
    <w:rsid w:val="000538B2"/>
    <w:rsid w:val="00053AED"/>
    <w:rsid w:val="00053CF8"/>
    <w:rsid w:val="000614C2"/>
    <w:rsid w:val="00064204"/>
    <w:rsid w:val="0006507F"/>
    <w:rsid w:val="00065909"/>
    <w:rsid w:val="00066860"/>
    <w:rsid w:val="00067C07"/>
    <w:rsid w:val="00070389"/>
    <w:rsid w:val="00072A0B"/>
    <w:rsid w:val="00074A34"/>
    <w:rsid w:val="00086454"/>
    <w:rsid w:val="000878AD"/>
    <w:rsid w:val="00090869"/>
    <w:rsid w:val="000938E1"/>
    <w:rsid w:val="00093CBC"/>
    <w:rsid w:val="00096860"/>
    <w:rsid w:val="000A15F5"/>
    <w:rsid w:val="000A2DB3"/>
    <w:rsid w:val="000B2BB3"/>
    <w:rsid w:val="000C0DEF"/>
    <w:rsid w:val="000C2117"/>
    <w:rsid w:val="000C2A44"/>
    <w:rsid w:val="000C3425"/>
    <w:rsid w:val="000C4986"/>
    <w:rsid w:val="000C78FA"/>
    <w:rsid w:val="000D1B1B"/>
    <w:rsid w:val="000D1F83"/>
    <w:rsid w:val="000D2CE0"/>
    <w:rsid w:val="000D33B4"/>
    <w:rsid w:val="000D4082"/>
    <w:rsid w:val="000D4A1E"/>
    <w:rsid w:val="000D7DC4"/>
    <w:rsid w:val="000E2720"/>
    <w:rsid w:val="000E70A1"/>
    <w:rsid w:val="000E74D3"/>
    <w:rsid w:val="000E785B"/>
    <w:rsid w:val="000F11DF"/>
    <w:rsid w:val="000F3C5B"/>
    <w:rsid w:val="000F3C67"/>
    <w:rsid w:val="000F4759"/>
    <w:rsid w:val="000F4C96"/>
    <w:rsid w:val="00105BE0"/>
    <w:rsid w:val="0010631D"/>
    <w:rsid w:val="0010651B"/>
    <w:rsid w:val="00107546"/>
    <w:rsid w:val="00114ED8"/>
    <w:rsid w:val="00117523"/>
    <w:rsid w:val="00117545"/>
    <w:rsid w:val="00124CE7"/>
    <w:rsid w:val="00125676"/>
    <w:rsid w:val="0012568B"/>
    <w:rsid w:val="00126B50"/>
    <w:rsid w:val="00137720"/>
    <w:rsid w:val="00140F55"/>
    <w:rsid w:val="001423A4"/>
    <w:rsid w:val="00143FBE"/>
    <w:rsid w:val="00147743"/>
    <w:rsid w:val="001502B5"/>
    <w:rsid w:val="00163B93"/>
    <w:rsid w:val="0017091B"/>
    <w:rsid w:val="00170EC6"/>
    <w:rsid w:val="001755CE"/>
    <w:rsid w:val="00175CC0"/>
    <w:rsid w:val="00175E05"/>
    <w:rsid w:val="00176C81"/>
    <w:rsid w:val="001771AD"/>
    <w:rsid w:val="00181FDD"/>
    <w:rsid w:val="00184022"/>
    <w:rsid w:val="00187970"/>
    <w:rsid w:val="00195429"/>
    <w:rsid w:val="00196DED"/>
    <w:rsid w:val="001A0BE0"/>
    <w:rsid w:val="001A36F6"/>
    <w:rsid w:val="001A658A"/>
    <w:rsid w:val="001A6AE8"/>
    <w:rsid w:val="001A7A5B"/>
    <w:rsid w:val="001B12DA"/>
    <w:rsid w:val="001B15ED"/>
    <w:rsid w:val="001B2564"/>
    <w:rsid w:val="001B3BE4"/>
    <w:rsid w:val="001B640C"/>
    <w:rsid w:val="001B64F4"/>
    <w:rsid w:val="001C0B98"/>
    <w:rsid w:val="001C13F2"/>
    <w:rsid w:val="001C5AD5"/>
    <w:rsid w:val="001D0250"/>
    <w:rsid w:val="001D0BC7"/>
    <w:rsid w:val="001D2DB7"/>
    <w:rsid w:val="001D4408"/>
    <w:rsid w:val="001D6079"/>
    <w:rsid w:val="001D6D99"/>
    <w:rsid w:val="001D7BDA"/>
    <w:rsid w:val="001E2CD9"/>
    <w:rsid w:val="001E48EF"/>
    <w:rsid w:val="001E50A4"/>
    <w:rsid w:val="001E75D8"/>
    <w:rsid w:val="001F1536"/>
    <w:rsid w:val="001F1750"/>
    <w:rsid w:val="001F192F"/>
    <w:rsid w:val="001F3F1A"/>
    <w:rsid w:val="001F3F7A"/>
    <w:rsid w:val="001F4E7E"/>
    <w:rsid w:val="001F7E8D"/>
    <w:rsid w:val="0020089B"/>
    <w:rsid w:val="002008F2"/>
    <w:rsid w:val="00200910"/>
    <w:rsid w:val="00202ED5"/>
    <w:rsid w:val="00207C59"/>
    <w:rsid w:val="00211B2C"/>
    <w:rsid w:val="00213A8C"/>
    <w:rsid w:val="00214FD4"/>
    <w:rsid w:val="002161D5"/>
    <w:rsid w:val="0021629A"/>
    <w:rsid w:val="002237C4"/>
    <w:rsid w:val="0023102D"/>
    <w:rsid w:val="0023175C"/>
    <w:rsid w:val="00235FC7"/>
    <w:rsid w:val="00236623"/>
    <w:rsid w:val="00241945"/>
    <w:rsid w:val="002420B5"/>
    <w:rsid w:val="00243278"/>
    <w:rsid w:val="00247F12"/>
    <w:rsid w:val="002505E8"/>
    <w:rsid w:val="002508E7"/>
    <w:rsid w:val="00250A21"/>
    <w:rsid w:val="002519FA"/>
    <w:rsid w:val="00255725"/>
    <w:rsid w:val="002563AE"/>
    <w:rsid w:val="002654B3"/>
    <w:rsid w:val="002679EF"/>
    <w:rsid w:val="00270A90"/>
    <w:rsid w:val="00272342"/>
    <w:rsid w:val="00273884"/>
    <w:rsid w:val="002767CD"/>
    <w:rsid w:val="00276A85"/>
    <w:rsid w:val="00277CD7"/>
    <w:rsid w:val="00280A7C"/>
    <w:rsid w:val="0028671B"/>
    <w:rsid w:val="0029179E"/>
    <w:rsid w:val="002919B0"/>
    <w:rsid w:val="002920CB"/>
    <w:rsid w:val="0029485B"/>
    <w:rsid w:val="00295851"/>
    <w:rsid w:val="00297C58"/>
    <w:rsid w:val="002A3D3E"/>
    <w:rsid w:val="002A46B4"/>
    <w:rsid w:val="002A67B2"/>
    <w:rsid w:val="002B035A"/>
    <w:rsid w:val="002B290E"/>
    <w:rsid w:val="002B5910"/>
    <w:rsid w:val="002C0FBC"/>
    <w:rsid w:val="002C1841"/>
    <w:rsid w:val="002C3708"/>
    <w:rsid w:val="002C424A"/>
    <w:rsid w:val="002C6353"/>
    <w:rsid w:val="002C7475"/>
    <w:rsid w:val="002D02E6"/>
    <w:rsid w:val="002D73C3"/>
    <w:rsid w:val="002D74FD"/>
    <w:rsid w:val="002D751A"/>
    <w:rsid w:val="002E5CDA"/>
    <w:rsid w:val="002E5E25"/>
    <w:rsid w:val="002E6253"/>
    <w:rsid w:val="002F10C3"/>
    <w:rsid w:val="002F2B14"/>
    <w:rsid w:val="002F650A"/>
    <w:rsid w:val="002F6892"/>
    <w:rsid w:val="002F7258"/>
    <w:rsid w:val="00304049"/>
    <w:rsid w:val="00305BD7"/>
    <w:rsid w:val="003067A0"/>
    <w:rsid w:val="00316634"/>
    <w:rsid w:val="00322AAD"/>
    <w:rsid w:val="00323385"/>
    <w:rsid w:val="00324360"/>
    <w:rsid w:val="00331BDB"/>
    <w:rsid w:val="00331D10"/>
    <w:rsid w:val="00331F15"/>
    <w:rsid w:val="00336470"/>
    <w:rsid w:val="00336604"/>
    <w:rsid w:val="003410D8"/>
    <w:rsid w:val="00341E5B"/>
    <w:rsid w:val="00342861"/>
    <w:rsid w:val="00345767"/>
    <w:rsid w:val="003526E7"/>
    <w:rsid w:val="00353CF7"/>
    <w:rsid w:val="00356E84"/>
    <w:rsid w:val="00366CD6"/>
    <w:rsid w:val="00372869"/>
    <w:rsid w:val="0037337F"/>
    <w:rsid w:val="0037445E"/>
    <w:rsid w:val="0037656C"/>
    <w:rsid w:val="00376A8E"/>
    <w:rsid w:val="00376E06"/>
    <w:rsid w:val="003862E6"/>
    <w:rsid w:val="00387E4E"/>
    <w:rsid w:val="0039510E"/>
    <w:rsid w:val="00397AE3"/>
    <w:rsid w:val="003A062E"/>
    <w:rsid w:val="003A19AB"/>
    <w:rsid w:val="003A287A"/>
    <w:rsid w:val="003A7A82"/>
    <w:rsid w:val="003B175A"/>
    <w:rsid w:val="003B2205"/>
    <w:rsid w:val="003B553C"/>
    <w:rsid w:val="003B575F"/>
    <w:rsid w:val="003C438C"/>
    <w:rsid w:val="003C51CF"/>
    <w:rsid w:val="003D071C"/>
    <w:rsid w:val="003D0AA2"/>
    <w:rsid w:val="003D1825"/>
    <w:rsid w:val="003D219B"/>
    <w:rsid w:val="003D2270"/>
    <w:rsid w:val="003D4048"/>
    <w:rsid w:val="003D4C91"/>
    <w:rsid w:val="003D5A3D"/>
    <w:rsid w:val="003E03B0"/>
    <w:rsid w:val="003E3934"/>
    <w:rsid w:val="003E4E1C"/>
    <w:rsid w:val="003E7C7C"/>
    <w:rsid w:val="003F11E9"/>
    <w:rsid w:val="003F5906"/>
    <w:rsid w:val="003F7ABB"/>
    <w:rsid w:val="00400767"/>
    <w:rsid w:val="004008E6"/>
    <w:rsid w:val="0040562B"/>
    <w:rsid w:val="00405656"/>
    <w:rsid w:val="00410606"/>
    <w:rsid w:val="004147E4"/>
    <w:rsid w:val="00414A2A"/>
    <w:rsid w:val="004168DA"/>
    <w:rsid w:val="00417011"/>
    <w:rsid w:val="00417323"/>
    <w:rsid w:val="00424295"/>
    <w:rsid w:val="00432474"/>
    <w:rsid w:val="00435493"/>
    <w:rsid w:val="00435A2C"/>
    <w:rsid w:val="00435F91"/>
    <w:rsid w:val="0043758C"/>
    <w:rsid w:val="0044239D"/>
    <w:rsid w:val="00443224"/>
    <w:rsid w:val="00445486"/>
    <w:rsid w:val="0045109F"/>
    <w:rsid w:val="0045545A"/>
    <w:rsid w:val="00457068"/>
    <w:rsid w:val="00464F46"/>
    <w:rsid w:val="00472131"/>
    <w:rsid w:val="00472D8E"/>
    <w:rsid w:val="004732F0"/>
    <w:rsid w:val="00473F1C"/>
    <w:rsid w:val="00475DF2"/>
    <w:rsid w:val="00476048"/>
    <w:rsid w:val="0047699F"/>
    <w:rsid w:val="00480983"/>
    <w:rsid w:val="00480AAE"/>
    <w:rsid w:val="00484DDA"/>
    <w:rsid w:val="00485B37"/>
    <w:rsid w:val="004907F9"/>
    <w:rsid w:val="00490D17"/>
    <w:rsid w:val="00494CF1"/>
    <w:rsid w:val="00496578"/>
    <w:rsid w:val="00497089"/>
    <w:rsid w:val="004A004E"/>
    <w:rsid w:val="004A01B2"/>
    <w:rsid w:val="004A2227"/>
    <w:rsid w:val="004A2C68"/>
    <w:rsid w:val="004A4D31"/>
    <w:rsid w:val="004A5DC0"/>
    <w:rsid w:val="004A6DFF"/>
    <w:rsid w:val="004A73B6"/>
    <w:rsid w:val="004B3209"/>
    <w:rsid w:val="004B45D4"/>
    <w:rsid w:val="004B4E7E"/>
    <w:rsid w:val="004B6430"/>
    <w:rsid w:val="004B6455"/>
    <w:rsid w:val="004C1EB1"/>
    <w:rsid w:val="004C5D5B"/>
    <w:rsid w:val="004D323C"/>
    <w:rsid w:val="004D63BD"/>
    <w:rsid w:val="004D6588"/>
    <w:rsid w:val="004E4B29"/>
    <w:rsid w:val="004E4C51"/>
    <w:rsid w:val="004E4E04"/>
    <w:rsid w:val="004E4F5C"/>
    <w:rsid w:val="004E527E"/>
    <w:rsid w:val="004E7361"/>
    <w:rsid w:val="004F2F28"/>
    <w:rsid w:val="004F4226"/>
    <w:rsid w:val="004F64E1"/>
    <w:rsid w:val="00501DFB"/>
    <w:rsid w:val="005034D1"/>
    <w:rsid w:val="00512D22"/>
    <w:rsid w:val="00513837"/>
    <w:rsid w:val="00513E9B"/>
    <w:rsid w:val="005200F5"/>
    <w:rsid w:val="005213D1"/>
    <w:rsid w:val="00522984"/>
    <w:rsid w:val="00524B76"/>
    <w:rsid w:val="005350E4"/>
    <w:rsid w:val="00536C63"/>
    <w:rsid w:val="005460C2"/>
    <w:rsid w:val="00546B1E"/>
    <w:rsid w:val="00551DC2"/>
    <w:rsid w:val="005543A4"/>
    <w:rsid w:val="00556EED"/>
    <w:rsid w:val="00557F0C"/>
    <w:rsid w:val="005622DF"/>
    <w:rsid w:val="00562633"/>
    <w:rsid w:val="0056781A"/>
    <w:rsid w:val="00571F55"/>
    <w:rsid w:val="00572014"/>
    <w:rsid w:val="00574D5C"/>
    <w:rsid w:val="005871CF"/>
    <w:rsid w:val="00592F4A"/>
    <w:rsid w:val="005935D1"/>
    <w:rsid w:val="00596560"/>
    <w:rsid w:val="005A1818"/>
    <w:rsid w:val="005A5FD8"/>
    <w:rsid w:val="005A6412"/>
    <w:rsid w:val="005A6CAF"/>
    <w:rsid w:val="005B40D8"/>
    <w:rsid w:val="005B63D7"/>
    <w:rsid w:val="005B7706"/>
    <w:rsid w:val="005C16FE"/>
    <w:rsid w:val="005C5116"/>
    <w:rsid w:val="005D621B"/>
    <w:rsid w:val="005E00E0"/>
    <w:rsid w:val="005E1A1D"/>
    <w:rsid w:val="005E1DDD"/>
    <w:rsid w:val="005E2B51"/>
    <w:rsid w:val="005E3EC7"/>
    <w:rsid w:val="005E50AF"/>
    <w:rsid w:val="005E5FBE"/>
    <w:rsid w:val="005E7EDB"/>
    <w:rsid w:val="005F3B79"/>
    <w:rsid w:val="005F632C"/>
    <w:rsid w:val="00600BFA"/>
    <w:rsid w:val="00600E2C"/>
    <w:rsid w:val="0060128B"/>
    <w:rsid w:val="0060739C"/>
    <w:rsid w:val="00607804"/>
    <w:rsid w:val="00607B05"/>
    <w:rsid w:val="006115ED"/>
    <w:rsid w:val="006162F8"/>
    <w:rsid w:val="00623224"/>
    <w:rsid w:val="00624002"/>
    <w:rsid w:val="00631729"/>
    <w:rsid w:val="006320CA"/>
    <w:rsid w:val="006321BE"/>
    <w:rsid w:val="006341D9"/>
    <w:rsid w:val="00635C85"/>
    <w:rsid w:val="0064029A"/>
    <w:rsid w:val="00644513"/>
    <w:rsid w:val="00647BB7"/>
    <w:rsid w:val="00656737"/>
    <w:rsid w:val="00657AD9"/>
    <w:rsid w:val="00657F27"/>
    <w:rsid w:val="0066382B"/>
    <w:rsid w:val="00663C32"/>
    <w:rsid w:val="00665153"/>
    <w:rsid w:val="00665807"/>
    <w:rsid w:val="006721C5"/>
    <w:rsid w:val="00673F0A"/>
    <w:rsid w:val="00680F8B"/>
    <w:rsid w:val="006833A2"/>
    <w:rsid w:val="00687670"/>
    <w:rsid w:val="00690B40"/>
    <w:rsid w:val="00693BCD"/>
    <w:rsid w:val="00694486"/>
    <w:rsid w:val="006A43F2"/>
    <w:rsid w:val="006A739C"/>
    <w:rsid w:val="006A7A78"/>
    <w:rsid w:val="006B1F34"/>
    <w:rsid w:val="006B2370"/>
    <w:rsid w:val="006B3F32"/>
    <w:rsid w:val="006C7156"/>
    <w:rsid w:val="006D0DEE"/>
    <w:rsid w:val="006D72E9"/>
    <w:rsid w:val="006E4003"/>
    <w:rsid w:val="006F258E"/>
    <w:rsid w:val="006F30DC"/>
    <w:rsid w:val="006F53D3"/>
    <w:rsid w:val="0070262C"/>
    <w:rsid w:val="00710F2D"/>
    <w:rsid w:val="007117C0"/>
    <w:rsid w:val="00716566"/>
    <w:rsid w:val="00717853"/>
    <w:rsid w:val="0071797F"/>
    <w:rsid w:val="007247C7"/>
    <w:rsid w:val="00724EB7"/>
    <w:rsid w:val="007265DF"/>
    <w:rsid w:val="00731895"/>
    <w:rsid w:val="0073604C"/>
    <w:rsid w:val="00753E79"/>
    <w:rsid w:val="00756CA3"/>
    <w:rsid w:val="007627D4"/>
    <w:rsid w:val="00765003"/>
    <w:rsid w:val="00765723"/>
    <w:rsid w:val="0076670F"/>
    <w:rsid w:val="00767609"/>
    <w:rsid w:val="00767E9E"/>
    <w:rsid w:val="007717D5"/>
    <w:rsid w:val="00771F8E"/>
    <w:rsid w:val="00781E86"/>
    <w:rsid w:val="00782AF0"/>
    <w:rsid w:val="00782D9F"/>
    <w:rsid w:val="007839A1"/>
    <w:rsid w:val="00784384"/>
    <w:rsid w:val="00785B80"/>
    <w:rsid w:val="00790F3B"/>
    <w:rsid w:val="00792A3B"/>
    <w:rsid w:val="00794494"/>
    <w:rsid w:val="00794DF0"/>
    <w:rsid w:val="0079755B"/>
    <w:rsid w:val="007A0149"/>
    <w:rsid w:val="007A0AE0"/>
    <w:rsid w:val="007A0D88"/>
    <w:rsid w:val="007A2EB2"/>
    <w:rsid w:val="007A56F4"/>
    <w:rsid w:val="007A6A25"/>
    <w:rsid w:val="007B0EFC"/>
    <w:rsid w:val="007B1889"/>
    <w:rsid w:val="007B344A"/>
    <w:rsid w:val="007B7728"/>
    <w:rsid w:val="007C7088"/>
    <w:rsid w:val="007D1A29"/>
    <w:rsid w:val="007D34DD"/>
    <w:rsid w:val="007D46BD"/>
    <w:rsid w:val="007D54B9"/>
    <w:rsid w:val="007D594F"/>
    <w:rsid w:val="007D6F66"/>
    <w:rsid w:val="007E4655"/>
    <w:rsid w:val="007E7CA2"/>
    <w:rsid w:val="007F1606"/>
    <w:rsid w:val="007F2A79"/>
    <w:rsid w:val="007F3F13"/>
    <w:rsid w:val="007F41A3"/>
    <w:rsid w:val="007F42F9"/>
    <w:rsid w:val="007F5AD2"/>
    <w:rsid w:val="008004B6"/>
    <w:rsid w:val="008008B1"/>
    <w:rsid w:val="00802E1B"/>
    <w:rsid w:val="00804A9B"/>
    <w:rsid w:val="00805C07"/>
    <w:rsid w:val="00810753"/>
    <w:rsid w:val="00811BF8"/>
    <w:rsid w:val="00813459"/>
    <w:rsid w:val="0081529F"/>
    <w:rsid w:val="00817E63"/>
    <w:rsid w:val="008356FF"/>
    <w:rsid w:val="008362D8"/>
    <w:rsid w:val="00850B6C"/>
    <w:rsid w:val="00851C73"/>
    <w:rsid w:val="0085298F"/>
    <w:rsid w:val="008539D7"/>
    <w:rsid w:val="00861838"/>
    <w:rsid w:val="00863EA6"/>
    <w:rsid w:val="0086472B"/>
    <w:rsid w:val="00866691"/>
    <w:rsid w:val="00867F62"/>
    <w:rsid w:val="00873650"/>
    <w:rsid w:val="00875035"/>
    <w:rsid w:val="008816E0"/>
    <w:rsid w:val="00884F87"/>
    <w:rsid w:val="008854A4"/>
    <w:rsid w:val="008859E2"/>
    <w:rsid w:val="00885E43"/>
    <w:rsid w:val="00886C79"/>
    <w:rsid w:val="00887089"/>
    <w:rsid w:val="00887398"/>
    <w:rsid w:val="008A0954"/>
    <w:rsid w:val="008A3A9D"/>
    <w:rsid w:val="008A3DA2"/>
    <w:rsid w:val="008A50C3"/>
    <w:rsid w:val="008A7DC6"/>
    <w:rsid w:val="008B120B"/>
    <w:rsid w:val="008B31A3"/>
    <w:rsid w:val="008B5065"/>
    <w:rsid w:val="008B68BE"/>
    <w:rsid w:val="008C03A1"/>
    <w:rsid w:val="008C36AC"/>
    <w:rsid w:val="008C4116"/>
    <w:rsid w:val="008C5A7A"/>
    <w:rsid w:val="008C6371"/>
    <w:rsid w:val="008C78F3"/>
    <w:rsid w:val="008D0BE5"/>
    <w:rsid w:val="008D2F32"/>
    <w:rsid w:val="008D49B5"/>
    <w:rsid w:val="008E1384"/>
    <w:rsid w:val="008E1C31"/>
    <w:rsid w:val="008E6DE5"/>
    <w:rsid w:val="008E7B7C"/>
    <w:rsid w:val="008F13E7"/>
    <w:rsid w:val="009007D2"/>
    <w:rsid w:val="009032F4"/>
    <w:rsid w:val="009054FA"/>
    <w:rsid w:val="00906B94"/>
    <w:rsid w:val="00910F47"/>
    <w:rsid w:val="0091145B"/>
    <w:rsid w:val="00911528"/>
    <w:rsid w:val="00913820"/>
    <w:rsid w:val="00916D14"/>
    <w:rsid w:val="00921063"/>
    <w:rsid w:val="009269E2"/>
    <w:rsid w:val="00927262"/>
    <w:rsid w:val="00933A2D"/>
    <w:rsid w:val="009340AA"/>
    <w:rsid w:val="009349B2"/>
    <w:rsid w:val="0093576F"/>
    <w:rsid w:val="00935AA2"/>
    <w:rsid w:val="00935C7A"/>
    <w:rsid w:val="0093634A"/>
    <w:rsid w:val="0093680A"/>
    <w:rsid w:val="009405DA"/>
    <w:rsid w:val="00941C39"/>
    <w:rsid w:val="00943301"/>
    <w:rsid w:val="0094340F"/>
    <w:rsid w:val="009466A2"/>
    <w:rsid w:val="00960829"/>
    <w:rsid w:val="00961842"/>
    <w:rsid w:val="0096468D"/>
    <w:rsid w:val="00965831"/>
    <w:rsid w:val="00966300"/>
    <w:rsid w:val="00967731"/>
    <w:rsid w:val="00967AD3"/>
    <w:rsid w:val="00967C3A"/>
    <w:rsid w:val="009754A7"/>
    <w:rsid w:val="00975FA2"/>
    <w:rsid w:val="00983DD5"/>
    <w:rsid w:val="00984E8F"/>
    <w:rsid w:val="0098511E"/>
    <w:rsid w:val="00993900"/>
    <w:rsid w:val="009948A7"/>
    <w:rsid w:val="0099570D"/>
    <w:rsid w:val="00995BF8"/>
    <w:rsid w:val="009976DC"/>
    <w:rsid w:val="00997774"/>
    <w:rsid w:val="009A32E1"/>
    <w:rsid w:val="009B0A34"/>
    <w:rsid w:val="009B37CD"/>
    <w:rsid w:val="009B600F"/>
    <w:rsid w:val="009C1DE8"/>
    <w:rsid w:val="009C3762"/>
    <w:rsid w:val="009D3A55"/>
    <w:rsid w:val="009D5913"/>
    <w:rsid w:val="009D75C6"/>
    <w:rsid w:val="009E45B4"/>
    <w:rsid w:val="009E55DA"/>
    <w:rsid w:val="009F115D"/>
    <w:rsid w:val="009F3870"/>
    <w:rsid w:val="009F45D4"/>
    <w:rsid w:val="00A03351"/>
    <w:rsid w:val="00A03A93"/>
    <w:rsid w:val="00A04252"/>
    <w:rsid w:val="00A046A0"/>
    <w:rsid w:val="00A04AB8"/>
    <w:rsid w:val="00A06B19"/>
    <w:rsid w:val="00A104E6"/>
    <w:rsid w:val="00A160B3"/>
    <w:rsid w:val="00A2172E"/>
    <w:rsid w:val="00A21F8E"/>
    <w:rsid w:val="00A222B9"/>
    <w:rsid w:val="00A27373"/>
    <w:rsid w:val="00A27E4F"/>
    <w:rsid w:val="00A30BED"/>
    <w:rsid w:val="00A34878"/>
    <w:rsid w:val="00A35172"/>
    <w:rsid w:val="00A35456"/>
    <w:rsid w:val="00A360D5"/>
    <w:rsid w:val="00A36170"/>
    <w:rsid w:val="00A36F65"/>
    <w:rsid w:val="00A4231D"/>
    <w:rsid w:val="00A44940"/>
    <w:rsid w:val="00A512AE"/>
    <w:rsid w:val="00A51E88"/>
    <w:rsid w:val="00A53233"/>
    <w:rsid w:val="00A54EA1"/>
    <w:rsid w:val="00A55628"/>
    <w:rsid w:val="00A559EB"/>
    <w:rsid w:val="00A57DDD"/>
    <w:rsid w:val="00A605A3"/>
    <w:rsid w:val="00A6242B"/>
    <w:rsid w:val="00A71704"/>
    <w:rsid w:val="00A76B67"/>
    <w:rsid w:val="00A77367"/>
    <w:rsid w:val="00A77892"/>
    <w:rsid w:val="00A81E34"/>
    <w:rsid w:val="00A8203F"/>
    <w:rsid w:val="00A831A1"/>
    <w:rsid w:val="00A834C7"/>
    <w:rsid w:val="00A85179"/>
    <w:rsid w:val="00A867E1"/>
    <w:rsid w:val="00A87019"/>
    <w:rsid w:val="00A935A0"/>
    <w:rsid w:val="00A96639"/>
    <w:rsid w:val="00A9771A"/>
    <w:rsid w:val="00AA15C5"/>
    <w:rsid w:val="00AA1D9D"/>
    <w:rsid w:val="00AA44B9"/>
    <w:rsid w:val="00AA5AC0"/>
    <w:rsid w:val="00AA72F9"/>
    <w:rsid w:val="00AB38EE"/>
    <w:rsid w:val="00AB39A1"/>
    <w:rsid w:val="00AC2C79"/>
    <w:rsid w:val="00AC4BC5"/>
    <w:rsid w:val="00AC56BB"/>
    <w:rsid w:val="00AC7F49"/>
    <w:rsid w:val="00AD32FB"/>
    <w:rsid w:val="00AD72A3"/>
    <w:rsid w:val="00AD79E3"/>
    <w:rsid w:val="00AE2540"/>
    <w:rsid w:val="00AF0703"/>
    <w:rsid w:val="00AF082E"/>
    <w:rsid w:val="00AF15DB"/>
    <w:rsid w:val="00AF4C9B"/>
    <w:rsid w:val="00AF4CC3"/>
    <w:rsid w:val="00AF5FCB"/>
    <w:rsid w:val="00AF6653"/>
    <w:rsid w:val="00AF699D"/>
    <w:rsid w:val="00B052CE"/>
    <w:rsid w:val="00B065C8"/>
    <w:rsid w:val="00B067FF"/>
    <w:rsid w:val="00B068D6"/>
    <w:rsid w:val="00B100C3"/>
    <w:rsid w:val="00B1028B"/>
    <w:rsid w:val="00B108E9"/>
    <w:rsid w:val="00B11DE6"/>
    <w:rsid w:val="00B14263"/>
    <w:rsid w:val="00B15CD8"/>
    <w:rsid w:val="00B205F1"/>
    <w:rsid w:val="00B21126"/>
    <w:rsid w:val="00B21C9F"/>
    <w:rsid w:val="00B22662"/>
    <w:rsid w:val="00B2346E"/>
    <w:rsid w:val="00B2578B"/>
    <w:rsid w:val="00B30223"/>
    <w:rsid w:val="00B3398F"/>
    <w:rsid w:val="00B347E9"/>
    <w:rsid w:val="00B371F2"/>
    <w:rsid w:val="00B3784D"/>
    <w:rsid w:val="00B40586"/>
    <w:rsid w:val="00B47EA0"/>
    <w:rsid w:val="00B5231B"/>
    <w:rsid w:val="00B53239"/>
    <w:rsid w:val="00B55EBC"/>
    <w:rsid w:val="00B5610A"/>
    <w:rsid w:val="00B60E01"/>
    <w:rsid w:val="00B612A0"/>
    <w:rsid w:val="00B62CAD"/>
    <w:rsid w:val="00B62DFD"/>
    <w:rsid w:val="00B71DF5"/>
    <w:rsid w:val="00B72075"/>
    <w:rsid w:val="00B77DC0"/>
    <w:rsid w:val="00B80F0B"/>
    <w:rsid w:val="00B81731"/>
    <w:rsid w:val="00B90F82"/>
    <w:rsid w:val="00B95A25"/>
    <w:rsid w:val="00B960B4"/>
    <w:rsid w:val="00BA016D"/>
    <w:rsid w:val="00BA18D4"/>
    <w:rsid w:val="00BA3660"/>
    <w:rsid w:val="00BA3A22"/>
    <w:rsid w:val="00BA570F"/>
    <w:rsid w:val="00BA5997"/>
    <w:rsid w:val="00BA6798"/>
    <w:rsid w:val="00BB00BD"/>
    <w:rsid w:val="00BB047F"/>
    <w:rsid w:val="00BB15AD"/>
    <w:rsid w:val="00BC3069"/>
    <w:rsid w:val="00BC346B"/>
    <w:rsid w:val="00BC395E"/>
    <w:rsid w:val="00BC41A5"/>
    <w:rsid w:val="00BD5564"/>
    <w:rsid w:val="00BD6D3D"/>
    <w:rsid w:val="00BF03F9"/>
    <w:rsid w:val="00BF27C4"/>
    <w:rsid w:val="00BF2E95"/>
    <w:rsid w:val="00BF49F4"/>
    <w:rsid w:val="00BF5402"/>
    <w:rsid w:val="00BF6C9B"/>
    <w:rsid w:val="00BF73F8"/>
    <w:rsid w:val="00C01581"/>
    <w:rsid w:val="00C05645"/>
    <w:rsid w:val="00C05BF7"/>
    <w:rsid w:val="00C06CF8"/>
    <w:rsid w:val="00C07E7E"/>
    <w:rsid w:val="00C1045B"/>
    <w:rsid w:val="00C15D7F"/>
    <w:rsid w:val="00C16A4E"/>
    <w:rsid w:val="00C21549"/>
    <w:rsid w:val="00C21EE3"/>
    <w:rsid w:val="00C24E9D"/>
    <w:rsid w:val="00C25C41"/>
    <w:rsid w:val="00C302AE"/>
    <w:rsid w:val="00C31BD4"/>
    <w:rsid w:val="00C32B21"/>
    <w:rsid w:val="00C3343A"/>
    <w:rsid w:val="00C34204"/>
    <w:rsid w:val="00C34463"/>
    <w:rsid w:val="00C355E9"/>
    <w:rsid w:val="00C37DE9"/>
    <w:rsid w:val="00C41714"/>
    <w:rsid w:val="00C42584"/>
    <w:rsid w:val="00C45C8D"/>
    <w:rsid w:val="00C50001"/>
    <w:rsid w:val="00C503A7"/>
    <w:rsid w:val="00C51890"/>
    <w:rsid w:val="00C51B59"/>
    <w:rsid w:val="00C551AC"/>
    <w:rsid w:val="00C5777A"/>
    <w:rsid w:val="00C634E6"/>
    <w:rsid w:val="00C642C0"/>
    <w:rsid w:val="00C64690"/>
    <w:rsid w:val="00C64DCC"/>
    <w:rsid w:val="00C742CC"/>
    <w:rsid w:val="00C77F8F"/>
    <w:rsid w:val="00C80FB3"/>
    <w:rsid w:val="00C82CBA"/>
    <w:rsid w:val="00C962CB"/>
    <w:rsid w:val="00C96C29"/>
    <w:rsid w:val="00CA1348"/>
    <w:rsid w:val="00CA35BA"/>
    <w:rsid w:val="00CA58F6"/>
    <w:rsid w:val="00CA5E74"/>
    <w:rsid w:val="00CA5F75"/>
    <w:rsid w:val="00CB1897"/>
    <w:rsid w:val="00CC09E5"/>
    <w:rsid w:val="00CC6E29"/>
    <w:rsid w:val="00CD06E9"/>
    <w:rsid w:val="00CD29A7"/>
    <w:rsid w:val="00CE1199"/>
    <w:rsid w:val="00CE4B91"/>
    <w:rsid w:val="00CE5788"/>
    <w:rsid w:val="00CE7695"/>
    <w:rsid w:val="00CF10F4"/>
    <w:rsid w:val="00CF128F"/>
    <w:rsid w:val="00CF1F2C"/>
    <w:rsid w:val="00CF25C3"/>
    <w:rsid w:val="00CF2668"/>
    <w:rsid w:val="00D02BEE"/>
    <w:rsid w:val="00D04139"/>
    <w:rsid w:val="00D07A8A"/>
    <w:rsid w:val="00D07BCC"/>
    <w:rsid w:val="00D17476"/>
    <w:rsid w:val="00D204D9"/>
    <w:rsid w:val="00D212F0"/>
    <w:rsid w:val="00D218E4"/>
    <w:rsid w:val="00D22987"/>
    <w:rsid w:val="00D24981"/>
    <w:rsid w:val="00D24CE5"/>
    <w:rsid w:val="00D272B5"/>
    <w:rsid w:val="00D30262"/>
    <w:rsid w:val="00D32194"/>
    <w:rsid w:val="00D345E7"/>
    <w:rsid w:val="00D41AC0"/>
    <w:rsid w:val="00D46316"/>
    <w:rsid w:val="00D46857"/>
    <w:rsid w:val="00D50B5D"/>
    <w:rsid w:val="00D522EC"/>
    <w:rsid w:val="00D5373E"/>
    <w:rsid w:val="00D56749"/>
    <w:rsid w:val="00D56F8C"/>
    <w:rsid w:val="00D60BC9"/>
    <w:rsid w:val="00D620EB"/>
    <w:rsid w:val="00D65302"/>
    <w:rsid w:val="00D65548"/>
    <w:rsid w:val="00D6698F"/>
    <w:rsid w:val="00D67383"/>
    <w:rsid w:val="00D705C1"/>
    <w:rsid w:val="00D70B6B"/>
    <w:rsid w:val="00D7293F"/>
    <w:rsid w:val="00D729C4"/>
    <w:rsid w:val="00D7395D"/>
    <w:rsid w:val="00D7548C"/>
    <w:rsid w:val="00D80C3A"/>
    <w:rsid w:val="00D864C8"/>
    <w:rsid w:val="00D8776F"/>
    <w:rsid w:val="00D902BB"/>
    <w:rsid w:val="00D90F02"/>
    <w:rsid w:val="00D962FD"/>
    <w:rsid w:val="00DA147E"/>
    <w:rsid w:val="00DA3AF1"/>
    <w:rsid w:val="00DA6403"/>
    <w:rsid w:val="00DA7579"/>
    <w:rsid w:val="00DB0B34"/>
    <w:rsid w:val="00DB7BB6"/>
    <w:rsid w:val="00DC09FB"/>
    <w:rsid w:val="00DC1878"/>
    <w:rsid w:val="00DC4F84"/>
    <w:rsid w:val="00DC623A"/>
    <w:rsid w:val="00DC7A89"/>
    <w:rsid w:val="00DD4573"/>
    <w:rsid w:val="00DD551A"/>
    <w:rsid w:val="00DD77A4"/>
    <w:rsid w:val="00DE137F"/>
    <w:rsid w:val="00DE19F3"/>
    <w:rsid w:val="00DE1EA1"/>
    <w:rsid w:val="00DE1FDA"/>
    <w:rsid w:val="00DE3A5E"/>
    <w:rsid w:val="00DE5783"/>
    <w:rsid w:val="00DF1622"/>
    <w:rsid w:val="00DF28CB"/>
    <w:rsid w:val="00DF2C79"/>
    <w:rsid w:val="00DF2E03"/>
    <w:rsid w:val="00DF4428"/>
    <w:rsid w:val="00DF5298"/>
    <w:rsid w:val="00DF5E2D"/>
    <w:rsid w:val="00E01CB5"/>
    <w:rsid w:val="00E02477"/>
    <w:rsid w:val="00E03AE2"/>
    <w:rsid w:val="00E04544"/>
    <w:rsid w:val="00E05BD4"/>
    <w:rsid w:val="00E06A31"/>
    <w:rsid w:val="00E106CA"/>
    <w:rsid w:val="00E215D9"/>
    <w:rsid w:val="00E21E74"/>
    <w:rsid w:val="00E22B69"/>
    <w:rsid w:val="00E233A5"/>
    <w:rsid w:val="00E2673E"/>
    <w:rsid w:val="00E27397"/>
    <w:rsid w:val="00E27641"/>
    <w:rsid w:val="00E30E98"/>
    <w:rsid w:val="00E31B0E"/>
    <w:rsid w:val="00E33444"/>
    <w:rsid w:val="00E33C7B"/>
    <w:rsid w:val="00E40F4D"/>
    <w:rsid w:val="00E42EC5"/>
    <w:rsid w:val="00E470C3"/>
    <w:rsid w:val="00E47B7A"/>
    <w:rsid w:val="00E50D1C"/>
    <w:rsid w:val="00E51F24"/>
    <w:rsid w:val="00E52ADA"/>
    <w:rsid w:val="00E57D8D"/>
    <w:rsid w:val="00E710DB"/>
    <w:rsid w:val="00E73776"/>
    <w:rsid w:val="00E81708"/>
    <w:rsid w:val="00E8369A"/>
    <w:rsid w:val="00E839B8"/>
    <w:rsid w:val="00E8413C"/>
    <w:rsid w:val="00E84652"/>
    <w:rsid w:val="00E85EEC"/>
    <w:rsid w:val="00E92080"/>
    <w:rsid w:val="00E94569"/>
    <w:rsid w:val="00E966AD"/>
    <w:rsid w:val="00E972CA"/>
    <w:rsid w:val="00E97A73"/>
    <w:rsid w:val="00EA3848"/>
    <w:rsid w:val="00EA49D5"/>
    <w:rsid w:val="00EA5258"/>
    <w:rsid w:val="00EA52DB"/>
    <w:rsid w:val="00EA7AC4"/>
    <w:rsid w:val="00EB25F9"/>
    <w:rsid w:val="00EB3081"/>
    <w:rsid w:val="00EB60B2"/>
    <w:rsid w:val="00EB63B4"/>
    <w:rsid w:val="00EC317A"/>
    <w:rsid w:val="00EC4CC0"/>
    <w:rsid w:val="00ED06D5"/>
    <w:rsid w:val="00ED67B2"/>
    <w:rsid w:val="00ED6BE2"/>
    <w:rsid w:val="00ED7D6E"/>
    <w:rsid w:val="00EE0528"/>
    <w:rsid w:val="00EE07CB"/>
    <w:rsid w:val="00EF046F"/>
    <w:rsid w:val="00EF230C"/>
    <w:rsid w:val="00EF3113"/>
    <w:rsid w:val="00EF4781"/>
    <w:rsid w:val="00EF4AA9"/>
    <w:rsid w:val="00EF61D9"/>
    <w:rsid w:val="00F0366C"/>
    <w:rsid w:val="00F04488"/>
    <w:rsid w:val="00F12956"/>
    <w:rsid w:val="00F35938"/>
    <w:rsid w:val="00F40BAA"/>
    <w:rsid w:val="00F4201B"/>
    <w:rsid w:val="00F4471B"/>
    <w:rsid w:val="00F479B3"/>
    <w:rsid w:val="00F5252F"/>
    <w:rsid w:val="00F570C7"/>
    <w:rsid w:val="00F57D14"/>
    <w:rsid w:val="00F6003A"/>
    <w:rsid w:val="00F636AA"/>
    <w:rsid w:val="00F65E45"/>
    <w:rsid w:val="00F727F2"/>
    <w:rsid w:val="00F73F1B"/>
    <w:rsid w:val="00F7526B"/>
    <w:rsid w:val="00F80289"/>
    <w:rsid w:val="00F86D9A"/>
    <w:rsid w:val="00F87D3F"/>
    <w:rsid w:val="00F91C10"/>
    <w:rsid w:val="00F93340"/>
    <w:rsid w:val="00F943D0"/>
    <w:rsid w:val="00F97167"/>
    <w:rsid w:val="00F9746C"/>
    <w:rsid w:val="00FA202A"/>
    <w:rsid w:val="00FA4792"/>
    <w:rsid w:val="00FA68A0"/>
    <w:rsid w:val="00FA7289"/>
    <w:rsid w:val="00FA75F1"/>
    <w:rsid w:val="00FB2E86"/>
    <w:rsid w:val="00FC11C9"/>
    <w:rsid w:val="00FC124E"/>
    <w:rsid w:val="00FC1BE2"/>
    <w:rsid w:val="00FC4ECF"/>
    <w:rsid w:val="00FC70AC"/>
    <w:rsid w:val="00FD61FE"/>
    <w:rsid w:val="00FE0ED2"/>
    <w:rsid w:val="00FE38BC"/>
    <w:rsid w:val="00FE62C1"/>
    <w:rsid w:val="00FF0124"/>
    <w:rsid w:val="00FF0E98"/>
    <w:rsid w:val="00FF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89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570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2A67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A67B2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2A67B2"/>
    <w:rPr>
      <w:rFonts w:cs="Times New Roman"/>
      <w:vertAlign w:val="superscript"/>
    </w:rPr>
  </w:style>
  <w:style w:type="paragraph" w:styleId="NoSpacing">
    <w:name w:val="No Spacing"/>
    <w:uiPriority w:val="99"/>
    <w:qFormat/>
    <w:rsid w:val="006A7A78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1840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471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8402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55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5938</TotalTime>
  <Pages>64</Pages>
  <Words>9010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123у</dc:creator>
  <cp:keywords/>
  <dc:description/>
  <cp:lastModifiedBy>Admin</cp:lastModifiedBy>
  <cp:revision>416</cp:revision>
  <cp:lastPrinted>2013-03-05T06:45:00Z</cp:lastPrinted>
  <dcterms:created xsi:type="dcterms:W3CDTF">2012-04-13T13:05:00Z</dcterms:created>
  <dcterms:modified xsi:type="dcterms:W3CDTF">2013-05-13T04:59:00Z</dcterms:modified>
</cp:coreProperties>
</file>