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F1D" w:rsidRDefault="00C47F1D" w:rsidP="0011369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 </w:t>
      </w:r>
    </w:p>
    <w:p w:rsidR="00C47F1D" w:rsidRDefault="00C47F1D" w:rsidP="0011369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C47F1D" w:rsidRDefault="00C47F1D" w:rsidP="0011369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специалиста  администрации Загарского сельского поселения и членов ее семьи</w:t>
      </w:r>
    </w:p>
    <w:p w:rsidR="00C47F1D" w:rsidRDefault="00C47F1D" w:rsidP="0011369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 период с 01 января по 31 декабря 2012 года</w:t>
      </w:r>
    </w:p>
    <w:p w:rsidR="00C47F1D" w:rsidRDefault="00C47F1D" w:rsidP="0011369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418"/>
        <w:gridCol w:w="1842"/>
        <w:gridCol w:w="1276"/>
        <w:gridCol w:w="1418"/>
        <w:gridCol w:w="1701"/>
        <w:gridCol w:w="1877"/>
        <w:gridCol w:w="1418"/>
        <w:gridCol w:w="1353"/>
      </w:tblGrid>
      <w:tr w:rsidR="00C47F1D">
        <w:tc>
          <w:tcPr>
            <w:tcW w:w="2518" w:type="dxa"/>
            <w:vMerge w:val="restart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48" w:type="dxa"/>
            <w:gridSpan w:val="3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47F1D">
        <w:trPr>
          <w:trHeight w:val="890"/>
        </w:trPr>
        <w:tc>
          <w:tcPr>
            <w:tcW w:w="2518" w:type="dxa"/>
            <w:vMerge/>
            <w:vAlign w:val="center"/>
          </w:tcPr>
          <w:p w:rsidR="00C47F1D" w:rsidRPr="0011369E" w:rsidRDefault="00C47F1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1877" w:type="dxa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C47F1D">
        <w:tc>
          <w:tcPr>
            <w:tcW w:w="2518" w:type="dxa"/>
          </w:tcPr>
          <w:p w:rsidR="00C47F1D" w:rsidRPr="0011369E" w:rsidRDefault="00C47F1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БИСЕРОВА</w:t>
            </w:r>
          </w:p>
          <w:p w:rsidR="00C47F1D" w:rsidRPr="0011369E" w:rsidRDefault="00C47F1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Галина Анатольевна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824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369E">
              <w:rPr>
                <w:rFonts w:ascii="Times New Roman" w:hAnsi="Times New Roman" w:cs="Times New Roman"/>
              </w:rPr>
              <w:t>124089,70</w:t>
            </w:r>
          </w:p>
          <w:p w:rsidR="00C47F1D" w:rsidRPr="0011369E" w:rsidRDefault="00C47F1D" w:rsidP="00824C1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C47F1D" w:rsidRPr="0011369E" w:rsidRDefault="00C47F1D" w:rsidP="00824C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C47F1D" w:rsidRPr="0011369E" w:rsidRDefault="00C47F1D" w:rsidP="00824C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52,1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824C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47F1D" w:rsidRPr="0011369E" w:rsidRDefault="00C47F1D" w:rsidP="00824C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77" w:type="dxa"/>
          </w:tcPr>
          <w:p w:rsidR="00C47F1D" w:rsidRPr="0011369E" w:rsidRDefault="00C47F1D" w:rsidP="001136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1500</w:t>
            </w:r>
          </w:p>
          <w:p w:rsidR="00C47F1D" w:rsidRPr="0011369E" w:rsidRDefault="00C47F1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C47F1D" w:rsidRPr="0011369E" w:rsidRDefault="00C47F1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47F1D">
        <w:tc>
          <w:tcPr>
            <w:tcW w:w="2518" w:type="dxa"/>
            <w:vMerge w:val="restart"/>
          </w:tcPr>
          <w:p w:rsidR="00C47F1D" w:rsidRPr="0011369E" w:rsidRDefault="00C47F1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  <w:vAlign w:val="center"/>
          </w:tcPr>
          <w:p w:rsidR="00C47F1D" w:rsidRPr="00824C13" w:rsidRDefault="00C47F1D" w:rsidP="00824C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C13">
              <w:rPr>
                <w:rFonts w:ascii="Times New Roman" w:hAnsi="Times New Roman" w:cs="Times New Roman"/>
                <w:sz w:val="24"/>
                <w:szCs w:val="24"/>
              </w:rPr>
              <w:t>316224,52</w:t>
            </w:r>
          </w:p>
          <w:p w:rsidR="00C47F1D" w:rsidRPr="0011369E" w:rsidRDefault="00C47F1D" w:rsidP="00824C13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47F1D" w:rsidRPr="0011369E" w:rsidRDefault="00C47F1D" w:rsidP="00824C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C47F1D" w:rsidRPr="0011369E" w:rsidRDefault="00C47F1D" w:rsidP="00824C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47F1D" w:rsidRPr="0011369E" w:rsidRDefault="00C47F1D" w:rsidP="00824C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47F1D" w:rsidRPr="0011369E" w:rsidRDefault="00C47F1D" w:rsidP="00824C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 xml:space="preserve">Легковой автомобиль: </w:t>
            </w:r>
            <w:r w:rsidRPr="00824C13">
              <w:rPr>
                <w:rFonts w:ascii="Times New Roman" w:hAnsi="Times New Roman" w:cs="Times New Roman"/>
                <w:lang w:val="en-US"/>
              </w:rPr>
              <w:t>HONDA CIVIK</w:t>
            </w:r>
          </w:p>
        </w:tc>
        <w:tc>
          <w:tcPr>
            <w:tcW w:w="1877" w:type="dxa"/>
            <w:vMerge w:val="restart"/>
            <w:vAlign w:val="center"/>
          </w:tcPr>
          <w:p w:rsidR="00C47F1D" w:rsidRPr="0011369E" w:rsidRDefault="00C47F1D" w:rsidP="00824C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418" w:type="dxa"/>
            <w:vMerge w:val="restart"/>
            <w:vAlign w:val="center"/>
          </w:tcPr>
          <w:p w:rsidR="00C47F1D" w:rsidRPr="0011369E" w:rsidRDefault="00C47F1D" w:rsidP="00824C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52,1</w:t>
            </w:r>
          </w:p>
        </w:tc>
        <w:tc>
          <w:tcPr>
            <w:tcW w:w="1353" w:type="dxa"/>
            <w:vMerge w:val="restart"/>
            <w:vAlign w:val="center"/>
          </w:tcPr>
          <w:p w:rsidR="00C47F1D" w:rsidRPr="0011369E" w:rsidRDefault="00C47F1D" w:rsidP="00824C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C47F1D">
        <w:tc>
          <w:tcPr>
            <w:tcW w:w="2518" w:type="dxa"/>
            <w:vMerge/>
            <w:vAlign w:val="center"/>
          </w:tcPr>
          <w:p w:rsidR="00C47F1D" w:rsidRPr="0011369E" w:rsidRDefault="00C47F1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7F1D" w:rsidRPr="0011369E" w:rsidRDefault="00C47F1D" w:rsidP="00824C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68,9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824C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47F1D" w:rsidRPr="0011369E" w:rsidRDefault="00C47F1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77" w:type="dxa"/>
            <w:vMerge/>
            <w:vAlign w:val="center"/>
          </w:tcPr>
          <w:p w:rsidR="00C47F1D" w:rsidRPr="0011369E" w:rsidRDefault="00C47F1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  <w:vMerge/>
            <w:vAlign w:val="center"/>
          </w:tcPr>
          <w:p w:rsidR="00C47F1D" w:rsidRPr="0011369E" w:rsidRDefault="00C47F1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47F1D">
        <w:tc>
          <w:tcPr>
            <w:tcW w:w="2518" w:type="dxa"/>
            <w:vAlign w:val="center"/>
          </w:tcPr>
          <w:p w:rsidR="00C47F1D" w:rsidRPr="0011369E" w:rsidRDefault="00C47F1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824C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52,1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47F1D" w:rsidRPr="0011369E" w:rsidRDefault="00C47F1D" w:rsidP="0011369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77" w:type="dxa"/>
            <w:vAlign w:val="center"/>
          </w:tcPr>
          <w:p w:rsidR="00C47F1D" w:rsidRPr="0011369E" w:rsidRDefault="00C47F1D" w:rsidP="00824C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824C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353" w:type="dxa"/>
            <w:vAlign w:val="center"/>
          </w:tcPr>
          <w:p w:rsidR="00C47F1D" w:rsidRPr="0011369E" w:rsidRDefault="00C47F1D" w:rsidP="00824C1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</w:tr>
      <w:tr w:rsidR="00C47F1D">
        <w:tc>
          <w:tcPr>
            <w:tcW w:w="2518" w:type="dxa"/>
          </w:tcPr>
          <w:p w:rsidR="00C47F1D" w:rsidRPr="0011369E" w:rsidRDefault="00C47F1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276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52,1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C47F1D" w:rsidRPr="0011369E" w:rsidRDefault="00C47F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77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353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</w:tr>
    </w:tbl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 w:rsidP="00824C1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 </w:t>
      </w:r>
    </w:p>
    <w:p w:rsidR="00C47F1D" w:rsidRDefault="00C47F1D" w:rsidP="00824C1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C47F1D" w:rsidRDefault="00C47F1D" w:rsidP="00824C1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специалиста  администрации Загарского сельского поселения и членов ее семьи</w:t>
      </w:r>
    </w:p>
    <w:p w:rsidR="00C47F1D" w:rsidRDefault="00C47F1D" w:rsidP="00824C1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 период с 01 января по 31 декабря 2012 года</w:t>
      </w:r>
    </w:p>
    <w:p w:rsidR="00C47F1D" w:rsidRDefault="00C47F1D" w:rsidP="00824C13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418"/>
        <w:gridCol w:w="1842"/>
        <w:gridCol w:w="1276"/>
        <w:gridCol w:w="1418"/>
        <w:gridCol w:w="1701"/>
        <w:gridCol w:w="1877"/>
        <w:gridCol w:w="1418"/>
        <w:gridCol w:w="1353"/>
      </w:tblGrid>
      <w:tr w:rsidR="00C47F1D">
        <w:tc>
          <w:tcPr>
            <w:tcW w:w="2518" w:type="dxa"/>
            <w:vMerge w:val="restart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48" w:type="dxa"/>
            <w:gridSpan w:val="3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47F1D">
        <w:trPr>
          <w:trHeight w:val="890"/>
        </w:trPr>
        <w:tc>
          <w:tcPr>
            <w:tcW w:w="25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1877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C47F1D">
        <w:tc>
          <w:tcPr>
            <w:tcW w:w="25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МЕЛЕХИНА</w:t>
            </w:r>
          </w:p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Елена Юрьевна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824C13">
            <w:pPr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124064,01</w:t>
            </w:r>
          </w:p>
        </w:tc>
        <w:tc>
          <w:tcPr>
            <w:tcW w:w="1842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41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77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400</w:t>
            </w:r>
          </w:p>
          <w:p w:rsidR="00C47F1D" w:rsidRPr="0011369E" w:rsidRDefault="00C47F1D" w:rsidP="00EB14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C47F1D" w:rsidRPr="0011369E" w:rsidRDefault="00C47F1D" w:rsidP="00EB14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 w:rsidP="009A180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 </w:t>
      </w:r>
    </w:p>
    <w:p w:rsidR="00C47F1D" w:rsidRDefault="00C47F1D" w:rsidP="009A180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C47F1D" w:rsidRDefault="00C47F1D" w:rsidP="009A180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специалиста  администрации Загарского сельского поселения и членов ее семьи</w:t>
      </w:r>
    </w:p>
    <w:p w:rsidR="00C47F1D" w:rsidRDefault="00C47F1D" w:rsidP="009A180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 период с 01 января по 31 декабря 2012 года</w:t>
      </w:r>
    </w:p>
    <w:p w:rsidR="00C47F1D" w:rsidRDefault="00C47F1D" w:rsidP="009A180C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418"/>
        <w:gridCol w:w="1842"/>
        <w:gridCol w:w="1276"/>
        <w:gridCol w:w="1418"/>
        <w:gridCol w:w="1701"/>
        <w:gridCol w:w="1877"/>
        <w:gridCol w:w="1418"/>
        <w:gridCol w:w="1353"/>
      </w:tblGrid>
      <w:tr w:rsidR="00C47F1D">
        <w:tc>
          <w:tcPr>
            <w:tcW w:w="2518" w:type="dxa"/>
            <w:vMerge w:val="restart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48" w:type="dxa"/>
            <w:gridSpan w:val="3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47F1D">
        <w:trPr>
          <w:trHeight w:val="890"/>
        </w:trPr>
        <w:tc>
          <w:tcPr>
            <w:tcW w:w="25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1877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C47F1D">
        <w:tc>
          <w:tcPr>
            <w:tcW w:w="25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ЖУЙКОВА</w:t>
            </w:r>
          </w:p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Татьяна Сергеевна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265158,59</w:t>
            </w:r>
          </w:p>
          <w:p w:rsidR="00C47F1D" w:rsidRPr="0011369E" w:rsidRDefault="00C47F1D" w:rsidP="00EB147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54,4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47F1D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Легковой автомобиль:</w:t>
            </w:r>
          </w:p>
          <w:p w:rsidR="00C47F1D" w:rsidRPr="009A180C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Hyundai Getz</w:t>
            </w:r>
          </w:p>
        </w:tc>
        <w:tc>
          <w:tcPr>
            <w:tcW w:w="1877" w:type="dxa"/>
            <w:vAlign w:val="center"/>
          </w:tcPr>
          <w:p w:rsidR="00C47F1D" w:rsidRPr="0011369E" w:rsidRDefault="00C47F1D" w:rsidP="009A18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9A18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353" w:type="dxa"/>
            <w:vAlign w:val="center"/>
          </w:tcPr>
          <w:p w:rsidR="00C47F1D" w:rsidRPr="0011369E" w:rsidRDefault="00C47F1D" w:rsidP="009A18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</w:tr>
    </w:tbl>
    <w:p w:rsidR="00C47F1D" w:rsidRDefault="00C47F1D" w:rsidP="009A180C"/>
    <w:p w:rsidR="00C47F1D" w:rsidRDefault="00C47F1D">
      <w:pPr>
        <w:rPr>
          <w:lang w:val="en-US"/>
        </w:rPr>
      </w:pPr>
    </w:p>
    <w:p w:rsidR="00C47F1D" w:rsidRDefault="00C47F1D">
      <w:pPr>
        <w:rPr>
          <w:lang w:val="en-US"/>
        </w:rPr>
      </w:pPr>
    </w:p>
    <w:p w:rsidR="00C47F1D" w:rsidRDefault="00C47F1D">
      <w:pPr>
        <w:rPr>
          <w:lang w:val="en-US"/>
        </w:rPr>
      </w:pPr>
    </w:p>
    <w:p w:rsidR="00C47F1D" w:rsidRDefault="00C47F1D">
      <w:pPr>
        <w:rPr>
          <w:lang w:val="en-US"/>
        </w:rPr>
      </w:pPr>
    </w:p>
    <w:p w:rsidR="00C47F1D" w:rsidRDefault="00C47F1D">
      <w:pPr>
        <w:rPr>
          <w:lang w:val="en-US"/>
        </w:rPr>
      </w:pPr>
    </w:p>
    <w:p w:rsidR="00C47F1D" w:rsidRDefault="00C47F1D">
      <w:pPr>
        <w:rPr>
          <w:lang w:val="en-US"/>
        </w:rPr>
      </w:pPr>
    </w:p>
    <w:p w:rsidR="00C47F1D" w:rsidRDefault="00C47F1D">
      <w:pPr>
        <w:rPr>
          <w:lang w:val="en-US"/>
        </w:rPr>
      </w:pPr>
    </w:p>
    <w:p w:rsidR="00C47F1D" w:rsidRDefault="00C47F1D">
      <w:pPr>
        <w:rPr>
          <w:lang w:val="en-US"/>
        </w:rPr>
      </w:pPr>
    </w:p>
    <w:p w:rsidR="00C47F1D" w:rsidRPr="00560996" w:rsidRDefault="00C47F1D"/>
    <w:p w:rsidR="00C47F1D" w:rsidRDefault="00C47F1D" w:rsidP="00EC6B7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 </w:t>
      </w:r>
    </w:p>
    <w:p w:rsidR="00C47F1D" w:rsidRDefault="00C47F1D" w:rsidP="00EC6B7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C47F1D" w:rsidRDefault="00C47F1D" w:rsidP="00EC6B7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специалиста  администрации Загарского сельского поселения и членов ее семьи</w:t>
      </w:r>
    </w:p>
    <w:p w:rsidR="00C47F1D" w:rsidRDefault="00C47F1D" w:rsidP="00EC6B7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 период с 01 января по 31 декабря 2012 года</w:t>
      </w:r>
    </w:p>
    <w:p w:rsidR="00C47F1D" w:rsidRDefault="00C47F1D" w:rsidP="00EC6B7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418"/>
        <w:gridCol w:w="1842"/>
        <w:gridCol w:w="1276"/>
        <w:gridCol w:w="1418"/>
        <w:gridCol w:w="1701"/>
        <w:gridCol w:w="1877"/>
        <w:gridCol w:w="1418"/>
        <w:gridCol w:w="1353"/>
      </w:tblGrid>
      <w:tr w:rsidR="00C47F1D">
        <w:tc>
          <w:tcPr>
            <w:tcW w:w="2518" w:type="dxa"/>
            <w:vMerge w:val="restart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48" w:type="dxa"/>
            <w:gridSpan w:val="3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47F1D">
        <w:trPr>
          <w:trHeight w:val="890"/>
        </w:trPr>
        <w:tc>
          <w:tcPr>
            <w:tcW w:w="25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1877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C47F1D">
        <w:tc>
          <w:tcPr>
            <w:tcW w:w="25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МАЛЫХ</w:t>
            </w:r>
          </w:p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 xml:space="preserve">Галина </w:t>
            </w:r>
            <w:r>
              <w:rPr>
                <w:rFonts w:ascii="Times New Roman" w:hAnsi="Times New Roman" w:cs="Times New Roman"/>
                <w:lang w:eastAsia="ru-RU"/>
              </w:rPr>
              <w:t>Петровна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122735,97</w:t>
            </w:r>
          </w:p>
          <w:p w:rsidR="00C47F1D" w:rsidRPr="0011369E" w:rsidRDefault="00C47F1D" w:rsidP="00EB147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67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77" w:type="dxa"/>
            <w:vAlign w:val="center"/>
          </w:tcPr>
          <w:p w:rsidR="00C47F1D" w:rsidRPr="0011369E" w:rsidRDefault="00C47F1D" w:rsidP="001C39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1C39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353" w:type="dxa"/>
            <w:vAlign w:val="center"/>
          </w:tcPr>
          <w:p w:rsidR="00C47F1D" w:rsidRPr="0011369E" w:rsidRDefault="00C47F1D" w:rsidP="001C39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</w:tr>
      <w:tr w:rsidR="00C47F1D">
        <w:tc>
          <w:tcPr>
            <w:tcW w:w="2518" w:type="dxa"/>
            <w:vMerge w:val="restart"/>
            <w:vAlign w:val="center"/>
          </w:tcPr>
          <w:p w:rsidR="00C47F1D" w:rsidRPr="0011369E" w:rsidRDefault="00C47F1D" w:rsidP="001C39E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  <w:vAlign w:val="center"/>
          </w:tcPr>
          <w:p w:rsidR="00C47F1D" w:rsidRPr="00824C13" w:rsidRDefault="00C47F1D" w:rsidP="00EB14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31533,79</w:t>
            </w:r>
          </w:p>
          <w:p w:rsidR="00C47F1D" w:rsidRPr="0011369E" w:rsidRDefault="00C47F1D" w:rsidP="00EB147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47F1D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 xml:space="preserve">Легковой автомобиль: </w:t>
            </w:r>
            <w:r>
              <w:rPr>
                <w:rFonts w:ascii="Times New Roman" w:hAnsi="Times New Roman" w:cs="Times New Roman"/>
              </w:rPr>
              <w:t>ВАЗ-21150,</w:t>
            </w:r>
          </w:p>
          <w:p w:rsidR="00C47F1D" w:rsidRPr="001C39EF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Сельскохозяйственная техника: Т-25</w:t>
            </w:r>
          </w:p>
        </w:tc>
        <w:tc>
          <w:tcPr>
            <w:tcW w:w="1877" w:type="dxa"/>
            <w:vMerge w:val="restart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418" w:type="dxa"/>
            <w:vMerge w:val="restart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66,5</w:t>
            </w:r>
          </w:p>
        </w:tc>
        <w:tc>
          <w:tcPr>
            <w:tcW w:w="1353" w:type="dxa"/>
            <w:vMerge w:val="restart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C47F1D">
        <w:trPr>
          <w:trHeight w:val="253"/>
        </w:trPr>
        <w:tc>
          <w:tcPr>
            <w:tcW w:w="25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01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77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47F1D">
        <w:tc>
          <w:tcPr>
            <w:tcW w:w="25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C47F1D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77" w:type="dxa"/>
            <w:vAlign w:val="center"/>
          </w:tcPr>
          <w:p w:rsidR="00C47F1D" w:rsidRPr="0011369E" w:rsidRDefault="00C47F1D" w:rsidP="001C39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1C39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667,2</w:t>
            </w:r>
          </w:p>
        </w:tc>
        <w:tc>
          <w:tcPr>
            <w:tcW w:w="1353" w:type="dxa"/>
            <w:vAlign w:val="center"/>
          </w:tcPr>
          <w:p w:rsidR="00C47F1D" w:rsidRPr="0011369E" w:rsidRDefault="00C47F1D" w:rsidP="001C39E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</w:tbl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 w:rsidP="001C39E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 </w:t>
      </w:r>
    </w:p>
    <w:p w:rsidR="00C47F1D" w:rsidRDefault="00C47F1D" w:rsidP="001C39E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C47F1D" w:rsidRDefault="00C47F1D" w:rsidP="001C39E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заместителя главы  администрации Загарского сельского поселения и членов ее семьи</w:t>
      </w:r>
    </w:p>
    <w:p w:rsidR="00C47F1D" w:rsidRDefault="00C47F1D" w:rsidP="001C39E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 период с 01 января по 31 декабря 2012 года</w:t>
      </w:r>
    </w:p>
    <w:p w:rsidR="00C47F1D" w:rsidRDefault="00C47F1D" w:rsidP="001C39E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418"/>
        <w:gridCol w:w="1842"/>
        <w:gridCol w:w="1276"/>
        <w:gridCol w:w="1418"/>
        <w:gridCol w:w="1701"/>
        <w:gridCol w:w="1877"/>
        <w:gridCol w:w="1418"/>
        <w:gridCol w:w="1353"/>
      </w:tblGrid>
      <w:tr w:rsidR="00C47F1D">
        <w:tc>
          <w:tcPr>
            <w:tcW w:w="2518" w:type="dxa"/>
            <w:vMerge w:val="restart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48" w:type="dxa"/>
            <w:gridSpan w:val="3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47F1D">
        <w:trPr>
          <w:trHeight w:val="890"/>
        </w:trPr>
        <w:tc>
          <w:tcPr>
            <w:tcW w:w="25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1877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C47F1D">
        <w:tc>
          <w:tcPr>
            <w:tcW w:w="25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КИСЛИЦЫНА</w:t>
            </w:r>
          </w:p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Людмила Геннадьевна</w:t>
            </w:r>
          </w:p>
        </w:tc>
        <w:tc>
          <w:tcPr>
            <w:tcW w:w="1418" w:type="dxa"/>
            <w:vAlign w:val="center"/>
          </w:tcPr>
          <w:p w:rsidR="00C47F1D" w:rsidRPr="00685D75" w:rsidRDefault="00C47F1D" w:rsidP="00685D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48908,18</w:t>
            </w:r>
          </w:p>
        </w:tc>
        <w:tc>
          <w:tcPr>
            <w:tcW w:w="1842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C47F1D" w:rsidRDefault="00C47F1D" w:rsidP="00685D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Легковой автомобиль: ВАЗ-21074</w:t>
            </w:r>
          </w:p>
          <w:p w:rsidR="00C47F1D" w:rsidRPr="0011369E" w:rsidRDefault="00C47F1D" w:rsidP="00685D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77" w:type="dxa"/>
            <w:vAlign w:val="center"/>
          </w:tcPr>
          <w:p w:rsidR="00C47F1D" w:rsidRPr="0011369E" w:rsidRDefault="00C47F1D" w:rsidP="00685D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685D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58,8</w:t>
            </w:r>
          </w:p>
        </w:tc>
        <w:tc>
          <w:tcPr>
            <w:tcW w:w="1353" w:type="dxa"/>
            <w:vAlign w:val="center"/>
          </w:tcPr>
          <w:p w:rsidR="00C47F1D" w:rsidRPr="0011369E" w:rsidRDefault="00C47F1D" w:rsidP="00685D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C47F1D">
        <w:tc>
          <w:tcPr>
            <w:tcW w:w="2518" w:type="dxa"/>
            <w:vMerge w:val="restart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18" w:type="dxa"/>
            <w:vMerge w:val="restart"/>
            <w:vAlign w:val="center"/>
          </w:tcPr>
          <w:p w:rsidR="00C47F1D" w:rsidRPr="00824C13" w:rsidRDefault="00C47F1D" w:rsidP="00EB147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58942,03</w:t>
            </w:r>
          </w:p>
          <w:p w:rsidR="00C47F1D" w:rsidRPr="0011369E" w:rsidRDefault="00C47F1D" w:rsidP="00EB147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47F1D" w:rsidRPr="00685D75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77" w:type="dxa"/>
            <w:vMerge w:val="restart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418" w:type="dxa"/>
            <w:vMerge w:val="restart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58,8</w:t>
            </w:r>
          </w:p>
        </w:tc>
        <w:tc>
          <w:tcPr>
            <w:tcW w:w="1353" w:type="dxa"/>
            <w:vMerge w:val="restart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C47F1D">
        <w:tc>
          <w:tcPr>
            <w:tcW w:w="25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01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77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47F1D">
        <w:tc>
          <w:tcPr>
            <w:tcW w:w="25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77" w:type="dxa"/>
            <w:vAlign w:val="center"/>
          </w:tcPr>
          <w:p w:rsidR="00C47F1D" w:rsidRPr="0011369E" w:rsidRDefault="00C47F1D" w:rsidP="00685D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58,8</w:t>
            </w:r>
          </w:p>
        </w:tc>
        <w:tc>
          <w:tcPr>
            <w:tcW w:w="1353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</w:tbl>
    <w:p w:rsidR="00C47F1D" w:rsidRDefault="00C47F1D" w:rsidP="001C39EF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 w:rsidP="00AB683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 </w:t>
      </w:r>
    </w:p>
    <w:p w:rsidR="00C47F1D" w:rsidRDefault="00C47F1D" w:rsidP="00AB683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C47F1D" w:rsidRDefault="00C47F1D" w:rsidP="00AB683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главы  Загарского сельского поселения и членов его семьи</w:t>
      </w:r>
    </w:p>
    <w:p w:rsidR="00C47F1D" w:rsidRDefault="00C47F1D" w:rsidP="00AB683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 период с 01 января по 31 декабря 2012 года</w:t>
      </w:r>
    </w:p>
    <w:p w:rsidR="00C47F1D" w:rsidRDefault="00C47F1D" w:rsidP="00AB683D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418"/>
        <w:gridCol w:w="1842"/>
        <w:gridCol w:w="1276"/>
        <w:gridCol w:w="1418"/>
        <w:gridCol w:w="1701"/>
        <w:gridCol w:w="1877"/>
        <w:gridCol w:w="1418"/>
        <w:gridCol w:w="1353"/>
      </w:tblGrid>
      <w:tr w:rsidR="00C47F1D">
        <w:tc>
          <w:tcPr>
            <w:tcW w:w="2518" w:type="dxa"/>
            <w:vMerge w:val="restart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48" w:type="dxa"/>
            <w:gridSpan w:val="3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47F1D">
        <w:trPr>
          <w:trHeight w:val="890"/>
        </w:trPr>
        <w:tc>
          <w:tcPr>
            <w:tcW w:w="25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1877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C47F1D">
        <w:tc>
          <w:tcPr>
            <w:tcW w:w="25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НОВИКОВ</w:t>
            </w:r>
          </w:p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Илья Васильевич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630063,38</w:t>
            </w:r>
          </w:p>
          <w:p w:rsidR="00C47F1D" w:rsidRPr="0011369E" w:rsidRDefault="00C47F1D" w:rsidP="00EB147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C47F1D" w:rsidRPr="0011369E" w:rsidRDefault="00C47F1D" w:rsidP="00AB683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Легковой автомобиль: ВАЗ-217230</w:t>
            </w:r>
          </w:p>
        </w:tc>
        <w:tc>
          <w:tcPr>
            <w:tcW w:w="1877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71,2</w:t>
            </w:r>
          </w:p>
          <w:p w:rsidR="00C47F1D" w:rsidRPr="0011369E" w:rsidRDefault="00C47F1D" w:rsidP="00EB14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C47F1D" w:rsidRPr="0011369E" w:rsidRDefault="00C47F1D" w:rsidP="00EB14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47F1D">
        <w:tc>
          <w:tcPr>
            <w:tcW w:w="2518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77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AB68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71,2</w:t>
            </w:r>
          </w:p>
        </w:tc>
        <w:tc>
          <w:tcPr>
            <w:tcW w:w="1353" w:type="dxa"/>
            <w:vAlign w:val="center"/>
          </w:tcPr>
          <w:p w:rsidR="00C47F1D" w:rsidRPr="0011369E" w:rsidRDefault="00C47F1D" w:rsidP="00AB68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C47F1D">
        <w:tc>
          <w:tcPr>
            <w:tcW w:w="25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42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77" w:type="dxa"/>
            <w:vAlign w:val="center"/>
          </w:tcPr>
          <w:p w:rsidR="00C47F1D" w:rsidRPr="0011369E" w:rsidRDefault="00C47F1D" w:rsidP="002E01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2E018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71,2</w:t>
            </w:r>
          </w:p>
        </w:tc>
        <w:tc>
          <w:tcPr>
            <w:tcW w:w="1353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</w:tbl>
    <w:p w:rsidR="00C47F1D" w:rsidRDefault="00C47F1D" w:rsidP="00AB683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/>
    <w:p w:rsidR="00C47F1D" w:rsidRDefault="00C47F1D" w:rsidP="00151CC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 </w:t>
      </w:r>
    </w:p>
    <w:p w:rsidR="00C47F1D" w:rsidRDefault="00C47F1D" w:rsidP="00151CC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 доходах, имуществе и обязательствах имущественного характера </w:t>
      </w:r>
    </w:p>
    <w:p w:rsidR="00C47F1D" w:rsidRDefault="00C47F1D" w:rsidP="00151CC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директора муниципального казенного учреждения культуры  «Загарский сельский Дом культуры» и членов ее семьи</w:t>
      </w:r>
    </w:p>
    <w:p w:rsidR="00C47F1D" w:rsidRDefault="00C47F1D" w:rsidP="00151CC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 период с 01 января по 31 декабря 2012 года</w:t>
      </w:r>
    </w:p>
    <w:p w:rsidR="00C47F1D" w:rsidRDefault="00C47F1D" w:rsidP="00151CC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1418"/>
        <w:gridCol w:w="1842"/>
        <w:gridCol w:w="1276"/>
        <w:gridCol w:w="1418"/>
        <w:gridCol w:w="1701"/>
        <w:gridCol w:w="1877"/>
        <w:gridCol w:w="1418"/>
        <w:gridCol w:w="1353"/>
      </w:tblGrid>
      <w:tr w:rsidR="00C47F1D">
        <w:tc>
          <w:tcPr>
            <w:tcW w:w="2518" w:type="dxa"/>
            <w:vMerge w:val="restart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Декларированный годовой доход за 2012 год (руб.)</w:t>
            </w:r>
          </w:p>
        </w:tc>
        <w:tc>
          <w:tcPr>
            <w:tcW w:w="6237" w:type="dxa"/>
            <w:gridSpan w:val="4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648" w:type="dxa"/>
            <w:gridSpan w:val="3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47F1D">
        <w:trPr>
          <w:trHeight w:val="1070"/>
        </w:trPr>
        <w:tc>
          <w:tcPr>
            <w:tcW w:w="25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701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1877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Площадь (кв.м.)</w:t>
            </w:r>
          </w:p>
        </w:tc>
        <w:tc>
          <w:tcPr>
            <w:tcW w:w="1353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Страна расположения</w:t>
            </w:r>
          </w:p>
        </w:tc>
      </w:tr>
      <w:tr w:rsidR="00C47F1D">
        <w:tc>
          <w:tcPr>
            <w:tcW w:w="2518" w:type="dxa"/>
          </w:tcPr>
          <w:p w:rsidR="00C47F1D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БАЛАБАНОВА</w:t>
            </w:r>
          </w:p>
          <w:p w:rsidR="00C47F1D" w:rsidRPr="0011369E" w:rsidRDefault="00C47F1D" w:rsidP="00EB147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Ирина Ивановна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138869,70</w:t>
            </w:r>
          </w:p>
          <w:p w:rsidR="00C47F1D" w:rsidRPr="0011369E" w:rsidRDefault="00C47F1D" w:rsidP="00EB1475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29,6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C47F1D" w:rsidRPr="0011369E" w:rsidRDefault="00C47F1D" w:rsidP="00361A8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77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C47F1D" w:rsidRPr="0011369E" w:rsidRDefault="00C47F1D" w:rsidP="00EB14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C47F1D" w:rsidRPr="0011369E" w:rsidRDefault="00C47F1D" w:rsidP="00EB1475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47F1D">
        <w:tc>
          <w:tcPr>
            <w:tcW w:w="2518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63720,00</w:t>
            </w:r>
          </w:p>
        </w:tc>
        <w:tc>
          <w:tcPr>
            <w:tcW w:w="1842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C47F1D" w:rsidRPr="0011369E" w:rsidRDefault="00C47F1D" w:rsidP="00EB147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701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1369E"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77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33,9</w:t>
            </w:r>
          </w:p>
        </w:tc>
        <w:tc>
          <w:tcPr>
            <w:tcW w:w="1353" w:type="dxa"/>
            <w:vAlign w:val="center"/>
          </w:tcPr>
          <w:p w:rsidR="00C47F1D" w:rsidRPr="0011369E" w:rsidRDefault="00C47F1D" w:rsidP="00EB1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</w:tbl>
    <w:p w:rsidR="00C47F1D" w:rsidRPr="001C39EF" w:rsidRDefault="00C47F1D"/>
    <w:sectPr w:rsidR="00C47F1D" w:rsidRPr="001C39EF" w:rsidSect="0011369E">
      <w:pgSz w:w="16838" w:h="11906" w:orient="landscape"/>
      <w:pgMar w:top="709" w:right="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241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69E"/>
    <w:rsid w:val="00002B79"/>
    <w:rsid w:val="00017871"/>
    <w:rsid w:val="00017A41"/>
    <w:rsid w:val="0009395E"/>
    <w:rsid w:val="000B5FA5"/>
    <w:rsid w:val="000C1AD6"/>
    <w:rsid w:val="000C49D1"/>
    <w:rsid w:val="000D0944"/>
    <w:rsid w:val="000D7269"/>
    <w:rsid w:val="000E1155"/>
    <w:rsid w:val="000E66E0"/>
    <w:rsid w:val="000F3FE9"/>
    <w:rsid w:val="001000A8"/>
    <w:rsid w:val="00111811"/>
    <w:rsid w:val="0011369E"/>
    <w:rsid w:val="001219B2"/>
    <w:rsid w:val="00122A0E"/>
    <w:rsid w:val="0013112D"/>
    <w:rsid w:val="00134516"/>
    <w:rsid w:val="00143F52"/>
    <w:rsid w:val="00151CC0"/>
    <w:rsid w:val="00163440"/>
    <w:rsid w:val="00165BFF"/>
    <w:rsid w:val="00181037"/>
    <w:rsid w:val="00185590"/>
    <w:rsid w:val="001B0B8A"/>
    <w:rsid w:val="001C39EF"/>
    <w:rsid w:val="001F1E73"/>
    <w:rsid w:val="001F4A8F"/>
    <w:rsid w:val="00222190"/>
    <w:rsid w:val="002260D2"/>
    <w:rsid w:val="00232E7E"/>
    <w:rsid w:val="00234B3F"/>
    <w:rsid w:val="00236330"/>
    <w:rsid w:val="00242897"/>
    <w:rsid w:val="00244DFA"/>
    <w:rsid w:val="00265321"/>
    <w:rsid w:val="002753E2"/>
    <w:rsid w:val="002D0EAA"/>
    <w:rsid w:val="002E0182"/>
    <w:rsid w:val="002E43E5"/>
    <w:rsid w:val="002F4737"/>
    <w:rsid w:val="003335E5"/>
    <w:rsid w:val="0035492E"/>
    <w:rsid w:val="0035680E"/>
    <w:rsid w:val="00361A86"/>
    <w:rsid w:val="003C0A8A"/>
    <w:rsid w:val="003C103D"/>
    <w:rsid w:val="003E2004"/>
    <w:rsid w:val="003E3C0D"/>
    <w:rsid w:val="00414847"/>
    <w:rsid w:val="0041536D"/>
    <w:rsid w:val="00423D9A"/>
    <w:rsid w:val="00440144"/>
    <w:rsid w:val="004555C4"/>
    <w:rsid w:val="00455C5B"/>
    <w:rsid w:val="00462049"/>
    <w:rsid w:val="004644D9"/>
    <w:rsid w:val="004C0F4D"/>
    <w:rsid w:val="004E42DF"/>
    <w:rsid w:val="005014FC"/>
    <w:rsid w:val="00555389"/>
    <w:rsid w:val="00557407"/>
    <w:rsid w:val="00560996"/>
    <w:rsid w:val="0056334E"/>
    <w:rsid w:val="00566B9E"/>
    <w:rsid w:val="0056775C"/>
    <w:rsid w:val="00570BC9"/>
    <w:rsid w:val="00581980"/>
    <w:rsid w:val="005B0D5C"/>
    <w:rsid w:val="005B21FE"/>
    <w:rsid w:val="005E446E"/>
    <w:rsid w:val="005F0392"/>
    <w:rsid w:val="005F74AC"/>
    <w:rsid w:val="005F796C"/>
    <w:rsid w:val="006043B9"/>
    <w:rsid w:val="00613872"/>
    <w:rsid w:val="0063526F"/>
    <w:rsid w:val="00644A8A"/>
    <w:rsid w:val="00685D75"/>
    <w:rsid w:val="00686E0C"/>
    <w:rsid w:val="006967BB"/>
    <w:rsid w:val="006B4090"/>
    <w:rsid w:val="006D65E7"/>
    <w:rsid w:val="006E2C0C"/>
    <w:rsid w:val="006E3C88"/>
    <w:rsid w:val="006E4F6C"/>
    <w:rsid w:val="00722F70"/>
    <w:rsid w:val="00733446"/>
    <w:rsid w:val="00735098"/>
    <w:rsid w:val="007420E9"/>
    <w:rsid w:val="0074786A"/>
    <w:rsid w:val="00752F88"/>
    <w:rsid w:val="0075325D"/>
    <w:rsid w:val="00753452"/>
    <w:rsid w:val="00753AEB"/>
    <w:rsid w:val="00760B44"/>
    <w:rsid w:val="0076186C"/>
    <w:rsid w:val="007632CE"/>
    <w:rsid w:val="007877F6"/>
    <w:rsid w:val="00791ECD"/>
    <w:rsid w:val="007E21DF"/>
    <w:rsid w:val="00810B1A"/>
    <w:rsid w:val="00824C13"/>
    <w:rsid w:val="00837FD2"/>
    <w:rsid w:val="00842674"/>
    <w:rsid w:val="00844CB3"/>
    <w:rsid w:val="0084776F"/>
    <w:rsid w:val="00866324"/>
    <w:rsid w:val="008710AF"/>
    <w:rsid w:val="0087459D"/>
    <w:rsid w:val="00881920"/>
    <w:rsid w:val="008914D0"/>
    <w:rsid w:val="008C1CA2"/>
    <w:rsid w:val="008C2CF1"/>
    <w:rsid w:val="008C2DFB"/>
    <w:rsid w:val="008D1925"/>
    <w:rsid w:val="008D311A"/>
    <w:rsid w:val="008D44CE"/>
    <w:rsid w:val="008D5210"/>
    <w:rsid w:val="008D6DBB"/>
    <w:rsid w:val="00901443"/>
    <w:rsid w:val="00902BFE"/>
    <w:rsid w:val="00922D45"/>
    <w:rsid w:val="009279EC"/>
    <w:rsid w:val="009420D4"/>
    <w:rsid w:val="009424D5"/>
    <w:rsid w:val="009432AC"/>
    <w:rsid w:val="00955D22"/>
    <w:rsid w:val="0095679E"/>
    <w:rsid w:val="00971FA4"/>
    <w:rsid w:val="009A180C"/>
    <w:rsid w:val="009A3A29"/>
    <w:rsid w:val="009B672F"/>
    <w:rsid w:val="009C1D44"/>
    <w:rsid w:val="009E02E4"/>
    <w:rsid w:val="009E4BC8"/>
    <w:rsid w:val="009E6B91"/>
    <w:rsid w:val="009F501B"/>
    <w:rsid w:val="00A255A5"/>
    <w:rsid w:val="00A37B31"/>
    <w:rsid w:val="00A40D3F"/>
    <w:rsid w:val="00A41A3C"/>
    <w:rsid w:val="00A44106"/>
    <w:rsid w:val="00A569A5"/>
    <w:rsid w:val="00A60639"/>
    <w:rsid w:val="00A62DB3"/>
    <w:rsid w:val="00A64F7E"/>
    <w:rsid w:val="00A80F62"/>
    <w:rsid w:val="00A8761E"/>
    <w:rsid w:val="00A9021D"/>
    <w:rsid w:val="00A96809"/>
    <w:rsid w:val="00AA1420"/>
    <w:rsid w:val="00AA2C28"/>
    <w:rsid w:val="00AB683D"/>
    <w:rsid w:val="00AF1F2A"/>
    <w:rsid w:val="00AF385A"/>
    <w:rsid w:val="00B000E2"/>
    <w:rsid w:val="00B036A6"/>
    <w:rsid w:val="00B04C14"/>
    <w:rsid w:val="00B15F3A"/>
    <w:rsid w:val="00B3528C"/>
    <w:rsid w:val="00B3531D"/>
    <w:rsid w:val="00B37DDC"/>
    <w:rsid w:val="00B54342"/>
    <w:rsid w:val="00B55ABF"/>
    <w:rsid w:val="00B5613D"/>
    <w:rsid w:val="00B5790D"/>
    <w:rsid w:val="00B62D62"/>
    <w:rsid w:val="00B65970"/>
    <w:rsid w:val="00B8453C"/>
    <w:rsid w:val="00B946AB"/>
    <w:rsid w:val="00BB1C49"/>
    <w:rsid w:val="00BB2357"/>
    <w:rsid w:val="00BC3DC2"/>
    <w:rsid w:val="00BC4A9D"/>
    <w:rsid w:val="00BC6556"/>
    <w:rsid w:val="00BD4ECA"/>
    <w:rsid w:val="00C12B95"/>
    <w:rsid w:val="00C35B13"/>
    <w:rsid w:val="00C47F1D"/>
    <w:rsid w:val="00C51165"/>
    <w:rsid w:val="00C61834"/>
    <w:rsid w:val="00C91B2C"/>
    <w:rsid w:val="00CA1E15"/>
    <w:rsid w:val="00CA4154"/>
    <w:rsid w:val="00CA456A"/>
    <w:rsid w:val="00CA4987"/>
    <w:rsid w:val="00CA6CAF"/>
    <w:rsid w:val="00CA7C15"/>
    <w:rsid w:val="00CB4FA1"/>
    <w:rsid w:val="00CE5C80"/>
    <w:rsid w:val="00CE66C2"/>
    <w:rsid w:val="00D02081"/>
    <w:rsid w:val="00D1293B"/>
    <w:rsid w:val="00D249B5"/>
    <w:rsid w:val="00D31651"/>
    <w:rsid w:val="00D63745"/>
    <w:rsid w:val="00DA7C55"/>
    <w:rsid w:val="00DE379C"/>
    <w:rsid w:val="00E0163B"/>
    <w:rsid w:val="00E06245"/>
    <w:rsid w:val="00E067CE"/>
    <w:rsid w:val="00E10141"/>
    <w:rsid w:val="00E25AD7"/>
    <w:rsid w:val="00E459CE"/>
    <w:rsid w:val="00E46C56"/>
    <w:rsid w:val="00E72BD0"/>
    <w:rsid w:val="00E84574"/>
    <w:rsid w:val="00E91553"/>
    <w:rsid w:val="00E94BAC"/>
    <w:rsid w:val="00E95CEE"/>
    <w:rsid w:val="00EA05B9"/>
    <w:rsid w:val="00EB1475"/>
    <w:rsid w:val="00EB473A"/>
    <w:rsid w:val="00EC266A"/>
    <w:rsid w:val="00EC54B3"/>
    <w:rsid w:val="00EC5651"/>
    <w:rsid w:val="00EC6B7D"/>
    <w:rsid w:val="00ED1719"/>
    <w:rsid w:val="00EE3429"/>
    <w:rsid w:val="00EF6DBF"/>
    <w:rsid w:val="00F07ED8"/>
    <w:rsid w:val="00F12B09"/>
    <w:rsid w:val="00F16628"/>
    <w:rsid w:val="00F47504"/>
    <w:rsid w:val="00F47B4D"/>
    <w:rsid w:val="00F516D9"/>
    <w:rsid w:val="00F51F5C"/>
    <w:rsid w:val="00F5322C"/>
    <w:rsid w:val="00F6044E"/>
    <w:rsid w:val="00F663FE"/>
    <w:rsid w:val="00F7320F"/>
    <w:rsid w:val="00F756C5"/>
    <w:rsid w:val="00F77638"/>
    <w:rsid w:val="00F87AB7"/>
    <w:rsid w:val="00FC019F"/>
    <w:rsid w:val="00FD6640"/>
    <w:rsid w:val="00FE0101"/>
    <w:rsid w:val="00FF1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69E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2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7</Pages>
  <Words>816</Words>
  <Characters>4657</Characters>
  <Application>Microsoft Office Outlook</Application>
  <DocSecurity>0</DocSecurity>
  <Lines>0</Lines>
  <Paragraphs>0</Paragraphs>
  <ScaleCrop>false</ScaleCrop>
  <Company>DEmon Soft, 2008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2013-05-14T11:13:00Z</dcterms:created>
  <dcterms:modified xsi:type="dcterms:W3CDTF">2013-05-15T09:04:00Z</dcterms:modified>
</cp:coreProperties>
</file>