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39" w:rsidRPr="00A7620A" w:rsidRDefault="00DB4A39" w:rsidP="00A7620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УТОЧНЁННЫЕ СВЕДЕНИЯ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характера Главы Администрации района и муниципального служащего, 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замещающего должность муниципальной службы, а также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и обязательствах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 супруга (супруги) 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несовершеннолетних детей  за 2012 год по состоянию 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31 декабря 2012 года</w:t>
      </w:r>
    </w:p>
    <w:p w:rsidR="00DB4A39" w:rsidRDefault="00DB4A39" w:rsidP="00435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276"/>
        <w:gridCol w:w="1276"/>
        <w:gridCol w:w="1559"/>
        <w:gridCol w:w="1134"/>
        <w:gridCol w:w="1559"/>
        <w:gridCol w:w="1559"/>
        <w:gridCol w:w="1134"/>
        <w:gridCol w:w="1560"/>
        <w:gridCol w:w="1275"/>
        <w:gridCol w:w="1276"/>
      </w:tblGrid>
      <w:tr w:rsidR="00DB4A39" w:rsidRPr="001F6925">
        <w:tc>
          <w:tcPr>
            <w:tcW w:w="1702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дохода за год, </w:t>
            </w:r>
          </w:p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4252" w:type="dxa"/>
            <w:gridSpan w:val="3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3" w:type="dxa"/>
            <w:gridSpan w:val="3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551" w:type="dxa"/>
            <w:gridSpan w:val="2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 принадлежащих на праве собственности</w:t>
            </w:r>
          </w:p>
        </w:tc>
      </w:tr>
      <w:tr w:rsidR="00DB4A39" w:rsidRPr="001F6925">
        <w:trPr>
          <w:trHeight w:val="435"/>
        </w:trPr>
        <w:tc>
          <w:tcPr>
            <w:tcW w:w="1702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559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560" w:type="dxa"/>
            <w:vMerge w:val="restart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551" w:type="dxa"/>
            <w:gridSpan w:val="2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4A39" w:rsidRPr="001F6925">
        <w:trPr>
          <w:trHeight w:val="270"/>
        </w:trPr>
        <w:tc>
          <w:tcPr>
            <w:tcW w:w="1702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276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5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DB4A39" w:rsidRPr="001F6925">
        <w:tc>
          <w:tcPr>
            <w:tcW w:w="1702" w:type="dxa"/>
            <w:vMerge w:val="restart"/>
            <w:vAlign w:val="center"/>
          </w:tcPr>
          <w:p w:rsidR="00DB4A39" w:rsidRPr="001F6925" w:rsidRDefault="00DB4A39" w:rsidP="001F6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Лучкив Ярослав Еремеевич</w:t>
            </w:r>
          </w:p>
        </w:tc>
        <w:tc>
          <w:tcPr>
            <w:tcW w:w="1276" w:type="dxa"/>
          </w:tcPr>
          <w:p w:rsidR="00DB4A39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 врач  </w:t>
            </w:r>
          </w:p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КГБУЗ Иланская районная больница</w:t>
            </w:r>
          </w:p>
        </w:tc>
        <w:tc>
          <w:tcPr>
            <w:tcW w:w="1276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784042,2</w:t>
            </w:r>
          </w:p>
        </w:tc>
        <w:tc>
          <w:tcPr>
            <w:tcW w:w="1559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жилого дома</w:t>
            </w:r>
          </w:p>
        </w:tc>
        <w:tc>
          <w:tcPr>
            <w:tcW w:w="1134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559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Align w:val="center"/>
          </w:tcPr>
          <w:p w:rsidR="00DB4A39" w:rsidRPr="008E42DA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HARRIER</w:t>
            </w:r>
          </w:p>
        </w:tc>
      </w:tr>
      <w:tr w:rsidR="00DB4A39" w:rsidRPr="001F6925" w:rsidTr="001A7579">
        <w:trPr>
          <w:trHeight w:val="470"/>
        </w:trPr>
        <w:tc>
          <w:tcPr>
            <w:tcW w:w="1702" w:type="dxa"/>
            <w:vMerge/>
            <w:vAlign w:val="center"/>
          </w:tcPr>
          <w:p w:rsidR="00DB4A39" w:rsidRPr="001F6925" w:rsidRDefault="00DB4A39" w:rsidP="001F69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B4A39" w:rsidRPr="001F6925" w:rsidRDefault="00DB4A39" w:rsidP="001A7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304002,39</w:t>
            </w:r>
          </w:p>
        </w:tc>
        <w:tc>
          <w:tcPr>
            <w:tcW w:w="1559" w:type="dxa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34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32,10</w:t>
            </w:r>
          </w:p>
        </w:tc>
        <w:tc>
          <w:tcPr>
            <w:tcW w:w="1559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B4A39" w:rsidRPr="001F6925" w:rsidRDefault="00DB4A39" w:rsidP="001F6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DB4A39" w:rsidRDefault="00DB4A39" w:rsidP="002A3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B4A39" w:rsidRDefault="00DB4A39" w:rsidP="002A3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20A">
        <w:rPr>
          <w:rFonts w:ascii="Times New Roman" w:hAnsi="Times New Roman" w:cs="Times New Roman"/>
          <w:sz w:val="24"/>
          <w:szCs w:val="24"/>
        </w:rPr>
        <w:t>«*» Сведения представляются без указания персональных данных членов семьи</w:t>
      </w:r>
    </w:p>
    <w:p w:rsidR="00DB4A39" w:rsidRPr="00A7620A" w:rsidRDefault="00DB4A39" w:rsidP="002A3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20A">
        <w:rPr>
          <w:rFonts w:ascii="Times New Roman" w:hAnsi="Times New Roman" w:cs="Times New Roman"/>
          <w:sz w:val="24"/>
          <w:szCs w:val="24"/>
        </w:rPr>
        <w:tab/>
        <w:t xml:space="preserve">Я,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A7620A">
        <w:rPr>
          <w:rFonts w:ascii="Times New Roman" w:hAnsi="Times New Roman" w:cs="Times New Roman"/>
          <w:sz w:val="24"/>
          <w:szCs w:val="24"/>
        </w:rPr>
        <w:t xml:space="preserve">, выражаю своё согласие на обработку, в том числе на размещение в информационно-телекоммуникационной сете общего пользования (сети Интернет) сведений о моих доходах, об имуществе и обязательствах имущественного характера, а также сведения о доходах, оба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sz w:val="24"/>
          <w:szCs w:val="24"/>
        </w:rPr>
        <w:t>2012</w:t>
      </w:r>
      <w:bookmarkStart w:id="0" w:name="_GoBack"/>
      <w:bookmarkEnd w:id="0"/>
      <w:r w:rsidRPr="00A7620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B4A39" w:rsidRDefault="00DB4A39" w:rsidP="002A3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4A39" w:rsidSect="00435F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C64"/>
    <w:multiLevelType w:val="hybridMultilevel"/>
    <w:tmpl w:val="424A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76B05"/>
    <w:multiLevelType w:val="hybridMultilevel"/>
    <w:tmpl w:val="6A30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10906"/>
    <w:multiLevelType w:val="hybridMultilevel"/>
    <w:tmpl w:val="6C64A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649B0"/>
    <w:multiLevelType w:val="hybridMultilevel"/>
    <w:tmpl w:val="B524A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BE8"/>
    <w:rsid w:val="00145ED2"/>
    <w:rsid w:val="001A7579"/>
    <w:rsid w:val="001F6925"/>
    <w:rsid w:val="00245BE8"/>
    <w:rsid w:val="002A3EAF"/>
    <w:rsid w:val="00381341"/>
    <w:rsid w:val="003D52FB"/>
    <w:rsid w:val="0041703E"/>
    <w:rsid w:val="00435F01"/>
    <w:rsid w:val="004576E0"/>
    <w:rsid w:val="00476600"/>
    <w:rsid w:val="004F5872"/>
    <w:rsid w:val="00547C07"/>
    <w:rsid w:val="0058720A"/>
    <w:rsid w:val="00601DBF"/>
    <w:rsid w:val="006E4D4F"/>
    <w:rsid w:val="0080261A"/>
    <w:rsid w:val="008E42DA"/>
    <w:rsid w:val="008F2E5B"/>
    <w:rsid w:val="00953A19"/>
    <w:rsid w:val="00980A35"/>
    <w:rsid w:val="009B721A"/>
    <w:rsid w:val="00A70054"/>
    <w:rsid w:val="00A7620A"/>
    <w:rsid w:val="00A835EF"/>
    <w:rsid w:val="00AE2065"/>
    <w:rsid w:val="00B362F7"/>
    <w:rsid w:val="00BC6A11"/>
    <w:rsid w:val="00C54EBC"/>
    <w:rsid w:val="00CF2E9C"/>
    <w:rsid w:val="00D30BA5"/>
    <w:rsid w:val="00D84A4B"/>
    <w:rsid w:val="00D85C58"/>
    <w:rsid w:val="00DA4C52"/>
    <w:rsid w:val="00DB4A39"/>
    <w:rsid w:val="00E41CF9"/>
    <w:rsid w:val="00EC4C14"/>
    <w:rsid w:val="00FA2DA1"/>
    <w:rsid w:val="00FE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E9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5F0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2E5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C6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1</Pages>
  <Words>227</Words>
  <Characters>1297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ОАБП</cp:lastModifiedBy>
  <cp:revision>19</cp:revision>
  <cp:lastPrinted>2014-02-28T02:10:00Z</cp:lastPrinted>
  <dcterms:created xsi:type="dcterms:W3CDTF">2013-04-08T08:45:00Z</dcterms:created>
  <dcterms:modified xsi:type="dcterms:W3CDTF">2014-02-28T02:40:00Z</dcterms:modified>
</cp:coreProperties>
</file>