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A23" w:rsidRDefault="00AC3A23" w:rsidP="001D1591">
      <w:pPr>
        <w:rPr>
          <w:sz w:val="28"/>
          <w:szCs w:val="28"/>
        </w:rPr>
      </w:pPr>
    </w:p>
    <w:p w:rsidR="00AC3A23" w:rsidRDefault="00AC3A23" w:rsidP="001D1591">
      <w:pPr>
        <w:jc w:val="center"/>
        <w:rPr>
          <w:sz w:val="28"/>
          <w:szCs w:val="28"/>
        </w:rPr>
      </w:pPr>
    </w:p>
    <w:p w:rsidR="00AC3A23" w:rsidRDefault="00AC3A23" w:rsidP="001D159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AC3A23" w:rsidRDefault="00AC3A23" w:rsidP="003B43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муниципальных служащих </w:t>
      </w:r>
      <w:r w:rsidRPr="004B1D50">
        <w:rPr>
          <w:sz w:val="28"/>
          <w:szCs w:val="28"/>
          <w:u w:val="single"/>
        </w:rPr>
        <w:t>Управления социальной защиты населения</w:t>
      </w:r>
      <w:r>
        <w:rPr>
          <w:sz w:val="28"/>
          <w:szCs w:val="28"/>
        </w:rPr>
        <w:t xml:space="preserve"> администрации Шушенского района, замещающих должности муниципальной службы высшей, главной, ведущей, старшей группы должностей за 2012 год</w:t>
      </w:r>
    </w:p>
    <w:p w:rsidR="00AC3A23" w:rsidRDefault="00AC3A23" w:rsidP="001D1591">
      <w:pPr>
        <w:jc w:val="center"/>
        <w:rPr>
          <w:sz w:val="28"/>
          <w:szCs w:val="28"/>
        </w:rPr>
      </w:pPr>
    </w:p>
    <w:tbl>
      <w:tblPr>
        <w:tblW w:w="155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368"/>
        <w:gridCol w:w="1980"/>
        <w:gridCol w:w="1620"/>
        <w:gridCol w:w="1230"/>
        <w:gridCol w:w="1610"/>
        <w:gridCol w:w="1260"/>
        <w:gridCol w:w="1120"/>
        <w:gridCol w:w="1137"/>
        <w:gridCol w:w="1031"/>
        <w:gridCol w:w="1169"/>
        <w:gridCol w:w="1471"/>
      </w:tblGrid>
      <w:tr w:rsidR="00AC3A23" w:rsidRPr="0052163A" w:rsidTr="00B37958">
        <w:tc>
          <w:tcPr>
            <w:tcW w:w="540" w:type="dxa"/>
            <w:vMerge w:val="restart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№ пп</w:t>
            </w:r>
          </w:p>
        </w:tc>
        <w:tc>
          <w:tcPr>
            <w:tcW w:w="1368" w:type="dxa"/>
            <w:vMerge w:val="restart"/>
          </w:tcPr>
          <w:p w:rsidR="00AC3A23" w:rsidRDefault="00AC3A23" w:rsidP="00157D34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Наименова</w:t>
            </w:r>
          </w:p>
          <w:p w:rsidR="00AC3A23" w:rsidRDefault="00AC3A23" w:rsidP="00157D34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ние муниципаль</w:t>
            </w:r>
          </w:p>
          <w:p w:rsidR="00AC3A23" w:rsidRPr="0052163A" w:rsidRDefault="00AC3A23" w:rsidP="00157D34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ного образования Красноярского края</w:t>
            </w:r>
          </w:p>
        </w:tc>
        <w:tc>
          <w:tcPr>
            <w:tcW w:w="1980" w:type="dxa"/>
            <w:vMerge w:val="restart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Наименование должность </w:t>
            </w:r>
          </w:p>
        </w:tc>
        <w:tc>
          <w:tcPr>
            <w:tcW w:w="1620" w:type="dxa"/>
            <w:vMerge w:val="restart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Фамилия, имя, отчетсво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Годовой доход, </w:t>
            </w:r>
          </w:p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руб.</w:t>
            </w:r>
          </w:p>
        </w:tc>
        <w:tc>
          <w:tcPr>
            <w:tcW w:w="3990" w:type="dxa"/>
            <w:gridSpan w:val="3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337" w:type="dxa"/>
            <w:gridSpan w:val="3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Перечень объектов недвижимости,</w:t>
            </w:r>
          </w:p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471" w:type="dxa"/>
            <w:vMerge w:val="restart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Перечень транспортных средств с указанием вида</w:t>
            </w:r>
          </w:p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 и марки, принадлежащих лицу на праве собственности</w:t>
            </w:r>
          </w:p>
        </w:tc>
      </w:tr>
      <w:tr w:rsidR="00AC3A23" w:rsidRPr="0052163A" w:rsidTr="00B37958">
        <w:tc>
          <w:tcPr>
            <w:tcW w:w="540" w:type="dxa"/>
            <w:vMerge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Вид объекта</w:t>
            </w:r>
          </w:p>
        </w:tc>
        <w:tc>
          <w:tcPr>
            <w:tcW w:w="1260" w:type="dxa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20" w:type="dxa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1137" w:type="dxa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Вид объекта</w:t>
            </w:r>
          </w:p>
        </w:tc>
        <w:tc>
          <w:tcPr>
            <w:tcW w:w="1031" w:type="dxa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69" w:type="dxa"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1471" w:type="dxa"/>
            <w:vMerge/>
          </w:tcPr>
          <w:p w:rsidR="00AC3A23" w:rsidRPr="0052163A" w:rsidRDefault="00AC3A23" w:rsidP="000B308C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85"/>
        </w:trPr>
        <w:tc>
          <w:tcPr>
            <w:tcW w:w="54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8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Шушенский район</w:t>
            </w:r>
          </w:p>
        </w:tc>
        <w:tc>
          <w:tcPr>
            <w:tcW w:w="198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Руководитель</w:t>
            </w:r>
          </w:p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управления </w:t>
            </w:r>
          </w:p>
        </w:tc>
        <w:tc>
          <w:tcPr>
            <w:tcW w:w="162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Нор </w:t>
            </w:r>
          </w:p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Людмила Алексеевна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643297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AC3A23" w:rsidRPr="0052163A" w:rsidRDefault="00AC3A23" w:rsidP="00157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Pr="0052163A">
              <w:rPr>
                <w:sz w:val="20"/>
                <w:szCs w:val="20"/>
              </w:rPr>
              <w:t>ВАЗ-21120</w:t>
            </w:r>
          </w:p>
        </w:tc>
      </w:tr>
      <w:tr w:rsidR="00AC3A23" w:rsidRPr="0052163A" w:rsidTr="00B37958">
        <w:trPr>
          <w:trHeight w:val="383"/>
        </w:trPr>
        <w:tc>
          <w:tcPr>
            <w:tcW w:w="54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64"/>
        </w:trPr>
        <w:tc>
          <w:tcPr>
            <w:tcW w:w="54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BD5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64"/>
        </w:trPr>
        <w:tc>
          <w:tcPr>
            <w:tcW w:w="54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BD5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116,4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C760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208271  </w:t>
            </w:r>
          </w:p>
        </w:tc>
        <w:tc>
          <w:tcPr>
            <w:tcW w:w="1610" w:type="dxa"/>
          </w:tcPr>
          <w:p w:rsidR="00AC3A23" w:rsidRPr="0052163A" w:rsidRDefault="00AC3A23" w:rsidP="00202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 участок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C3A23" w:rsidRPr="00654DE2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RENAULT</w:t>
            </w:r>
            <w:r w:rsidRPr="00654D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SR</w:t>
            </w:r>
          </w:p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  <w:p w:rsidR="00AC3A23" w:rsidRPr="00654DE2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УАЗ-323602</w:t>
            </w:r>
          </w:p>
        </w:tc>
      </w:tr>
      <w:tr w:rsidR="00AC3A23" w:rsidRPr="0052163A" w:rsidTr="00B37958">
        <w:trPr>
          <w:trHeight w:val="255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654DE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BD5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980D2F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87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BD5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116,4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C3A23" w:rsidRPr="0052163A" w:rsidTr="00B37958">
        <w:trPr>
          <w:trHeight w:val="2100"/>
        </w:trPr>
        <w:tc>
          <w:tcPr>
            <w:tcW w:w="540" w:type="dxa"/>
            <w:vMerge w:val="restart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8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AC3A23" w:rsidRPr="0052163A" w:rsidRDefault="00AC3A23" w:rsidP="00B3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вопросам военнослужащих, ветеранов, инвалидов, реабилитированных и лиц, пострадавших от радиации</w:t>
            </w:r>
          </w:p>
        </w:tc>
        <w:tc>
          <w:tcPr>
            <w:tcW w:w="1620" w:type="dxa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Борщ</w:t>
            </w:r>
          </w:p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504813</w:t>
            </w:r>
            <w:bookmarkStart w:id="0" w:name="_GoBack"/>
            <w:bookmarkEnd w:id="0"/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доля квартиры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доля квартиры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 w:val="restart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8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AC3A23" w:rsidRPr="0052163A" w:rsidRDefault="00AC3A23" w:rsidP="0025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информационно-аналитического отдела</w:t>
            </w:r>
          </w:p>
        </w:tc>
        <w:tc>
          <w:tcPr>
            <w:tcW w:w="1620" w:type="dxa"/>
            <w:vMerge w:val="restart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Астапкевич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Владислав Георгиевич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345498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земельного участка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898,0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291729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земельного участка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земельного участка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27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07"/>
        </w:trPr>
        <w:tc>
          <w:tcPr>
            <w:tcW w:w="540" w:type="dxa"/>
            <w:vMerge w:val="restart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8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семейной политики</w:t>
            </w:r>
          </w:p>
        </w:tc>
        <w:tc>
          <w:tcPr>
            <w:tcW w:w="1620" w:type="dxa"/>
            <w:vMerge w:val="restart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Луканова</w:t>
            </w:r>
          </w:p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Лариса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Викторовна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464264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259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419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C3A23" w:rsidRPr="0052163A" w:rsidRDefault="00AC3A23" w:rsidP="00106D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909113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ED0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</w:tcPr>
          <w:p w:rsidR="00AC3A23" w:rsidRPr="0052163A" w:rsidRDefault="00AC3A23" w:rsidP="00ED0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169" w:type="dxa"/>
          </w:tcPr>
          <w:p w:rsidR="00AC3A23" w:rsidRPr="0052163A" w:rsidRDefault="00AC3A23" w:rsidP="00ED0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8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654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назначению и выплате пособий на детей, персональных пенсий и пенсий муниципальных служащих</w:t>
            </w:r>
          </w:p>
        </w:tc>
        <w:tc>
          <w:tcPr>
            <w:tcW w:w="1620" w:type="dxa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Филкова</w:t>
            </w:r>
          </w:p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Мария 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Валерьевна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328208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AC3A23" w:rsidRPr="0052163A" w:rsidRDefault="00AC3A23" w:rsidP="00EC4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</w:tcPr>
          <w:p w:rsidR="00AC3A23" w:rsidRPr="0052163A" w:rsidRDefault="00AC3A23" w:rsidP="00EC4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32.8</w:t>
            </w:r>
          </w:p>
        </w:tc>
        <w:tc>
          <w:tcPr>
            <w:tcW w:w="1169" w:type="dxa"/>
          </w:tcPr>
          <w:p w:rsidR="00AC3A23" w:rsidRPr="0052163A" w:rsidRDefault="00AC3A23" w:rsidP="00EC4A99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C3A23" w:rsidRPr="00AC64EE" w:rsidRDefault="00AC3A23" w:rsidP="00EC4A9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Honda Fit</w:t>
            </w: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68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социальных выплат</w:t>
            </w:r>
          </w:p>
        </w:tc>
        <w:tc>
          <w:tcPr>
            <w:tcW w:w="1620" w:type="dxa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Потылицина</w:t>
            </w:r>
          </w:p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Ольга 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338643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431"/>
        </w:trPr>
        <w:tc>
          <w:tcPr>
            <w:tcW w:w="540" w:type="dxa"/>
            <w:vMerge w:val="restart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8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информационно-аналитического отдела</w:t>
            </w:r>
          </w:p>
        </w:tc>
        <w:tc>
          <w:tcPr>
            <w:tcW w:w="1620" w:type="dxa"/>
            <w:vMerge w:val="restart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Анищенко</w:t>
            </w:r>
          </w:p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Тамара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Федоровна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438740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C3A23" w:rsidRPr="004B0D9B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 xml:space="preserve">Suzuki </w:t>
            </w:r>
            <w:r>
              <w:rPr>
                <w:sz w:val="20"/>
                <w:szCs w:val="20"/>
              </w:rPr>
              <w:t>искудо</w:t>
            </w: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723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04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11178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22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 w:val="restart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8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B3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вопросам военнослужащих, ветеранов, инвалидов, реабилитированных и лиц, пострадавших от радиации</w:t>
            </w:r>
          </w:p>
        </w:tc>
        <w:tc>
          <w:tcPr>
            <w:tcW w:w="1620" w:type="dxa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Величанская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 Владимировна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327289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AC3A23" w:rsidRPr="0052163A" w:rsidRDefault="00AC3A23" w:rsidP="00EC4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</w:tcPr>
          <w:p w:rsidR="00AC3A23" w:rsidRPr="0052163A" w:rsidRDefault="00AC3A23" w:rsidP="00EC4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</w:t>
            </w:r>
          </w:p>
        </w:tc>
        <w:tc>
          <w:tcPr>
            <w:tcW w:w="1169" w:type="dxa"/>
          </w:tcPr>
          <w:p w:rsidR="00AC3A23" w:rsidRPr="0052163A" w:rsidRDefault="00AC3A23" w:rsidP="00EC4A99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32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C3A23" w:rsidRPr="0052163A" w:rsidRDefault="00AC3A23" w:rsidP="00B3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</w:t>
            </w:r>
          </w:p>
        </w:tc>
        <w:tc>
          <w:tcPr>
            <w:tcW w:w="1610" w:type="dxa"/>
          </w:tcPr>
          <w:p w:rsidR="00AC3A23" w:rsidRPr="0052163A" w:rsidRDefault="00AC3A23" w:rsidP="00EC4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AC3A23" w:rsidRPr="0052163A" w:rsidRDefault="00AC3A23" w:rsidP="00EC4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</w:t>
            </w:r>
          </w:p>
        </w:tc>
        <w:tc>
          <w:tcPr>
            <w:tcW w:w="1120" w:type="dxa"/>
          </w:tcPr>
          <w:p w:rsidR="00AC3A23" w:rsidRPr="0052163A" w:rsidRDefault="00AC3A23" w:rsidP="00EC4A99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 w:val="restart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8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семейной политики</w:t>
            </w:r>
          </w:p>
        </w:tc>
        <w:tc>
          <w:tcPr>
            <w:tcW w:w="1620" w:type="dxa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Воронкова</w:t>
            </w:r>
          </w:p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440415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75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132598</w:t>
            </w: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Нива 2114</w:t>
            </w:r>
          </w:p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к автомобилю</w:t>
            </w: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07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68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 w:val="restart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8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информационно-аналитического отдела</w:t>
            </w:r>
          </w:p>
        </w:tc>
        <w:tc>
          <w:tcPr>
            <w:tcW w:w="1620" w:type="dxa"/>
            <w:vMerge w:val="restart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Нагайко</w:t>
            </w:r>
          </w:p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Игорь 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Борисович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358296</w:t>
            </w: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C3A23" w:rsidRPr="004655C4" w:rsidRDefault="00AC3A23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</w:t>
            </w:r>
            <w:r>
              <w:rPr>
                <w:sz w:val="20"/>
                <w:szCs w:val="20"/>
                <w:lang w:val="en-US"/>
              </w:rPr>
              <w:t xml:space="preserve"> Suzuki Liana</w:t>
            </w:r>
          </w:p>
        </w:tc>
      </w:tr>
      <w:tr w:rsidR="00AC3A23" w:rsidRPr="0052163A" w:rsidTr="00B37958">
        <w:trPr>
          <w:trHeight w:val="294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45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56"/>
        </w:trPr>
        <w:tc>
          <w:tcPr>
            <w:tcW w:w="540" w:type="dxa"/>
            <w:vMerge/>
          </w:tcPr>
          <w:p w:rsidR="00AC3A23" w:rsidRPr="004655C4" w:rsidRDefault="00AC3A23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C3A23" w:rsidRPr="004655C4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63849</w:t>
            </w: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51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AC3A23" w:rsidRDefault="00AC3A23" w:rsidP="00ED0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</w:tcPr>
          <w:p w:rsidR="00AC3A23" w:rsidRDefault="00AC3A23" w:rsidP="00ED0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169" w:type="dxa"/>
          </w:tcPr>
          <w:p w:rsidR="00AC3A23" w:rsidRPr="0052163A" w:rsidRDefault="00AC3A23" w:rsidP="00ED0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8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B3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социальных выплат</w:t>
            </w:r>
          </w:p>
        </w:tc>
        <w:tc>
          <w:tcPr>
            <w:tcW w:w="1620" w:type="dxa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Вагина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 Александровна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296885</w:t>
            </w: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AC3A23" w:rsidRPr="0052163A" w:rsidRDefault="00AC3A23" w:rsidP="00EC4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</w:tcPr>
          <w:p w:rsidR="00AC3A23" w:rsidRPr="0052163A" w:rsidRDefault="00AC3A23" w:rsidP="00EC4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56.4</w:t>
            </w:r>
          </w:p>
        </w:tc>
        <w:tc>
          <w:tcPr>
            <w:tcW w:w="1169" w:type="dxa"/>
          </w:tcPr>
          <w:p w:rsidR="00AC3A23" w:rsidRPr="0052163A" w:rsidRDefault="00AC3A23" w:rsidP="00EC4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 w:val="restart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68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B3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вопросам военнослужащих, ветеранов, инвалидов, реабилитированных и лиц, пострадавших от радиации</w:t>
            </w:r>
          </w:p>
        </w:tc>
        <w:tc>
          <w:tcPr>
            <w:tcW w:w="1620" w:type="dxa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Кураленко</w:t>
            </w:r>
          </w:p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Петровна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282045</w:t>
            </w: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162000</w:t>
            </w: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 w:val="restart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68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назначению и выплате пособий на детей, персональных пенсий и пенсий муниципальных служащих</w:t>
            </w:r>
          </w:p>
        </w:tc>
        <w:tc>
          <w:tcPr>
            <w:tcW w:w="162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Ермакова Ирина Борисовна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307965</w:t>
            </w:r>
          </w:p>
        </w:tc>
        <w:tc>
          <w:tcPr>
            <w:tcW w:w="1610" w:type="dxa"/>
          </w:tcPr>
          <w:p w:rsidR="00AC3A23" w:rsidRDefault="00AC3A23" w:rsidP="00F7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72,35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Toyotacorolla</w:t>
            </w:r>
          </w:p>
          <w:p w:rsidR="00AC3A23" w:rsidRPr="00F75F5B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AC3A23" w:rsidRPr="00F75F5B" w:rsidRDefault="00AC3A23" w:rsidP="00F75F5B">
            <w:pPr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C3A23" w:rsidRPr="0052163A" w:rsidRDefault="00AC3A23" w:rsidP="00654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46194</w:t>
            </w: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72,35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ВАЗ 2106</w:t>
            </w: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 w:val="restart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368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B3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по назначению и выплате пособий на детей, персональных пенсий и пенсий муниципальных служащих</w:t>
            </w:r>
          </w:p>
        </w:tc>
        <w:tc>
          <w:tcPr>
            <w:tcW w:w="1620" w:type="dxa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Щеблыкина</w:t>
            </w:r>
          </w:p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Ирина 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Валерьевна 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276404</w:t>
            </w:r>
          </w:p>
        </w:tc>
        <w:tc>
          <w:tcPr>
            <w:tcW w:w="1610" w:type="dxa"/>
          </w:tcPr>
          <w:p w:rsidR="00AC3A23" w:rsidRDefault="00AC3A23" w:rsidP="00A91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 квартиры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УАЗ-469</w:t>
            </w:r>
          </w:p>
        </w:tc>
      </w:tr>
      <w:tr w:rsidR="00AC3A23" w:rsidRPr="0052163A" w:rsidTr="00B37958">
        <w:trPr>
          <w:trHeight w:val="541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188312</w:t>
            </w: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1\2 доля квартиры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УАЗ-469</w:t>
            </w: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 w:val="restart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368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B3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информационно-аналитического отдела</w:t>
            </w:r>
          </w:p>
        </w:tc>
        <w:tc>
          <w:tcPr>
            <w:tcW w:w="1620" w:type="dxa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Сафронов 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Сергей Валерьевич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366462</w:t>
            </w: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Default="00AC3A23" w:rsidP="00ED0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</w:tcPr>
          <w:p w:rsidR="00AC3A23" w:rsidRDefault="00AC3A23" w:rsidP="00ED0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69" w:type="dxa"/>
          </w:tcPr>
          <w:p w:rsidR="00AC3A23" w:rsidRPr="0052163A" w:rsidRDefault="00AC3A23" w:rsidP="00ED0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ВАЗ-2106</w:t>
            </w: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30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252421</w:t>
            </w: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35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556"/>
        </w:trPr>
        <w:tc>
          <w:tcPr>
            <w:tcW w:w="540" w:type="dxa"/>
            <w:vMerge w:val="restart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368" w:type="dxa"/>
            <w:vMerge w:val="restart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социальных выплат</w:t>
            </w:r>
          </w:p>
        </w:tc>
        <w:tc>
          <w:tcPr>
            <w:tcW w:w="1620" w:type="dxa"/>
          </w:tcPr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Савченко</w:t>
            </w:r>
          </w:p>
          <w:p w:rsidR="00AC3A23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Олеся</w:t>
            </w:r>
          </w:p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Васильевна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260161</w:t>
            </w: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 квартиры</w:t>
            </w: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C3A23" w:rsidRPr="0052163A" w:rsidTr="00B37958">
        <w:trPr>
          <w:trHeight w:val="296"/>
        </w:trPr>
        <w:tc>
          <w:tcPr>
            <w:tcW w:w="540" w:type="dxa"/>
            <w:vMerge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C3A23" w:rsidRPr="0052163A" w:rsidRDefault="00AC3A23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3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C3A23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69" w:type="dxa"/>
          </w:tcPr>
          <w:p w:rsidR="00AC3A23" w:rsidRPr="0052163A" w:rsidRDefault="00AC3A23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C3A23" w:rsidRPr="002E6B02" w:rsidRDefault="00AC3A23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C3A23" w:rsidRDefault="00AC3A23" w:rsidP="001D1591">
      <w:pPr>
        <w:jc w:val="center"/>
        <w:rPr>
          <w:sz w:val="28"/>
          <w:szCs w:val="28"/>
        </w:rPr>
      </w:pPr>
    </w:p>
    <w:p w:rsidR="00AC3A23" w:rsidRDefault="00AC3A23" w:rsidP="001D1591">
      <w:pPr>
        <w:jc w:val="center"/>
        <w:rPr>
          <w:sz w:val="28"/>
          <w:szCs w:val="28"/>
        </w:rPr>
      </w:pPr>
    </w:p>
    <w:p w:rsidR="00AC3A23" w:rsidRDefault="00AC3A23" w:rsidP="001D1591">
      <w:pPr>
        <w:jc w:val="center"/>
        <w:rPr>
          <w:sz w:val="28"/>
          <w:szCs w:val="28"/>
        </w:rPr>
      </w:pPr>
    </w:p>
    <w:p w:rsidR="00AC3A23" w:rsidRPr="00BD529B" w:rsidRDefault="00AC3A23">
      <w:pPr>
        <w:rPr>
          <w:sz w:val="20"/>
          <w:szCs w:val="20"/>
        </w:rPr>
      </w:pPr>
    </w:p>
    <w:sectPr w:rsidR="00AC3A23" w:rsidRPr="00BD529B" w:rsidSect="00BD529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B79ED"/>
    <w:multiLevelType w:val="hybridMultilevel"/>
    <w:tmpl w:val="AED48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591"/>
    <w:rsid w:val="00010344"/>
    <w:rsid w:val="000414B1"/>
    <w:rsid w:val="000A6019"/>
    <w:rsid w:val="000B308C"/>
    <w:rsid w:val="000B3F48"/>
    <w:rsid w:val="000C7687"/>
    <w:rsid w:val="00106DA8"/>
    <w:rsid w:val="00157D34"/>
    <w:rsid w:val="001D1591"/>
    <w:rsid w:val="001F460C"/>
    <w:rsid w:val="00202CEA"/>
    <w:rsid w:val="00257233"/>
    <w:rsid w:val="002A4D07"/>
    <w:rsid w:val="002C0A41"/>
    <w:rsid w:val="002E01D9"/>
    <w:rsid w:val="002E2248"/>
    <w:rsid w:val="002E6B02"/>
    <w:rsid w:val="003B4355"/>
    <w:rsid w:val="00401862"/>
    <w:rsid w:val="004655C4"/>
    <w:rsid w:val="004B0D9B"/>
    <w:rsid w:val="004B1D50"/>
    <w:rsid w:val="004C172F"/>
    <w:rsid w:val="00510B76"/>
    <w:rsid w:val="0052163A"/>
    <w:rsid w:val="00592BF7"/>
    <w:rsid w:val="00607CAB"/>
    <w:rsid w:val="0063584E"/>
    <w:rsid w:val="00644607"/>
    <w:rsid w:val="00654DE2"/>
    <w:rsid w:val="00681615"/>
    <w:rsid w:val="006B7804"/>
    <w:rsid w:val="006D3565"/>
    <w:rsid w:val="007231E2"/>
    <w:rsid w:val="00723984"/>
    <w:rsid w:val="00727949"/>
    <w:rsid w:val="007626A9"/>
    <w:rsid w:val="00767841"/>
    <w:rsid w:val="008522EF"/>
    <w:rsid w:val="008819DE"/>
    <w:rsid w:val="00894F3A"/>
    <w:rsid w:val="008A7420"/>
    <w:rsid w:val="009112F9"/>
    <w:rsid w:val="009707EF"/>
    <w:rsid w:val="009716F3"/>
    <w:rsid w:val="00980D2F"/>
    <w:rsid w:val="00A912BA"/>
    <w:rsid w:val="00AB6F8F"/>
    <w:rsid w:val="00AC3A23"/>
    <w:rsid w:val="00AC3A5E"/>
    <w:rsid w:val="00AC64EE"/>
    <w:rsid w:val="00AD0F65"/>
    <w:rsid w:val="00B37958"/>
    <w:rsid w:val="00BB3FB2"/>
    <w:rsid w:val="00BD529B"/>
    <w:rsid w:val="00C414A6"/>
    <w:rsid w:val="00C41777"/>
    <w:rsid w:val="00C760B2"/>
    <w:rsid w:val="00CF520B"/>
    <w:rsid w:val="00D87375"/>
    <w:rsid w:val="00DA255F"/>
    <w:rsid w:val="00DB17F8"/>
    <w:rsid w:val="00DD6806"/>
    <w:rsid w:val="00E00149"/>
    <w:rsid w:val="00E672AF"/>
    <w:rsid w:val="00EC4A99"/>
    <w:rsid w:val="00ED0D5F"/>
    <w:rsid w:val="00EF0FCE"/>
    <w:rsid w:val="00F75F5B"/>
    <w:rsid w:val="00FA6ED5"/>
    <w:rsid w:val="00FF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59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1591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D1591"/>
    <w:pPr>
      <w:keepNext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4177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41777"/>
    <w:rPr>
      <w:rFonts w:ascii="Calibri" w:hAnsi="Calibri" w:cs="Calibri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1D15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D159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02C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C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649</TotalTime>
  <Pages>4</Pages>
  <Words>716</Words>
  <Characters>4086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Customer</cp:lastModifiedBy>
  <cp:revision>16</cp:revision>
  <cp:lastPrinted>2013-04-30T04:46:00Z</cp:lastPrinted>
  <dcterms:created xsi:type="dcterms:W3CDTF">2013-04-26T02:35:00Z</dcterms:created>
  <dcterms:modified xsi:type="dcterms:W3CDTF">2013-05-06T04:48:00Z</dcterms:modified>
</cp:coreProperties>
</file>