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6A" w:rsidRDefault="00536F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536F6A" w:rsidRDefault="00536F6A" w:rsidP="003254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2549C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 лиц,</w:t>
      </w:r>
    </w:p>
    <w:p w:rsidR="00536F6A" w:rsidRDefault="00536F6A" w:rsidP="003254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2549C">
        <w:rPr>
          <w:rFonts w:ascii="Times New Roman" w:hAnsi="Times New Roman"/>
          <w:b/>
          <w:sz w:val="28"/>
          <w:szCs w:val="28"/>
        </w:rPr>
        <w:t>замещающих должности руководителей муниципальных учреждений</w:t>
      </w:r>
      <w:r>
        <w:rPr>
          <w:rFonts w:ascii="Times New Roman" w:hAnsi="Times New Roman"/>
          <w:b/>
          <w:sz w:val="28"/>
          <w:szCs w:val="28"/>
        </w:rPr>
        <w:t xml:space="preserve"> и членов их семей</w:t>
      </w:r>
    </w:p>
    <w:p w:rsidR="00536F6A" w:rsidRPr="0032549C" w:rsidRDefault="00536F6A" w:rsidP="003254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2549C">
        <w:rPr>
          <w:rFonts w:ascii="Times New Roman" w:hAnsi="Times New Roman"/>
          <w:b/>
          <w:sz w:val="28"/>
          <w:szCs w:val="28"/>
        </w:rPr>
        <w:t>за 2012 год</w:t>
      </w:r>
    </w:p>
    <w:p w:rsidR="00536F6A" w:rsidRPr="0036739C" w:rsidRDefault="00536F6A" w:rsidP="003254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77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802"/>
        <w:gridCol w:w="1800"/>
        <w:gridCol w:w="1400"/>
        <w:gridCol w:w="900"/>
        <w:gridCol w:w="1400"/>
        <w:gridCol w:w="1400"/>
        <w:gridCol w:w="900"/>
        <w:gridCol w:w="1400"/>
        <w:gridCol w:w="1500"/>
      </w:tblGrid>
      <w:tr w:rsidR="00536F6A" w:rsidRPr="00B5292A" w:rsidTr="006E124A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536F6A" w:rsidRPr="00B5292A" w:rsidRDefault="00536F6A" w:rsidP="00EF07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отчество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руководителя муниципального учреждения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(члены семьи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без указания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Ф.И.О.)    </w:t>
            </w:r>
          </w:p>
        </w:tc>
        <w:tc>
          <w:tcPr>
            <w:tcW w:w="1802" w:type="dxa"/>
            <w:vMerge w:val="restart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Замещаемая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должность </w:t>
            </w:r>
          </w:p>
        </w:tc>
        <w:tc>
          <w:tcPr>
            <w:tcW w:w="1800" w:type="dxa"/>
            <w:vMerge w:val="restart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  Общая сумма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декларированного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дохода  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B5292A">
                <w:rPr>
                  <w:rFonts w:ascii="Times New Roman" w:hAnsi="Times New Roman" w:cs="Times New Roman"/>
                  <w:sz w:val="20"/>
                  <w:szCs w:val="20"/>
                </w:rPr>
                <w:t>2012 г</w:t>
              </w:r>
            </w:smartTag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год (руб.)   </w:t>
            </w:r>
          </w:p>
        </w:tc>
        <w:tc>
          <w:tcPr>
            <w:tcW w:w="3700" w:type="dxa"/>
            <w:gridSpan w:val="3"/>
          </w:tcPr>
          <w:p w:rsidR="00536F6A" w:rsidRPr="00B5292A" w:rsidRDefault="00536F6A" w:rsidP="000C10B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недвижимого имущества,   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принадлежащего на праве   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</w:t>
            </w:r>
          </w:p>
        </w:tc>
        <w:tc>
          <w:tcPr>
            <w:tcW w:w="3700" w:type="dxa"/>
            <w:gridSpan w:val="3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      Недвижимое имущество,   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находящееся в пользовании    </w:t>
            </w:r>
          </w:p>
        </w:tc>
        <w:tc>
          <w:tcPr>
            <w:tcW w:w="1500" w:type="dxa"/>
            <w:vMerge w:val="restart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 Вид и марка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транспортных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средств,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принадлежащих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на праве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0C10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   страна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   страна   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500" w:type="dxa"/>
            <w:vMerge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Ивашко</w:t>
            </w:r>
          </w:p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Наталья Александровна</w:t>
            </w:r>
          </w:p>
        </w:tc>
        <w:tc>
          <w:tcPr>
            <w:tcW w:w="1802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Главный редактор МАУ «Редакция газеты «Кольское слово»</w:t>
            </w:r>
          </w:p>
        </w:tc>
        <w:tc>
          <w:tcPr>
            <w:tcW w:w="1800" w:type="dxa"/>
          </w:tcPr>
          <w:p w:rsidR="00536F6A" w:rsidRPr="00B5292A" w:rsidRDefault="00536F6A" w:rsidP="008C41B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433 828,60</w:t>
            </w:r>
          </w:p>
        </w:tc>
        <w:tc>
          <w:tcPr>
            <w:tcW w:w="1400" w:type="dxa"/>
          </w:tcPr>
          <w:p w:rsidR="00536F6A" w:rsidRPr="00B5292A" w:rsidRDefault="00536F6A" w:rsidP="00B87FA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536F6A" w:rsidRPr="00B5292A" w:rsidRDefault="00536F6A" w:rsidP="008C41B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205 430,00</w:t>
            </w:r>
          </w:p>
        </w:tc>
        <w:tc>
          <w:tcPr>
            <w:tcW w:w="1400" w:type="dxa"/>
          </w:tcPr>
          <w:p w:rsidR="00536F6A" w:rsidRPr="00B5292A" w:rsidRDefault="00536F6A" w:rsidP="00B87FA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536F6A" w:rsidRPr="00B5292A" w:rsidRDefault="00536F6A" w:rsidP="008C41B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536F6A" w:rsidRPr="00B5292A" w:rsidRDefault="00536F6A" w:rsidP="00B87FA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Гончаров</w:t>
            </w:r>
          </w:p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Анатолий Иванович</w:t>
            </w:r>
          </w:p>
        </w:tc>
        <w:tc>
          <w:tcPr>
            <w:tcW w:w="1802" w:type="dxa"/>
            <w:vMerge w:val="restart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Начальник МБУ «Единая дежурно-диспетчерская служба Кольского района»</w:t>
            </w:r>
          </w:p>
        </w:tc>
        <w:tc>
          <w:tcPr>
            <w:tcW w:w="1800" w:type="dxa"/>
            <w:vMerge w:val="restart"/>
          </w:tcPr>
          <w:p w:rsidR="00536F6A" w:rsidRPr="00B5292A" w:rsidRDefault="00536F6A" w:rsidP="008C41B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331 208,11</w:t>
            </w:r>
          </w:p>
        </w:tc>
        <w:tc>
          <w:tcPr>
            <w:tcW w:w="1400" w:type="dxa"/>
          </w:tcPr>
          <w:p w:rsidR="00536F6A" w:rsidRPr="00B5292A" w:rsidRDefault="00536F6A" w:rsidP="000C10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36F6A" w:rsidRPr="00B5292A" w:rsidRDefault="00536F6A" w:rsidP="000C10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( 2/3 доля)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  <w:vMerge w:val="restart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8C41B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0C10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8C41B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0C10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02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69 138,17</w:t>
            </w:r>
          </w:p>
        </w:tc>
        <w:tc>
          <w:tcPr>
            <w:tcW w:w="1400" w:type="dxa"/>
          </w:tcPr>
          <w:p w:rsidR="00536F6A" w:rsidRPr="00B5292A" w:rsidRDefault="00536F6A" w:rsidP="00E6151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36F6A" w:rsidRPr="00B5292A" w:rsidRDefault="00536F6A" w:rsidP="00E6151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Вершинин</w:t>
            </w:r>
          </w:p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Алексей Михайлович</w:t>
            </w:r>
          </w:p>
        </w:tc>
        <w:tc>
          <w:tcPr>
            <w:tcW w:w="1802" w:type="dxa"/>
            <w:vMerge w:val="restart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Директор МБУ «Многофункциональный центр предоставления государственных и муниципальных услуг в Кольском районе»</w:t>
            </w:r>
          </w:p>
        </w:tc>
        <w:tc>
          <w:tcPr>
            <w:tcW w:w="1800" w:type="dxa"/>
            <w:vMerge w:val="restart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911 960,82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FA77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997</w:t>
            </w: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Автомобиль легковойШкодаОктавия, комби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536F6A" w:rsidRPr="00B5292A" w:rsidRDefault="00536F6A" w:rsidP="004955F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536F6A" w:rsidRPr="00B5292A" w:rsidRDefault="00536F6A" w:rsidP="00B87FA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CD2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Полякова</w:t>
            </w:r>
          </w:p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Татьяна Евгеньевна</w:t>
            </w:r>
          </w:p>
        </w:tc>
        <w:tc>
          <w:tcPr>
            <w:tcW w:w="1802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Директор МБУ «Централизованная бухгалтерия по обслуживанию муниципальных учреждений Кольского района»</w:t>
            </w:r>
          </w:p>
        </w:tc>
        <w:tc>
          <w:tcPr>
            <w:tcW w:w="1800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378 176,37</w:t>
            </w: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350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1 503 605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16 </w:t>
            </w: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E8686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TOYOTALANDCRUISER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802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E8686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Несовершеннолетнийсын</w:t>
            </w:r>
          </w:p>
        </w:tc>
        <w:tc>
          <w:tcPr>
            <w:tcW w:w="1802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536F6A" w:rsidRPr="00B5292A" w:rsidRDefault="00536F6A" w:rsidP="00EF2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EF2ED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Чубат</w:t>
            </w:r>
          </w:p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Валерий Евгеньевич</w:t>
            </w:r>
          </w:p>
        </w:tc>
        <w:tc>
          <w:tcPr>
            <w:tcW w:w="1802" w:type="dxa"/>
            <w:vMerge w:val="restart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Начальник МУ «Отдел муниципального заказа администрации Кольского района»</w:t>
            </w:r>
          </w:p>
        </w:tc>
        <w:tc>
          <w:tcPr>
            <w:tcW w:w="1800" w:type="dxa"/>
            <w:vMerge w:val="restart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684 000,00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1068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0" w:type="dxa"/>
          </w:tcPr>
          <w:p w:rsidR="00536F6A" w:rsidRPr="00B5292A" w:rsidRDefault="00536F6A" w:rsidP="00287B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Инфинити </w:t>
            </w: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FX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 35 </w:t>
            </w: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,автомобиль легковой </w:t>
            </w: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BMWX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DRIVE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 351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Нежилое здание (1/20 доля)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291,41</w:t>
            </w:r>
          </w:p>
        </w:tc>
        <w:tc>
          <w:tcPr>
            <w:tcW w:w="1400" w:type="dxa"/>
          </w:tcPr>
          <w:p w:rsidR="00536F6A" w:rsidRPr="00B5292A" w:rsidRDefault="00536F6A">
            <w:r w:rsidRPr="00B5292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Нежилое здание (1/20 доля)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99,42</w:t>
            </w:r>
          </w:p>
        </w:tc>
        <w:tc>
          <w:tcPr>
            <w:tcW w:w="1400" w:type="dxa"/>
          </w:tcPr>
          <w:p w:rsidR="00536F6A" w:rsidRPr="00B5292A" w:rsidRDefault="00536F6A">
            <w:r w:rsidRPr="00B5292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Нежилое помещение (1/20 доля)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62,78</w:t>
            </w:r>
          </w:p>
        </w:tc>
        <w:tc>
          <w:tcPr>
            <w:tcW w:w="1400" w:type="dxa"/>
          </w:tcPr>
          <w:p w:rsidR="00536F6A" w:rsidRPr="00B5292A" w:rsidRDefault="00536F6A">
            <w:r w:rsidRPr="00B5292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Нежилое помещение (1/20 доля)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42,60</w:t>
            </w:r>
          </w:p>
        </w:tc>
        <w:tc>
          <w:tcPr>
            <w:tcW w:w="1400" w:type="dxa"/>
          </w:tcPr>
          <w:p w:rsidR="00536F6A" w:rsidRPr="00B5292A" w:rsidRDefault="00536F6A">
            <w:r w:rsidRPr="00B5292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Нежилое здание (1/2 доля)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374,2</w:t>
            </w:r>
          </w:p>
        </w:tc>
        <w:tc>
          <w:tcPr>
            <w:tcW w:w="1400" w:type="dxa"/>
          </w:tcPr>
          <w:p w:rsidR="00536F6A" w:rsidRPr="00B5292A" w:rsidRDefault="00536F6A">
            <w:r w:rsidRPr="00B5292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02" w:type="dxa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132 000,00</w:t>
            </w: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 w:val="restart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Алёнина </w:t>
            </w:r>
          </w:p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Наталия Владимировна</w:t>
            </w:r>
          </w:p>
        </w:tc>
        <w:tc>
          <w:tcPr>
            <w:tcW w:w="1802" w:type="dxa"/>
            <w:vMerge w:val="restart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Директор МКУ «Кольский архив» Кольского района</w:t>
            </w:r>
          </w:p>
        </w:tc>
        <w:tc>
          <w:tcPr>
            <w:tcW w:w="1800" w:type="dxa"/>
            <w:vMerge w:val="restart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831 965,00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52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RENAULTSR</w:t>
            </w: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8543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8543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8543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9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8543FF">
        <w:trPr>
          <w:trHeight w:val="556"/>
          <w:tblCellSpacing w:w="5" w:type="nil"/>
        </w:trPr>
        <w:tc>
          <w:tcPr>
            <w:tcW w:w="2268" w:type="dxa"/>
            <w:vMerge/>
          </w:tcPr>
          <w:p w:rsidR="00536F6A" w:rsidRPr="00B5292A" w:rsidRDefault="00536F6A" w:rsidP="008543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vMerge/>
          </w:tcPr>
          <w:p w:rsidR="00536F6A" w:rsidRPr="00B5292A" w:rsidRDefault="00536F6A" w:rsidP="008543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36F6A" w:rsidRPr="00B5292A" w:rsidRDefault="00536F6A" w:rsidP="008543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Гараж (совместная)</w:t>
            </w:r>
          </w:p>
        </w:tc>
        <w:tc>
          <w:tcPr>
            <w:tcW w:w="9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8543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F6A" w:rsidRPr="00B5292A" w:rsidTr="006E124A">
        <w:trPr>
          <w:trHeight w:val="480"/>
          <w:tblCellSpacing w:w="5" w:type="nil"/>
        </w:trPr>
        <w:tc>
          <w:tcPr>
            <w:tcW w:w="2268" w:type="dxa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2" w:type="dxa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536F6A" w:rsidRPr="00B5292A" w:rsidRDefault="00536F6A" w:rsidP="001A21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399 637,00</w:t>
            </w: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</w:tcPr>
          <w:p w:rsidR="00536F6A" w:rsidRPr="00B5292A" w:rsidRDefault="00536F6A" w:rsidP="001A2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29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</w:tbl>
    <w:p w:rsidR="00536F6A" w:rsidRPr="0036739C" w:rsidRDefault="00536F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36F6A" w:rsidRPr="0036739C" w:rsidRDefault="00536F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36F6A" w:rsidRPr="0036739C" w:rsidRDefault="00536F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36F6A" w:rsidRPr="0036739C" w:rsidRDefault="00536F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739C">
        <w:rPr>
          <w:rFonts w:ascii="Times New Roman" w:hAnsi="Times New Roman"/>
          <w:sz w:val="20"/>
          <w:szCs w:val="20"/>
        </w:rPr>
        <w:br w:type="textWrapping" w:clear="all"/>
      </w:r>
      <w:r w:rsidRPr="0036739C">
        <w:rPr>
          <w:rFonts w:ascii="Times New Roman" w:hAnsi="Times New Roman"/>
          <w:sz w:val="20"/>
          <w:szCs w:val="20"/>
        </w:rPr>
        <w:br/>
      </w:r>
    </w:p>
    <w:p w:rsidR="00536F6A" w:rsidRPr="0036739C" w:rsidRDefault="00536F6A">
      <w:pPr>
        <w:rPr>
          <w:rFonts w:ascii="Times New Roman" w:hAnsi="Times New Roman"/>
          <w:sz w:val="20"/>
          <w:szCs w:val="20"/>
        </w:rPr>
      </w:pPr>
    </w:p>
    <w:sectPr w:rsidR="00536F6A" w:rsidRPr="0036739C" w:rsidSect="00ED3A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FDB"/>
    <w:rsid w:val="00007A9C"/>
    <w:rsid w:val="00045022"/>
    <w:rsid w:val="00054907"/>
    <w:rsid w:val="00071991"/>
    <w:rsid w:val="000A0373"/>
    <w:rsid w:val="000A274B"/>
    <w:rsid w:val="000A7670"/>
    <w:rsid w:val="000C10BC"/>
    <w:rsid w:val="000C626B"/>
    <w:rsid w:val="000D39CA"/>
    <w:rsid w:val="000D3B7A"/>
    <w:rsid w:val="0012506D"/>
    <w:rsid w:val="00184DE4"/>
    <w:rsid w:val="001A2175"/>
    <w:rsid w:val="001B01E6"/>
    <w:rsid w:val="001B2BF8"/>
    <w:rsid w:val="001E7CF5"/>
    <w:rsid w:val="001F12A6"/>
    <w:rsid w:val="00227F70"/>
    <w:rsid w:val="00287BB4"/>
    <w:rsid w:val="002A75EE"/>
    <w:rsid w:val="002C22D6"/>
    <w:rsid w:val="002C27A7"/>
    <w:rsid w:val="002D1076"/>
    <w:rsid w:val="003110C1"/>
    <w:rsid w:val="0032549C"/>
    <w:rsid w:val="003407E2"/>
    <w:rsid w:val="003443E2"/>
    <w:rsid w:val="003506BA"/>
    <w:rsid w:val="003651B1"/>
    <w:rsid w:val="0036739C"/>
    <w:rsid w:val="003750B7"/>
    <w:rsid w:val="0037641C"/>
    <w:rsid w:val="003B76DD"/>
    <w:rsid w:val="003C0B16"/>
    <w:rsid w:val="003E3FDB"/>
    <w:rsid w:val="003F1BA8"/>
    <w:rsid w:val="003F4A69"/>
    <w:rsid w:val="004955F8"/>
    <w:rsid w:val="004A50D0"/>
    <w:rsid w:val="004D4C4C"/>
    <w:rsid w:val="00501461"/>
    <w:rsid w:val="005110BA"/>
    <w:rsid w:val="00521850"/>
    <w:rsid w:val="00536F6A"/>
    <w:rsid w:val="005420E5"/>
    <w:rsid w:val="00582B1D"/>
    <w:rsid w:val="005A1951"/>
    <w:rsid w:val="005A4F29"/>
    <w:rsid w:val="005B29F8"/>
    <w:rsid w:val="005E7C03"/>
    <w:rsid w:val="005F14A0"/>
    <w:rsid w:val="00634AC2"/>
    <w:rsid w:val="00694E44"/>
    <w:rsid w:val="006D43AD"/>
    <w:rsid w:val="006D6FE8"/>
    <w:rsid w:val="006E124A"/>
    <w:rsid w:val="006F462A"/>
    <w:rsid w:val="00717670"/>
    <w:rsid w:val="0075601D"/>
    <w:rsid w:val="00757682"/>
    <w:rsid w:val="00763B28"/>
    <w:rsid w:val="00776F58"/>
    <w:rsid w:val="007C5ABE"/>
    <w:rsid w:val="007D3F03"/>
    <w:rsid w:val="007E2DFB"/>
    <w:rsid w:val="00847E11"/>
    <w:rsid w:val="00847FC0"/>
    <w:rsid w:val="008543FF"/>
    <w:rsid w:val="008A0A79"/>
    <w:rsid w:val="008A3BC8"/>
    <w:rsid w:val="008B4BD5"/>
    <w:rsid w:val="008C1B65"/>
    <w:rsid w:val="008C41BB"/>
    <w:rsid w:val="008D0C28"/>
    <w:rsid w:val="008D615F"/>
    <w:rsid w:val="008F7776"/>
    <w:rsid w:val="00925DD0"/>
    <w:rsid w:val="0096033E"/>
    <w:rsid w:val="00982BA7"/>
    <w:rsid w:val="00993C87"/>
    <w:rsid w:val="00996D82"/>
    <w:rsid w:val="009A6EB8"/>
    <w:rsid w:val="00A057DE"/>
    <w:rsid w:val="00A577DC"/>
    <w:rsid w:val="00A64D25"/>
    <w:rsid w:val="00A83B40"/>
    <w:rsid w:val="00A96A6D"/>
    <w:rsid w:val="00AB2F3E"/>
    <w:rsid w:val="00B2459D"/>
    <w:rsid w:val="00B5292A"/>
    <w:rsid w:val="00B87FA7"/>
    <w:rsid w:val="00B930BC"/>
    <w:rsid w:val="00B93185"/>
    <w:rsid w:val="00BB4493"/>
    <w:rsid w:val="00BB78AF"/>
    <w:rsid w:val="00BE3622"/>
    <w:rsid w:val="00BF7A39"/>
    <w:rsid w:val="00C046CA"/>
    <w:rsid w:val="00C0717E"/>
    <w:rsid w:val="00C37862"/>
    <w:rsid w:val="00C8647C"/>
    <w:rsid w:val="00CD20E0"/>
    <w:rsid w:val="00CE4FD4"/>
    <w:rsid w:val="00CF7751"/>
    <w:rsid w:val="00D91D4F"/>
    <w:rsid w:val="00DC71CB"/>
    <w:rsid w:val="00DF5125"/>
    <w:rsid w:val="00E14957"/>
    <w:rsid w:val="00E16F7F"/>
    <w:rsid w:val="00E21703"/>
    <w:rsid w:val="00E46030"/>
    <w:rsid w:val="00E61510"/>
    <w:rsid w:val="00E86867"/>
    <w:rsid w:val="00E964E4"/>
    <w:rsid w:val="00E975A3"/>
    <w:rsid w:val="00EA2951"/>
    <w:rsid w:val="00ED3AF4"/>
    <w:rsid w:val="00ED581B"/>
    <w:rsid w:val="00EE6D15"/>
    <w:rsid w:val="00EF07E2"/>
    <w:rsid w:val="00EF2ED9"/>
    <w:rsid w:val="00EF58F4"/>
    <w:rsid w:val="00F04C05"/>
    <w:rsid w:val="00F131A9"/>
    <w:rsid w:val="00F21AD7"/>
    <w:rsid w:val="00F24AB8"/>
    <w:rsid w:val="00F41B3D"/>
    <w:rsid w:val="00F51D12"/>
    <w:rsid w:val="00F66F0C"/>
    <w:rsid w:val="00F81162"/>
    <w:rsid w:val="00F93C97"/>
    <w:rsid w:val="00FA77F7"/>
    <w:rsid w:val="00FB105A"/>
    <w:rsid w:val="00FE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7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E3FD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501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1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3</Pages>
  <Words>425</Words>
  <Characters>2423</Characters>
  <Application>Microsoft Office Outlook</Application>
  <DocSecurity>0</DocSecurity>
  <Lines>0</Lines>
  <Paragraphs>0</Paragraphs>
  <ScaleCrop>false</ScaleCrop>
  <Company>Администрация Кольского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</cp:lastModifiedBy>
  <cp:revision>9</cp:revision>
  <cp:lastPrinted>2012-09-26T13:04:00Z</cp:lastPrinted>
  <dcterms:created xsi:type="dcterms:W3CDTF">2013-05-07T09:20:00Z</dcterms:created>
  <dcterms:modified xsi:type="dcterms:W3CDTF">2013-05-20T11:06:00Z</dcterms:modified>
</cp:coreProperties>
</file>