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15" w:rsidRDefault="00E44815" w:rsidP="00D62100"/>
    <w:p w:rsidR="00E44815" w:rsidRDefault="00E44815" w:rsidP="00ED4593">
      <w:pPr>
        <w:jc w:val="center"/>
      </w:pPr>
      <w:r>
        <w:t>Сведения</w:t>
      </w:r>
    </w:p>
    <w:p w:rsidR="00E44815" w:rsidRDefault="00E44815" w:rsidP="00ED4593">
      <w:pPr>
        <w:jc w:val="center"/>
      </w:pPr>
      <w:r>
        <w:t xml:space="preserve">о доходах, об имуществе и обязательствах имущественного характера лица, </w:t>
      </w:r>
    </w:p>
    <w:p w:rsidR="00E44815" w:rsidRDefault="00E44815" w:rsidP="00ED4593">
      <w:pPr>
        <w:jc w:val="center"/>
      </w:pPr>
      <w:r>
        <w:t>замещающего муниципальную должность в Администрации города Оленегорска с подведомственной территорией,</w:t>
      </w:r>
    </w:p>
    <w:p w:rsidR="00E44815" w:rsidRPr="00ED4593" w:rsidRDefault="00E44815" w:rsidP="00ED4593">
      <w:pPr>
        <w:jc w:val="center"/>
        <w:rPr>
          <w:szCs w:val="28"/>
        </w:rPr>
      </w:pPr>
      <w:r w:rsidRPr="00ED4593">
        <w:rPr>
          <w:color w:val="000000"/>
          <w:szCs w:val="28"/>
        </w:rPr>
        <w:t xml:space="preserve">и </w:t>
      </w:r>
      <w:r>
        <w:rPr>
          <w:color w:val="000000"/>
          <w:szCs w:val="28"/>
        </w:rPr>
        <w:t xml:space="preserve">его </w:t>
      </w:r>
      <w:r w:rsidRPr="00ED4593">
        <w:rPr>
          <w:color w:val="000000"/>
          <w:szCs w:val="28"/>
        </w:rPr>
        <w:t>несовершеннолетн</w:t>
      </w:r>
      <w:r>
        <w:rPr>
          <w:color w:val="000000"/>
          <w:szCs w:val="28"/>
        </w:rPr>
        <w:t>его ребенка</w:t>
      </w:r>
      <w:r w:rsidRPr="00ED4593">
        <w:rPr>
          <w:color w:val="000000"/>
          <w:szCs w:val="28"/>
        </w:rPr>
        <w:t xml:space="preserve"> за период с 1 января 201</w:t>
      </w:r>
      <w:r>
        <w:rPr>
          <w:color w:val="000000"/>
          <w:szCs w:val="28"/>
        </w:rPr>
        <w:t>2</w:t>
      </w:r>
      <w:r w:rsidRPr="00ED4593">
        <w:rPr>
          <w:color w:val="000000"/>
          <w:szCs w:val="28"/>
        </w:rPr>
        <w:t xml:space="preserve"> года по 31 декабря 201</w:t>
      </w:r>
      <w:r>
        <w:rPr>
          <w:color w:val="000000"/>
          <w:szCs w:val="28"/>
        </w:rPr>
        <w:t>2</w:t>
      </w:r>
      <w:r w:rsidRPr="00ED4593">
        <w:rPr>
          <w:color w:val="000000"/>
          <w:szCs w:val="28"/>
        </w:rPr>
        <w:t xml:space="preserve"> года</w:t>
      </w:r>
    </w:p>
    <w:p w:rsidR="00E44815" w:rsidRDefault="00E44815" w:rsidP="00D6210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9"/>
        <w:gridCol w:w="2211"/>
        <w:gridCol w:w="2359"/>
        <w:gridCol w:w="2066"/>
        <w:gridCol w:w="1276"/>
        <w:gridCol w:w="1984"/>
        <w:gridCol w:w="3054"/>
      </w:tblGrid>
      <w:tr w:rsidR="00E44815" w:rsidRPr="00D62100" w:rsidTr="0002061C">
        <w:trPr>
          <w:jc w:val="center"/>
        </w:trPr>
        <w:tc>
          <w:tcPr>
            <w:tcW w:w="2119" w:type="dxa"/>
            <w:vMerge w:val="restart"/>
            <w:vAlign w:val="center"/>
          </w:tcPr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 xml:space="preserve">Фамилия, </w:t>
            </w:r>
          </w:p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имя, отчество</w:t>
            </w:r>
          </w:p>
        </w:tc>
        <w:tc>
          <w:tcPr>
            <w:tcW w:w="2211" w:type="dxa"/>
            <w:vMerge w:val="restart"/>
            <w:vAlign w:val="center"/>
          </w:tcPr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Должность</w:t>
            </w:r>
          </w:p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</w:p>
        </w:tc>
        <w:tc>
          <w:tcPr>
            <w:tcW w:w="2359" w:type="dxa"/>
            <w:vMerge w:val="restart"/>
            <w:vAlign w:val="center"/>
          </w:tcPr>
          <w:p w:rsidR="00E44815" w:rsidRPr="00D62100" w:rsidRDefault="00E44815" w:rsidP="00ED4593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Общая сумма декларированного годового дохода          за 201</w:t>
            </w:r>
            <w:r>
              <w:rPr>
                <w:b/>
                <w:sz w:val="24"/>
              </w:rPr>
              <w:t>2</w:t>
            </w:r>
            <w:r w:rsidRPr="00D62100">
              <w:rPr>
                <w:b/>
                <w:sz w:val="24"/>
              </w:rPr>
              <w:t xml:space="preserve"> год (руб.)</w:t>
            </w:r>
          </w:p>
        </w:tc>
        <w:tc>
          <w:tcPr>
            <w:tcW w:w="5326" w:type="dxa"/>
            <w:gridSpan w:val="3"/>
            <w:vAlign w:val="center"/>
          </w:tcPr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054" w:type="dxa"/>
            <w:vAlign w:val="center"/>
          </w:tcPr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44815" w:rsidRPr="00D62100" w:rsidTr="0002061C">
        <w:trPr>
          <w:jc w:val="center"/>
        </w:trPr>
        <w:tc>
          <w:tcPr>
            <w:tcW w:w="2119" w:type="dxa"/>
            <w:vMerge/>
            <w:vAlign w:val="center"/>
          </w:tcPr>
          <w:p w:rsidR="00E44815" w:rsidRPr="00D62100" w:rsidRDefault="00E44815" w:rsidP="007100A0">
            <w:pPr>
              <w:rPr>
                <w:b/>
                <w:sz w:val="24"/>
              </w:rPr>
            </w:pPr>
          </w:p>
        </w:tc>
        <w:tc>
          <w:tcPr>
            <w:tcW w:w="2211" w:type="dxa"/>
            <w:vMerge/>
            <w:vAlign w:val="center"/>
          </w:tcPr>
          <w:p w:rsidR="00E44815" w:rsidRPr="00D62100" w:rsidRDefault="00E44815" w:rsidP="007100A0">
            <w:pPr>
              <w:rPr>
                <w:b/>
                <w:sz w:val="24"/>
              </w:rPr>
            </w:pPr>
          </w:p>
        </w:tc>
        <w:tc>
          <w:tcPr>
            <w:tcW w:w="2359" w:type="dxa"/>
            <w:vMerge/>
            <w:vAlign w:val="center"/>
          </w:tcPr>
          <w:p w:rsidR="00E44815" w:rsidRPr="00D62100" w:rsidRDefault="00E44815" w:rsidP="007100A0">
            <w:pPr>
              <w:rPr>
                <w:b/>
                <w:sz w:val="24"/>
              </w:rPr>
            </w:pPr>
          </w:p>
        </w:tc>
        <w:tc>
          <w:tcPr>
            <w:tcW w:w="2066" w:type="dxa"/>
            <w:vAlign w:val="center"/>
          </w:tcPr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Площадь (кв.м.)</w:t>
            </w:r>
          </w:p>
        </w:tc>
        <w:tc>
          <w:tcPr>
            <w:tcW w:w="1984" w:type="dxa"/>
            <w:vAlign w:val="center"/>
          </w:tcPr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Страна расположения</w:t>
            </w:r>
          </w:p>
        </w:tc>
        <w:tc>
          <w:tcPr>
            <w:tcW w:w="3054" w:type="dxa"/>
            <w:vAlign w:val="center"/>
          </w:tcPr>
          <w:p w:rsidR="00E44815" w:rsidRPr="00D62100" w:rsidRDefault="00E44815" w:rsidP="007100A0">
            <w:pPr>
              <w:spacing w:line="200" w:lineRule="exact"/>
              <w:jc w:val="center"/>
              <w:rPr>
                <w:b/>
                <w:sz w:val="24"/>
              </w:rPr>
            </w:pPr>
          </w:p>
        </w:tc>
      </w:tr>
      <w:tr w:rsidR="00E44815" w:rsidRPr="00D62100" w:rsidTr="0002061C">
        <w:trPr>
          <w:jc w:val="center"/>
        </w:trPr>
        <w:tc>
          <w:tcPr>
            <w:tcW w:w="2119" w:type="dxa"/>
            <w:vAlign w:val="center"/>
          </w:tcPr>
          <w:p w:rsidR="00E44815" w:rsidRPr="00D62100" w:rsidRDefault="00E44815" w:rsidP="007100A0">
            <w:pPr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1</w:t>
            </w:r>
          </w:p>
        </w:tc>
        <w:tc>
          <w:tcPr>
            <w:tcW w:w="2211" w:type="dxa"/>
            <w:vAlign w:val="center"/>
          </w:tcPr>
          <w:p w:rsidR="00E44815" w:rsidRPr="00D62100" w:rsidRDefault="00E44815" w:rsidP="007100A0">
            <w:pPr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2</w:t>
            </w:r>
          </w:p>
        </w:tc>
        <w:tc>
          <w:tcPr>
            <w:tcW w:w="2359" w:type="dxa"/>
            <w:vAlign w:val="center"/>
          </w:tcPr>
          <w:p w:rsidR="00E44815" w:rsidRPr="00D62100" w:rsidRDefault="00E44815" w:rsidP="007100A0">
            <w:pPr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3</w:t>
            </w:r>
          </w:p>
        </w:tc>
        <w:tc>
          <w:tcPr>
            <w:tcW w:w="2066" w:type="dxa"/>
            <w:vAlign w:val="center"/>
          </w:tcPr>
          <w:p w:rsidR="00E44815" w:rsidRPr="00D62100" w:rsidRDefault="00E44815" w:rsidP="007100A0">
            <w:pPr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E44815" w:rsidRPr="00D62100" w:rsidRDefault="00E44815" w:rsidP="007100A0">
            <w:pPr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6</w:t>
            </w:r>
          </w:p>
        </w:tc>
        <w:tc>
          <w:tcPr>
            <w:tcW w:w="3054" w:type="dxa"/>
            <w:vAlign w:val="center"/>
          </w:tcPr>
          <w:p w:rsidR="00E44815" w:rsidRPr="00D62100" w:rsidRDefault="00E44815" w:rsidP="007100A0">
            <w:pPr>
              <w:jc w:val="center"/>
              <w:rPr>
                <w:b/>
                <w:sz w:val="24"/>
              </w:rPr>
            </w:pPr>
            <w:r w:rsidRPr="00D62100">
              <w:rPr>
                <w:b/>
                <w:sz w:val="24"/>
              </w:rPr>
              <w:t>7</w:t>
            </w:r>
          </w:p>
        </w:tc>
      </w:tr>
      <w:tr w:rsidR="00E44815" w:rsidRPr="008D7873" w:rsidTr="0002061C">
        <w:trPr>
          <w:jc w:val="center"/>
        </w:trPr>
        <w:tc>
          <w:tcPr>
            <w:tcW w:w="2119" w:type="dxa"/>
            <w:vMerge w:val="restart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Самарский</w:t>
            </w:r>
          </w:p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Олег</w:t>
            </w:r>
          </w:p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Григорьевич</w:t>
            </w:r>
          </w:p>
        </w:tc>
        <w:tc>
          <w:tcPr>
            <w:tcW w:w="2211" w:type="dxa"/>
            <w:vMerge w:val="restart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Глава города Оленегорска с подведомственной территорией</w:t>
            </w:r>
          </w:p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vMerge w:val="restart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3487953,23</w:t>
            </w:r>
          </w:p>
          <w:p w:rsidR="00E44815" w:rsidRPr="00574CE8" w:rsidRDefault="00E44815" w:rsidP="00574CE8">
            <w:pPr>
              <w:jc w:val="center"/>
              <w:rPr>
                <w:sz w:val="24"/>
              </w:rPr>
            </w:pPr>
          </w:p>
        </w:tc>
        <w:tc>
          <w:tcPr>
            <w:tcW w:w="2066" w:type="dxa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(индивидуальная)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838</w:t>
            </w:r>
          </w:p>
        </w:tc>
        <w:tc>
          <w:tcPr>
            <w:tcW w:w="1984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Россия </w:t>
            </w:r>
          </w:p>
        </w:tc>
        <w:tc>
          <w:tcPr>
            <w:tcW w:w="3054" w:type="dxa"/>
            <w:vAlign w:val="center"/>
          </w:tcPr>
          <w:p w:rsidR="00E44815" w:rsidRDefault="00E44815" w:rsidP="004022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Автомобили легковые:</w:t>
            </w:r>
          </w:p>
          <w:p w:rsidR="00E44815" w:rsidRDefault="00E44815" w:rsidP="00232E93">
            <w:pPr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>
                    <w:rPr>
                      <w:sz w:val="24"/>
                      <w:lang w:val="en-US"/>
                    </w:rPr>
                    <w:t>Toyota</w:t>
                  </w:r>
                </w:smartTag>
                <w:r w:rsidRPr="004022EF">
                  <w:rPr>
                    <w:sz w:val="24"/>
                  </w:rPr>
                  <w:t xml:space="preserve"> </w:t>
                </w:r>
                <w:smartTag w:uri="urn:schemas-microsoft-com:office:smarttags" w:element="PlaceType">
                  <w:r>
                    <w:rPr>
                      <w:sz w:val="24"/>
                      <w:lang w:val="en-US"/>
                    </w:rPr>
                    <w:t>Land</w:t>
                  </w:r>
                </w:smartTag>
              </w:smartTag>
            </w:smartTag>
            <w:r w:rsidRPr="004022EF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Cruizer</w:t>
            </w:r>
            <w:r w:rsidRPr="004022EF">
              <w:rPr>
                <w:sz w:val="24"/>
              </w:rPr>
              <w:t xml:space="preserve"> 200</w:t>
            </w:r>
            <w:r>
              <w:rPr>
                <w:sz w:val="24"/>
              </w:rPr>
              <w:t>;</w:t>
            </w:r>
          </w:p>
          <w:p w:rsidR="00E44815" w:rsidRPr="004022EF" w:rsidRDefault="00E44815" w:rsidP="00232E93">
            <w:pPr>
              <w:rPr>
                <w:sz w:val="24"/>
              </w:rPr>
            </w:pPr>
            <w:r>
              <w:rPr>
                <w:sz w:val="24"/>
              </w:rPr>
              <w:t>2. УАЗ-220692-04</w:t>
            </w:r>
          </w:p>
        </w:tc>
      </w:tr>
      <w:tr w:rsidR="00E44815" w:rsidRPr="00D62100" w:rsidTr="0002061C">
        <w:trPr>
          <w:jc w:val="center"/>
        </w:trPr>
        <w:tc>
          <w:tcPr>
            <w:tcW w:w="211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211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066" w:type="dxa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(индивидуальная)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49,2</w:t>
            </w:r>
          </w:p>
        </w:tc>
        <w:tc>
          <w:tcPr>
            <w:tcW w:w="1984" w:type="dxa"/>
          </w:tcPr>
          <w:p w:rsidR="00E44815" w:rsidRDefault="00E44815" w:rsidP="007100A0">
            <w:pPr>
              <w:jc w:val="center"/>
            </w:pPr>
            <w:r w:rsidRPr="00490B71">
              <w:rPr>
                <w:sz w:val="24"/>
              </w:rPr>
              <w:t>Россия</w:t>
            </w:r>
          </w:p>
        </w:tc>
        <w:tc>
          <w:tcPr>
            <w:tcW w:w="3054" w:type="dxa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Автоприцепы:</w:t>
            </w:r>
          </w:p>
          <w:p w:rsidR="00E44815" w:rsidRPr="00D62100" w:rsidRDefault="00E44815" w:rsidP="00232E93">
            <w:pPr>
              <w:rPr>
                <w:sz w:val="24"/>
              </w:rPr>
            </w:pPr>
            <w:r>
              <w:rPr>
                <w:sz w:val="24"/>
              </w:rPr>
              <w:t>Прицеп легковой МЗСА В1711</w:t>
            </w:r>
          </w:p>
        </w:tc>
      </w:tr>
      <w:tr w:rsidR="00E44815" w:rsidRPr="00D62100" w:rsidTr="0002061C">
        <w:trPr>
          <w:jc w:val="center"/>
        </w:trPr>
        <w:tc>
          <w:tcPr>
            <w:tcW w:w="211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211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066" w:type="dxa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Дача</w:t>
            </w:r>
          </w:p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(индивидуальная)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46,4</w:t>
            </w:r>
          </w:p>
        </w:tc>
        <w:tc>
          <w:tcPr>
            <w:tcW w:w="1984" w:type="dxa"/>
          </w:tcPr>
          <w:p w:rsidR="00E44815" w:rsidRDefault="00E44815" w:rsidP="007100A0">
            <w:pPr>
              <w:jc w:val="center"/>
            </w:pPr>
            <w:r w:rsidRPr="00490B71">
              <w:rPr>
                <w:sz w:val="24"/>
              </w:rPr>
              <w:t>Россия</w:t>
            </w:r>
          </w:p>
        </w:tc>
        <w:tc>
          <w:tcPr>
            <w:tcW w:w="3054" w:type="dxa"/>
            <w:vMerge w:val="restart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Водный транспорт:</w:t>
            </w:r>
          </w:p>
          <w:p w:rsidR="00E44815" w:rsidRDefault="00E44815" w:rsidP="00232E93">
            <w:pPr>
              <w:rPr>
                <w:sz w:val="24"/>
              </w:rPr>
            </w:pPr>
            <w:r>
              <w:rPr>
                <w:sz w:val="24"/>
              </w:rPr>
              <w:t>1. Лодка ПВХ «Кайман 330»;</w:t>
            </w:r>
          </w:p>
          <w:p w:rsidR="00E44815" w:rsidRDefault="00E44815" w:rsidP="00232E93">
            <w:pPr>
              <w:rPr>
                <w:sz w:val="24"/>
              </w:rPr>
            </w:pPr>
            <w:r>
              <w:rPr>
                <w:sz w:val="24"/>
              </w:rPr>
              <w:t>2.  Лодка «Прогресс-2»;</w:t>
            </w:r>
          </w:p>
          <w:p w:rsidR="00E44815" w:rsidRPr="0002061C" w:rsidRDefault="00E44815" w:rsidP="0002061C">
            <w:pPr>
              <w:rPr>
                <w:sz w:val="24"/>
              </w:rPr>
            </w:pPr>
            <w:r>
              <w:rPr>
                <w:sz w:val="24"/>
              </w:rPr>
              <w:t>3. Мотор лодочный «</w:t>
            </w:r>
            <w:r>
              <w:rPr>
                <w:sz w:val="24"/>
                <w:lang w:val="en-US"/>
              </w:rPr>
              <w:t>Tohatsu</w:t>
            </w:r>
            <w:r w:rsidRPr="0002061C">
              <w:rPr>
                <w:sz w:val="24"/>
              </w:rPr>
              <w:t xml:space="preserve"> 10</w:t>
            </w:r>
            <w:r>
              <w:rPr>
                <w:sz w:val="24"/>
              </w:rPr>
              <w:t>»</w:t>
            </w:r>
          </w:p>
          <w:p w:rsidR="00E44815" w:rsidRPr="0002061C" w:rsidRDefault="00E44815" w:rsidP="0002061C">
            <w:pPr>
              <w:rPr>
                <w:sz w:val="24"/>
              </w:rPr>
            </w:pPr>
          </w:p>
        </w:tc>
      </w:tr>
      <w:tr w:rsidR="00E44815" w:rsidRPr="00D62100" w:rsidTr="00073773">
        <w:trPr>
          <w:jc w:val="center"/>
        </w:trPr>
        <w:tc>
          <w:tcPr>
            <w:tcW w:w="211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211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066" w:type="dxa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(индивидуальная)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84" w:type="dxa"/>
          </w:tcPr>
          <w:p w:rsidR="00E44815" w:rsidRDefault="00E44815" w:rsidP="007100A0">
            <w:pPr>
              <w:jc w:val="center"/>
            </w:pPr>
            <w:r w:rsidRPr="00490B71">
              <w:rPr>
                <w:sz w:val="24"/>
              </w:rPr>
              <w:t>Россия</w:t>
            </w:r>
          </w:p>
        </w:tc>
        <w:tc>
          <w:tcPr>
            <w:tcW w:w="3054" w:type="dxa"/>
            <w:vMerge/>
            <w:vAlign w:val="center"/>
          </w:tcPr>
          <w:p w:rsidR="00E44815" w:rsidRPr="0002061C" w:rsidRDefault="00E44815" w:rsidP="0002061C">
            <w:pPr>
              <w:rPr>
                <w:sz w:val="24"/>
                <w:lang w:val="en-US"/>
              </w:rPr>
            </w:pPr>
          </w:p>
        </w:tc>
      </w:tr>
      <w:tr w:rsidR="00E44815" w:rsidRPr="00D62100" w:rsidTr="00073773">
        <w:trPr>
          <w:jc w:val="center"/>
        </w:trPr>
        <w:tc>
          <w:tcPr>
            <w:tcW w:w="211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211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vMerge/>
            <w:vAlign w:val="center"/>
          </w:tcPr>
          <w:p w:rsidR="00E44815" w:rsidRPr="0002061C" w:rsidRDefault="00E44815" w:rsidP="007100A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2066" w:type="dxa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44815" w:rsidRPr="00D62100" w:rsidRDefault="00E44815" w:rsidP="000206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(Коммерческий наем)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68,5</w:t>
            </w:r>
          </w:p>
        </w:tc>
        <w:tc>
          <w:tcPr>
            <w:tcW w:w="1984" w:type="dxa"/>
          </w:tcPr>
          <w:p w:rsidR="00E44815" w:rsidRDefault="00E44815" w:rsidP="007100A0">
            <w:pPr>
              <w:jc w:val="center"/>
            </w:pPr>
            <w:r w:rsidRPr="00490B71">
              <w:rPr>
                <w:sz w:val="24"/>
              </w:rPr>
              <w:t>Россия</w:t>
            </w:r>
          </w:p>
        </w:tc>
        <w:tc>
          <w:tcPr>
            <w:tcW w:w="3054" w:type="dxa"/>
            <w:vMerge w:val="restart"/>
            <w:vAlign w:val="center"/>
          </w:tcPr>
          <w:p w:rsidR="00E44815" w:rsidRDefault="00E44815" w:rsidP="00574C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Иные транспортные средства:</w:t>
            </w:r>
          </w:p>
          <w:p w:rsidR="00E44815" w:rsidRDefault="00E44815" w:rsidP="00574CE8">
            <w:pPr>
              <w:rPr>
                <w:sz w:val="24"/>
              </w:rPr>
            </w:pPr>
            <w:r w:rsidRPr="0002061C">
              <w:rPr>
                <w:sz w:val="24"/>
              </w:rPr>
              <w:t xml:space="preserve">1. </w:t>
            </w:r>
            <w:r>
              <w:rPr>
                <w:sz w:val="24"/>
              </w:rPr>
              <w:t xml:space="preserve">Снегоболотоход </w:t>
            </w:r>
            <w:r>
              <w:rPr>
                <w:sz w:val="24"/>
                <w:lang w:val="en-US"/>
              </w:rPr>
              <w:t>Polaris</w:t>
            </w:r>
            <w:r w:rsidRPr="0002061C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Sportsman</w:t>
            </w:r>
            <w:r w:rsidRPr="0002061C">
              <w:rPr>
                <w:sz w:val="24"/>
              </w:rPr>
              <w:t xml:space="preserve"> 850</w:t>
            </w:r>
            <w:r>
              <w:rPr>
                <w:sz w:val="24"/>
              </w:rPr>
              <w:t>;</w:t>
            </w:r>
          </w:p>
          <w:p w:rsidR="00E44815" w:rsidRPr="00D62100" w:rsidRDefault="00E44815" w:rsidP="00574CE8">
            <w:pPr>
              <w:rPr>
                <w:sz w:val="24"/>
              </w:rPr>
            </w:pPr>
            <w:r>
              <w:rPr>
                <w:sz w:val="24"/>
              </w:rPr>
              <w:t xml:space="preserve">2. Снегоход </w:t>
            </w:r>
            <w:r>
              <w:rPr>
                <w:sz w:val="24"/>
                <w:lang w:val="en-US"/>
              </w:rPr>
              <w:t>BRP 550 Scandic WT</w:t>
            </w:r>
          </w:p>
        </w:tc>
      </w:tr>
      <w:tr w:rsidR="00E44815" w:rsidRPr="00D62100" w:rsidTr="00073773">
        <w:trPr>
          <w:jc w:val="center"/>
        </w:trPr>
        <w:tc>
          <w:tcPr>
            <w:tcW w:w="211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211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  <w:tc>
          <w:tcPr>
            <w:tcW w:w="2066" w:type="dxa"/>
            <w:vAlign w:val="center"/>
          </w:tcPr>
          <w:p w:rsidR="00E44815" w:rsidRDefault="00E44815" w:rsidP="000206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E44815" w:rsidRPr="00D62100" w:rsidRDefault="00E44815" w:rsidP="0002061C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(Аренда)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57,8</w:t>
            </w:r>
          </w:p>
        </w:tc>
        <w:tc>
          <w:tcPr>
            <w:tcW w:w="1984" w:type="dxa"/>
          </w:tcPr>
          <w:p w:rsidR="00E44815" w:rsidRDefault="00E44815" w:rsidP="007100A0">
            <w:pPr>
              <w:jc w:val="center"/>
            </w:pPr>
            <w:r w:rsidRPr="00490B71">
              <w:rPr>
                <w:sz w:val="24"/>
              </w:rPr>
              <w:t>Россия</w:t>
            </w:r>
          </w:p>
        </w:tc>
        <w:tc>
          <w:tcPr>
            <w:tcW w:w="3054" w:type="dxa"/>
            <w:vMerge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</w:p>
        </w:tc>
      </w:tr>
      <w:tr w:rsidR="00E44815" w:rsidRPr="00D62100" w:rsidTr="0002061C">
        <w:trPr>
          <w:jc w:val="center"/>
        </w:trPr>
        <w:tc>
          <w:tcPr>
            <w:tcW w:w="2119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Сын </w:t>
            </w:r>
          </w:p>
        </w:tc>
        <w:tc>
          <w:tcPr>
            <w:tcW w:w="2211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59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91198,76</w:t>
            </w:r>
          </w:p>
        </w:tc>
        <w:tc>
          <w:tcPr>
            <w:tcW w:w="2066" w:type="dxa"/>
            <w:vAlign w:val="center"/>
          </w:tcPr>
          <w:p w:rsidR="00E44815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(Общая совместная)</w:t>
            </w:r>
          </w:p>
        </w:tc>
        <w:tc>
          <w:tcPr>
            <w:tcW w:w="1276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53,4</w:t>
            </w:r>
          </w:p>
        </w:tc>
        <w:tc>
          <w:tcPr>
            <w:tcW w:w="1984" w:type="dxa"/>
          </w:tcPr>
          <w:p w:rsidR="00E44815" w:rsidRDefault="00E44815" w:rsidP="007100A0">
            <w:pPr>
              <w:jc w:val="center"/>
            </w:pPr>
            <w:r w:rsidRPr="00490B71">
              <w:rPr>
                <w:sz w:val="24"/>
              </w:rPr>
              <w:t>Россия</w:t>
            </w:r>
          </w:p>
        </w:tc>
        <w:tc>
          <w:tcPr>
            <w:tcW w:w="3054" w:type="dxa"/>
            <w:vAlign w:val="center"/>
          </w:tcPr>
          <w:p w:rsidR="00E44815" w:rsidRPr="00D62100" w:rsidRDefault="00E44815" w:rsidP="00710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E44815" w:rsidRDefault="00E44815" w:rsidP="004F0FD6">
      <w:pPr>
        <w:jc w:val="center"/>
      </w:pPr>
    </w:p>
    <w:p w:rsidR="00E44815" w:rsidRDefault="00E44815" w:rsidP="004F0FD6">
      <w:pPr>
        <w:jc w:val="center"/>
      </w:pPr>
      <w:r>
        <w:t>_______________</w:t>
      </w:r>
    </w:p>
    <w:p w:rsidR="00E44815" w:rsidRPr="00D62100" w:rsidRDefault="00E44815" w:rsidP="00D62100"/>
    <w:sectPr w:rsidR="00E44815" w:rsidRPr="00D62100" w:rsidSect="00D62100">
      <w:pgSz w:w="16838" w:h="11906" w:orient="landscape"/>
      <w:pgMar w:top="851" w:right="1134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100"/>
    <w:rsid w:val="00001499"/>
    <w:rsid w:val="00006C5C"/>
    <w:rsid w:val="000078FB"/>
    <w:rsid w:val="00007BD5"/>
    <w:rsid w:val="00010142"/>
    <w:rsid w:val="0001015A"/>
    <w:rsid w:val="0001476A"/>
    <w:rsid w:val="000169FA"/>
    <w:rsid w:val="00017BA6"/>
    <w:rsid w:val="0002061C"/>
    <w:rsid w:val="000210D1"/>
    <w:rsid w:val="000212DA"/>
    <w:rsid w:val="00025DB3"/>
    <w:rsid w:val="00026424"/>
    <w:rsid w:val="00027668"/>
    <w:rsid w:val="000324A9"/>
    <w:rsid w:val="000403D5"/>
    <w:rsid w:val="00045D79"/>
    <w:rsid w:val="0004671B"/>
    <w:rsid w:val="00050D02"/>
    <w:rsid w:val="000533A5"/>
    <w:rsid w:val="00053938"/>
    <w:rsid w:val="00053CA7"/>
    <w:rsid w:val="000541C8"/>
    <w:rsid w:val="00055D6C"/>
    <w:rsid w:val="00060D68"/>
    <w:rsid w:val="00061E7B"/>
    <w:rsid w:val="000649FF"/>
    <w:rsid w:val="000713C0"/>
    <w:rsid w:val="00073773"/>
    <w:rsid w:val="0007574D"/>
    <w:rsid w:val="00075D6C"/>
    <w:rsid w:val="000774B1"/>
    <w:rsid w:val="00080567"/>
    <w:rsid w:val="00083122"/>
    <w:rsid w:val="0008535C"/>
    <w:rsid w:val="000879C8"/>
    <w:rsid w:val="00090419"/>
    <w:rsid w:val="00092A48"/>
    <w:rsid w:val="00092DF9"/>
    <w:rsid w:val="00094783"/>
    <w:rsid w:val="000976B5"/>
    <w:rsid w:val="000A5761"/>
    <w:rsid w:val="000B2786"/>
    <w:rsid w:val="000B7E69"/>
    <w:rsid w:val="000C3696"/>
    <w:rsid w:val="000C4080"/>
    <w:rsid w:val="000C58AC"/>
    <w:rsid w:val="000C7BFD"/>
    <w:rsid w:val="000D08F3"/>
    <w:rsid w:val="000D4C88"/>
    <w:rsid w:val="000E1BD2"/>
    <w:rsid w:val="000E42C0"/>
    <w:rsid w:val="000E61A2"/>
    <w:rsid w:val="000F3D00"/>
    <w:rsid w:val="000F538E"/>
    <w:rsid w:val="000F6EC4"/>
    <w:rsid w:val="000F73E7"/>
    <w:rsid w:val="000F7610"/>
    <w:rsid w:val="000F7650"/>
    <w:rsid w:val="000F773E"/>
    <w:rsid w:val="00101DFA"/>
    <w:rsid w:val="001023C0"/>
    <w:rsid w:val="00107261"/>
    <w:rsid w:val="001073DB"/>
    <w:rsid w:val="00107903"/>
    <w:rsid w:val="0011173A"/>
    <w:rsid w:val="00114956"/>
    <w:rsid w:val="001152BE"/>
    <w:rsid w:val="00115484"/>
    <w:rsid w:val="0011567C"/>
    <w:rsid w:val="00117316"/>
    <w:rsid w:val="001178D1"/>
    <w:rsid w:val="00126D62"/>
    <w:rsid w:val="00126D84"/>
    <w:rsid w:val="00127016"/>
    <w:rsid w:val="0013385E"/>
    <w:rsid w:val="0013405E"/>
    <w:rsid w:val="00134A29"/>
    <w:rsid w:val="00136940"/>
    <w:rsid w:val="00140198"/>
    <w:rsid w:val="001410C4"/>
    <w:rsid w:val="00144052"/>
    <w:rsid w:val="001468C3"/>
    <w:rsid w:val="00152D5D"/>
    <w:rsid w:val="001535BE"/>
    <w:rsid w:val="001545A8"/>
    <w:rsid w:val="00163786"/>
    <w:rsid w:val="00172E17"/>
    <w:rsid w:val="00174553"/>
    <w:rsid w:val="00176C69"/>
    <w:rsid w:val="001850F2"/>
    <w:rsid w:val="001853AA"/>
    <w:rsid w:val="00191AFA"/>
    <w:rsid w:val="00193E04"/>
    <w:rsid w:val="00195E9E"/>
    <w:rsid w:val="00197D49"/>
    <w:rsid w:val="001A0751"/>
    <w:rsid w:val="001B3BC5"/>
    <w:rsid w:val="001B59BE"/>
    <w:rsid w:val="001B6987"/>
    <w:rsid w:val="001B7428"/>
    <w:rsid w:val="001C3368"/>
    <w:rsid w:val="001C384F"/>
    <w:rsid w:val="001C4CF4"/>
    <w:rsid w:val="001D5D54"/>
    <w:rsid w:val="001D6B3C"/>
    <w:rsid w:val="001D6CAE"/>
    <w:rsid w:val="001D7DE5"/>
    <w:rsid w:val="001E0F85"/>
    <w:rsid w:val="001E47A0"/>
    <w:rsid w:val="001E6AC7"/>
    <w:rsid w:val="001F12E5"/>
    <w:rsid w:val="001F213D"/>
    <w:rsid w:val="001F3575"/>
    <w:rsid w:val="001F37B6"/>
    <w:rsid w:val="001F4483"/>
    <w:rsid w:val="001F5CF9"/>
    <w:rsid w:val="001F70D5"/>
    <w:rsid w:val="001F7E70"/>
    <w:rsid w:val="0020178D"/>
    <w:rsid w:val="00202C71"/>
    <w:rsid w:val="00203404"/>
    <w:rsid w:val="0020351D"/>
    <w:rsid w:val="002036BE"/>
    <w:rsid w:val="00204488"/>
    <w:rsid w:val="00204C06"/>
    <w:rsid w:val="002073E6"/>
    <w:rsid w:val="0020742D"/>
    <w:rsid w:val="00207924"/>
    <w:rsid w:val="00210289"/>
    <w:rsid w:val="00212E2D"/>
    <w:rsid w:val="00213202"/>
    <w:rsid w:val="00213267"/>
    <w:rsid w:val="00213978"/>
    <w:rsid w:val="002142B9"/>
    <w:rsid w:val="0021470C"/>
    <w:rsid w:val="00216ACD"/>
    <w:rsid w:val="00217404"/>
    <w:rsid w:val="002201B0"/>
    <w:rsid w:val="002220CF"/>
    <w:rsid w:val="00222A47"/>
    <w:rsid w:val="002307C2"/>
    <w:rsid w:val="00230C1B"/>
    <w:rsid w:val="0023188A"/>
    <w:rsid w:val="00231929"/>
    <w:rsid w:val="00231954"/>
    <w:rsid w:val="00232E93"/>
    <w:rsid w:val="0023431E"/>
    <w:rsid w:val="00236594"/>
    <w:rsid w:val="00240036"/>
    <w:rsid w:val="00242406"/>
    <w:rsid w:val="0024366B"/>
    <w:rsid w:val="00247A7E"/>
    <w:rsid w:val="002503CD"/>
    <w:rsid w:val="00251C9A"/>
    <w:rsid w:val="00252484"/>
    <w:rsid w:val="00252BDE"/>
    <w:rsid w:val="002538C8"/>
    <w:rsid w:val="0025522C"/>
    <w:rsid w:val="00257B1E"/>
    <w:rsid w:val="00260B0D"/>
    <w:rsid w:val="00260BA7"/>
    <w:rsid w:val="002623E2"/>
    <w:rsid w:val="00264A2D"/>
    <w:rsid w:val="00264C25"/>
    <w:rsid w:val="00266F72"/>
    <w:rsid w:val="00270465"/>
    <w:rsid w:val="002705F0"/>
    <w:rsid w:val="00272192"/>
    <w:rsid w:val="00275108"/>
    <w:rsid w:val="00276CC7"/>
    <w:rsid w:val="0028001F"/>
    <w:rsid w:val="00285A38"/>
    <w:rsid w:val="00285C92"/>
    <w:rsid w:val="0029411D"/>
    <w:rsid w:val="0029525B"/>
    <w:rsid w:val="002974D3"/>
    <w:rsid w:val="002A478F"/>
    <w:rsid w:val="002A4AD1"/>
    <w:rsid w:val="002A51DE"/>
    <w:rsid w:val="002A6BEF"/>
    <w:rsid w:val="002A7AF3"/>
    <w:rsid w:val="002B16DB"/>
    <w:rsid w:val="002B1724"/>
    <w:rsid w:val="002B435E"/>
    <w:rsid w:val="002B6850"/>
    <w:rsid w:val="002C01A0"/>
    <w:rsid w:val="002C47A3"/>
    <w:rsid w:val="002C7261"/>
    <w:rsid w:val="002C79D4"/>
    <w:rsid w:val="002D6A04"/>
    <w:rsid w:val="002E01E7"/>
    <w:rsid w:val="002E057E"/>
    <w:rsid w:val="002E5C72"/>
    <w:rsid w:val="002E5F05"/>
    <w:rsid w:val="002E657B"/>
    <w:rsid w:val="002F3AD2"/>
    <w:rsid w:val="002F4774"/>
    <w:rsid w:val="002F482C"/>
    <w:rsid w:val="003053A8"/>
    <w:rsid w:val="00315032"/>
    <w:rsid w:val="003153E2"/>
    <w:rsid w:val="003173F2"/>
    <w:rsid w:val="0032447B"/>
    <w:rsid w:val="0032507E"/>
    <w:rsid w:val="00334A09"/>
    <w:rsid w:val="003350D4"/>
    <w:rsid w:val="003405F0"/>
    <w:rsid w:val="00340F80"/>
    <w:rsid w:val="00342AD7"/>
    <w:rsid w:val="0034347E"/>
    <w:rsid w:val="0034638C"/>
    <w:rsid w:val="00347D8A"/>
    <w:rsid w:val="003510AA"/>
    <w:rsid w:val="00355A12"/>
    <w:rsid w:val="00372F83"/>
    <w:rsid w:val="003734E8"/>
    <w:rsid w:val="00375370"/>
    <w:rsid w:val="00380348"/>
    <w:rsid w:val="003817B8"/>
    <w:rsid w:val="00384C88"/>
    <w:rsid w:val="00387591"/>
    <w:rsid w:val="00390BB0"/>
    <w:rsid w:val="003918E0"/>
    <w:rsid w:val="00393B67"/>
    <w:rsid w:val="00397A0A"/>
    <w:rsid w:val="003A144A"/>
    <w:rsid w:val="003A33B1"/>
    <w:rsid w:val="003A4F98"/>
    <w:rsid w:val="003A6CB7"/>
    <w:rsid w:val="003A7616"/>
    <w:rsid w:val="003B0E5D"/>
    <w:rsid w:val="003B1D5B"/>
    <w:rsid w:val="003B3013"/>
    <w:rsid w:val="003B38AA"/>
    <w:rsid w:val="003B4B7A"/>
    <w:rsid w:val="003B529C"/>
    <w:rsid w:val="003B5366"/>
    <w:rsid w:val="003C5D5A"/>
    <w:rsid w:val="003C5DA8"/>
    <w:rsid w:val="003D28AD"/>
    <w:rsid w:val="003D403E"/>
    <w:rsid w:val="003E09B6"/>
    <w:rsid w:val="003E2B77"/>
    <w:rsid w:val="003E33C1"/>
    <w:rsid w:val="003E3430"/>
    <w:rsid w:val="003E4623"/>
    <w:rsid w:val="003E68B9"/>
    <w:rsid w:val="003E7713"/>
    <w:rsid w:val="003F2C74"/>
    <w:rsid w:val="003F5AA1"/>
    <w:rsid w:val="003F6A01"/>
    <w:rsid w:val="003F7FF0"/>
    <w:rsid w:val="004000B4"/>
    <w:rsid w:val="004003A0"/>
    <w:rsid w:val="00401ECC"/>
    <w:rsid w:val="004022A7"/>
    <w:rsid w:val="004022EF"/>
    <w:rsid w:val="004066C2"/>
    <w:rsid w:val="00410AE6"/>
    <w:rsid w:val="00412CE3"/>
    <w:rsid w:val="0041693F"/>
    <w:rsid w:val="00416BA1"/>
    <w:rsid w:val="00417440"/>
    <w:rsid w:val="0042358C"/>
    <w:rsid w:val="004240DA"/>
    <w:rsid w:val="00424BE2"/>
    <w:rsid w:val="00425311"/>
    <w:rsid w:val="00427ECC"/>
    <w:rsid w:val="0043059A"/>
    <w:rsid w:val="004343E5"/>
    <w:rsid w:val="00434859"/>
    <w:rsid w:val="0043606B"/>
    <w:rsid w:val="004362FC"/>
    <w:rsid w:val="004435E1"/>
    <w:rsid w:val="00453DA5"/>
    <w:rsid w:val="00453E1B"/>
    <w:rsid w:val="00460301"/>
    <w:rsid w:val="00460668"/>
    <w:rsid w:val="004616ED"/>
    <w:rsid w:val="004624DA"/>
    <w:rsid w:val="00464383"/>
    <w:rsid w:val="004648EA"/>
    <w:rsid w:val="00472024"/>
    <w:rsid w:val="004730E8"/>
    <w:rsid w:val="0047316A"/>
    <w:rsid w:val="004745AC"/>
    <w:rsid w:val="004754BA"/>
    <w:rsid w:val="0047651D"/>
    <w:rsid w:val="0047780F"/>
    <w:rsid w:val="004867DE"/>
    <w:rsid w:val="00490B71"/>
    <w:rsid w:val="00491300"/>
    <w:rsid w:val="00491661"/>
    <w:rsid w:val="00492A5B"/>
    <w:rsid w:val="0049388F"/>
    <w:rsid w:val="00495029"/>
    <w:rsid w:val="004A6C87"/>
    <w:rsid w:val="004B04AA"/>
    <w:rsid w:val="004B1365"/>
    <w:rsid w:val="004B325B"/>
    <w:rsid w:val="004B377B"/>
    <w:rsid w:val="004B3B43"/>
    <w:rsid w:val="004C1B04"/>
    <w:rsid w:val="004C6423"/>
    <w:rsid w:val="004C66F8"/>
    <w:rsid w:val="004D25E9"/>
    <w:rsid w:val="004D3DE0"/>
    <w:rsid w:val="004D5145"/>
    <w:rsid w:val="004D570A"/>
    <w:rsid w:val="004D5929"/>
    <w:rsid w:val="004E3226"/>
    <w:rsid w:val="004E7231"/>
    <w:rsid w:val="004F0FD6"/>
    <w:rsid w:val="004F33DA"/>
    <w:rsid w:val="004F3505"/>
    <w:rsid w:val="004F3626"/>
    <w:rsid w:val="004F45C9"/>
    <w:rsid w:val="004F50E6"/>
    <w:rsid w:val="00500B4E"/>
    <w:rsid w:val="00510662"/>
    <w:rsid w:val="005115C4"/>
    <w:rsid w:val="00512F46"/>
    <w:rsid w:val="00514F0E"/>
    <w:rsid w:val="0051682D"/>
    <w:rsid w:val="00517E46"/>
    <w:rsid w:val="005201FA"/>
    <w:rsid w:val="00521713"/>
    <w:rsid w:val="005226E9"/>
    <w:rsid w:val="005235A1"/>
    <w:rsid w:val="00532A40"/>
    <w:rsid w:val="0053597D"/>
    <w:rsid w:val="00536323"/>
    <w:rsid w:val="00540AD1"/>
    <w:rsid w:val="00542D43"/>
    <w:rsid w:val="0054354F"/>
    <w:rsid w:val="00544B91"/>
    <w:rsid w:val="005463F0"/>
    <w:rsid w:val="00546EE5"/>
    <w:rsid w:val="00551E11"/>
    <w:rsid w:val="005521B5"/>
    <w:rsid w:val="0055305A"/>
    <w:rsid w:val="00554682"/>
    <w:rsid w:val="005546D4"/>
    <w:rsid w:val="00556068"/>
    <w:rsid w:val="005560A2"/>
    <w:rsid w:val="00556944"/>
    <w:rsid w:val="00560C1A"/>
    <w:rsid w:val="00561235"/>
    <w:rsid w:val="00561C1E"/>
    <w:rsid w:val="00562C58"/>
    <w:rsid w:val="00566103"/>
    <w:rsid w:val="00566558"/>
    <w:rsid w:val="00567358"/>
    <w:rsid w:val="005727BD"/>
    <w:rsid w:val="00572BD4"/>
    <w:rsid w:val="00574CE8"/>
    <w:rsid w:val="00576849"/>
    <w:rsid w:val="00581B7E"/>
    <w:rsid w:val="00582D32"/>
    <w:rsid w:val="00586C05"/>
    <w:rsid w:val="00594788"/>
    <w:rsid w:val="00594939"/>
    <w:rsid w:val="00595021"/>
    <w:rsid w:val="00596F1E"/>
    <w:rsid w:val="005A3458"/>
    <w:rsid w:val="005A57B7"/>
    <w:rsid w:val="005B0FDE"/>
    <w:rsid w:val="005B2583"/>
    <w:rsid w:val="005B344C"/>
    <w:rsid w:val="005B5256"/>
    <w:rsid w:val="005B557B"/>
    <w:rsid w:val="005B5A29"/>
    <w:rsid w:val="005C010A"/>
    <w:rsid w:val="005C0760"/>
    <w:rsid w:val="005C3D4C"/>
    <w:rsid w:val="005C68BC"/>
    <w:rsid w:val="005C70C7"/>
    <w:rsid w:val="005D0CBE"/>
    <w:rsid w:val="005D124D"/>
    <w:rsid w:val="005D1920"/>
    <w:rsid w:val="005D54E2"/>
    <w:rsid w:val="005E0CEC"/>
    <w:rsid w:val="005E3C15"/>
    <w:rsid w:val="005F0615"/>
    <w:rsid w:val="005F2065"/>
    <w:rsid w:val="005F63CE"/>
    <w:rsid w:val="005F64C8"/>
    <w:rsid w:val="005F76C6"/>
    <w:rsid w:val="00601E15"/>
    <w:rsid w:val="00601FE9"/>
    <w:rsid w:val="00603EB8"/>
    <w:rsid w:val="00612538"/>
    <w:rsid w:val="0061466D"/>
    <w:rsid w:val="006162B4"/>
    <w:rsid w:val="00617AD3"/>
    <w:rsid w:val="0062093C"/>
    <w:rsid w:val="006232E9"/>
    <w:rsid w:val="006311F4"/>
    <w:rsid w:val="0063328F"/>
    <w:rsid w:val="006346F5"/>
    <w:rsid w:val="00634982"/>
    <w:rsid w:val="00634F96"/>
    <w:rsid w:val="00636CA9"/>
    <w:rsid w:val="00637381"/>
    <w:rsid w:val="00637B05"/>
    <w:rsid w:val="006408B7"/>
    <w:rsid w:val="00641283"/>
    <w:rsid w:val="00643FE9"/>
    <w:rsid w:val="00644F9B"/>
    <w:rsid w:val="00645271"/>
    <w:rsid w:val="006477E2"/>
    <w:rsid w:val="00650069"/>
    <w:rsid w:val="00652994"/>
    <w:rsid w:val="006538DA"/>
    <w:rsid w:val="0065565F"/>
    <w:rsid w:val="00655E0E"/>
    <w:rsid w:val="00656130"/>
    <w:rsid w:val="00656F95"/>
    <w:rsid w:val="00657232"/>
    <w:rsid w:val="006607F7"/>
    <w:rsid w:val="00662E56"/>
    <w:rsid w:val="00670AB5"/>
    <w:rsid w:val="0067141C"/>
    <w:rsid w:val="00673C80"/>
    <w:rsid w:val="00682F29"/>
    <w:rsid w:val="00684150"/>
    <w:rsid w:val="006842F4"/>
    <w:rsid w:val="006870DB"/>
    <w:rsid w:val="0068743E"/>
    <w:rsid w:val="00690CC1"/>
    <w:rsid w:val="0069348D"/>
    <w:rsid w:val="00693561"/>
    <w:rsid w:val="0069602D"/>
    <w:rsid w:val="006B3C15"/>
    <w:rsid w:val="006B45A6"/>
    <w:rsid w:val="006B5210"/>
    <w:rsid w:val="006C10CA"/>
    <w:rsid w:val="006C5565"/>
    <w:rsid w:val="006C5B5C"/>
    <w:rsid w:val="006C7B81"/>
    <w:rsid w:val="006C7BF2"/>
    <w:rsid w:val="006D0C2C"/>
    <w:rsid w:val="006D103F"/>
    <w:rsid w:val="006D13A3"/>
    <w:rsid w:val="006D2269"/>
    <w:rsid w:val="006D3BE6"/>
    <w:rsid w:val="006D7D1E"/>
    <w:rsid w:val="006E2400"/>
    <w:rsid w:val="006E2EC8"/>
    <w:rsid w:val="006E5A8E"/>
    <w:rsid w:val="006E5C53"/>
    <w:rsid w:val="006E65B5"/>
    <w:rsid w:val="006F3EBF"/>
    <w:rsid w:val="006F4ADF"/>
    <w:rsid w:val="006F5889"/>
    <w:rsid w:val="00701123"/>
    <w:rsid w:val="00702694"/>
    <w:rsid w:val="007100A0"/>
    <w:rsid w:val="00710A7D"/>
    <w:rsid w:val="00710B9D"/>
    <w:rsid w:val="007163E2"/>
    <w:rsid w:val="00720BC2"/>
    <w:rsid w:val="0072198B"/>
    <w:rsid w:val="007259A0"/>
    <w:rsid w:val="00731F9A"/>
    <w:rsid w:val="00747F98"/>
    <w:rsid w:val="007510E4"/>
    <w:rsid w:val="00752043"/>
    <w:rsid w:val="00756017"/>
    <w:rsid w:val="00757F1F"/>
    <w:rsid w:val="007608D1"/>
    <w:rsid w:val="007623DA"/>
    <w:rsid w:val="00763210"/>
    <w:rsid w:val="00766561"/>
    <w:rsid w:val="00770F2F"/>
    <w:rsid w:val="007735EF"/>
    <w:rsid w:val="007777A0"/>
    <w:rsid w:val="00784656"/>
    <w:rsid w:val="00787B70"/>
    <w:rsid w:val="0079041E"/>
    <w:rsid w:val="00793A88"/>
    <w:rsid w:val="00795948"/>
    <w:rsid w:val="00796C5C"/>
    <w:rsid w:val="007A1D06"/>
    <w:rsid w:val="007B37BD"/>
    <w:rsid w:val="007B67C7"/>
    <w:rsid w:val="007B6F70"/>
    <w:rsid w:val="007B77B5"/>
    <w:rsid w:val="007C02E2"/>
    <w:rsid w:val="007C0BCE"/>
    <w:rsid w:val="007C2AE0"/>
    <w:rsid w:val="007C49BB"/>
    <w:rsid w:val="007D1616"/>
    <w:rsid w:val="007E2BC0"/>
    <w:rsid w:val="007E38E1"/>
    <w:rsid w:val="007E7590"/>
    <w:rsid w:val="007F0DF6"/>
    <w:rsid w:val="007F2E04"/>
    <w:rsid w:val="007F47C7"/>
    <w:rsid w:val="007F5C9D"/>
    <w:rsid w:val="008001C9"/>
    <w:rsid w:val="0080258E"/>
    <w:rsid w:val="00803DB5"/>
    <w:rsid w:val="00803DB8"/>
    <w:rsid w:val="008068B6"/>
    <w:rsid w:val="00807E0F"/>
    <w:rsid w:val="00815B62"/>
    <w:rsid w:val="008165F6"/>
    <w:rsid w:val="00816627"/>
    <w:rsid w:val="008174D3"/>
    <w:rsid w:val="0082141B"/>
    <w:rsid w:val="00822D7F"/>
    <w:rsid w:val="008257BD"/>
    <w:rsid w:val="00830F60"/>
    <w:rsid w:val="008327F9"/>
    <w:rsid w:val="00832CD6"/>
    <w:rsid w:val="00833536"/>
    <w:rsid w:val="00834682"/>
    <w:rsid w:val="0083483B"/>
    <w:rsid w:val="00836A44"/>
    <w:rsid w:val="008427BA"/>
    <w:rsid w:val="00842ACC"/>
    <w:rsid w:val="00845D3D"/>
    <w:rsid w:val="00846DEA"/>
    <w:rsid w:val="00850AAE"/>
    <w:rsid w:val="00855FF1"/>
    <w:rsid w:val="00856CF5"/>
    <w:rsid w:val="00865D34"/>
    <w:rsid w:val="008710DD"/>
    <w:rsid w:val="00880ADD"/>
    <w:rsid w:val="00882A67"/>
    <w:rsid w:val="00883EA5"/>
    <w:rsid w:val="00887236"/>
    <w:rsid w:val="00892C0D"/>
    <w:rsid w:val="008A192A"/>
    <w:rsid w:val="008A3959"/>
    <w:rsid w:val="008A4729"/>
    <w:rsid w:val="008A4BBA"/>
    <w:rsid w:val="008B39D3"/>
    <w:rsid w:val="008B4DF0"/>
    <w:rsid w:val="008B660A"/>
    <w:rsid w:val="008B6B99"/>
    <w:rsid w:val="008C2DE2"/>
    <w:rsid w:val="008C2DE7"/>
    <w:rsid w:val="008C4508"/>
    <w:rsid w:val="008C5132"/>
    <w:rsid w:val="008C7011"/>
    <w:rsid w:val="008D00F8"/>
    <w:rsid w:val="008D03DB"/>
    <w:rsid w:val="008D4047"/>
    <w:rsid w:val="008D7065"/>
    <w:rsid w:val="008D777D"/>
    <w:rsid w:val="008D77CF"/>
    <w:rsid w:val="008D7873"/>
    <w:rsid w:val="008E0B8D"/>
    <w:rsid w:val="008E2B08"/>
    <w:rsid w:val="008E3AE3"/>
    <w:rsid w:val="009017AA"/>
    <w:rsid w:val="0090552F"/>
    <w:rsid w:val="00905A90"/>
    <w:rsid w:val="009064A6"/>
    <w:rsid w:val="00910303"/>
    <w:rsid w:val="00913469"/>
    <w:rsid w:val="00916299"/>
    <w:rsid w:val="009165BB"/>
    <w:rsid w:val="0091703F"/>
    <w:rsid w:val="00920543"/>
    <w:rsid w:val="00921275"/>
    <w:rsid w:val="009245A5"/>
    <w:rsid w:val="00924AFE"/>
    <w:rsid w:val="0092529F"/>
    <w:rsid w:val="0092610D"/>
    <w:rsid w:val="00926B90"/>
    <w:rsid w:val="009271CD"/>
    <w:rsid w:val="00927511"/>
    <w:rsid w:val="00927812"/>
    <w:rsid w:val="00931CCC"/>
    <w:rsid w:val="009328FF"/>
    <w:rsid w:val="0093451E"/>
    <w:rsid w:val="0093608A"/>
    <w:rsid w:val="00944817"/>
    <w:rsid w:val="00945F87"/>
    <w:rsid w:val="00947CB7"/>
    <w:rsid w:val="00950F72"/>
    <w:rsid w:val="00951825"/>
    <w:rsid w:val="00952D1A"/>
    <w:rsid w:val="0095492F"/>
    <w:rsid w:val="009558A6"/>
    <w:rsid w:val="00957DDB"/>
    <w:rsid w:val="00960AEA"/>
    <w:rsid w:val="009645DD"/>
    <w:rsid w:val="00964D8C"/>
    <w:rsid w:val="0096636D"/>
    <w:rsid w:val="00971279"/>
    <w:rsid w:val="00974FF4"/>
    <w:rsid w:val="00977B90"/>
    <w:rsid w:val="00980549"/>
    <w:rsid w:val="009862A4"/>
    <w:rsid w:val="009913B8"/>
    <w:rsid w:val="0099216F"/>
    <w:rsid w:val="0099485E"/>
    <w:rsid w:val="00995E4E"/>
    <w:rsid w:val="009A38AB"/>
    <w:rsid w:val="009A5E1D"/>
    <w:rsid w:val="009A6908"/>
    <w:rsid w:val="009B1FCD"/>
    <w:rsid w:val="009B5580"/>
    <w:rsid w:val="009B66D8"/>
    <w:rsid w:val="009C04AE"/>
    <w:rsid w:val="009C1451"/>
    <w:rsid w:val="009C58B4"/>
    <w:rsid w:val="009D06F7"/>
    <w:rsid w:val="009D1EB1"/>
    <w:rsid w:val="009D1F3A"/>
    <w:rsid w:val="009D22D2"/>
    <w:rsid w:val="009E16C7"/>
    <w:rsid w:val="009E1F15"/>
    <w:rsid w:val="009E2118"/>
    <w:rsid w:val="009E7B2D"/>
    <w:rsid w:val="00A0359D"/>
    <w:rsid w:val="00A03792"/>
    <w:rsid w:val="00A0623B"/>
    <w:rsid w:val="00A1033F"/>
    <w:rsid w:val="00A1037A"/>
    <w:rsid w:val="00A11899"/>
    <w:rsid w:val="00A14E5F"/>
    <w:rsid w:val="00A1666A"/>
    <w:rsid w:val="00A17B95"/>
    <w:rsid w:val="00A21C4C"/>
    <w:rsid w:val="00A22095"/>
    <w:rsid w:val="00A22C6C"/>
    <w:rsid w:val="00A233FD"/>
    <w:rsid w:val="00A26B36"/>
    <w:rsid w:val="00A270C1"/>
    <w:rsid w:val="00A27739"/>
    <w:rsid w:val="00A324B5"/>
    <w:rsid w:val="00A34F41"/>
    <w:rsid w:val="00A37385"/>
    <w:rsid w:val="00A373EC"/>
    <w:rsid w:val="00A3792C"/>
    <w:rsid w:val="00A4051B"/>
    <w:rsid w:val="00A41E91"/>
    <w:rsid w:val="00A43BDF"/>
    <w:rsid w:val="00A44494"/>
    <w:rsid w:val="00A5156D"/>
    <w:rsid w:val="00A53BEE"/>
    <w:rsid w:val="00A6119D"/>
    <w:rsid w:val="00A65CEB"/>
    <w:rsid w:val="00A666C4"/>
    <w:rsid w:val="00A71977"/>
    <w:rsid w:val="00A72FA4"/>
    <w:rsid w:val="00A7495B"/>
    <w:rsid w:val="00A758F0"/>
    <w:rsid w:val="00A84F07"/>
    <w:rsid w:val="00A8778D"/>
    <w:rsid w:val="00A914C6"/>
    <w:rsid w:val="00A94B3B"/>
    <w:rsid w:val="00AA1721"/>
    <w:rsid w:val="00AA1E01"/>
    <w:rsid w:val="00AA2574"/>
    <w:rsid w:val="00AB0C0B"/>
    <w:rsid w:val="00AB0D44"/>
    <w:rsid w:val="00AB5D4C"/>
    <w:rsid w:val="00AC6096"/>
    <w:rsid w:val="00AC744B"/>
    <w:rsid w:val="00AC7E04"/>
    <w:rsid w:val="00AD1D7F"/>
    <w:rsid w:val="00AD4B26"/>
    <w:rsid w:val="00AD4D9B"/>
    <w:rsid w:val="00AE05F6"/>
    <w:rsid w:val="00AE12F8"/>
    <w:rsid w:val="00AF06E3"/>
    <w:rsid w:val="00AF5331"/>
    <w:rsid w:val="00AF7F6D"/>
    <w:rsid w:val="00B16F18"/>
    <w:rsid w:val="00B20724"/>
    <w:rsid w:val="00B213A6"/>
    <w:rsid w:val="00B23815"/>
    <w:rsid w:val="00B23F10"/>
    <w:rsid w:val="00B260D9"/>
    <w:rsid w:val="00B40A57"/>
    <w:rsid w:val="00B4473F"/>
    <w:rsid w:val="00B5033D"/>
    <w:rsid w:val="00B53F88"/>
    <w:rsid w:val="00B5530F"/>
    <w:rsid w:val="00B71358"/>
    <w:rsid w:val="00B7294D"/>
    <w:rsid w:val="00B75972"/>
    <w:rsid w:val="00B82CF5"/>
    <w:rsid w:val="00B905A9"/>
    <w:rsid w:val="00B9116A"/>
    <w:rsid w:val="00B91B52"/>
    <w:rsid w:val="00B93109"/>
    <w:rsid w:val="00B9554C"/>
    <w:rsid w:val="00B95835"/>
    <w:rsid w:val="00B96C84"/>
    <w:rsid w:val="00B9703D"/>
    <w:rsid w:val="00B97CCB"/>
    <w:rsid w:val="00BA17CF"/>
    <w:rsid w:val="00BA2051"/>
    <w:rsid w:val="00BA2EB7"/>
    <w:rsid w:val="00BA3ADC"/>
    <w:rsid w:val="00BA4524"/>
    <w:rsid w:val="00BA4C4B"/>
    <w:rsid w:val="00BA504A"/>
    <w:rsid w:val="00BA7282"/>
    <w:rsid w:val="00BB03D3"/>
    <w:rsid w:val="00BB098D"/>
    <w:rsid w:val="00BB3E84"/>
    <w:rsid w:val="00BB6FDE"/>
    <w:rsid w:val="00BC0B15"/>
    <w:rsid w:val="00BC476A"/>
    <w:rsid w:val="00BC7772"/>
    <w:rsid w:val="00BD04FD"/>
    <w:rsid w:val="00BD27F7"/>
    <w:rsid w:val="00BD3ABC"/>
    <w:rsid w:val="00BD7381"/>
    <w:rsid w:val="00BE0E32"/>
    <w:rsid w:val="00BE11D3"/>
    <w:rsid w:val="00BE7630"/>
    <w:rsid w:val="00BE7DE3"/>
    <w:rsid w:val="00BF7F65"/>
    <w:rsid w:val="00C008B4"/>
    <w:rsid w:val="00C022CB"/>
    <w:rsid w:val="00C0275E"/>
    <w:rsid w:val="00C04DFA"/>
    <w:rsid w:val="00C05684"/>
    <w:rsid w:val="00C05A3B"/>
    <w:rsid w:val="00C06178"/>
    <w:rsid w:val="00C06B0B"/>
    <w:rsid w:val="00C06E0C"/>
    <w:rsid w:val="00C11204"/>
    <w:rsid w:val="00C14CE6"/>
    <w:rsid w:val="00C17B4E"/>
    <w:rsid w:val="00C17E31"/>
    <w:rsid w:val="00C23D62"/>
    <w:rsid w:val="00C248CA"/>
    <w:rsid w:val="00C308BF"/>
    <w:rsid w:val="00C34429"/>
    <w:rsid w:val="00C368B6"/>
    <w:rsid w:val="00C36A45"/>
    <w:rsid w:val="00C40918"/>
    <w:rsid w:val="00C427D3"/>
    <w:rsid w:val="00C42993"/>
    <w:rsid w:val="00C44BCE"/>
    <w:rsid w:val="00C45A12"/>
    <w:rsid w:val="00C461D9"/>
    <w:rsid w:val="00C505E9"/>
    <w:rsid w:val="00C52A9C"/>
    <w:rsid w:val="00C538C9"/>
    <w:rsid w:val="00C54333"/>
    <w:rsid w:val="00C55242"/>
    <w:rsid w:val="00C55D5C"/>
    <w:rsid w:val="00C56A3C"/>
    <w:rsid w:val="00C614F4"/>
    <w:rsid w:val="00C715CD"/>
    <w:rsid w:val="00C7245E"/>
    <w:rsid w:val="00C736CD"/>
    <w:rsid w:val="00C80A60"/>
    <w:rsid w:val="00C8529E"/>
    <w:rsid w:val="00C8573B"/>
    <w:rsid w:val="00C85C37"/>
    <w:rsid w:val="00C872A3"/>
    <w:rsid w:val="00C94F08"/>
    <w:rsid w:val="00C959EF"/>
    <w:rsid w:val="00C9746C"/>
    <w:rsid w:val="00CA035D"/>
    <w:rsid w:val="00CA24C1"/>
    <w:rsid w:val="00CA2943"/>
    <w:rsid w:val="00CA451A"/>
    <w:rsid w:val="00CA6742"/>
    <w:rsid w:val="00CB208A"/>
    <w:rsid w:val="00CB5977"/>
    <w:rsid w:val="00CB730B"/>
    <w:rsid w:val="00CC3AFC"/>
    <w:rsid w:val="00CC4AF1"/>
    <w:rsid w:val="00CD0250"/>
    <w:rsid w:val="00CD3091"/>
    <w:rsid w:val="00CD4028"/>
    <w:rsid w:val="00CE0958"/>
    <w:rsid w:val="00CE0A44"/>
    <w:rsid w:val="00CE1D20"/>
    <w:rsid w:val="00CE4BAA"/>
    <w:rsid w:val="00CF2A29"/>
    <w:rsid w:val="00CF3BDC"/>
    <w:rsid w:val="00CF7537"/>
    <w:rsid w:val="00D00721"/>
    <w:rsid w:val="00D036C3"/>
    <w:rsid w:val="00D036DA"/>
    <w:rsid w:val="00D039A0"/>
    <w:rsid w:val="00D05CA0"/>
    <w:rsid w:val="00D05E71"/>
    <w:rsid w:val="00D067DE"/>
    <w:rsid w:val="00D06ED0"/>
    <w:rsid w:val="00D1044D"/>
    <w:rsid w:val="00D11DD1"/>
    <w:rsid w:val="00D134D2"/>
    <w:rsid w:val="00D24B53"/>
    <w:rsid w:val="00D24D39"/>
    <w:rsid w:val="00D25338"/>
    <w:rsid w:val="00D34869"/>
    <w:rsid w:val="00D431C4"/>
    <w:rsid w:val="00D46D6E"/>
    <w:rsid w:val="00D5258F"/>
    <w:rsid w:val="00D53F67"/>
    <w:rsid w:val="00D54C7F"/>
    <w:rsid w:val="00D561C1"/>
    <w:rsid w:val="00D62100"/>
    <w:rsid w:val="00D626BC"/>
    <w:rsid w:val="00D635F8"/>
    <w:rsid w:val="00D65C05"/>
    <w:rsid w:val="00D670A7"/>
    <w:rsid w:val="00D70FCA"/>
    <w:rsid w:val="00D7255E"/>
    <w:rsid w:val="00D76090"/>
    <w:rsid w:val="00D77643"/>
    <w:rsid w:val="00D80A32"/>
    <w:rsid w:val="00D824C1"/>
    <w:rsid w:val="00D82A39"/>
    <w:rsid w:val="00D83E9C"/>
    <w:rsid w:val="00D94617"/>
    <w:rsid w:val="00D951E6"/>
    <w:rsid w:val="00D96B10"/>
    <w:rsid w:val="00D974CF"/>
    <w:rsid w:val="00DA1806"/>
    <w:rsid w:val="00DA3C01"/>
    <w:rsid w:val="00DA5DF3"/>
    <w:rsid w:val="00DA69BD"/>
    <w:rsid w:val="00DB25FC"/>
    <w:rsid w:val="00DB3BB8"/>
    <w:rsid w:val="00DB43A1"/>
    <w:rsid w:val="00DC4403"/>
    <w:rsid w:val="00DC7083"/>
    <w:rsid w:val="00DC7C0E"/>
    <w:rsid w:val="00DC7F0B"/>
    <w:rsid w:val="00DD02D2"/>
    <w:rsid w:val="00DD2C8C"/>
    <w:rsid w:val="00DD3A97"/>
    <w:rsid w:val="00DD7558"/>
    <w:rsid w:val="00DD7915"/>
    <w:rsid w:val="00DE23D7"/>
    <w:rsid w:val="00DE35D0"/>
    <w:rsid w:val="00DF1319"/>
    <w:rsid w:val="00DF3BFF"/>
    <w:rsid w:val="00DF48B6"/>
    <w:rsid w:val="00DF6553"/>
    <w:rsid w:val="00E014DE"/>
    <w:rsid w:val="00E11EA1"/>
    <w:rsid w:val="00E129FB"/>
    <w:rsid w:val="00E142DD"/>
    <w:rsid w:val="00E16C8F"/>
    <w:rsid w:val="00E21B2B"/>
    <w:rsid w:val="00E223F4"/>
    <w:rsid w:val="00E228DA"/>
    <w:rsid w:val="00E23344"/>
    <w:rsid w:val="00E279B8"/>
    <w:rsid w:val="00E3340D"/>
    <w:rsid w:val="00E40A6F"/>
    <w:rsid w:val="00E4157D"/>
    <w:rsid w:val="00E418C5"/>
    <w:rsid w:val="00E41EA4"/>
    <w:rsid w:val="00E423CB"/>
    <w:rsid w:val="00E43827"/>
    <w:rsid w:val="00E43A76"/>
    <w:rsid w:val="00E446AA"/>
    <w:rsid w:val="00E44815"/>
    <w:rsid w:val="00E558ED"/>
    <w:rsid w:val="00E55B97"/>
    <w:rsid w:val="00E571E1"/>
    <w:rsid w:val="00E5741C"/>
    <w:rsid w:val="00E60DCF"/>
    <w:rsid w:val="00E61746"/>
    <w:rsid w:val="00E64130"/>
    <w:rsid w:val="00E64271"/>
    <w:rsid w:val="00E679FE"/>
    <w:rsid w:val="00E7044B"/>
    <w:rsid w:val="00E71200"/>
    <w:rsid w:val="00E7131D"/>
    <w:rsid w:val="00E715B9"/>
    <w:rsid w:val="00E717C6"/>
    <w:rsid w:val="00E721E8"/>
    <w:rsid w:val="00E732D0"/>
    <w:rsid w:val="00E806B7"/>
    <w:rsid w:val="00E81D10"/>
    <w:rsid w:val="00E84AE1"/>
    <w:rsid w:val="00E96450"/>
    <w:rsid w:val="00EA18AE"/>
    <w:rsid w:val="00EA3190"/>
    <w:rsid w:val="00EB34CB"/>
    <w:rsid w:val="00EB5EAA"/>
    <w:rsid w:val="00EC5683"/>
    <w:rsid w:val="00EC7DFD"/>
    <w:rsid w:val="00ED3392"/>
    <w:rsid w:val="00ED386B"/>
    <w:rsid w:val="00ED43BA"/>
    <w:rsid w:val="00ED4593"/>
    <w:rsid w:val="00ED6B9E"/>
    <w:rsid w:val="00ED758D"/>
    <w:rsid w:val="00EE4953"/>
    <w:rsid w:val="00EE4FD1"/>
    <w:rsid w:val="00EE562D"/>
    <w:rsid w:val="00EE6A77"/>
    <w:rsid w:val="00EF500D"/>
    <w:rsid w:val="00F027E4"/>
    <w:rsid w:val="00F02D0F"/>
    <w:rsid w:val="00F04D58"/>
    <w:rsid w:val="00F04EBE"/>
    <w:rsid w:val="00F06B12"/>
    <w:rsid w:val="00F13309"/>
    <w:rsid w:val="00F16606"/>
    <w:rsid w:val="00F16C76"/>
    <w:rsid w:val="00F20509"/>
    <w:rsid w:val="00F25543"/>
    <w:rsid w:val="00F26E69"/>
    <w:rsid w:val="00F27C1B"/>
    <w:rsid w:val="00F32A8A"/>
    <w:rsid w:val="00F3334F"/>
    <w:rsid w:val="00F3756E"/>
    <w:rsid w:val="00F37CE0"/>
    <w:rsid w:val="00F43CB1"/>
    <w:rsid w:val="00F44B94"/>
    <w:rsid w:val="00F51686"/>
    <w:rsid w:val="00F53CB3"/>
    <w:rsid w:val="00F54C66"/>
    <w:rsid w:val="00F54E3D"/>
    <w:rsid w:val="00F57916"/>
    <w:rsid w:val="00F6082C"/>
    <w:rsid w:val="00F62ADC"/>
    <w:rsid w:val="00F6589C"/>
    <w:rsid w:val="00F66B30"/>
    <w:rsid w:val="00F7077F"/>
    <w:rsid w:val="00F7085A"/>
    <w:rsid w:val="00F74AE1"/>
    <w:rsid w:val="00F74BCA"/>
    <w:rsid w:val="00F75393"/>
    <w:rsid w:val="00F76708"/>
    <w:rsid w:val="00F83725"/>
    <w:rsid w:val="00F86A5E"/>
    <w:rsid w:val="00FA19FD"/>
    <w:rsid w:val="00FA2A02"/>
    <w:rsid w:val="00FA2FD7"/>
    <w:rsid w:val="00FA5334"/>
    <w:rsid w:val="00FA5922"/>
    <w:rsid w:val="00FA6D44"/>
    <w:rsid w:val="00FB0C92"/>
    <w:rsid w:val="00FC09FD"/>
    <w:rsid w:val="00FC1090"/>
    <w:rsid w:val="00FC15F7"/>
    <w:rsid w:val="00FC6537"/>
    <w:rsid w:val="00FC6F0E"/>
    <w:rsid w:val="00FC761F"/>
    <w:rsid w:val="00FC7CC1"/>
    <w:rsid w:val="00FD0782"/>
    <w:rsid w:val="00FD0D15"/>
    <w:rsid w:val="00FD29E6"/>
    <w:rsid w:val="00FD6464"/>
    <w:rsid w:val="00FE2123"/>
    <w:rsid w:val="00FE2613"/>
    <w:rsid w:val="00FE3A80"/>
    <w:rsid w:val="00FE3E12"/>
    <w:rsid w:val="00FF0E40"/>
    <w:rsid w:val="00FF25D7"/>
    <w:rsid w:val="00FF316F"/>
    <w:rsid w:val="00FF50E5"/>
    <w:rsid w:val="00FF5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00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36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1</Pages>
  <Words>207</Words>
  <Characters>1184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davidenko</dc:creator>
  <cp:keywords/>
  <dc:description/>
  <cp:lastModifiedBy>Общий отдел</cp:lastModifiedBy>
  <cp:revision>10</cp:revision>
  <cp:lastPrinted>2014-01-20T06:15:00Z</cp:lastPrinted>
  <dcterms:created xsi:type="dcterms:W3CDTF">2013-05-13T10:24:00Z</dcterms:created>
  <dcterms:modified xsi:type="dcterms:W3CDTF">2014-01-20T08:26:00Z</dcterms:modified>
</cp:coreProperties>
</file>