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471" w:rsidRPr="003F5AC5" w:rsidRDefault="00C25471" w:rsidP="005E1C47">
      <w:pPr>
        <w:jc w:val="center"/>
        <w:rPr>
          <w:sz w:val="28"/>
          <w:szCs w:val="28"/>
        </w:rPr>
      </w:pPr>
      <w:r w:rsidRPr="003F5AC5">
        <w:rPr>
          <w:sz w:val="28"/>
          <w:szCs w:val="28"/>
        </w:rPr>
        <w:t>Информация</w:t>
      </w:r>
    </w:p>
    <w:p w:rsidR="00C25471" w:rsidRPr="003F5AC5" w:rsidRDefault="00C25471" w:rsidP="005E1C47">
      <w:pPr>
        <w:jc w:val="center"/>
        <w:rPr>
          <w:sz w:val="28"/>
          <w:szCs w:val="28"/>
        </w:rPr>
      </w:pPr>
      <w:r w:rsidRPr="003F5AC5">
        <w:rPr>
          <w:sz w:val="28"/>
          <w:szCs w:val="28"/>
        </w:rPr>
        <w:t xml:space="preserve">о доходах </w:t>
      </w:r>
      <w:r>
        <w:rPr>
          <w:sz w:val="28"/>
          <w:szCs w:val="28"/>
        </w:rPr>
        <w:t xml:space="preserve">руководителей </w:t>
      </w:r>
      <w:r w:rsidRPr="003F5AC5">
        <w:rPr>
          <w:sz w:val="28"/>
          <w:szCs w:val="28"/>
        </w:rPr>
        <w:t>муни</w:t>
      </w:r>
      <w:r>
        <w:rPr>
          <w:sz w:val="28"/>
          <w:szCs w:val="28"/>
        </w:rPr>
        <w:t xml:space="preserve">ципальных образовательных учреждений </w:t>
      </w:r>
      <w:r w:rsidRPr="003F5AC5">
        <w:rPr>
          <w:sz w:val="28"/>
          <w:szCs w:val="28"/>
        </w:rPr>
        <w:t xml:space="preserve"> Болотнинского района </w:t>
      </w:r>
      <w:r>
        <w:rPr>
          <w:sz w:val="28"/>
          <w:szCs w:val="28"/>
        </w:rPr>
        <w:t>Новосибирской области</w:t>
      </w:r>
    </w:p>
    <w:p w:rsidR="00C25471" w:rsidRDefault="00C25471" w:rsidP="00C4412F">
      <w:pPr>
        <w:jc w:val="center"/>
        <w:rPr>
          <w:sz w:val="28"/>
          <w:szCs w:val="28"/>
        </w:rPr>
      </w:pPr>
      <w:r w:rsidRPr="003F5AC5">
        <w:rPr>
          <w:sz w:val="28"/>
          <w:szCs w:val="28"/>
        </w:rPr>
        <w:t xml:space="preserve">и членов их </w:t>
      </w:r>
      <w:r>
        <w:rPr>
          <w:sz w:val="28"/>
          <w:szCs w:val="28"/>
        </w:rPr>
        <w:t>семей, задекларированных за 2013</w:t>
      </w:r>
      <w:r w:rsidRPr="003F5AC5">
        <w:rPr>
          <w:sz w:val="28"/>
          <w:szCs w:val="28"/>
        </w:rPr>
        <w:t xml:space="preserve"> год</w:t>
      </w:r>
    </w:p>
    <w:p w:rsidR="00C25471" w:rsidRDefault="00C25471" w:rsidP="00C4412F">
      <w:pPr>
        <w:jc w:val="center"/>
        <w:rPr>
          <w:sz w:val="28"/>
          <w:szCs w:val="28"/>
        </w:rPr>
      </w:pPr>
    </w:p>
    <w:p w:rsidR="00C25471" w:rsidRPr="002C2981" w:rsidRDefault="00C25471" w:rsidP="002C2981">
      <w:pPr>
        <w:jc w:val="center"/>
        <w:rPr>
          <w:sz w:val="22"/>
          <w:szCs w:val="22"/>
        </w:rPr>
      </w:pPr>
    </w:p>
    <w:tbl>
      <w:tblPr>
        <w:tblW w:w="16231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2371"/>
        <w:gridCol w:w="1980"/>
        <w:gridCol w:w="1701"/>
        <w:gridCol w:w="1418"/>
        <w:gridCol w:w="1417"/>
        <w:gridCol w:w="2064"/>
        <w:gridCol w:w="2004"/>
        <w:gridCol w:w="2726"/>
      </w:tblGrid>
      <w:tr w:rsidR="00C25471" w:rsidRPr="002C2981" w:rsidTr="002C2981">
        <w:trPr>
          <w:trHeight w:val="705"/>
        </w:trPr>
        <w:tc>
          <w:tcPr>
            <w:tcW w:w="550" w:type="dxa"/>
            <w:vMerge w:val="restart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№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п/п</w:t>
            </w:r>
          </w:p>
        </w:tc>
        <w:tc>
          <w:tcPr>
            <w:tcW w:w="2371" w:type="dxa"/>
            <w:vMerge w:val="restart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Должность</w:t>
            </w:r>
          </w:p>
          <w:p w:rsidR="00C25471" w:rsidRPr="002C2981" w:rsidRDefault="00C25471" w:rsidP="002C2981">
            <w:pPr>
              <w:jc w:val="center"/>
            </w:pP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 xml:space="preserve">Учреждение </w:t>
            </w:r>
          </w:p>
        </w:tc>
        <w:tc>
          <w:tcPr>
            <w:tcW w:w="1980" w:type="dxa"/>
            <w:vMerge w:val="restart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ФИО</w:t>
            </w:r>
          </w:p>
        </w:tc>
        <w:tc>
          <w:tcPr>
            <w:tcW w:w="3119" w:type="dxa"/>
            <w:gridSpan w:val="2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Доходы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(руб.)</w:t>
            </w:r>
          </w:p>
        </w:tc>
        <w:tc>
          <w:tcPr>
            <w:tcW w:w="1417" w:type="dxa"/>
            <w:vMerge w:val="restart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 xml:space="preserve">Доходы супруги, супруга и н/л детей 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(руб.)</w:t>
            </w:r>
          </w:p>
        </w:tc>
        <w:tc>
          <w:tcPr>
            <w:tcW w:w="2064" w:type="dxa"/>
            <w:vMerge w:val="restart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Земельный участок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(кв.м.)</w:t>
            </w:r>
          </w:p>
        </w:tc>
        <w:tc>
          <w:tcPr>
            <w:tcW w:w="2004" w:type="dxa"/>
            <w:vMerge w:val="restart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Недвижимость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(кв.м.)</w:t>
            </w:r>
          </w:p>
        </w:tc>
        <w:tc>
          <w:tcPr>
            <w:tcW w:w="2726" w:type="dxa"/>
            <w:vMerge w:val="restart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Транспортные средства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(наименование)</w:t>
            </w:r>
          </w:p>
        </w:tc>
      </w:tr>
      <w:tr w:rsidR="00C25471" w:rsidRPr="002C2981" w:rsidTr="002C2981">
        <w:trPr>
          <w:trHeight w:val="675"/>
        </w:trPr>
        <w:tc>
          <w:tcPr>
            <w:tcW w:w="550" w:type="dxa"/>
            <w:vMerge/>
          </w:tcPr>
          <w:p w:rsidR="00C25471" w:rsidRPr="002C2981" w:rsidRDefault="00C25471" w:rsidP="002C2981"/>
        </w:tc>
        <w:tc>
          <w:tcPr>
            <w:tcW w:w="2371" w:type="dxa"/>
            <w:vMerge/>
          </w:tcPr>
          <w:p w:rsidR="00C25471" w:rsidRPr="002C2981" w:rsidRDefault="00C25471" w:rsidP="002C2981">
            <w:pPr>
              <w:jc w:val="center"/>
            </w:pPr>
          </w:p>
        </w:tc>
        <w:tc>
          <w:tcPr>
            <w:tcW w:w="1980" w:type="dxa"/>
            <w:vMerge/>
          </w:tcPr>
          <w:p w:rsidR="00C25471" w:rsidRPr="002C2981" w:rsidRDefault="00C25471" w:rsidP="002C2981">
            <w:pPr>
              <w:jc w:val="center"/>
            </w:pP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По основному месту работы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Прочие</w:t>
            </w:r>
          </w:p>
        </w:tc>
        <w:tc>
          <w:tcPr>
            <w:tcW w:w="1417" w:type="dxa"/>
            <w:vMerge/>
          </w:tcPr>
          <w:p w:rsidR="00C25471" w:rsidRPr="002C2981" w:rsidRDefault="00C25471" w:rsidP="002C2981">
            <w:pPr>
              <w:jc w:val="center"/>
            </w:pPr>
          </w:p>
        </w:tc>
        <w:tc>
          <w:tcPr>
            <w:tcW w:w="2064" w:type="dxa"/>
            <w:vMerge/>
          </w:tcPr>
          <w:p w:rsidR="00C25471" w:rsidRPr="002C2981" w:rsidRDefault="00C25471" w:rsidP="002C2981">
            <w:pPr>
              <w:jc w:val="center"/>
            </w:pPr>
          </w:p>
        </w:tc>
        <w:tc>
          <w:tcPr>
            <w:tcW w:w="2004" w:type="dxa"/>
            <w:vMerge/>
          </w:tcPr>
          <w:p w:rsidR="00C25471" w:rsidRPr="002C2981" w:rsidRDefault="00C25471" w:rsidP="002C2981">
            <w:pPr>
              <w:jc w:val="center"/>
            </w:pPr>
          </w:p>
        </w:tc>
        <w:tc>
          <w:tcPr>
            <w:tcW w:w="2726" w:type="dxa"/>
            <w:vMerge/>
          </w:tcPr>
          <w:p w:rsidR="00C25471" w:rsidRPr="002C2981" w:rsidRDefault="00C25471" w:rsidP="002C2981">
            <w:pPr>
              <w:jc w:val="center"/>
            </w:pP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Директор 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МБОУ СОШ № 2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 г. Болотного</w:t>
            </w:r>
          </w:p>
          <w:p w:rsidR="00C25471" w:rsidRPr="002C2981" w:rsidRDefault="00C25471" w:rsidP="002C2981">
            <w:pPr>
              <w:jc w:val="center"/>
            </w:pP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Павлович Татьяна Игоревна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759350,00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167429,85</w:t>
            </w:r>
          </w:p>
        </w:tc>
        <w:tc>
          <w:tcPr>
            <w:tcW w:w="1417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150834,83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756,0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004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48,7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Жилой дом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47,1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Долевая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МБОУ СОШ № 4 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г. Болотного</w:t>
            </w:r>
          </w:p>
          <w:p w:rsidR="00C25471" w:rsidRPr="002C2981" w:rsidRDefault="00C25471" w:rsidP="002C2981"/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Рябцева Оксана Викторовна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626791,15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36,0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общая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42,0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долевая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МБОУ СОШ № 21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г. Болотного</w:t>
            </w:r>
          </w:p>
          <w:p w:rsidR="00C25471" w:rsidRPr="002C2981" w:rsidRDefault="00C25471" w:rsidP="002C2981"/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Петренко Лариса Владимировна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489319,00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126020,00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377988,00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31,2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</w:rPr>
              <w:t>ВАЗ-21074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  <w:lang w:val="en-US"/>
              </w:rPr>
              <w:t>Mitsubisi Lancer</w:t>
            </w:r>
          </w:p>
          <w:p w:rsidR="00C25471" w:rsidRPr="002C2981" w:rsidRDefault="00C25471" w:rsidP="002C2981">
            <w:pPr>
              <w:jc w:val="center"/>
              <w:rPr>
                <w:lang w:val="en-US"/>
              </w:rPr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</w:rPr>
              <w:t>МАЗ 9758-030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  <w:lang w:val="en-US"/>
              </w:rPr>
              <w:t>SCHMITZ</w:t>
            </w:r>
            <w:r w:rsidRPr="002C2981">
              <w:rPr>
                <w:sz w:val="22"/>
                <w:szCs w:val="22"/>
              </w:rPr>
              <w:t>-</w:t>
            </w:r>
            <w:r w:rsidRPr="002C2981">
              <w:rPr>
                <w:sz w:val="22"/>
                <w:szCs w:val="22"/>
                <w:lang w:val="en-US"/>
              </w:rPr>
              <w:t>S</w:t>
            </w:r>
            <w:r w:rsidRPr="002C2981">
              <w:rPr>
                <w:sz w:val="22"/>
                <w:szCs w:val="22"/>
              </w:rPr>
              <w:t>01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Директор 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Школы-интерната № 16 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Захаров Виктор Анатольевич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711466,00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152373,00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367655,00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1382,0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Под индивидуальное жилищное строительство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004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100,0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Жилой дом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Индивидуальная 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38,0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Гараж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  <w:lang w:val="en-US"/>
              </w:rPr>
              <w:t>TOUOTA</w:t>
            </w:r>
            <w:r w:rsidRPr="002C2981">
              <w:rPr>
                <w:sz w:val="22"/>
                <w:szCs w:val="22"/>
              </w:rPr>
              <w:t xml:space="preserve"> </w:t>
            </w:r>
            <w:r w:rsidRPr="002C2981">
              <w:rPr>
                <w:sz w:val="22"/>
                <w:szCs w:val="22"/>
                <w:lang w:val="en-US"/>
              </w:rPr>
              <w:t>LEND KRUSER PRADO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 xml:space="preserve">Индивидуальная 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МКОУ ВСОШ 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Слободенюк Владимир Иванович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267034,00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162362,00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737390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both"/>
            </w:pPr>
          </w:p>
        </w:tc>
        <w:tc>
          <w:tcPr>
            <w:tcW w:w="2004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79,4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Жилой дом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Долевая 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32,2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долевая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  <w:lang w:val="en-US"/>
              </w:rPr>
              <w:t>TOUOTA COROLLA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 xml:space="preserve">Индивидуальная 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Директор 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МКОУ Ачинской СОШ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Мыскина Татьяна Михайловна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450433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161599,00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581183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2200,0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для ведения ЛПХ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56,0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 МКОУ  Байкальской СОШ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Козловская Инна Владимировна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416720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404395,19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1500,0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Для ведения ЛПХ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88,8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Жилой дом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долевая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НИССАН АД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Трактор Т-40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Баратаевской  СОШ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Рогачева Наталья Ивановна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550518,32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178243,54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4055,0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69,5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Жилой дом долевая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ШЕВРОЛЕ АВЕО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 xml:space="preserve">совместная 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Большереченской СОШ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Горлов Владимир Владимирович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338668,25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47500,00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548469,76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both"/>
            </w:pPr>
            <w:r w:rsidRPr="002C2981">
              <w:rPr>
                <w:sz w:val="22"/>
                <w:szCs w:val="22"/>
              </w:rPr>
              <w:t>21600</w:t>
            </w:r>
            <w:r>
              <w:rPr>
                <w:sz w:val="22"/>
                <w:szCs w:val="22"/>
              </w:rPr>
              <w:t>0</w:t>
            </w:r>
            <w:r w:rsidRPr="002C2981">
              <w:rPr>
                <w:sz w:val="22"/>
                <w:szCs w:val="22"/>
              </w:rPr>
              <w:t>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Для ведения ЛПХ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both"/>
            </w:pPr>
            <w:r w:rsidRPr="002C2981">
              <w:rPr>
                <w:sz w:val="22"/>
                <w:szCs w:val="22"/>
              </w:rPr>
              <w:t>15500</w:t>
            </w:r>
            <w:r>
              <w:rPr>
                <w:sz w:val="22"/>
                <w:szCs w:val="22"/>
              </w:rPr>
              <w:t>0</w:t>
            </w:r>
            <w:r w:rsidRPr="002C2981">
              <w:rPr>
                <w:sz w:val="22"/>
                <w:szCs w:val="22"/>
              </w:rPr>
              <w:t>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Для ведения ЛПХ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 xml:space="preserve">Индивидуальная супруги </w:t>
            </w:r>
          </w:p>
        </w:tc>
        <w:tc>
          <w:tcPr>
            <w:tcW w:w="2004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44,3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Долевая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63,6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</w:rPr>
              <w:t>Трактор Т-25 А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 xml:space="preserve">Индивидуальная 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</w:rPr>
              <w:t>ВАЗ 21011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 xml:space="preserve">Индивидуальная 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  <w:lang w:val="en-US"/>
              </w:rPr>
              <w:t>Mersedes Benz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 xml:space="preserve">Индивидуальная 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супруги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Боровской СОШ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Козина Людмила Викторовна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404824,72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128755,87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466133,00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both"/>
            </w:pP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95,1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долевая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  <w:lang w:val="en-US"/>
              </w:rPr>
              <w:t>TOUOTA COROLLA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Варламовской СОШ</w:t>
            </w:r>
          </w:p>
          <w:p w:rsidR="00C25471" w:rsidRPr="002C2981" w:rsidRDefault="00C25471" w:rsidP="002C2981"/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Колчина Ирина Анатольевна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542105,00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117374,00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both"/>
            </w:pPr>
            <w:r>
              <w:rPr>
                <w:sz w:val="22"/>
                <w:szCs w:val="22"/>
              </w:rPr>
              <w:t>132</w:t>
            </w:r>
            <w:r w:rsidRPr="002C2981">
              <w:rPr>
                <w:sz w:val="22"/>
                <w:szCs w:val="22"/>
              </w:rPr>
              <w:t>000,0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Для ведения ЛПХ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jc w:val="both"/>
            </w:pP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71,5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Дивинской СОШ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Штаудингер Лариса Ивановна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578603,00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117800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99030,00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2400,0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Приусадебный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57,0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Совместная 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  <w:rPr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2C2981">
                  <w:rPr>
                    <w:sz w:val="22"/>
                    <w:szCs w:val="22"/>
                    <w:lang w:val="en-US"/>
                  </w:rPr>
                  <w:t>RENO</w:t>
                </w:r>
              </w:smartTag>
            </w:smartTag>
            <w:r w:rsidRPr="002C2981">
              <w:rPr>
                <w:sz w:val="22"/>
                <w:szCs w:val="22"/>
              </w:rPr>
              <w:t xml:space="preserve"> </w:t>
            </w:r>
            <w:r w:rsidRPr="002C2981">
              <w:rPr>
                <w:sz w:val="22"/>
                <w:szCs w:val="22"/>
                <w:lang w:val="en-US"/>
              </w:rPr>
              <w:t>Daster</w:t>
            </w:r>
          </w:p>
          <w:p w:rsidR="00C25471" w:rsidRPr="002C2981" w:rsidRDefault="00C25471" w:rsidP="002C2981">
            <w:pPr>
              <w:jc w:val="center"/>
              <w:rPr>
                <w:lang w:val="en-US"/>
              </w:rPr>
            </w:pPr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супруга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Егоровской СОШ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Безбородова Наталья Юрьевна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444000,00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156000,00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14000,0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2004" w:type="dxa"/>
          </w:tcPr>
          <w:p w:rsidR="00C25471" w:rsidRPr="002C2981" w:rsidRDefault="00C25471" w:rsidP="002C2981"/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Зудовской СОШ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Михайлова Светлана Сергеевна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383023,00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81000,00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1089,0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Под индивидуальное строительство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долевая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66,9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Жилой дом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долевая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  <w:lang w:val="en-US"/>
              </w:rPr>
              <w:t>TOUOTA</w:t>
            </w:r>
            <w:r w:rsidRPr="002C2981">
              <w:rPr>
                <w:sz w:val="22"/>
                <w:szCs w:val="22"/>
              </w:rPr>
              <w:t xml:space="preserve"> </w:t>
            </w:r>
            <w:r w:rsidRPr="002C2981">
              <w:rPr>
                <w:sz w:val="22"/>
                <w:szCs w:val="22"/>
                <w:lang w:val="en-US"/>
              </w:rPr>
              <w:t>TERCEL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 xml:space="preserve">Индивидуальная </w:t>
            </w:r>
          </w:p>
          <w:p w:rsidR="00C25471" w:rsidRPr="002C2981" w:rsidRDefault="00C25471" w:rsidP="002C2981">
            <w:pPr>
              <w:jc w:val="center"/>
            </w:pP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Карасевской СОШ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Крестовская Наталья Ивановна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377289,24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184177,11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42,8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Долевая 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  <w:lang w:val="en-US"/>
              </w:rPr>
              <w:t>TOUOTA</w:t>
            </w:r>
            <w:r w:rsidRPr="002C2981">
              <w:rPr>
                <w:sz w:val="22"/>
                <w:szCs w:val="22"/>
              </w:rPr>
              <w:t xml:space="preserve"> </w:t>
            </w:r>
            <w:smartTag w:uri="urn:schemas-microsoft-com:office:smarttags" w:element="place">
              <w:r w:rsidRPr="002C2981">
                <w:rPr>
                  <w:sz w:val="22"/>
                  <w:szCs w:val="22"/>
                  <w:lang w:val="en-US"/>
                </w:rPr>
                <w:t>VISTA</w:t>
              </w:r>
            </w:smartTag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 xml:space="preserve">Индивидуальная 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Корниловской СОШ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Митько Михаил Иванович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456979,16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115981,53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774463,03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both"/>
            </w:pPr>
            <w:r w:rsidRPr="002C2981">
              <w:rPr>
                <w:sz w:val="22"/>
                <w:szCs w:val="22"/>
              </w:rPr>
              <w:t>13200,0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Для ведения ЛПХ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both"/>
            </w:pPr>
            <w:r w:rsidRPr="002C2981">
              <w:rPr>
                <w:sz w:val="22"/>
                <w:szCs w:val="22"/>
              </w:rPr>
              <w:t>13200,0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Для ведения ЛПХ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супруги</w:t>
            </w:r>
          </w:p>
          <w:p w:rsidR="00C25471" w:rsidRPr="002C2981" w:rsidRDefault="00C25471" w:rsidP="002C2981">
            <w:pPr>
              <w:jc w:val="both"/>
            </w:pP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63,2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Квартира 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Долевая 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Шевроле Нива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Кривояшинской СОШ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Тимошенко Надежда Ивановна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399306,14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133677,99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207639,94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5400,0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Земельный участок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 xml:space="preserve">Индивидуальная 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супруга</w:t>
            </w:r>
          </w:p>
        </w:tc>
        <w:tc>
          <w:tcPr>
            <w:tcW w:w="2004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44,4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71,2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Жилой дом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Индивидуальная  супруга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</w:rPr>
              <w:t>ВАЗ-21310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 xml:space="preserve">Индивидуальная 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</w:rPr>
              <w:t>Трактор Т-16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Кунчурукской СОШ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Кривых Галина Сергеевна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366174,70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158331,57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352263,43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numPr>
                <w:ilvl w:val="0"/>
                <w:numId w:val="7"/>
              </w:numPr>
              <w:ind w:left="0"/>
              <w:jc w:val="both"/>
            </w:pPr>
            <w:r w:rsidRPr="002C2981">
              <w:rPr>
                <w:sz w:val="22"/>
                <w:szCs w:val="22"/>
              </w:rPr>
              <w:t>1400,0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Для ведения ЛПХ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numPr>
                <w:ilvl w:val="0"/>
                <w:numId w:val="7"/>
              </w:numPr>
              <w:ind w:left="0"/>
              <w:jc w:val="both"/>
            </w:pPr>
            <w:r w:rsidRPr="002C2981">
              <w:rPr>
                <w:sz w:val="22"/>
                <w:szCs w:val="22"/>
              </w:rPr>
              <w:t>105948,0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64,7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долевая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  <w:rPr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2C2981">
                  <w:rPr>
                    <w:sz w:val="22"/>
                    <w:szCs w:val="22"/>
                    <w:lang w:val="en-US"/>
                  </w:rPr>
                  <w:t>RENO</w:t>
                </w:r>
              </w:smartTag>
            </w:smartTag>
            <w:r w:rsidRPr="002C2981">
              <w:rPr>
                <w:sz w:val="22"/>
                <w:szCs w:val="22"/>
              </w:rPr>
              <w:t xml:space="preserve"> </w:t>
            </w:r>
            <w:r w:rsidRPr="002C2981">
              <w:rPr>
                <w:sz w:val="22"/>
                <w:szCs w:val="22"/>
                <w:lang w:val="en-US"/>
              </w:rPr>
              <w:t>Daster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Новобибеевской СОШ</w:t>
            </w:r>
          </w:p>
          <w:p w:rsidR="00C25471" w:rsidRPr="002C2981" w:rsidRDefault="00C25471" w:rsidP="002C2981"/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Блинова Лариса Михайловна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381554,11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226800,00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0</w:t>
            </w:r>
            <w:r w:rsidRPr="002C2981">
              <w:rPr>
                <w:sz w:val="22"/>
                <w:szCs w:val="22"/>
              </w:rPr>
              <w:t>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64,0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Жилой дом 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  <w:lang w:val="en-US"/>
              </w:rPr>
              <w:t>TOUOTA COROLLA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Ояшинской  СОШ</w:t>
            </w:r>
          </w:p>
          <w:p w:rsidR="00C25471" w:rsidRPr="002C2981" w:rsidRDefault="00C25471" w:rsidP="002C2981"/>
          <w:p w:rsidR="00C25471" w:rsidRPr="002C2981" w:rsidRDefault="00C25471" w:rsidP="002C2981"/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Желяков Валерий Викторович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403502,07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600,0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79,1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Жилой дом индивидуальная 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УАЗ -31514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Газ-3110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 xml:space="preserve">Индивидуальная 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 Светлополянской СОШ</w:t>
            </w:r>
          </w:p>
          <w:p w:rsidR="00C25471" w:rsidRPr="002C2981" w:rsidRDefault="00C25471" w:rsidP="002C2981"/>
          <w:p w:rsidR="00C25471" w:rsidRPr="002C2981" w:rsidRDefault="00C25471" w:rsidP="002C2981"/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Мосина Ирина Геннадьевна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507419,59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91254,33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both"/>
            </w:pPr>
            <w:r w:rsidRPr="002C2981">
              <w:rPr>
                <w:sz w:val="22"/>
                <w:szCs w:val="22"/>
              </w:rPr>
              <w:t>4249,0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Земельный участок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both"/>
            </w:pPr>
            <w:r w:rsidRPr="002C2981">
              <w:rPr>
                <w:sz w:val="22"/>
                <w:szCs w:val="22"/>
              </w:rPr>
              <w:t>1000,0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84,6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Жилой дом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34,8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Жилой дом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  <w:lang w:val="en-US"/>
              </w:rPr>
              <w:t xml:space="preserve">Mitsubisi 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 Таганаевской СОШ</w:t>
            </w:r>
          </w:p>
          <w:p w:rsidR="00C25471" w:rsidRPr="002C2981" w:rsidRDefault="00C25471" w:rsidP="002C2981"/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Шабасова Татьяна Владимировна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361011,00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700,0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общая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19,0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Жилой дом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общая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Больше-Черновской  ООШ</w:t>
            </w:r>
          </w:p>
          <w:p w:rsidR="00C25471" w:rsidRPr="002C2981" w:rsidRDefault="00C25471" w:rsidP="002C2981"/>
          <w:p w:rsidR="00C25471" w:rsidRPr="002C2981" w:rsidRDefault="00C25471" w:rsidP="002C2981"/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Васильева Валентина Алексеевна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307607,00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99526,00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ВАЗ-21150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Витебской  ООШ</w:t>
            </w:r>
          </w:p>
          <w:p w:rsidR="00C25471" w:rsidRPr="002C2981" w:rsidRDefault="00C25471" w:rsidP="002C2981"/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Гущина Валентина Викторовна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325985,43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192000,00</w:t>
            </w:r>
          </w:p>
          <w:p w:rsidR="00C25471" w:rsidRPr="002C2981" w:rsidRDefault="00C25471" w:rsidP="002C2981">
            <w:pPr>
              <w:jc w:val="center"/>
            </w:pPr>
          </w:p>
        </w:tc>
        <w:tc>
          <w:tcPr>
            <w:tcW w:w="2064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both"/>
            </w:pPr>
            <w:r w:rsidRPr="002C2981">
              <w:rPr>
                <w:sz w:val="22"/>
                <w:szCs w:val="22"/>
              </w:rPr>
              <w:t>11000</w:t>
            </w:r>
            <w:r>
              <w:rPr>
                <w:sz w:val="22"/>
                <w:szCs w:val="22"/>
              </w:rPr>
              <w:t>0</w:t>
            </w:r>
            <w:r w:rsidRPr="002C2981">
              <w:rPr>
                <w:sz w:val="22"/>
                <w:szCs w:val="22"/>
              </w:rPr>
              <w:t>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Земельный участок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both"/>
            </w:pPr>
            <w:r w:rsidRPr="002C2981">
              <w:rPr>
                <w:sz w:val="22"/>
                <w:szCs w:val="22"/>
              </w:rPr>
              <w:t>11000</w:t>
            </w:r>
            <w:r>
              <w:rPr>
                <w:sz w:val="22"/>
                <w:szCs w:val="22"/>
              </w:rPr>
              <w:t>0</w:t>
            </w:r>
            <w:r w:rsidRPr="002C2981">
              <w:rPr>
                <w:sz w:val="22"/>
                <w:szCs w:val="22"/>
              </w:rPr>
              <w:t>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Земельный участок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супруга</w:t>
            </w:r>
          </w:p>
        </w:tc>
        <w:tc>
          <w:tcPr>
            <w:tcW w:w="2004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40,0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Жилой дом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Совместная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29,0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</w:rPr>
              <w:t>ХОНДА ЦРВ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супруга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</w:rPr>
              <w:t>Трактор МТЗ-50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супруга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Директор 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МКОУ Кругликовской  ООШ</w:t>
            </w:r>
          </w:p>
          <w:p w:rsidR="00C25471" w:rsidRPr="002C2981" w:rsidRDefault="00C25471" w:rsidP="002C2981"/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Киселева Наталья Сергеевна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332036,99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158555,47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4000,0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Участок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долевая</w:t>
            </w:r>
          </w:p>
          <w:p w:rsidR="00C25471" w:rsidRPr="002C2981" w:rsidRDefault="00C25471" w:rsidP="002C2981">
            <w:pPr>
              <w:jc w:val="both"/>
            </w:pPr>
          </w:p>
        </w:tc>
        <w:tc>
          <w:tcPr>
            <w:tcW w:w="2004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60,2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Долевая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46,7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Квартира Долевая 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ВАЗ-21213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 МКОУ  Турнаевской  ООШ</w:t>
            </w:r>
          </w:p>
          <w:p w:rsidR="00C25471" w:rsidRPr="002C2981" w:rsidRDefault="00C25471" w:rsidP="002C2981"/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Таскаева Татьяна Викторовна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329560,16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178800,02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73421,64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both"/>
            </w:pPr>
          </w:p>
        </w:tc>
        <w:tc>
          <w:tcPr>
            <w:tcW w:w="2004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140,0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Жилой дом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36,0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ВАЗ 21113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 xml:space="preserve">Индивидуальная 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Заведующая 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МБДОУ детским садом «Малышок»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Трафимова Любовь Серапионовна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317021,42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110262,00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240360,00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both"/>
            </w:pP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57,3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общая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Заведующая 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МБДОУ детским садом «Теремок»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Аксёнова Татьяна Анатольевна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304882,41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279256,05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совместная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60,0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Жилой дом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Совместная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smartTag w:uri="urn:schemas-microsoft-com:office:smarttags" w:element="place">
              <w:r w:rsidRPr="002C2981">
                <w:rPr>
                  <w:sz w:val="22"/>
                  <w:szCs w:val="22"/>
                  <w:lang w:val="en-US"/>
                </w:rPr>
                <w:t>TOYOTA</w:t>
              </w:r>
            </w:smartTag>
            <w:r w:rsidRPr="002C2981">
              <w:rPr>
                <w:sz w:val="22"/>
                <w:szCs w:val="22"/>
                <w:lang w:val="en-US"/>
              </w:rPr>
              <w:t xml:space="preserve"> CARINA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 xml:space="preserve">Совместная 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Заведующая 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МБДОУ детским садом «Улыбка»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Немерова Вера Петровна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440665,18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141444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812,0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Огородный земельный участок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004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70,0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Жилой дом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</w:pPr>
            <w:r w:rsidRPr="002C2981">
              <w:rPr>
                <w:sz w:val="22"/>
                <w:szCs w:val="22"/>
              </w:rPr>
              <w:t>16,8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Комната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Заведующая МКДОУ детским садом «Тополек»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Аболешкина Зоя Борисовна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247634,97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72000,00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both"/>
            </w:pPr>
          </w:p>
        </w:tc>
        <w:tc>
          <w:tcPr>
            <w:tcW w:w="2004" w:type="dxa"/>
          </w:tcPr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71,6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долевая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</w:rPr>
              <w:t>ВАЗ-21124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</w:rPr>
              <w:t>КАМАЗ -54115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  <w:p w:rsidR="00C25471" w:rsidRPr="002C2981" w:rsidRDefault="00C25471" w:rsidP="002C2981">
            <w:pPr>
              <w:jc w:val="center"/>
            </w:pP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Заведующая 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МКДОУ детским садом «Чебурашка»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Мамиконян Седа Стёпаевна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237671,96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700,0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70,0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Жилой дом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ВАЗ-2110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Заведующая  МКДОУ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Кунчурукским детским садом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Зайцева Татьяна Васильевна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288899,47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120000,00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199550,0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Земельный участок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  <w:tc>
          <w:tcPr>
            <w:tcW w:w="2004" w:type="dxa"/>
          </w:tcPr>
          <w:p w:rsidR="00C25471" w:rsidRPr="002C2981" w:rsidRDefault="00C25471" w:rsidP="002C2981"/>
        </w:tc>
        <w:tc>
          <w:tcPr>
            <w:tcW w:w="2726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</w:rPr>
              <w:t>ГАЗ-САЗ 33066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 xml:space="preserve">Индивидуальная 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smartTag w:uri="urn:schemas-microsoft-com:office:smarttags" w:element="place">
              <w:r w:rsidRPr="002C2981">
                <w:rPr>
                  <w:sz w:val="22"/>
                  <w:szCs w:val="22"/>
                  <w:lang w:val="en-US"/>
                </w:rPr>
                <w:t>TOYOTA</w:t>
              </w:r>
            </w:smartTag>
            <w:r w:rsidRPr="002C2981">
              <w:rPr>
                <w:sz w:val="22"/>
                <w:szCs w:val="22"/>
                <w:lang w:val="en-US"/>
              </w:rPr>
              <w:t xml:space="preserve"> </w:t>
            </w:r>
            <w:r w:rsidRPr="002C2981">
              <w:rPr>
                <w:sz w:val="22"/>
                <w:szCs w:val="22"/>
              </w:rPr>
              <w:t xml:space="preserve"> </w:t>
            </w:r>
            <w:r w:rsidRPr="002C2981">
              <w:rPr>
                <w:sz w:val="22"/>
                <w:szCs w:val="22"/>
                <w:lang w:val="en-US"/>
              </w:rPr>
              <w:t>Probox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</w:rPr>
              <w:t>УАЗ 469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  <w:p w:rsidR="00C25471" w:rsidRPr="002C2981" w:rsidRDefault="00C25471" w:rsidP="002C2981">
            <w:pPr>
              <w:jc w:val="center"/>
            </w:pP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Заведующая МКДОУ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Варламовским детским садом</w:t>
            </w:r>
          </w:p>
          <w:p w:rsidR="00C25471" w:rsidRPr="002C2981" w:rsidRDefault="00C25471" w:rsidP="002C2981"/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Баринова Анна Анатольевна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291565,42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138836,73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200050,0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Сельскохозяйственного назначения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78,0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Жилой дом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numPr>
                <w:ilvl w:val="0"/>
                <w:numId w:val="6"/>
              </w:numPr>
              <w:ind w:left="0"/>
              <w:jc w:val="center"/>
            </w:pPr>
            <w:r w:rsidRPr="002C2981">
              <w:rPr>
                <w:sz w:val="22"/>
                <w:szCs w:val="22"/>
              </w:rPr>
              <w:t>ВАЗ-21074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Директор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МАОУ ДОД ДЮСШ  «Темп»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Хаманов Геннадий Викторович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  <w:rPr>
                <w:lang w:val="en-US"/>
              </w:rPr>
            </w:pPr>
            <w:r w:rsidRPr="002C2981">
              <w:rPr>
                <w:sz w:val="22"/>
                <w:szCs w:val="22"/>
              </w:rPr>
              <w:t>7</w:t>
            </w:r>
            <w:r w:rsidRPr="002C2981">
              <w:rPr>
                <w:sz w:val="22"/>
                <w:szCs w:val="22"/>
                <w:lang w:val="en-US"/>
              </w:rPr>
              <w:t>97324.75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  <w:rPr>
                <w:lang w:val="en-US"/>
              </w:rPr>
            </w:pPr>
            <w:r w:rsidRPr="002C2981">
              <w:rPr>
                <w:sz w:val="22"/>
                <w:szCs w:val="22"/>
                <w:lang w:val="en-US"/>
              </w:rPr>
              <w:t>568093.56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487,0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 xml:space="preserve">огородный, 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 супруги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29,6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долевая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  <w:rPr>
                <w:lang w:val="en-US"/>
              </w:rPr>
            </w:pPr>
            <w:r w:rsidRPr="002C2981">
              <w:rPr>
                <w:sz w:val="22"/>
                <w:szCs w:val="22"/>
                <w:lang w:val="en-US"/>
              </w:rPr>
              <w:t>HONDA stream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Директор 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МБОУ ДОД Дома детства и юношества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Синельник Светлана Александровна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394602,76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141664,73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118297,91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41,4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общая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ВАЗ 21012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Директор 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МКОУ ИМЦ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Грибовская Нина Антоновна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296172,00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148998,00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1253398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numPr>
                <w:ilvl w:val="0"/>
                <w:numId w:val="3"/>
              </w:numPr>
              <w:ind w:left="0"/>
              <w:jc w:val="both"/>
            </w:pPr>
            <w:r w:rsidRPr="002C2981">
              <w:rPr>
                <w:sz w:val="22"/>
                <w:szCs w:val="22"/>
              </w:rPr>
              <w:t>4000,0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Для ведения ЛПХ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numPr>
                <w:ilvl w:val="0"/>
                <w:numId w:val="2"/>
              </w:numPr>
              <w:ind w:left="0"/>
              <w:jc w:val="both"/>
            </w:pPr>
            <w:r w:rsidRPr="002C2981">
              <w:rPr>
                <w:sz w:val="22"/>
                <w:szCs w:val="22"/>
              </w:rPr>
              <w:t>184420,0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 xml:space="preserve">сельхозугодье 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частное супруга</w:t>
            </w:r>
          </w:p>
          <w:p w:rsidR="00C25471" w:rsidRPr="002C2981" w:rsidRDefault="00C25471" w:rsidP="002C2981">
            <w:pPr>
              <w:numPr>
                <w:ilvl w:val="0"/>
                <w:numId w:val="2"/>
              </w:numPr>
              <w:ind w:left="0"/>
              <w:jc w:val="both"/>
            </w:pPr>
            <w:r w:rsidRPr="002C2981">
              <w:rPr>
                <w:sz w:val="22"/>
                <w:szCs w:val="22"/>
              </w:rPr>
              <w:t>1000,0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Для строительства жилого дома индивидуальное супруга</w:t>
            </w:r>
          </w:p>
          <w:p w:rsidR="00C25471" w:rsidRPr="002C2981" w:rsidRDefault="00C25471" w:rsidP="002C2981">
            <w:pPr>
              <w:numPr>
                <w:ilvl w:val="0"/>
                <w:numId w:val="2"/>
              </w:numPr>
              <w:ind w:left="0"/>
              <w:jc w:val="both"/>
            </w:pPr>
            <w:r w:rsidRPr="002C2981">
              <w:rPr>
                <w:sz w:val="22"/>
                <w:szCs w:val="22"/>
              </w:rPr>
              <w:t>1200,0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для садоводства индивидуальное супруга</w:t>
            </w:r>
          </w:p>
        </w:tc>
        <w:tc>
          <w:tcPr>
            <w:tcW w:w="2004" w:type="dxa"/>
          </w:tcPr>
          <w:p w:rsidR="00C25471" w:rsidRPr="002C2981" w:rsidRDefault="00C25471" w:rsidP="002C2981">
            <w:pPr>
              <w:numPr>
                <w:ilvl w:val="0"/>
                <w:numId w:val="2"/>
              </w:numPr>
              <w:ind w:left="0"/>
            </w:pPr>
            <w:r w:rsidRPr="002C2981">
              <w:rPr>
                <w:sz w:val="22"/>
                <w:szCs w:val="22"/>
              </w:rPr>
              <w:t>82,1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numPr>
                <w:ilvl w:val="0"/>
                <w:numId w:val="2"/>
              </w:numPr>
              <w:ind w:left="0"/>
            </w:pPr>
            <w:r w:rsidRPr="002C2981">
              <w:rPr>
                <w:sz w:val="22"/>
                <w:szCs w:val="22"/>
              </w:rPr>
              <w:t>11,7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Жилая комната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индивидуальная</w:t>
            </w:r>
          </w:p>
          <w:p w:rsidR="00C25471" w:rsidRPr="002C2981" w:rsidRDefault="00C25471" w:rsidP="002C2981">
            <w:pPr>
              <w:numPr>
                <w:ilvl w:val="0"/>
                <w:numId w:val="2"/>
              </w:numPr>
              <w:ind w:left="0"/>
            </w:pPr>
            <w:r w:rsidRPr="002C2981">
              <w:rPr>
                <w:sz w:val="22"/>
                <w:szCs w:val="22"/>
              </w:rPr>
              <w:t xml:space="preserve">41,6 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 индивидуальная супруга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ТАГАЗ С 190</w:t>
            </w:r>
          </w:p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Индивидуальная супруга</w:t>
            </w:r>
          </w:p>
        </w:tc>
      </w:tr>
      <w:tr w:rsidR="00C25471" w:rsidRPr="002C2981" w:rsidTr="002C2981">
        <w:tc>
          <w:tcPr>
            <w:tcW w:w="550" w:type="dxa"/>
          </w:tcPr>
          <w:p w:rsidR="00C25471" w:rsidRPr="002C2981" w:rsidRDefault="00C25471" w:rsidP="002C2981">
            <w:pPr>
              <w:numPr>
                <w:ilvl w:val="0"/>
                <w:numId w:val="8"/>
              </w:numPr>
            </w:pPr>
          </w:p>
        </w:tc>
        <w:tc>
          <w:tcPr>
            <w:tcW w:w="2371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Директор 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МКОУ ЦПМСС «Дельфин»</w:t>
            </w:r>
          </w:p>
        </w:tc>
        <w:tc>
          <w:tcPr>
            <w:tcW w:w="1980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Оганесян Рузанна Гарибовна</w:t>
            </w:r>
          </w:p>
        </w:tc>
        <w:tc>
          <w:tcPr>
            <w:tcW w:w="1701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349028,00</w:t>
            </w:r>
          </w:p>
        </w:tc>
        <w:tc>
          <w:tcPr>
            <w:tcW w:w="1418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-</w:t>
            </w:r>
          </w:p>
        </w:tc>
        <w:tc>
          <w:tcPr>
            <w:tcW w:w="2064" w:type="dxa"/>
          </w:tcPr>
          <w:p w:rsidR="00C25471" w:rsidRPr="002C2981" w:rsidRDefault="00C25471" w:rsidP="002C2981">
            <w:pPr>
              <w:jc w:val="center"/>
            </w:pPr>
            <w:r w:rsidRPr="002C2981">
              <w:rPr>
                <w:sz w:val="22"/>
                <w:szCs w:val="22"/>
              </w:rPr>
              <w:t>700,0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Земельный участок</w:t>
            </w:r>
          </w:p>
          <w:p w:rsidR="00C25471" w:rsidRPr="002C2981" w:rsidRDefault="00C25471" w:rsidP="002C2981">
            <w:pPr>
              <w:jc w:val="both"/>
            </w:pPr>
            <w:r w:rsidRPr="002C2981">
              <w:rPr>
                <w:sz w:val="22"/>
                <w:szCs w:val="22"/>
              </w:rPr>
              <w:t>долевая</w:t>
            </w:r>
          </w:p>
        </w:tc>
        <w:tc>
          <w:tcPr>
            <w:tcW w:w="2004" w:type="dxa"/>
          </w:tcPr>
          <w:p w:rsidR="00C25471" w:rsidRPr="002C2981" w:rsidRDefault="00C25471" w:rsidP="002C2981">
            <w:r w:rsidRPr="002C2981">
              <w:rPr>
                <w:sz w:val="22"/>
                <w:szCs w:val="22"/>
              </w:rPr>
              <w:t>50,0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Жилой дом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Долевая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53,0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>Квартира</w:t>
            </w:r>
          </w:p>
          <w:p w:rsidR="00C25471" w:rsidRPr="002C2981" w:rsidRDefault="00C25471" w:rsidP="002C2981">
            <w:r w:rsidRPr="002C2981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2726" w:type="dxa"/>
          </w:tcPr>
          <w:p w:rsidR="00C25471" w:rsidRPr="002C2981" w:rsidRDefault="00C25471" w:rsidP="002C2981">
            <w:pPr>
              <w:jc w:val="center"/>
            </w:pPr>
          </w:p>
        </w:tc>
      </w:tr>
    </w:tbl>
    <w:p w:rsidR="00C25471" w:rsidRPr="002C2981" w:rsidRDefault="00C25471" w:rsidP="002C2981">
      <w:pPr>
        <w:rPr>
          <w:sz w:val="22"/>
          <w:szCs w:val="22"/>
        </w:rPr>
      </w:pPr>
    </w:p>
    <w:p w:rsidR="00C25471" w:rsidRPr="002C2981" w:rsidRDefault="00C25471" w:rsidP="002C2981">
      <w:pPr>
        <w:rPr>
          <w:sz w:val="22"/>
          <w:szCs w:val="22"/>
        </w:rPr>
      </w:pPr>
    </w:p>
    <w:sectPr w:rsidR="00C25471" w:rsidRPr="002C2981" w:rsidSect="002C2981"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031D"/>
    <w:multiLevelType w:val="hybridMultilevel"/>
    <w:tmpl w:val="FC6C7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081F74"/>
    <w:multiLevelType w:val="hybridMultilevel"/>
    <w:tmpl w:val="1320F2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663178"/>
    <w:multiLevelType w:val="hybridMultilevel"/>
    <w:tmpl w:val="264A48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732941"/>
    <w:multiLevelType w:val="hybridMultilevel"/>
    <w:tmpl w:val="AAC825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9CA6E00"/>
    <w:multiLevelType w:val="hybridMultilevel"/>
    <w:tmpl w:val="F92CCA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0664ED"/>
    <w:multiLevelType w:val="hybridMultilevel"/>
    <w:tmpl w:val="76FAB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286DDC"/>
    <w:multiLevelType w:val="hybridMultilevel"/>
    <w:tmpl w:val="C2781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832FF9"/>
    <w:multiLevelType w:val="hybridMultilevel"/>
    <w:tmpl w:val="061E11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C47"/>
    <w:rsid w:val="00016C0D"/>
    <w:rsid w:val="00022924"/>
    <w:rsid w:val="00067038"/>
    <w:rsid w:val="00075103"/>
    <w:rsid w:val="000C3C96"/>
    <w:rsid w:val="000C583B"/>
    <w:rsid w:val="00123233"/>
    <w:rsid w:val="001865CD"/>
    <w:rsid w:val="00194AB3"/>
    <w:rsid w:val="001E4DD1"/>
    <w:rsid w:val="001F6638"/>
    <w:rsid w:val="00207B50"/>
    <w:rsid w:val="00226906"/>
    <w:rsid w:val="00240352"/>
    <w:rsid w:val="00241656"/>
    <w:rsid w:val="002A6767"/>
    <w:rsid w:val="002C2981"/>
    <w:rsid w:val="002F75BE"/>
    <w:rsid w:val="0033052D"/>
    <w:rsid w:val="00360D5F"/>
    <w:rsid w:val="00363A83"/>
    <w:rsid w:val="0038596B"/>
    <w:rsid w:val="0039596A"/>
    <w:rsid w:val="00396839"/>
    <w:rsid w:val="003B0C66"/>
    <w:rsid w:val="003D1408"/>
    <w:rsid w:val="003E26D6"/>
    <w:rsid w:val="003F496C"/>
    <w:rsid w:val="003F5AC5"/>
    <w:rsid w:val="0041680E"/>
    <w:rsid w:val="004614E5"/>
    <w:rsid w:val="00470EE7"/>
    <w:rsid w:val="00476C8F"/>
    <w:rsid w:val="004B0F21"/>
    <w:rsid w:val="004D1E70"/>
    <w:rsid w:val="0052285E"/>
    <w:rsid w:val="005275A3"/>
    <w:rsid w:val="00571A73"/>
    <w:rsid w:val="005B4A33"/>
    <w:rsid w:val="005B5EC1"/>
    <w:rsid w:val="005B6F73"/>
    <w:rsid w:val="005C6AC8"/>
    <w:rsid w:val="005E1C47"/>
    <w:rsid w:val="006237EC"/>
    <w:rsid w:val="006310E1"/>
    <w:rsid w:val="006353AA"/>
    <w:rsid w:val="00635ECA"/>
    <w:rsid w:val="00644006"/>
    <w:rsid w:val="00676E13"/>
    <w:rsid w:val="00682D17"/>
    <w:rsid w:val="00691FA4"/>
    <w:rsid w:val="006B0EFC"/>
    <w:rsid w:val="006B42C4"/>
    <w:rsid w:val="006C30B3"/>
    <w:rsid w:val="006D3823"/>
    <w:rsid w:val="007106F3"/>
    <w:rsid w:val="00732923"/>
    <w:rsid w:val="00733C63"/>
    <w:rsid w:val="0077109D"/>
    <w:rsid w:val="007A5994"/>
    <w:rsid w:val="007B65C5"/>
    <w:rsid w:val="007F1B41"/>
    <w:rsid w:val="00806097"/>
    <w:rsid w:val="008265EA"/>
    <w:rsid w:val="00860AE3"/>
    <w:rsid w:val="00864EE4"/>
    <w:rsid w:val="00883B4E"/>
    <w:rsid w:val="008B7112"/>
    <w:rsid w:val="008C565D"/>
    <w:rsid w:val="008D11C6"/>
    <w:rsid w:val="008E4C11"/>
    <w:rsid w:val="00902D2C"/>
    <w:rsid w:val="00923DC1"/>
    <w:rsid w:val="00940099"/>
    <w:rsid w:val="00966430"/>
    <w:rsid w:val="00971273"/>
    <w:rsid w:val="00971A94"/>
    <w:rsid w:val="0097578E"/>
    <w:rsid w:val="009B04F6"/>
    <w:rsid w:val="009C27D3"/>
    <w:rsid w:val="009C6DA8"/>
    <w:rsid w:val="00A053FD"/>
    <w:rsid w:val="00A136EF"/>
    <w:rsid w:val="00A321CC"/>
    <w:rsid w:val="00A33A01"/>
    <w:rsid w:val="00A364FF"/>
    <w:rsid w:val="00A46832"/>
    <w:rsid w:val="00A8779B"/>
    <w:rsid w:val="00AF2A37"/>
    <w:rsid w:val="00B04BA7"/>
    <w:rsid w:val="00B12813"/>
    <w:rsid w:val="00B25C06"/>
    <w:rsid w:val="00B26B94"/>
    <w:rsid w:val="00B43533"/>
    <w:rsid w:val="00B77D12"/>
    <w:rsid w:val="00B86057"/>
    <w:rsid w:val="00B93B65"/>
    <w:rsid w:val="00BA658A"/>
    <w:rsid w:val="00BF44A2"/>
    <w:rsid w:val="00C1101B"/>
    <w:rsid w:val="00C25471"/>
    <w:rsid w:val="00C4412F"/>
    <w:rsid w:val="00C86BA7"/>
    <w:rsid w:val="00D32474"/>
    <w:rsid w:val="00D4069B"/>
    <w:rsid w:val="00D55A9B"/>
    <w:rsid w:val="00D95713"/>
    <w:rsid w:val="00DA5987"/>
    <w:rsid w:val="00DD2499"/>
    <w:rsid w:val="00DE1DDC"/>
    <w:rsid w:val="00DE457F"/>
    <w:rsid w:val="00DF10DB"/>
    <w:rsid w:val="00EA3C2A"/>
    <w:rsid w:val="00EB3FE5"/>
    <w:rsid w:val="00EB618A"/>
    <w:rsid w:val="00EF5E25"/>
    <w:rsid w:val="00F15F39"/>
    <w:rsid w:val="00F51627"/>
    <w:rsid w:val="00FA1888"/>
    <w:rsid w:val="00FA56DE"/>
    <w:rsid w:val="00FB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C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499</TotalTime>
  <Pages>6</Pages>
  <Words>1124</Words>
  <Characters>6410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Храмченкова</dc:creator>
  <cp:keywords/>
  <dc:description/>
  <cp:lastModifiedBy>Болотова</cp:lastModifiedBy>
  <cp:revision>96</cp:revision>
  <cp:lastPrinted>2014-05-07T06:11:00Z</cp:lastPrinted>
  <dcterms:created xsi:type="dcterms:W3CDTF">2014-05-06T03:14:00Z</dcterms:created>
  <dcterms:modified xsi:type="dcterms:W3CDTF">2014-05-07T10:40:00Z</dcterms:modified>
</cp:coreProperties>
</file>