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3DF" w:rsidRDefault="006933DF" w:rsidP="00C41888">
      <w:pPr>
        <w:tabs>
          <w:tab w:val="left" w:pos="11907"/>
        </w:tabs>
        <w:ind w:left="7513"/>
        <w:jc w:val="center"/>
        <w:rPr>
          <w:sz w:val="24"/>
          <w:szCs w:val="24"/>
        </w:rPr>
      </w:pPr>
      <w:r>
        <w:rPr>
          <w:sz w:val="24"/>
          <w:szCs w:val="24"/>
        </w:rPr>
        <w:t>УТВЕРЖДЕНА</w:t>
      </w:r>
    </w:p>
    <w:p w:rsidR="006933DF" w:rsidRDefault="006933DF" w:rsidP="00C41888">
      <w:pPr>
        <w:tabs>
          <w:tab w:val="left" w:pos="11907"/>
        </w:tabs>
        <w:spacing w:before="60"/>
        <w:ind w:left="7513"/>
        <w:jc w:val="center"/>
        <w:rPr>
          <w:sz w:val="24"/>
          <w:szCs w:val="24"/>
        </w:rPr>
      </w:pPr>
      <w:r>
        <w:rPr>
          <w:sz w:val="24"/>
          <w:szCs w:val="24"/>
        </w:rPr>
        <w:t>Указом Президента</w:t>
      </w:r>
      <w:r>
        <w:rPr>
          <w:sz w:val="24"/>
          <w:szCs w:val="24"/>
        </w:rPr>
        <w:br/>
        <w:t>Российской Федерации</w:t>
      </w:r>
      <w:r>
        <w:rPr>
          <w:sz w:val="24"/>
          <w:szCs w:val="24"/>
        </w:rPr>
        <w:br/>
        <w:t>от 18.05.2009 № 559</w:t>
      </w:r>
    </w:p>
    <w:p w:rsidR="006933DF" w:rsidRDefault="006933DF" w:rsidP="00C41888">
      <w:pPr>
        <w:spacing w:before="840"/>
        <w:ind w:firstLine="567"/>
        <w:rPr>
          <w:sz w:val="24"/>
          <w:szCs w:val="24"/>
        </w:rPr>
      </w:pPr>
      <w:r>
        <w:rPr>
          <w:sz w:val="24"/>
          <w:szCs w:val="24"/>
        </w:rPr>
        <w:t>В  Администрацию муниципального образования  Айдырлинский поссовет</w:t>
      </w:r>
    </w:p>
    <w:p w:rsidR="006933DF" w:rsidRDefault="006933DF" w:rsidP="00C41888">
      <w:pPr>
        <w:pBdr>
          <w:top w:val="single" w:sz="4" w:space="1" w:color="auto"/>
        </w:pBdr>
        <w:ind w:left="851"/>
        <w:jc w:val="center"/>
      </w:pPr>
      <w:r>
        <w:t>(указывается наименование кадрового подразделения муниципального органа)</w:t>
      </w:r>
    </w:p>
    <w:p w:rsidR="006933DF" w:rsidRDefault="006933DF" w:rsidP="00C41888">
      <w:pPr>
        <w:spacing w:before="360" w:after="60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СПРАВКА</w:t>
      </w:r>
      <w:r>
        <w:rPr>
          <w:b/>
          <w:bCs/>
          <w:sz w:val="26"/>
          <w:szCs w:val="26"/>
        </w:rPr>
        <w:br/>
        <w:t>о доходах, об имуществе и обязательствах имущественного характера</w:t>
      </w:r>
      <w:r>
        <w:rPr>
          <w:b/>
          <w:bCs/>
          <w:sz w:val="26"/>
          <w:szCs w:val="26"/>
        </w:rPr>
        <w:br/>
        <w:t>муниципального  служащего</w:t>
      </w:r>
    </w:p>
    <w:p w:rsidR="006933DF" w:rsidRDefault="006933DF" w:rsidP="00C41888">
      <w:pPr>
        <w:ind w:firstLine="567"/>
        <w:rPr>
          <w:sz w:val="24"/>
          <w:szCs w:val="24"/>
        </w:rPr>
      </w:pPr>
      <w:r>
        <w:rPr>
          <w:sz w:val="24"/>
          <w:szCs w:val="24"/>
        </w:rPr>
        <w:t>Я,                        Аверина Татьяна Александровна</w:t>
      </w:r>
    </w:p>
    <w:p w:rsidR="006933DF" w:rsidRDefault="006933DF" w:rsidP="00C41888">
      <w:pPr>
        <w:pBdr>
          <w:top w:val="single" w:sz="4" w:space="1" w:color="auto"/>
        </w:pBdr>
        <w:ind w:left="907"/>
        <w:rPr>
          <w:sz w:val="2"/>
          <w:szCs w:val="2"/>
        </w:rPr>
      </w:pPr>
    </w:p>
    <w:p w:rsidR="006933DF" w:rsidRDefault="006933DF" w:rsidP="00C41888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13.09.1952</w:t>
      </w:r>
      <w:r>
        <w:rPr>
          <w:sz w:val="24"/>
          <w:szCs w:val="24"/>
        </w:rPr>
        <w:tab/>
        <w:t>,</w:t>
      </w:r>
    </w:p>
    <w:p w:rsidR="006933DF" w:rsidRDefault="006933DF" w:rsidP="00C41888">
      <w:pPr>
        <w:pBdr>
          <w:top w:val="single" w:sz="4" w:space="1" w:color="auto"/>
        </w:pBdr>
        <w:ind w:right="113"/>
        <w:jc w:val="center"/>
      </w:pPr>
      <w:r>
        <w:t>(фамилия, имя, отчество, дата рождения)</w:t>
      </w:r>
    </w:p>
    <w:p w:rsidR="006933DF" w:rsidRDefault="006933DF" w:rsidP="00C41888">
      <w:pPr>
        <w:rPr>
          <w:sz w:val="24"/>
          <w:szCs w:val="24"/>
        </w:rPr>
      </w:pPr>
      <w:r>
        <w:rPr>
          <w:sz w:val="24"/>
          <w:szCs w:val="24"/>
        </w:rPr>
        <w:t>Администрация муниципального образования  Айдырлинский поссовет</w:t>
      </w:r>
    </w:p>
    <w:p w:rsidR="006933DF" w:rsidRDefault="006933DF" w:rsidP="00C41888">
      <w:pPr>
        <w:pBdr>
          <w:top w:val="single" w:sz="4" w:space="1" w:color="auto"/>
        </w:pBdr>
        <w:rPr>
          <w:sz w:val="2"/>
          <w:szCs w:val="2"/>
        </w:rPr>
      </w:pPr>
    </w:p>
    <w:p w:rsidR="006933DF" w:rsidRDefault="006933DF" w:rsidP="00C41888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>Глава администрации</w:t>
      </w:r>
      <w:r>
        <w:rPr>
          <w:sz w:val="24"/>
          <w:szCs w:val="24"/>
        </w:rPr>
        <w:tab/>
        <w:t>,</w:t>
      </w:r>
    </w:p>
    <w:p w:rsidR="006933DF" w:rsidRDefault="006933DF" w:rsidP="00C41888">
      <w:pPr>
        <w:pBdr>
          <w:top w:val="single" w:sz="4" w:space="1" w:color="auto"/>
        </w:pBdr>
        <w:ind w:right="113"/>
        <w:jc w:val="center"/>
      </w:pPr>
      <w:r>
        <w:t>(место службы и занимаемая должность)</w:t>
      </w:r>
    </w:p>
    <w:p w:rsidR="006933DF" w:rsidRDefault="006933DF" w:rsidP="00C41888">
      <w:pPr>
        <w:rPr>
          <w:sz w:val="24"/>
          <w:szCs w:val="24"/>
        </w:rPr>
      </w:pPr>
      <w:r>
        <w:rPr>
          <w:sz w:val="24"/>
          <w:szCs w:val="24"/>
        </w:rPr>
        <w:t>проживающий по адресу:  462854,Оренбургская область,  Кваркенский район, пос.Айдырлин -</w:t>
      </w:r>
    </w:p>
    <w:p w:rsidR="006933DF" w:rsidRDefault="006933DF" w:rsidP="00C41888">
      <w:pPr>
        <w:pBdr>
          <w:top w:val="single" w:sz="4" w:space="1" w:color="auto"/>
        </w:pBdr>
        <w:ind w:left="2722"/>
        <w:jc w:val="center"/>
      </w:pPr>
      <w:r>
        <w:t>(адрес места жительства)</w:t>
      </w:r>
    </w:p>
    <w:p w:rsidR="006933DF" w:rsidRDefault="006933DF" w:rsidP="00C41888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>ский, ул.Подгорная, дом 18</w:t>
      </w:r>
      <w:r>
        <w:rPr>
          <w:sz w:val="24"/>
          <w:szCs w:val="24"/>
        </w:rPr>
        <w:tab/>
        <w:t>,</w:t>
      </w:r>
    </w:p>
    <w:p w:rsidR="006933DF" w:rsidRDefault="006933DF" w:rsidP="00C41888">
      <w:pPr>
        <w:pBdr>
          <w:top w:val="single" w:sz="4" w:space="1" w:color="auto"/>
        </w:pBdr>
        <w:ind w:right="113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12"/>
        <w:gridCol w:w="340"/>
        <w:gridCol w:w="7116"/>
        <w:gridCol w:w="340"/>
        <w:gridCol w:w="1843"/>
        <w:gridCol w:w="28"/>
      </w:tblGrid>
      <w:tr w:rsidR="006933DF" w:rsidRPr="00DB170B" w:rsidTr="00940661">
        <w:trPr>
          <w:gridAfter w:val="1"/>
          <w:wAfter w:w="28" w:type="dxa"/>
        </w:trPr>
        <w:tc>
          <w:tcPr>
            <w:tcW w:w="77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33DF" w:rsidRPr="00DB170B" w:rsidRDefault="006933DF" w:rsidP="00940661">
            <w:pPr>
              <w:jc w:val="both"/>
              <w:rPr>
                <w:sz w:val="2"/>
                <w:szCs w:val="2"/>
              </w:rPr>
            </w:pPr>
            <w:r w:rsidRPr="00DB170B">
              <w:rPr>
                <w:sz w:val="24"/>
                <w:szCs w:val="24"/>
              </w:rPr>
              <w:t>сообщаю сведения о своих доходах за отчетный период с 1 января 20</w:t>
            </w:r>
            <w:r>
              <w:rPr>
                <w:sz w:val="24"/>
                <w:szCs w:val="24"/>
              </w:rPr>
              <w:t>12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33DF" w:rsidRPr="00DB170B" w:rsidRDefault="006933DF" w:rsidP="009406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33DF" w:rsidRPr="00DB170B" w:rsidRDefault="006933DF" w:rsidP="003108DD">
            <w:pPr>
              <w:jc w:val="both"/>
              <w:rPr>
                <w:sz w:val="2"/>
                <w:szCs w:val="2"/>
              </w:rPr>
            </w:pPr>
            <w:r w:rsidRPr="00DB170B">
              <w:rPr>
                <w:sz w:val="24"/>
                <w:szCs w:val="24"/>
              </w:rPr>
              <w:t>г. по 31 декабря</w:t>
            </w:r>
            <w:r w:rsidRPr="00DB170B">
              <w:rPr>
                <w:sz w:val="24"/>
                <w:szCs w:val="24"/>
              </w:rPr>
              <w:br/>
            </w:r>
          </w:p>
        </w:tc>
      </w:tr>
      <w:tr w:rsidR="006933DF" w:rsidRPr="00DB170B" w:rsidTr="00940661"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33DF" w:rsidRPr="00DB170B" w:rsidRDefault="006933DF" w:rsidP="00940661">
            <w:pPr>
              <w:jc w:val="both"/>
              <w:rPr>
                <w:sz w:val="2"/>
                <w:szCs w:val="2"/>
              </w:rPr>
            </w:pPr>
            <w:r w:rsidRPr="00DB170B">
              <w:rPr>
                <w:sz w:val="24"/>
                <w:szCs w:val="24"/>
              </w:rPr>
              <w:t>20</w:t>
            </w:r>
            <w:r w:rsidRPr="00DB170B">
              <w:rPr>
                <w:sz w:val="24"/>
                <w:szCs w:val="24"/>
              </w:rPr>
              <w:br/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33DF" w:rsidRPr="00DB170B" w:rsidRDefault="006933DF" w:rsidP="0094066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3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33DF" w:rsidRPr="00DB170B" w:rsidRDefault="006933DF" w:rsidP="00940661">
            <w:pPr>
              <w:ind w:left="57"/>
              <w:jc w:val="both"/>
              <w:rPr>
                <w:sz w:val="2"/>
                <w:szCs w:val="2"/>
              </w:rPr>
            </w:pPr>
            <w:r w:rsidRPr="00DB170B">
              <w:rPr>
                <w:sz w:val="24"/>
                <w:szCs w:val="24"/>
              </w:rPr>
              <w:t>г., об имуществе, принадлежащем мне на праве собственности, о вкладах в банках,</w:t>
            </w:r>
            <w:r w:rsidRPr="00DB170B">
              <w:rPr>
                <w:sz w:val="24"/>
                <w:szCs w:val="24"/>
              </w:rPr>
              <w:br/>
            </w:r>
          </w:p>
        </w:tc>
      </w:tr>
    </w:tbl>
    <w:p w:rsidR="006933DF" w:rsidRDefault="006933DF" w:rsidP="00C41888">
      <w:pPr>
        <w:jc w:val="both"/>
        <w:rPr>
          <w:sz w:val="24"/>
          <w:szCs w:val="24"/>
        </w:rPr>
      </w:pPr>
      <w:r>
        <w:rPr>
          <w:sz w:val="24"/>
          <w:szCs w:val="24"/>
        </w:rPr>
        <w:t>ценных бумагах, об обязательствах имущественного характера по состоянию на конец отчетного периода (на отчетную дату):</w:t>
      </w:r>
    </w:p>
    <w:p w:rsidR="006933DF" w:rsidRDefault="006933DF" w:rsidP="00C41888">
      <w:pPr>
        <w:rPr>
          <w:sz w:val="24"/>
          <w:szCs w:val="24"/>
        </w:rPr>
      </w:pPr>
    </w:p>
    <w:p w:rsidR="006933DF" w:rsidRDefault="006933DF" w:rsidP="00C41888">
      <w:pPr>
        <w:pageBreakBefore/>
        <w:spacing w:after="360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Раздел 1. Сведения о доходах </w:t>
      </w:r>
      <w:r>
        <w:rPr>
          <w:b/>
          <w:bCs/>
          <w:sz w:val="24"/>
          <w:szCs w:val="24"/>
          <w:vertAlign w:val="superscript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6521"/>
        <w:gridCol w:w="2835"/>
      </w:tblGrid>
      <w:tr w:rsidR="006933DF" w:rsidRPr="00DB170B" w:rsidTr="00940661">
        <w:tc>
          <w:tcPr>
            <w:tcW w:w="595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№</w:t>
            </w:r>
            <w:r w:rsidRPr="00DB170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6521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Вид дохода</w:t>
            </w:r>
          </w:p>
        </w:tc>
        <w:tc>
          <w:tcPr>
            <w:tcW w:w="2835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Величина дохода </w:t>
            </w:r>
            <w:r w:rsidRPr="00DB170B">
              <w:rPr>
                <w:sz w:val="24"/>
                <w:szCs w:val="24"/>
                <w:vertAlign w:val="superscript"/>
              </w:rPr>
              <w:t>2</w:t>
            </w:r>
            <w:r w:rsidRPr="00DB170B">
              <w:rPr>
                <w:sz w:val="24"/>
                <w:szCs w:val="24"/>
              </w:rPr>
              <w:br/>
              <w:t>(руб.)</w:t>
            </w:r>
          </w:p>
        </w:tc>
      </w:tr>
      <w:tr w:rsidR="006933DF" w:rsidRPr="00DB170B" w:rsidTr="00940661">
        <w:tc>
          <w:tcPr>
            <w:tcW w:w="595" w:type="dxa"/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vAlign w:val="bottom"/>
          </w:tcPr>
          <w:p w:rsidR="006933DF" w:rsidRPr="00DB170B" w:rsidRDefault="006933DF" w:rsidP="00940661">
            <w:pPr>
              <w:ind w:left="57"/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3</w:t>
            </w:r>
          </w:p>
        </w:tc>
      </w:tr>
      <w:tr w:rsidR="006933DF" w:rsidRPr="00DB170B" w:rsidTr="00940661">
        <w:trPr>
          <w:trHeight w:val="660"/>
        </w:trPr>
        <w:tc>
          <w:tcPr>
            <w:tcW w:w="595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2835" w:type="dxa"/>
          </w:tcPr>
          <w:p w:rsidR="006933DF" w:rsidRPr="00DB170B" w:rsidRDefault="006933DF" w:rsidP="00A722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309180,02      </w:t>
            </w:r>
          </w:p>
        </w:tc>
      </w:tr>
      <w:tr w:rsidR="006933DF" w:rsidRPr="00DB170B" w:rsidTr="00940661">
        <w:trPr>
          <w:trHeight w:val="660"/>
        </w:trPr>
        <w:tc>
          <w:tcPr>
            <w:tcW w:w="595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Доход от педагогической деятельности</w:t>
            </w:r>
          </w:p>
        </w:tc>
        <w:tc>
          <w:tcPr>
            <w:tcW w:w="2835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6933DF" w:rsidRPr="00DB170B" w:rsidTr="00940661">
        <w:trPr>
          <w:trHeight w:val="660"/>
        </w:trPr>
        <w:tc>
          <w:tcPr>
            <w:tcW w:w="595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Доход от научной деятельности</w:t>
            </w:r>
          </w:p>
        </w:tc>
        <w:tc>
          <w:tcPr>
            <w:tcW w:w="2835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6933DF" w:rsidRPr="00DB170B" w:rsidTr="00940661">
        <w:trPr>
          <w:trHeight w:val="660"/>
        </w:trPr>
        <w:tc>
          <w:tcPr>
            <w:tcW w:w="595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Доход от иной творческой деятельности</w:t>
            </w:r>
          </w:p>
        </w:tc>
        <w:tc>
          <w:tcPr>
            <w:tcW w:w="2835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6933DF" w:rsidRPr="00DB170B" w:rsidTr="00940661">
        <w:trPr>
          <w:trHeight w:val="660"/>
        </w:trPr>
        <w:tc>
          <w:tcPr>
            <w:tcW w:w="595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5</w:t>
            </w:r>
          </w:p>
        </w:tc>
        <w:tc>
          <w:tcPr>
            <w:tcW w:w="6521" w:type="dxa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2835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6933DF" w:rsidRPr="00DB170B" w:rsidTr="00940661">
        <w:trPr>
          <w:trHeight w:val="660"/>
        </w:trPr>
        <w:tc>
          <w:tcPr>
            <w:tcW w:w="595" w:type="dxa"/>
            <w:tcBorders>
              <w:bottom w:val="nil"/>
            </w:tcBorders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6</w:t>
            </w:r>
          </w:p>
        </w:tc>
        <w:tc>
          <w:tcPr>
            <w:tcW w:w="6521" w:type="dxa"/>
            <w:tcBorders>
              <w:bottom w:val="nil"/>
            </w:tcBorders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835" w:type="dxa"/>
            <w:tcBorders>
              <w:bottom w:val="nil"/>
            </w:tcBorders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6933DF" w:rsidRPr="00DB170B" w:rsidTr="00940661">
        <w:tc>
          <w:tcPr>
            <w:tcW w:w="595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7</w:t>
            </w:r>
          </w:p>
        </w:tc>
        <w:tc>
          <w:tcPr>
            <w:tcW w:w="6521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Иные доходы (указать вид дохода):</w:t>
            </w:r>
          </w:p>
        </w:tc>
        <w:tc>
          <w:tcPr>
            <w:tcW w:w="2835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</w:tr>
      <w:tr w:rsidR="006933DF" w:rsidRPr="00DB170B" w:rsidTr="00940661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1) </w:t>
            </w:r>
            <w:r>
              <w:rPr>
                <w:sz w:val="24"/>
                <w:szCs w:val="24"/>
              </w:rPr>
              <w:t xml:space="preserve">пенсия </w: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D70A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134674,84</w:t>
            </w:r>
          </w:p>
        </w:tc>
      </w:tr>
      <w:tr w:rsidR="006933DF" w:rsidRPr="00DB170B" w:rsidTr="00940661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2)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8C3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</w:t>
            </w:r>
          </w:p>
        </w:tc>
      </w:tr>
      <w:tr w:rsidR="006933DF" w:rsidRPr="00DB170B" w:rsidTr="00940661">
        <w:tc>
          <w:tcPr>
            <w:tcW w:w="595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3)</w:t>
            </w:r>
          </w:p>
        </w:tc>
        <w:tc>
          <w:tcPr>
            <w:tcW w:w="2835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</w:tr>
      <w:tr w:rsidR="006933DF" w:rsidRPr="00DB170B" w:rsidTr="00940661">
        <w:tc>
          <w:tcPr>
            <w:tcW w:w="595" w:type="dxa"/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8</w:t>
            </w:r>
          </w:p>
        </w:tc>
        <w:tc>
          <w:tcPr>
            <w:tcW w:w="6521" w:type="dxa"/>
            <w:vAlign w:val="bottom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2835" w:type="dxa"/>
            <w:vAlign w:val="bottom"/>
          </w:tcPr>
          <w:p w:rsidR="006933DF" w:rsidRPr="00DB170B" w:rsidRDefault="006933DF" w:rsidP="008C3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443854,86</w:t>
            </w:r>
          </w:p>
        </w:tc>
      </w:tr>
    </w:tbl>
    <w:p w:rsidR="006933DF" w:rsidRDefault="006933DF" w:rsidP="00C41888">
      <w:pPr>
        <w:spacing w:before="12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6933DF" w:rsidRDefault="006933DF" w:rsidP="00C41888">
      <w:pPr>
        <w:ind w:firstLine="567"/>
        <w:jc w:val="both"/>
      </w:pPr>
      <w:r>
        <w:rPr>
          <w:vertAlign w:val="superscript"/>
        </w:rPr>
        <w:t>1</w:t>
      </w:r>
      <w:r>
        <w:t> Указываются доходы (включая пенсии, пособия, иные выплаты) за отчетный период.</w:t>
      </w:r>
    </w:p>
    <w:p w:rsidR="006933DF" w:rsidRDefault="006933DF" w:rsidP="00C41888">
      <w:pPr>
        <w:ind w:firstLine="567"/>
        <w:jc w:val="both"/>
      </w:pPr>
      <w:r>
        <w:rPr>
          <w:vertAlign w:val="superscript"/>
        </w:rPr>
        <w:t>2</w:t>
      </w:r>
      <w:r>
        <w:t> Доход, полученный в иностранной валюте, указывается в рублях по курсу Банка России на дату получения дохода.</w:t>
      </w:r>
    </w:p>
    <w:p w:rsidR="006933DF" w:rsidRDefault="006933DF" w:rsidP="00C41888">
      <w:pPr>
        <w:rPr>
          <w:sz w:val="24"/>
          <w:szCs w:val="24"/>
        </w:rPr>
      </w:pPr>
    </w:p>
    <w:p w:rsidR="006933DF" w:rsidRDefault="006933DF" w:rsidP="00C41888">
      <w:pPr>
        <w:pageBreakBefore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2. Сведения об имуществе</w:t>
      </w:r>
    </w:p>
    <w:p w:rsidR="006933DF" w:rsidRDefault="006933DF" w:rsidP="00C41888">
      <w:pPr>
        <w:spacing w:after="360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 Недвижимое имущество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261"/>
        <w:gridCol w:w="1985"/>
        <w:gridCol w:w="2693"/>
        <w:gridCol w:w="1418"/>
      </w:tblGrid>
      <w:tr w:rsidR="006933DF" w:rsidRPr="00DB170B" w:rsidTr="00940661">
        <w:tc>
          <w:tcPr>
            <w:tcW w:w="595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№</w:t>
            </w:r>
            <w:r w:rsidRPr="00DB170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261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1985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Вид собственности </w:t>
            </w:r>
            <w:r w:rsidRPr="00DB170B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693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Место нахождения (адрес)</w:t>
            </w:r>
          </w:p>
        </w:tc>
        <w:tc>
          <w:tcPr>
            <w:tcW w:w="1418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Площадь</w:t>
            </w:r>
            <w:r w:rsidRPr="00DB170B">
              <w:rPr>
                <w:sz w:val="24"/>
                <w:szCs w:val="24"/>
              </w:rPr>
              <w:br/>
              <w:t>(кв. м)</w:t>
            </w:r>
          </w:p>
        </w:tc>
      </w:tr>
      <w:tr w:rsidR="006933DF" w:rsidRPr="00DB170B" w:rsidTr="00940661">
        <w:tc>
          <w:tcPr>
            <w:tcW w:w="595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5</w:t>
            </w:r>
          </w:p>
        </w:tc>
      </w:tr>
      <w:tr w:rsidR="006933DF" w:rsidRPr="00DB170B" w:rsidTr="00940661">
        <w:tc>
          <w:tcPr>
            <w:tcW w:w="595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Земельные участки </w:t>
            </w:r>
            <w:r w:rsidRPr="00DB170B">
              <w:rPr>
                <w:sz w:val="24"/>
                <w:szCs w:val="24"/>
                <w:vertAlign w:val="superscript"/>
              </w:rPr>
              <w:t>2</w:t>
            </w:r>
            <w:r w:rsidRPr="00DB170B">
              <w:rPr>
                <w:sz w:val="24"/>
                <w:szCs w:val="24"/>
              </w:rPr>
              <w:t>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индивидуальная</w:t>
            </w: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пос.Айдырлинский</w:t>
            </w: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960 кв.м.</w:t>
            </w:r>
          </w:p>
        </w:tc>
      </w:tr>
      <w:tr w:rsidR="006933DF" w:rsidRPr="00DB170B" w:rsidTr="00940661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ул.Подгорная  18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</w:tr>
      <w:tr w:rsidR="006933DF" w:rsidRPr="00DB170B" w:rsidTr="00940661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</w:tr>
      <w:tr w:rsidR="006933DF" w:rsidRPr="00DB170B" w:rsidTr="00940661">
        <w:tc>
          <w:tcPr>
            <w:tcW w:w="595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3) </w:t>
            </w:r>
          </w:p>
        </w:tc>
        <w:tc>
          <w:tcPr>
            <w:tcW w:w="1985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</w:tr>
      <w:tr w:rsidR="006933DF" w:rsidRPr="00DB170B" w:rsidTr="00940661">
        <w:tc>
          <w:tcPr>
            <w:tcW w:w="595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Жилые дома: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индивидуальная</w:t>
            </w: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пос.Айдырлинский</w:t>
            </w: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 кв.м.</w:t>
            </w:r>
          </w:p>
        </w:tc>
      </w:tr>
      <w:tr w:rsidR="006933DF" w:rsidRPr="00DB170B" w:rsidTr="00940661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ул.Подгорная 18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</w:tr>
      <w:tr w:rsidR="006933DF" w:rsidRPr="00DB170B" w:rsidTr="00940661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</w:tr>
      <w:tr w:rsidR="006933DF" w:rsidRPr="00DB170B" w:rsidTr="00940661">
        <w:tc>
          <w:tcPr>
            <w:tcW w:w="595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3) </w:t>
            </w:r>
          </w:p>
        </w:tc>
        <w:tc>
          <w:tcPr>
            <w:tcW w:w="1985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</w:tr>
      <w:tr w:rsidR="006933DF" w:rsidRPr="00DB170B" w:rsidTr="00940661">
        <w:tc>
          <w:tcPr>
            <w:tcW w:w="595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Квартиры: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</w:tr>
      <w:tr w:rsidR="006933DF" w:rsidRPr="00DB170B" w:rsidTr="00940661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1) </w:t>
            </w:r>
            <w:r>
              <w:rPr>
                <w:sz w:val="24"/>
                <w:szCs w:val="24"/>
              </w:rPr>
              <w:t xml:space="preserve"> нет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</w:tr>
      <w:tr w:rsidR="006933DF" w:rsidRPr="00DB170B" w:rsidTr="00940661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</w:tr>
      <w:tr w:rsidR="006933DF" w:rsidRPr="00DB170B" w:rsidTr="00940661">
        <w:tc>
          <w:tcPr>
            <w:tcW w:w="595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3) </w:t>
            </w:r>
          </w:p>
        </w:tc>
        <w:tc>
          <w:tcPr>
            <w:tcW w:w="1985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</w:tr>
      <w:tr w:rsidR="006933DF" w:rsidRPr="00DB170B" w:rsidTr="00940661">
        <w:tc>
          <w:tcPr>
            <w:tcW w:w="595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4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Дачи: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</w:tr>
      <w:tr w:rsidR="006933DF" w:rsidRPr="00DB170B" w:rsidTr="00940661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1) </w:t>
            </w: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</w:tr>
      <w:tr w:rsidR="006933DF" w:rsidRPr="00DB170B" w:rsidTr="00940661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</w:tr>
      <w:tr w:rsidR="006933DF" w:rsidRPr="00DB170B" w:rsidTr="00940661">
        <w:tc>
          <w:tcPr>
            <w:tcW w:w="595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3) </w:t>
            </w:r>
          </w:p>
        </w:tc>
        <w:tc>
          <w:tcPr>
            <w:tcW w:w="1985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</w:tr>
      <w:tr w:rsidR="006933DF" w:rsidRPr="00DB170B" w:rsidTr="00940661">
        <w:tc>
          <w:tcPr>
            <w:tcW w:w="595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5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Гаражи: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</w:tr>
      <w:tr w:rsidR="006933DF" w:rsidRPr="00DB170B" w:rsidTr="00940661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D021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пос.Айдырлинский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кв.м.</w:t>
            </w:r>
          </w:p>
        </w:tc>
      </w:tr>
      <w:tr w:rsidR="006933DF" w:rsidRPr="00DB170B" w:rsidTr="00940661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D021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ул.Подгорная 18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</w:tr>
      <w:tr w:rsidR="006933DF" w:rsidRPr="00DB170B" w:rsidTr="00940661">
        <w:tc>
          <w:tcPr>
            <w:tcW w:w="595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3) </w:t>
            </w:r>
          </w:p>
        </w:tc>
        <w:tc>
          <w:tcPr>
            <w:tcW w:w="1985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</w:tr>
      <w:tr w:rsidR="006933DF" w:rsidRPr="00DB170B" w:rsidTr="00940661">
        <w:tc>
          <w:tcPr>
            <w:tcW w:w="595" w:type="dxa"/>
            <w:tcBorders>
              <w:bottom w:val="nil"/>
            </w:tcBorders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</w:tr>
      <w:tr w:rsidR="006933DF" w:rsidRPr="00DB170B" w:rsidTr="00940661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1) </w:t>
            </w: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</w:tr>
      <w:tr w:rsidR="006933DF" w:rsidRPr="00DB170B" w:rsidTr="00940661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</w:tr>
      <w:tr w:rsidR="006933DF" w:rsidRPr="00DB170B" w:rsidTr="00940661">
        <w:tc>
          <w:tcPr>
            <w:tcW w:w="595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3) </w:t>
            </w:r>
          </w:p>
        </w:tc>
        <w:tc>
          <w:tcPr>
            <w:tcW w:w="1985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</w:tr>
    </w:tbl>
    <w:p w:rsidR="006933DF" w:rsidRDefault="006933DF" w:rsidP="00C41888">
      <w:pPr>
        <w:spacing w:before="12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6933DF" w:rsidRDefault="006933DF" w:rsidP="00C41888">
      <w:pPr>
        <w:ind w:firstLine="567"/>
        <w:jc w:val="both"/>
      </w:pPr>
      <w:r>
        <w:rPr>
          <w:vertAlign w:val="superscript"/>
        </w:rPr>
        <w:t>1</w:t>
      </w:r>
      <w:r>
        <w:t> 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муниципального  служащего, который представляет сведения.</w:t>
      </w:r>
    </w:p>
    <w:p w:rsidR="006933DF" w:rsidRDefault="006933DF" w:rsidP="00C41888">
      <w:pPr>
        <w:ind w:firstLine="567"/>
        <w:jc w:val="both"/>
      </w:pPr>
      <w:r>
        <w:rPr>
          <w:vertAlign w:val="superscript"/>
        </w:rPr>
        <w:t>2</w:t>
      </w:r>
      <w:r>
        <w:t> 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6933DF" w:rsidRDefault="006933DF" w:rsidP="00C41888">
      <w:pPr>
        <w:rPr>
          <w:sz w:val="24"/>
          <w:szCs w:val="24"/>
        </w:rPr>
      </w:pPr>
    </w:p>
    <w:p w:rsidR="006933DF" w:rsidRDefault="006933DF" w:rsidP="00C41888">
      <w:pPr>
        <w:pageBreakBefore/>
        <w:spacing w:after="360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2.2. Транспортные средства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828"/>
        <w:gridCol w:w="1984"/>
        <w:gridCol w:w="3544"/>
      </w:tblGrid>
      <w:tr w:rsidR="006933DF" w:rsidRPr="00DB170B" w:rsidTr="00940661">
        <w:tc>
          <w:tcPr>
            <w:tcW w:w="595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№</w:t>
            </w:r>
            <w:r w:rsidRPr="00DB170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828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1984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Вид собственности </w:t>
            </w:r>
            <w:r w:rsidRPr="00DB170B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3544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Место регистрации</w:t>
            </w:r>
          </w:p>
        </w:tc>
      </w:tr>
      <w:tr w:rsidR="006933DF" w:rsidRPr="00DB170B" w:rsidTr="00940661">
        <w:tc>
          <w:tcPr>
            <w:tcW w:w="595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4</w:t>
            </w:r>
          </w:p>
        </w:tc>
      </w:tr>
      <w:tr w:rsidR="006933DF" w:rsidRPr="00DB170B" w:rsidTr="00940661">
        <w:tc>
          <w:tcPr>
            <w:tcW w:w="595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Отделение ГИБДД п.Адамовка</w:t>
            </w:r>
          </w:p>
        </w:tc>
      </w:tr>
      <w:tr w:rsidR="006933DF" w:rsidRPr="00DB170B" w:rsidTr="00940661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1) </w:t>
            </w:r>
            <w:r>
              <w:rPr>
                <w:sz w:val="24"/>
                <w:szCs w:val="24"/>
              </w:rPr>
              <w:t>ВАЗ- 21070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</w:tr>
      <w:tr w:rsidR="006933DF" w:rsidRPr="00DB170B" w:rsidTr="00940661">
        <w:tc>
          <w:tcPr>
            <w:tcW w:w="595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</w:tr>
      <w:tr w:rsidR="006933DF" w:rsidRPr="00DB170B" w:rsidTr="00940661">
        <w:tc>
          <w:tcPr>
            <w:tcW w:w="595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</w:tr>
      <w:tr w:rsidR="006933DF" w:rsidRPr="00DB170B" w:rsidTr="00940661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1) </w:t>
            </w: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</w:tr>
      <w:tr w:rsidR="006933DF" w:rsidRPr="00DB170B" w:rsidTr="00940661">
        <w:tc>
          <w:tcPr>
            <w:tcW w:w="595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</w:tr>
      <w:tr w:rsidR="006933DF" w:rsidRPr="00DB170B" w:rsidTr="00940661">
        <w:tc>
          <w:tcPr>
            <w:tcW w:w="595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Автоприцепы: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</w:tr>
      <w:tr w:rsidR="006933DF" w:rsidRPr="00DB170B" w:rsidTr="00940661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1) </w:t>
            </w: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</w:tr>
      <w:tr w:rsidR="006933DF" w:rsidRPr="00DB170B" w:rsidTr="00940661">
        <w:tc>
          <w:tcPr>
            <w:tcW w:w="595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</w:tr>
      <w:tr w:rsidR="006933DF" w:rsidRPr="00DB170B" w:rsidTr="00940661">
        <w:tc>
          <w:tcPr>
            <w:tcW w:w="595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Мототранспортные средства: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</w:tr>
      <w:tr w:rsidR="006933DF" w:rsidRPr="00DB170B" w:rsidTr="00940661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1) </w:t>
            </w: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</w:tr>
      <w:tr w:rsidR="006933DF" w:rsidRPr="00DB170B" w:rsidTr="00940661">
        <w:tc>
          <w:tcPr>
            <w:tcW w:w="595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</w:tr>
      <w:tr w:rsidR="006933DF" w:rsidRPr="00DB170B" w:rsidTr="00940661">
        <w:tc>
          <w:tcPr>
            <w:tcW w:w="595" w:type="dxa"/>
            <w:tcBorders>
              <w:bottom w:val="nil"/>
            </w:tcBorders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Сельскохозяйственная техника: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</w:tr>
      <w:tr w:rsidR="006933DF" w:rsidRPr="00DB170B" w:rsidTr="00940661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1) </w:t>
            </w: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</w:tr>
      <w:tr w:rsidR="006933DF" w:rsidRPr="00DB170B" w:rsidTr="00940661">
        <w:tc>
          <w:tcPr>
            <w:tcW w:w="595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</w:tr>
      <w:tr w:rsidR="006933DF" w:rsidRPr="00DB170B" w:rsidTr="00940661">
        <w:tc>
          <w:tcPr>
            <w:tcW w:w="595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Водный транспорт: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</w:tr>
      <w:tr w:rsidR="006933DF" w:rsidRPr="00DB170B" w:rsidTr="00940661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1) </w:t>
            </w: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</w:tr>
      <w:tr w:rsidR="006933DF" w:rsidRPr="00DB170B" w:rsidTr="00940661">
        <w:tc>
          <w:tcPr>
            <w:tcW w:w="595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</w:tr>
      <w:tr w:rsidR="006933DF" w:rsidRPr="00DB170B" w:rsidTr="00940661">
        <w:tc>
          <w:tcPr>
            <w:tcW w:w="595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Воздушный транспорт: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</w:tr>
      <w:tr w:rsidR="006933DF" w:rsidRPr="00DB170B" w:rsidTr="00940661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1) </w:t>
            </w: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</w:tr>
      <w:tr w:rsidR="006933DF" w:rsidRPr="00DB170B" w:rsidTr="00940661">
        <w:tc>
          <w:tcPr>
            <w:tcW w:w="595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</w:tr>
      <w:tr w:rsidR="006933DF" w:rsidRPr="00DB170B" w:rsidTr="00940661">
        <w:tc>
          <w:tcPr>
            <w:tcW w:w="595" w:type="dxa"/>
            <w:tcBorders>
              <w:bottom w:val="nil"/>
            </w:tcBorders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8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Иные транспортные средства: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</w:tr>
      <w:tr w:rsidR="006933DF" w:rsidRPr="00DB170B" w:rsidTr="00940661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1) </w:t>
            </w: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</w:tr>
      <w:tr w:rsidR="006933DF" w:rsidRPr="00DB170B" w:rsidTr="00940661">
        <w:tc>
          <w:tcPr>
            <w:tcW w:w="595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ind w:left="57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</w:tr>
    </w:tbl>
    <w:p w:rsidR="006933DF" w:rsidRDefault="006933DF" w:rsidP="00C41888">
      <w:pPr>
        <w:spacing w:before="12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6933DF" w:rsidRDefault="006933DF" w:rsidP="00C41888">
      <w:pPr>
        <w:ind w:firstLine="567"/>
        <w:jc w:val="both"/>
      </w:pPr>
      <w:r>
        <w:rPr>
          <w:vertAlign w:val="superscript"/>
        </w:rPr>
        <w:t>1</w:t>
      </w:r>
      <w:r>
        <w:t> 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муниципального  служащего служащего, который представляет сведения.</w:t>
      </w:r>
    </w:p>
    <w:p w:rsidR="006933DF" w:rsidRDefault="006933DF" w:rsidP="00C41888">
      <w:pPr>
        <w:rPr>
          <w:sz w:val="24"/>
          <w:szCs w:val="24"/>
        </w:rPr>
      </w:pPr>
    </w:p>
    <w:p w:rsidR="006933DF" w:rsidRDefault="006933DF" w:rsidP="00C41888">
      <w:pPr>
        <w:pageBreakBefore/>
        <w:spacing w:after="360"/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3. Сведения о денежных средствах, находящихся на счетах в банках и иных кредитных организациях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119"/>
        <w:gridCol w:w="1275"/>
        <w:gridCol w:w="1560"/>
        <w:gridCol w:w="1843"/>
        <w:gridCol w:w="1559"/>
      </w:tblGrid>
      <w:tr w:rsidR="006933DF" w:rsidRPr="00DB170B" w:rsidTr="00940661">
        <w:tc>
          <w:tcPr>
            <w:tcW w:w="595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№</w:t>
            </w:r>
            <w:r w:rsidRPr="00DB170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119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Наименование и адрес банка или иной кредитной организации</w:t>
            </w:r>
          </w:p>
        </w:tc>
        <w:tc>
          <w:tcPr>
            <w:tcW w:w="1275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Вид и валюта счета </w:t>
            </w:r>
            <w:r w:rsidRPr="00DB170B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560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Дата открытия счета</w:t>
            </w:r>
          </w:p>
        </w:tc>
        <w:tc>
          <w:tcPr>
            <w:tcW w:w="1843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Номер счета</w:t>
            </w:r>
          </w:p>
        </w:tc>
        <w:tc>
          <w:tcPr>
            <w:tcW w:w="1559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Остаток на счете </w:t>
            </w:r>
            <w:r w:rsidRPr="00DB170B">
              <w:rPr>
                <w:sz w:val="24"/>
                <w:szCs w:val="24"/>
                <w:vertAlign w:val="superscript"/>
              </w:rPr>
              <w:t>2</w:t>
            </w:r>
            <w:r w:rsidRPr="00DB170B">
              <w:rPr>
                <w:sz w:val="24"/>
                <w:szCs w:val="24"/>
              </w:rPr>
              <w:t xml:space="preserve"> (руб.)</w:t>
            </w:r>
          </w:p>
        </w:tc>
      </w:tr>
      <w:tr w:rsidR="006933DF" w:rsidRPr="00DB170B" w:rsidTr="00940661">
        <w:tc>
          <w:tcPr>
            <w:tcW w:w="595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6</w:t>
            </w:r>
          </w:p>
        </w:tc>
      </w:tr>
      <w:tr w:rsidR="006933DF" w:rsidRPr="00DB170B" w:rsidTr="00940661">
        <w:trPr>
          <w:trHeight w:val="660"/>
        </w:trPr>
        <w:tc>
          <w:tcPr>
            <w:tcW w:w="595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6933DF" w:rsidRDefault="006933DF" w:rsidP="009406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Кваркенское отделение 4229 ОАО «СбербанкРоссии»</w:t>
            </w:r>
          </w:p>
          <w:p w:rsidR="006933DF" w:rsidRDefault="006933DF" w:rsidP="00940661">
            <w:pPr>
              <w:rPr>
                <w:sz w:val="24"/>
                <w:szCs w:val="24"/>
              </w:rPr>
            </w:pPr>
          </w:p>
          <w:p w:rsidR="006933DF" w:rsidRDefault="006933DF" w:rsidP="00940661">
            <w:pPr>
              <w:rPr>
                <w:sz w:val="24"/>
                <w:szCs w:val="24"/>
              </w:rPr>
            </w:pPr>
          </w:p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Пенсион-ный</w:t>
            </w:r>
          </w:p>
        </w:tc>
        <w:tc>
          <w:tcPr>
            <w:tcW w:w="1560" w:type="dxa"/>
          </w:tcPr>
          <w:p w:rsidR="006933DF" w:rsidRPr="00DB170B" w:rsidRDefault="006933DF" w:rsidP="00602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27.11.2012</w:t>
            </w:r>
          </w:p>
        </w:tc>
        <w:tc>
          <w:tcPr>
            <w:tcW w:w="1843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42306.810.0.46000717848</w:t>
            </w:r>
          </w:p>
        </w:tc>
        <w:tc>
          <w:tcPr>
            <w:tcW w:w="1559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16558-87</w:t>
            </w:r>
          </w:p>
        </w:tc>
      </w:tr>
      <w:tr w:rsidR="006933DF" w:rsidRPr="00DB170B" w:rsidTr="00940661">
        <w:trPr>
          <w:trHeight w:val="660"/>
        </w:trPr>
        <w:tc>
          <w:tcPr>
            <w:tcW w:w="595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6933DF" w:rsidRDefault="006933DF" w:rsidP="000163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Кваркенское отделение 4229 ОАО «СбербанкРоссии»</w:t>
            </w:r>
          </w:p>
          <w:p w:rsidR="006933DF" w:rsidRDefault="006933DF" w:rsidP="00940661">
            <w:pPr>
              <w:rPr>
                <w:sz w:val="24"/>
                <w:szCs w:val="24"/>
              </w:rPr>
            </w:pPr>
          </w:p>
          <w:p w:rsidR="006933DF" w:rsidRDefault="006933DF" w:rsidP="00940661">
            <w:pPr>
              <w:rPr>
                <w:sz w:val="24"/>
                <w:szCs w:val="24"/>
              </w:rPr>
            </w:pPr>
          </w:p>
          <w:p w:rsidR="006933DF" w:rsidRDefault="006933DF" w:rsidP="00940661">
            <w:pPr>
              <w:rPr>
                <w:sz w:val="24"/>
                <w:szCs w:val="24"/>
              </w:rPr>
            </w:pPr>
          </w:p>
          <w:p w:rsidR="006933DF" w:rsidRDefault="006933DF" w:rsidP="00940661">
            <w:pPr>
              <w:rPr>
                <w:sz w:val="24"/>
                <w:szCs w:val="24"/>
              </w:rPr>
            </w:pPr>
          </w:p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Пенсион- ный</w:t>
            </w:r>
          </w:p>
        </w:tc>
        <w:tc>
          <w:tcPr>
            <w:tcW w:w="1560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42306.810.546120400522</w:t>
            </w:r>
          </w:p>
        </w:tc>
        <w:tc>
          <w:tcPr>
            <w:tcW w:w="1559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53921-61</w:t>
            </w:r>
          </w:p>
        </w:tc>
      </w:tr>
      <w:tr w:rsidR="006933DF" w:rsidRPr="00DB170B" w:rsidTr="00940661">
        <w:trPr>
          <w:trHeight w:val="660"/>
        </w:trPr>
        <w:tc>
          <w:tcPr>
            <w:tcW w:w="595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6933DF" w:rsidRDefault="006933DF" w:rsidP="00940661">
            <w:pPr>
              <w:rPr>
                <w:sz w:val="24"/>
                <w:szCs w:val="24"/>
              </w:rPr>
            </w:pPr>
          </w:p>
          <w:p w:rsidR="006933DF" w:rsidRDefault="006933DF" w:rsidP="00940661">
            <w:pPr>
              <w:rPr>
                <w:sz w:val="24"/>
                <w:szCs w:val="24"/>
              </w:rPr>
            </w:pPr>
          </w:p>
          <w:p w:rsidR="006933DF" w:rsidRDefault="006933DF" w:rsidP="00940661">
            <w:pPr>
              <w:rPr>
                <w:sz w:val="24"/>
                <w:szCs w:val="24"/>
              </w:rPr>
            </w:pPr>
          </w:p>
          <w:p w:rsidR="006933DF" w:rsidRDefault="006933DF" w:rsidP="00940661">
            <w:pPr>
              <w:rPr>
                <w:sz w:val="24"/>
                <w:szCs w:val="24"/>
              </w:rPr>
            </w:pPr>
          </w:p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</w:tr>
    </w:tbl>
    <w:p w:rsidR="006933DF" w:rsidRDefault="006933DF" w:rsidP="00C41888">
      <w:pPr>
        <w:spacing w:before="12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6933DF" w:rsidRDefault="006933DF" w:rsidP="00C41888">
      <w:pPr>
        <w:ind w:firstLine="567"/>
        <w:jc w:val="both"/>
      </w:pPr>
      <w:r>
        <w:rPr>
          <w:vertAlign w:val="superscript"/>
        </w:rPr>
        <w:t>1</w:t>
      </w:r>
      <w:r>
        <w:t> Указываются вид счета (депозитный, текущий, расчетный, ссудный и другие) и валюта счета.</w:t>
      </w:r>
    </w:p>
    <w:p w:rsidR="006933DF" w:rsidRDefault="006933DF" w:rsidP="00C41888">
      <w:pPr>
        <w:ind w:firstLine="567"/>
        <w:jc w:val="both"/>
      </w:pPr>
      <w:r>
        <w:rPr>
          <w:vertAlign w:val="superscript"/>
        </w:rPr>
        <w:t>2</w:t>
      </w:r>
      <w:r>
        <w:t> 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6933DF" w:rsidRDefault="006933DF" w:rsidP="00C41888">
      <w:pPr>
        <w:rPr>
          <w:sz w:val="24"/>
          <w:szCs w:val="24"/>
        </w:rPr>
      </w:pPr>
    </w:p>
    <w:p w:rsidR="006933DF" w:rsidRDefault="006933DF" w:rsidP="00C41888">
      <w:pPr>
        <w:pageBreakBefore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4. Сведения о ценных бумагах</w:t>
      </w:r>
    </w:p>
    <w:p w:rsidR="006933DF" w:rsidRDefault="006933DF" w:rsidP="00C41888">
      <w:pPr>
        <w:spacing w:after="360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4.1. Акции и иное участие в коммерческих организациях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977"/>
        <w:gridCol w:w="2126"/>
        <w:gridCol w:w="1288"/>
        <w:gridCol w:w="1300"/>
        <w:gridCol w:w="1665"/>
      </w:tblGrid>
      <w:tr w:rsidR="006933DF" w:rsidRPr="00DB170B" w:rsidTr="00940661">
        <w:tc>
          <w:tcPr>
            <w:tcW w:w="595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№</w:t>
            </w:r>
            <w:r w:rsidRPr="00DB170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977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Наименование и организационно-правовая форма организации </w:t>
            </w:r>
            <w:r w:rsidRPr="00DB170B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126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Место нахождения организации (адрес)</w:t>
            </w:r>
          </w:p>
        </w:tc>
        <w:tc>
          <w:tcPr>
            <w:tcW w:w="1288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Уставный капитал </w:t>
            </w:r>
            <w:r w:rsidRPr="00DB170B">
              <w:rPr>
                <w:sz w:val="24"/>
                <w:szCs w:val="24"/>
                <w:vertAlign w:val="superscript"/>
              </w:rPr>
              <w:t>2</w:t>
            </w:r>
            <w:r w:rsidRPr="00DB170B">
              <w:rPr>
                <w:sz w:val="24"/>
                <w:szCs w:val="24"/>
              </w:rPr>
              <w:br/>
              <w:t>(руб.)</w:t>
            </w:r>
          </w:p>
        </w:tc>
        <w:tc>
          <w:tcPr>
            <w:tcW w:w="1300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Доля участия </w:t>
            </w:r>
            <w:r w:rsidRPr="00DB170B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665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Основание участия </w:t>
            </w:r>
            <w:r w:rsidRPr="00DB170B">
              <w:rPr>
                <w:sz w:val="24"/>
                <w:szCs w:val="24"/>
                <w:vertAlign w:val="superscript"/>
              </w:rPr>
              <w:t>4</w:t>
            </w:r>
          </w:p>
        </w:tc>
      </w:tr>
      <w:tr w:rsidR="006933DF" w:rsidRPr="00DB170B" w:rsidTr="00940661">
        <w:tc>
          <w:tcPr>
            <w:tcW w:w="595" w:type="dxa"/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3</w:t>
            </w:r>
          </w:p>
        </w:tc>
        <w:tc>
          <w:tcPr>
            <w:tcW w:w="1288" w:type="dxa"/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4</w:t>
            </w:r>
          </w:p>
        </w:tc>
        <w:tc>
          <w:tcPr>
            <w:tcW w:w="1300" w:type="dxa"/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5</w:t>
            </w:r>
          </w:p>
        </w:tc>
        <w:tc>
          <w:tcPr>
            <w:tcW w:w="1665" w:type="dxa"/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6</w:t>
            </w:r>
          </w:p>
        </w:tc>
      </w:tr>
      <w:tr w:rsidR="006933DF" w:rsidRPr="00DB170B" w:rsidTr="00940661">
        <w:trPr>
          <w:trHeight w:val="660"/>
        </w:trPr>
        <w:tc>
          <w:tcPr>
            <w:tcW w:w="595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6933DF" w:rsidRDefault="006933DF" w:rsidP="00940661">
            <w:pPr>
              <w:rPr>
                <w:sz w:val="24"/>
                <w:szCs w:val="24"/>
              </w:rPr>
            </w:pPr>
          </w:p>
          <w:p w:rsidR="006933DF" w:rsidRDefault="006933DF" w:rsidP="00940661">
            <w:pPr>
              <w:rPr>
                <w:sz w:val="24"/>
                <w:szCs w:val="24"/>
              </w:rPr>
            </w:pPr>
          </w:p>
          <w:p w:rsidR="006933DF" w:rsidRDefault="006933DF" w:rsidP="009406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6933DF" w:rsidRDefault="006933DF" w:rsidP="00940661">
            <w:pPr>
              <w:rPr>
                <w:sz w:val="24"/>
                <w:szCs w:val="24"/>
              </w:rPr>
            </w:pPr>
          </w:p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</w:tr>
    </w:tbl>
    <w:p w:rsidR="006933DF" w:rsidRDefault="006933DF" w:rsidP="00C41888">
      <w:pPr>
        <w:spacing w:before="12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6933DF" w:rsidRDefault="006933DF" w:rsidP="00C41888">
      <w:pPr>
        <w:ind w:firstLine="567"/>
        <w:jc w:val="both"/>
      </w:pPr>
      <w:r>
        <w:rPr>
          <w:vertAlign w:val="superscript"/>
        </w:rPr>
        <w:t>1</w:t>
      </w:r>
      <w:r>
        <w:t> 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6933DF" w:rsidRDefault="006933DF" w:rsidP="00C41888">
      <w:pPr>
        <w:ind w:firstLine="567"/>
        <w:jc w:val="both"/>
      </w:pPr>
      <w:r>
        <w:rPr>
          <w:vertAlign w:val="superscript"/>
        </w:rPr>
        <w:t>2</w:t>
      </w:r>
      <w:r>
        <w:t> 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6933DF" w:rsidRDefault="006933DF" w:rsidP="00C41888">
      <w:pPr>
        <w:ind w:firstLine="567"/>
        <w:jc w:val="both"/>
      </w:pPr>
      <w:r>
        <w:rPr>
          <w:vertAlign w:val="superscript"/>
        </w:rPr>
        <w:t>3</w:t>
      </w:r>
      <w:r>
        <w:t> 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6933DF" w:rsidRDefault="006933DF" w:rsidP="00C41888">
      <w:pPr>
        <w:ind w:firstLine="567"/>
        <w:jc w:val="both"/>
      </w:pPr>
      <w:r>
        <w:rPr>
          <w:vertAlign w:val="superscript"/>
        </w:rPr>
        <w:t>4</w:t>
      </w:r>
      <w:r>
        <w:t> 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6933DF" w:rsidRDefault="006933DF" w:rsidP="00C41888">
      <w:pPr>
        <w:rPr>
          <w:sz w:val="24"/>
          <w:szCs w:val="24"/>
        </w:rPr>
      </w:pPr>
    </w:p>
    <w:p w:rsidR="006933DF" w:rsidRDefault="006933DF" w:rsidP="00C41888">
      <w:pPr>
        <w:pageBreakBefore/>
        <w:spacing w:after="360"/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4.2. Иные ценные бумаги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127"/>
        <w:gridCol w:w="2280"/>
        <w:gridCol w:w="1830"/>
        <w:gridCol w:w="1454"/>
        <w:gridCol w:w="1665"/>
      </w:tblGrid>
      <w:tr w:rsidR="006933DF" w:rsidRPr="00DB170B" w:rsidTr="00940661">
        <w:tc>
          <w:tcPr>
            <w:tcW w:w="595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№</w:t>
            </w:r>
            <w:r w:rsidRPr="00DB170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127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Вид ценной бумаги </w:t>
            </w:r>
            <w:r w:rsidRPr="00DB170B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280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1830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Номинальная величина обязательства</w:t>
            </w:r>
            <w:r w:rsidRPr="00DB170B">
              <w:rPr>
                <w:sz w:val="24"/>
                <w:szCs w:val="24"/>
              </w:rPr>
              <w:br/>
              <w:t>(руб.)</w:t>
            </w:r>
          </w:p>
        </w:tc>
        <w:tc>
          <w:tcPr>
            <w:tcW w:w="1454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Общее количество</w:t>
            </w:r>
          </w:p>
        </w:tc>
        <w:tc>
          <w:tcPr>
            <w:tcW w:w="1665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Общая стоимость </w:t>
            </w:r>
            <w:r w:rsidRPr="00DB170B">
              <w:rPr>
                <w:sz w:val="24"/>
                <w:szCs w:val="24"/>
                <w:vertAlign w:val="superscript"/>
              </w:rPr>
              <w:t>2</w:t>
            </w:r>
            <w:r w:rsidRPr="00DB170B">
              <w:rPr>
                <w:sz w:val="24"/>
                <w:szCs w:val="24"/>
              </w:rPr>
              <w:br/>
              <w:t>(руб.)</w:t>
            </w:r>
          </w:p>
        </w:tc>
      </w:tr>
      <w:tr w:rsidR="006933DF" w:rsidRPr="00DB170B" w:rsidTr="00940661">
        <w:tc>
          <w:tcPr>
            <w:tcW w:w="595" w:type="dxa"/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2</w:t>
            </w:r>
          </w:p>
        </w:tc>
        <w:tc>
          <w:tcPr>
            <w:tcW w:w="2280" w:type="dxa"/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3</w:t>
            </w:r>
          </w:p>
        </w:tc>
        <w:tc>
          <w:tcPr>
            <w:tcW w:w="1830" w:type="dxa"/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4</w:t>
            </w:r>
          </w:p>
        </w:tc>
        <w:tc>
          <w:tcPr>
            <w:tcW w:w="1454" w:type="dxa"/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5</w:t>
            </w:r>
          </w:p>
        </w:tc>
        <w:tc>
          <w:tcPr>
            <w:tcW w:w="1665" w:type="dxa"/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6</w:t>
            </w:r>
          </w:p>
        </w:tc>
      </w:tr>
      <w:tr w:rsidR="006933DF" w:rsidRPr="00DB170B" w:rsidTr="00940661">
        <w:trPr>
          <w:trHeight w:val="660"/>
        </w:trPr>
        <w:tc>
          <w:tcPr>
            <w:tcW w:w="595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6933DF" w:rsidRDefault="006933DF" w:rsidP="00940661">
            <w:pPr>
              <w:rPr>
                <w:sz w:val="24"/>
                <w:szCs w:val="24"/>
              </w:rPr>
            </w:pPr>
          </w:p>
          <w:p w:rsidR="006933DF" w:rsidRDefault="006933DF" w:rsidP="00940661">
            <w:pPr>
              <w:rPr>
                <w:sz w:val="24"/>
                <w:szCs w:val="24"/>
              </w:rPr>
            </w:pPr>
          </w:p>
          <w:p w:rsidR="006933DF" w:rsidRDefault="006933DF" w:rsidP="00940661">
            <w:pPr>
              <w:rPr>
                <w:sz w:val="24"/>
                <w:szCs w:val="24"/>
              </w:rPr>
            </w:pPr>
          </w:p>
          <w:p w:rsidR="006933DF" w:rsidRDefault="006933DF" w:rsidP="00940661">
            <w:pPr>
              <w:rPr>
                <w:sz w:val="24"/>
                <w:szCs w:val="24"/>
              </w:rPr>
            </w:pPr>
          </w:p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</w:tr>
    </w:tbl>
    <w:p w:rsidR="006933DF" w:rsidRDefault="006933DF" w:rsidP="00C41888">
      <w:pPr>
        <w:spacing w:before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  </w:t>
      </w:r>
    </w:p>
    <w:p w:rsidR="006933DF" w:rsidRDefault="006933DF" w:rsidP="00C41888">
      <w:pPr>
        <w:pBdr>
          <w:top w:val="single" w:sz="4" w:space="1" w:color="auto"/>
        </w:pBdr>
        <w:ind w:left="7797"/>
        <w:rPr>
          <w:sz w:val="2"/>
          <w:szCs w:val="2"/>
        </w:rPr>
      </w:pPr>
    </w:p>
    <w:p w:rsidR="006933DF" w:rsidRDefault="006933DF" w:rsidP="00C41888">
      <w:pPr>
        <w:tabs>
          <w:tab w:val="left" w:pos="6804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6933DF" w:rsidRDefault="006933DF" w:rsidP="00C41888">
      <w:pPr>
        <w:pBdr>
          <w:top w:val="single" w:sz="4" w:space="1" w:color="auto"/>
        </w:pBdr>
        <w:ind w:right="3175"/>
        <w:rPr>
          <w:sz w:val="2"/>
          <w:szCs w:val="2"/>
        </w:rPr>
      </w:pPr>
    </w:p>
    <w:p w:rsidR="006933DF" w:rsidRDefault="006933DF" w:rsidP="00C41888">
      <w:pPr>
        <w:spacing w:before="60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6933DF" w:rsidRDefault="006933DF" w:rsidP="00C41888">
      <w:pPr>
        <w:ind w:firstLine="567"/>
        <w:jc w:val="both"/>
      </w:pPr>
      <w:r>
        <w:rPr>
          <w:vertAlign w:val="superscript"/>
        </w:rPr>
        <w:t>1</w:t>
      </w:r>
      <w:r>
        <w:t> Указываются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6933DF" w:rsidRDefault="006933DF" w:rsidP="00C41888">
      <w:pPr>
        <w:ind w:firstLine="567"/>
        <w:jc w:val="both"/>
      </w:pPr>
      <w:r>
        <w:rPr>
          <w:vertAlign w:val="superscript"/>
        </w:rPr>
        <w:t>2</w:t>
      </w:r>
      <w:r>
        <w:t> Указывается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6933DF" w:rsidRDefault="006933DF" w:rsidP="00C41888">
      <w:pPr>
        <w:rPr>
          <w:sz w:val="24"/>
          <w:szCs w:val="24"/>
        </w:rPr>
      </w:pPr>
    </w:p>
    <w:p w:rsidR="006933DF" w:rsidRDefault="006933DF" w:rsidP="00C41888">
      <w:pPr>
        <w:pageBreakBefore/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5. Сведения об обязательствах имущественного характера</w:t>
      </w:r>
    </w:p>
    <w:p w:rsidR="006933DF" w:rsidRDefault="006933DF" w:rsidP="00C41888">
      <w:pPr>
        <w:spacing w:after="360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5.1. Объекты недвижимого имущества, находящиеся в пользовании </w:t>
      </w:r>
      <w:r>
        <w:rPr>
          <w:b/>
          <w:bCs/>
          <w:sz w:val="24"/>
          <w:szCs w:val="24"/>
          <w:vertAlign w:val="superscript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1701"/>
        <w:gridCol w:w="1985"/>
        <w:gridCol w:w="1984"/>
        <w:gridCol w:w="2552"/>
        <w:gridCol w:w="1134"/>
      </w:tblGrid>
      <w:tr w:rsidR="006933DF" w:rsidRPr="00DB170B" w:rsidTr="00940661">
        <w:tc>
          <w:tcPr>
            <w:tcW w:w="595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№</w:t>
            </w:r>
            <w:r w:rsidRPr="00DB170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701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Вид имущества </w:t>
            </w:r>
            <w:r w:rsidRPr="00DB170B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Вид и сроки пользо</w:t>
            </w:r>
            <w:r w:rsidRPr="00DB170B">
              <w:rPr>
                <w:sz w:val="24"/>
                <w:szCs w:val="24"/>
              </w:rPr>
              <w:softHyphen/>
              <w:t xml:space="preserve">вания </w:t>
            </w:r>
            <w:r w:rsidRPr="00DB170B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84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Основание пользования </w:t>
            </w:r>
            <w:r w:rsidRPr="00DB170B">
              <w:rPr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552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Место нахождения (адрес)</w:t>
            </w:r>
          </w:p>
        </w:tc>
        <w:tc>
          <w:tcPr>
            <w:tcW w:w="1134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Площадь</w:t>
            </w:r>
            <w:r w:rsidRPr="00DB170B">
              <w:rPr>
                <w:sz w:val="24"/>
                <w:szCs w:val="24"/>
              </w:rPr>
              <w:br/>
              <w:t>(кв. м)</w:t>
            </w:r>
          </w:p>
        </w:tc>
      </w:tr>
      <w:tr w:rsidR="006933DF" w:rsidRPr="00DB170B" w:rsidTr="00940661">
        <w:tc>
          <w:tcPr>
            <w:tcW w:w="595" w:type="dxa"/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6</w:t>
            </w:r>
          </w:p>
        </w:tc>
      </w:tr>
      <w:tr w:rsidR="006933DF" w:rsidRPr="00DB170B" w:rsidTr="00940661">
        <w:trPr>
          <w:trHeight w:val="660"/>
        </w:trPr>
        <w:tc>
          <w:tcPr>
            <w:tcW w:w="595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85" w:type="dxa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</w:p>
        </w:tc>
      </w:tr>
    </w:tbl>
    <w:p w:rsidR="006933DF" w:rsidRDefault="006933DF" w:rsidP="00C41888">
      <w:pPr>
        <w:spacing w:before="12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6933DF" w:rsidRDefault="006933DF" w:rsidP="00C41888">
      <w:pPr>
        <w:ind w:firstLine="567"/>
        <w:jc w:val="both"/>
      </w:pPr>
      <w:r>
        <w:rPr>
          <w:vertAlign w:val="superscript"/>
        </w:rPr>
        <w:t>1</w:t>
      </w:r>
      <w:r>
        <w:t> Указываются по состоянию на отчетную дату.</w:t>
      </w:r>
    </w:p>
    <w:p w:rsidR="006933DF" w:rsidRDefault="006933DF" w:rsidP="00C41888">
      <w:pPr>
        <w:ind w:firstLine="567"/>
        <w:jc w:val="both"/>
      </w:pPr>
      <w:r>
        <w:rPr>
          <w:vertAlign w:val="superscript"/>
        </w:rPr>
        <w:t>2</w:t>
      </w:r>
      <w:r>
        <w:t> Указывается вид недвижимого имущества (земельный участок, жилой дом, дача и другие).</w:t>
      </w:r>
    </w:p>
    <w:p w:rsidR="006933DF" w:rsidRDefault="006933DF" w:rsidP="00C41888">
      <w:pPr>
        <w:ind w:firstLine="567"/>
        <w:jc w:val="both"/>
      </w:pPr>
      <w:r>
        <w:rPr>
          <w:vertAlign w:val="superscript"/>
        </w:rPr>
        <w:t>3</w:t>
      </w:r>
      <w:r>
        <w:t> Указываются вид пользования (аренда, безвозмездное пользование и другие) и сроки пользования.</w:t>
      </w:r>
    </w:p>
    <w:p w:rsidR="006933DF" w:rsidRDefault="006933DF" w:rsidP="00C41888">
      <w:pPr>
        <w:ind w:firstLine="567"/>
        <w:jc w:val="both"/>
      </w:pPr>
      <w:r>
        <w:rPr>
          <w:vertAlign w:val="superscript"/>
        </w:rPr>
        <w:t>4</w:t>
      </w:r>
      <w:r>
        <w:t> 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6933DF" w:rsidRDefault="006933DF" w:rsidP="00C41888">
      <w:pPr>
        <w:pageBreakBefore/>
        <w:spacing w:after="360"/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5.2. Прочие обязательства </w:t>
      </w:r>
      <w:r>
        <w:rPr>
          <w:b/>
          <w:bCs/>
          <w:sz w:val="24"/>
          <w:szCs w:val="24"/>
          <w:vertAlign w:val="superscript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1418"/>
        <w:gridCol w:w="2410"/>
        <w:gridCol w:w="2126"/>
        <w:gridCol w:w="1767"/>
        <w:gridCol w:w="1635"/>
      </w:tblGrid>
      <w:tr w:rsidR="006933DF" w:rsidRPr="00DB170B" w:rsidTr="00940661">
        <w:tc>
          <w:tcPr>
            <w:tcW w:w="595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№</w:t>
            </w:r>
            <w:r w:rsidRPr="00DB170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418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Содержание обязательства </w:t>
            </w:r>
            <w:r w:rsidRPr="00DB170B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410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Кредитор (должник)</w:t>
            </w:r>
            <w:r w:rsidRPr="00DB170B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126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Основание возникновения </w:t>
            </w:r>
            <w:r w:rsidRPr="00DB170B">
              <w:rPr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767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 xml:space="preserve">Сумма обязательства </w:t>
            </w:r>
            <w:r w:rsidRPr="00DB170B">
              <w:rPr>
                <w:sz w:val="24"/>
                <w:szCs w:val="24"/>
                <w:vertAlign w:val="superscript"/>
              </w:rPr>
              <w:t>5</w:t>
            </w:r>
            <w:r w:rsidRPr="00DB170B">
              <w:rPr>
                <w:sz w:val="24"/>
                <w:szCs w:val="24"/>
              </w:rPr>
              <w:t xml:space="preserve"> (руб.)</w:t>
            </w:r>
          </w:p>
        </w:tc>
        <w:tc>
          <w:tcPr>
            <w:tcW w:w="1635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Условия обязатель</w:t>
            </w:r>
            <w:r w:rsidRPr="00DB170B">
              <w:rPr>
                <w:sz w:val="24"/>
                <w:szCs w:val="24"/>
              </w:rPr>
              <w:softHyphen/>
              <w:t xml:space="preserve">ства </w:t>
            </w:r>
            <w:r w:rsidRPr="00DB170B">
              <w:rPr>
                <w:sz w:val="24"/>
                <w:szCs w:val="24"/>
                <w:vertAlign w:val="superscript"/>
              </w:rPr>
              <w:t>6</w:t>
            </w:r>
          </w:p>
        </w:tc>
      </w:tr>
      <w:tr w:rsidR="006933DF" w:rsidRPr="00DB170B" w:rsidTr="00940661">
        <w:tc>
          <w:tcPr>
            <w:tcW w:w="595" w:type="dxa"/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4</w:t>
            </w:r>
          </w:p>
        </w:tc>
        <w:tc>
          <w:tcPr>
            <w:tcW w:w="1767" w:type="dxa"/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5</w:t>
            </w:r>
          </w:p>
        </w:tc>
        <w:tc>
          <w:tcPr>
            <w:tcW w:w="1635" w:type="dxa"/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6</w:t>
            </w:r>
          </w:p>
        </w:tc>
      </w:tr>
      <w:tr w:rsidR="006933DF" w:rsidRPr="00DB170B" w:rsidTr="00940661">
        <w:trPr>
          <w:trHeight w:val="660"/>
        </w:trPr>
        <w:tc>
          <w:tcPr>
            <w:tcW w:w="595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кредит</w:t>
            </w:r>
          </w:p>
        </w:tc>
        <w:tc>
          <w:tcPr>
            <w:tcW w:w="2410" w:type="dxa"/>
          </w:tcPr>
          <w:p w:rsidR="006933DF" w:rsidRDefault="006933DF" w:rsidP="009406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Кваркенское отделение 4229 ОАО «Сбербанк России» 462860,Оренбургская область.Кваркенский район,с.Кваркено,ул.</w:t>
            </w:r>
          </w:p>
          <w:p w:rsidR="006933DF" w:rsidRDefault="006933DF" w:rsidP="009406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Центральная , 29</w:t>
            </w:r>
          </w:p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933DF" w:rsidRDefault="006933DF" w:rsidP="009406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Кредитный договор</w:t>
            </w:r>
          </w:p>
          <w:p w:rsidR="006933DF" w:rsidRPr="00DB170B" w:rsidRDefault="006933DF" w:rsidP="009406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307684 от 29.01.2013 г.</w:t>
            </w:r>
          </w:p>
        </w:tc>
        <w:tc>
          <w:tcPr>
            <w:tcW w:w="1767" w:type="dxa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500000,0</w:t>
            </w:r>
          </w:p>
        </w:tc>
        <w:tc>
          <w:tcPr>
            <w:tcW w:w="1635" w:type="dxa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Годовая процентная ставка 17, 9 %</w:t>
            </w:r>
          </w:p>
        </w:tc>
      </w:tr>
    </w:tbl>
    <w:p w:rsidR="006933DF" w:rsidRDefault="006933DF" w:rsidP="00C41888">
      <w:pPr>
        <w:spacing w:before="600" w:after="240"/>
        <w:ind w:firstLine="567"/>
        <w:rPr>
          <w:sz w:val="24"/>
          <w:szCs w:val="24"/>
        </w:rPr>
      </w:pPr>
      <w:r>
        <w:rPr>
          <w:sz w:val="24"/>
          <w:szCs w:val="24"/>
        </w:rPr>
        <w:t>Достоверность и полноту настоящих сведений подтверждаю.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567"/>
        <w:gridCol w:w="284"/>
        <w:gridCol w:w="1842"/>
        <w:gridCol w:w="426"/>
        <w:gridCol w:w="317"/>
        <w:gridCol w:w="405"/>
        <w:gridCol w:w="5923"/>
      </w:tblGrid>
      <w:tr w:rsidR="006933DF" w:rsidRPr="00DB170B" w:rsidTr="00940661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февраля    2013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33DF" w:rsidRPr="00DB170B" w:rsidRDefault="006933DF" w:rsidP="00940661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33DF" w:rsidRPr="00DB170B" w:rsidRDefault="006933DF" w:rsidP="00940661">
            <w:pPr>
              <w:jc w:val="center"/>
              <w:rPr>
                <w:sz w:val="24"/>
                <w:szCs w:val="24"/>
              </w:rPr>
            </w:pPr>
            <w:r w:rsidRPr="00DB170B">
              <w:rPr>
                <w:sz w:val="24"/>
                <w:szCs w:val="24"/>
              </w:rPr>
              <w:t>г.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33DF" w:rsidRPr="00DB170B" w:rsidRDefault="006933DF" w:rsidP="00377A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Аверина Т.А.</w:t>
            </w:r>
          </w:p>
        </w:tc>
      </w:tr>
      <w:tr w:rsidR="006933DF" w:rsidRPr="00DB170B" w:rsidTr="00940661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6933DF" w:rsidRPr="00DB170B" w:rsidRDefault="006933DF" w:rsidP="00940661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933DF" w:rsidRPr="00DB170B" w:rsidRDefault="006933DF" w:rsidP="00940661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933DF" w:rsidRPr="00DB170B" w:rsidRDefault="006933DF" w:rsidP="00940661"/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933DF" w:rsidRPr="00DB170B" w:rsidRDefault="006933DF" w:rsidP="00940661"/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6933DF" w:rsidRPr="00DB170B" w:rsidRDefault="006933DF" w:rsidP="00940661"/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6933DF" w:rsidRPr="00DB170B" w:rsidRDefault="006933DF" w:rsidP="00940661"/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6933DF" w:rsidRPr="00DB170B" w:rsidRDefault="006933DF" w:rsidP="00940661"/>
        </w:tc>
        <w:tc>
          <w:tcPr>
            <w:tcW w:w="5923" w:type="dxa"/>
            <w:tcBorders>
              <w:top w:val="nil"/>
              <w:left w:val="nil"/>
              <w:bottom w:val="nil"/>
              <w:right w:val="nil"/>
            </w:tcBorders>
          </w:tcPr>
          <w:p w:rsidR="006933DF" w:rsidRPr="00DB170B" w:rsidRDefault="006933DF" w:rsidP="00940661">
            <w:pPr>
              <w:jc w:val="center"/>
            </w:pPr>
            <w:r w:rsidRPr="00DB170B">
              <w:t>(подпись муниципального  служащего )</w:t>
            </w:r>
          </w:p>
        </w:tc>
      </w:tr>
    </w:tbl>
    <w:p w:rsidR="006933DF" w:rsidRDefault="006933DF" w:rsidP="00C41888">
      <w:pPr>
        <w:spacing w:before="240"/>
        <w:rPr>
          <w:sz w:val="24"/>
          <w:szCs w:val="24"/>
        </w:rPr>
      </w:pPr>
    </w:p>
    <w:p w:rsidR="006933DF" w:rsidRDefault="006933DF" w:rsidP="00C41888">
      <w:pPr>
        <w:pBdr>
          <w:top w:val="single" w:sz="4" w:space="1" w:color="auto"/>
        </w:pBdr>
        <w:jc w:val="center"/>
      </w:pPr>
      <w:r>
        <w:t>(Ф.И.О. и подпись лица, принявшего справку)</w:t>
      </w:r>
    </w:p>
    <w:p w:rsidR="006933DF" w:rsidRDefault="006933DF" w:rsidP="00C41888">
      <w:pPr>
        <w:spacing w:before="60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6933DF" w:rsidRDefault="006933DF" w:rsidP="00C41888">
      <w:pPr>
        <w:ind w:firstLine="567"/>
        <w:jc w:val="both"/>
      </w:pPr>
      <w:r>
        <w:rPr>
          <w:vertAlign w:val="superscript"/>
        </w:rPr>
        <w:t>1</w:t>
      </w:r>
      <w:r>
        <w:t> Указываются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6933DF" w:rsidRDefault="006933DF" w:rsidP="00C41888">
      <w:pPr>
        <w:ind w:firstLine="567"/>
        <w:jc w:val="both"/>
      </w:pPr>
      <w:r>
        <w:rPr>
          <w:vertAlign w:val="superscript"/>
        </w:rPr>
        <w:t>2</w:t>
      </w:r>
      <w:r>
        <w:t> Указывается существо обязательства (заем, кредит и другие).</w:t>
      </w:r>
    </w:p>
    <w:p w:rsidR="006933DF" w:rsidRDefault="006933DF" w:rsidP="00C41888">
      <w:pPr>
        <w:ind w:firstLine="567"/>
        <w:jc w:val="both"/>
      </w:pPr>
      <w:r>
        <w:rPr>
          <w:vertAlign w:val="superscript"/>
        </w:rPr>
        <w:t>3</w:t>
      </w:r>
      <w:r>
        <w:t> 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6933DF" w:rsidRDefault="006933DF" w:rsidP="00C41888">
      <w:pPr>
        <w:ind w:firstLine="567"/>
        <w:jc w:val="both"/>
      </w:pPr>
      <w:r>
        <w:rPr>
          <w:vertAlign w:val="superscript"/>
        </w:rPr>
        <w:t>4</w:t>
      </w:r>
      <w:r>
        <w:t> Указываются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6933DF" w:rsidRDefault="006933DF" w:rsidP="00C41888">
      <w:pPr>
        <w:ind w:firstLine="567"/>
        <w:jc w:val="both"/>
      </w:pPr>
      <w:r>
        <w:rPr>
          <w:vertAlign w:val="superscript"/>
        </w:rPr>
        <w:t>5</w:t>
      </w:r>
      <w:r>
        <w:t> 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6933DF" w:rsidRDefault="006933DF" w:rsidP="00C41888">
      <w:pPr>
        <w:ind w:firstLine="567"/>
        <w:jc w:val="both"/>
      </w:pPr>
      <w:r>
        <w:rPr>
          <w:vertAlign w:val="superscript"/>
        </w:rPr>
        <w:t>6</w:t>
      </w:r>
      <w:r>
        <w:t> 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6933DF" w:rsidRDefault="006933DF" w:rsidP="00C41888">
      <w:pPr>
        <w:rPr>
          <w:sz w:val="24"/>
          <w:szCs w:val="24"/>
        </w:rPr>
      </w:pPr>
    </w:p>
    <w:p w:rsidR="006933DF" w:rsidRDefault="006933DF"/>
    <w:sectPr w:rsidR="006933DF" w:rsidSect="006C0F6A">
      <w:headerReference w:type="default" r:id="rId6"/>
      <w:pgSz w:w="11906" w:h="16838"/>
      <w:pgMar w:top="0" w:right="850" w:bottom="567" w:left="1134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33DF" w:rsidRDefault="006933DF" w:rsidP="00F45145">
      <w:r>
        <w:separator/>
      </w:r>
    </w:p>
  </w:endnote>
  <w:endnote w:type="continuationSeparator" w:id="0">
    <w:p w:rsidR="006933DF" w:rsidRDefault="006933DF" w:rsidP="00F451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33DF" w:rsidRDefault="006933DF" w:rsidP="00F45145">
      <w:r>
        <w:separator/>
      </w:r>
    </w:p>
  </w:footnote>
  <w:footnote w:type="continuationSeparator" w:id="0">
    <w:p w:rsidR="006933DF" w:rsidRDefault="006933DF" w:rsidP="00F451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3DF" w:rsidRDefault="006933DF">
    <w:pPr>
      <w:pStyle w:val="Header"/>
      <w:jc w:val="right"/>
      <w:rPr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888"/>
    <w:rsid w:val="00016384"/>
    <w:rsid w:val="00091D93"/>
    <w:rsid w:val="001128C7"/>
    <w:rsid w:val="0012275D"/>
    <w:rsid w:val="001E20D6"/>
    <w:rsid w:val="00216527"/>
    <w:rsid w:val="002457EC"/>
    <w:rsid w:val="002D230B"/>
    <w:rsid w:val="003108DD"/>
    <w:rsid w:val="0033539A"/>
    <w:rsid w:val="00377A24"/>
    <w:rsid w:val="00506331"/>
    <w:rsid w:val="00534269"/>
    <w:rsid w:val="00574D82"/>
    <w:rsid w:val="00582C01"/>
    <w:rsid w:val="00602E2D"/>
    <w:rsid w:val="006933DF"/>
    <w:rsid w:val="006C0F6A"/>
    <w:rsid w:val="00720798"/>
    <w:rsid w:val="00740F19"/>
    <w:rsid w:val="00876F51"/>
    <w:rsid w:val="008C3B8D"/>
    <w:rsid w:val="00940661"/>
    <w:rsid w:val="00940895"/>
    <w:rsid w:val="00990319"/>
    <w:rsid w:val="00A72213"/>
    <w:rsid w:val="00A96E24"/>
    <w:rsid w:val="00B0720B"/>
    <w:rsid w:val="00BB3B9A"/>
    <w:rsid w:val="00BB6A6A"/>
    <w:rsid w:val="00C224DD"/>
    <w:rsid w:val="00C41888"/>
    <w:rsid w:val="00C42450"/>
    <w:rsid w:val="00CB0F47"/>
    <w:rsid w:val="00D021D4"/>
    <w:rsid w:val="00D70AEE"/>
    <w:rsid w:val="00D813AB"/>
    <w:rsid w:val="00DB170B"/>
    <w:rsid w:val="00E037BB"/>
    <w:rsid w:val="00E7011A"/>
    <w:rsid w:val="00EC6239"/>
    <w:rsid w:val="00F45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888"/>
    <w:pPr>
      <w:autoSpaceDE w:val="0"/>
      <w:autoSpaceDN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4188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41888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153</TotalTime>
  <Pages>9</Pages>
  <Words>1295</Words>
  <Characters>7385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11</cp:revision>
  <cp:lastPrinted>2013-05-29T03:14:00Z</cp:lastPrinted>
  <dcterms:created xsi:type="dcterms:W3CDTF">2013-05-24T13:43:00Z</dcterms:created>
  <dcterms:modified xsi:type="dcterms:W3CDTF">2013-05-29T03:15:00Z</dcterms:modified>
</cp:coreProperties>
</file>