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E2" w:rsidRDefault="00B35DE2" w:rsidP="00A36389">
      <w:pPr>
        <w:jc w:val="center"/>
        <w:rPr>
          <w:sz w:val="28"/>
          <w:szCs w:val="28"/>
        </w:rPr>
      </w:pPr>
      <w:r w:rsidRPr="007807FE">
        <w:rPr>
          <w:sz w:val="28"/>
          <w:szCs w:val="28"/>
        </w:rPr>
        <w:t>СВЕДЕНИЯ</w:t>
      </w:r>
    </w:p>
    <w:p w:rsidR="00B35DE2" w:rsidRDefault="00B35DE2" w:rsidP="00A36389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 лица, замещающего муниципальную должность Южноуральского сельсовета  и членов его семьи за период с 1 января 2012 по 31 декабря 2012года</w:t>
      </w:r>
    </w:p>
    <w:p w:rsidR="00B35DE2" w:rsidRDefault="00B35DE2" w:rsidP="00A36389">
      <w:pPr>
        <w:jc w:val="both"/>
        <w:rPr>
          <w:sz w:val="28"/>
          <w:szCs w:val="28"/>
        </w:rPr>
      </w:pPr>
    </w:p>
    <w:p w:rsidR="00B35DE2" w:rsidRDefault="00B35DE2" w:rsidP="00A36389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68"/>
        <w:gridCol w:w="1406"/>
        <w:gridCol w:w="1964"/>
        <w:gridCol w:w="1410"/>
        <w:gridCol w:w="1558"/>
        <w:gridCol w:w="1679"/>
        <w:gridCol w:w="1596"/>
        <w:gridCol w:w="1149"/>
        <w:gridCol w:w="1556"/>
      </w:tblGrid>
      <w:tr w:rsidR="00B35DE2" w:rsidRPr="0000658D" w:rsidTr="00383F6D">
        <w:tc>
          <w:tcPr>
            <w:tcW w:w="2514" w:type="dxa"/>
            <w:vMerge w:val="restart"/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ФИО</w:t>
            </w:r>
          </w:p>
        </w:tc>
        <w:tc>
          <w:tcPr>
            <w:tcW w:w="1406" w:type="dxa"/>
            <w:vMerge w:val="restart"/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Общая сумма дохода за 2012г.</w:t>
            </w:r>
          </w:p>
        </w:tc>
        <w:tc>
          <w:tcPr>
            <w:tcW w:w="6559" w:type="dxa"/>
            <w:gridSpan w:val="4"/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7" w:type="dxa"/>
            <w:gridSpan w:val="3"/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35DE2" w:rsidRPr="0000658D" w:rsidTr="00383F6D">
        <w:tc>
          <w:tcPr>
            <w:tcW w:w="2514" w:type="dxa"/>
            <w:vMerge/>
          </w:tcPr>
          <w:p w:rsidR="00B35DE2" w:rsidRPr="0000658D" w:rsidRDefault="00B35DE2" w:rsidP="00383F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06" w:type="dxa"/>
            <w:vMerge/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Площадь</w:t>
            </w:r>
          </w:p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(кв. м)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71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596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Площадь</w:t>
            </w:r>
          </w:p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(кв. м)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Страна расположения</w:t>
            </w:r>
          </w:p>
        </w:tc>
      </w:tr>
      <w:tr w:rsidR="00B35DE2" w:rsidRPr="0000658D" w:rsidTr="00383F6D">
        <w:tc>
          <w:tcPr>
            <w:tcW w:w="2514" w:type="dxa"/>
          </w:tcPr>
          <w:p w:rsidR="00B35DE2" w:rsidRDefault="00B35DE2" w:rsidP="00383F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 Вячеслав Дмитриевич</w:t>
            </w:r>
          </w:p>
          <w:p w:rsidR="00B35DE2" w:rsidRPr="0000658D" w:rsidRDefault="00B35DE2" w:rsidP="00383F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04.07.1969г.р.</w:t>
            </w:r>
          </w:p>
        </w:tc>
        <w:tc>
          <w:tcPr>
            <w:tcW w:w="1406" w:type="dxa"/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468433,14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B35DE2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Квартира</w:t>
            </w:r>
          </w:p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1/2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55,1</w:t>
            </w:r>
          </w:p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57,6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Россия</w:t>
            </w:r>
          </w:p>
        </w:tc>
        <w:tc>
          <w:tcPr>
            <w:tcW w:w="1571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ОКА-ВАЗ111130-22</w:t>
            </w:r>
          </w:p>
        </w:tc>
        <w:tc>
          <w:tcPr>
            <w:tcW w:w="1596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нет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-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-</w:t>
            </w:r>
          </w:p>
        </w:tc>
      </w:tr>
      <w:tr w:rsidR="00B35DE2" w:rsidRPr="0000658D" w:rsidTr="00383F6D">
        <w:tc>
          <w:tcPr>
            <w:tcW w:w="2514" w:type="dxa"/>
          </w:tcPr>
          <w:p w:rsidR="00B35DE2" w:rsidRDefault="00B35DE2" w:rsidP="00383F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Захарова Ирина Юрьевна</w:t>
            </w:r>
          </w:p>
          <w:p w:rsidR="00B35DE2" w:rsidRPr="0000658D" w:rsidRDefault="00B35DE2" w:rsidP="00383F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04.07.1969г.р.</w:t>
            </w:r>
          </w:p>
        </w:tc>
        <w:tc>
          <w:tcPr>
            <w:tcW w:w="1406" w:type="dxa"/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300000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00658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Россия</w:t>
            </w:r>
          </w:p>
        </w:tc>
        <w:tc>
          <w:tcPr>
            <w:tcW w:w="1571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нет</w:t>
            </w:r>
          </w:p>
        </w:tc>
        <w:tc>
          <w:tcPr>
            <w:tcW w:w="1596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нет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-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-</w:t>
            </w:r>
          </w:p>
        </w:tc>
      </w:tr>
      <w:tr w:rsidR="00B35DE2" w:rsidRPr="0000658D" w:rsidTr="00383F6D">
        <w:tc>
          <w:tcPr>
            <w:tcW w:w="2514" w:type="dxa"/>
          </w:tcPr>
          <w:p w:rsidR="00B35DE2" w:rsidRDefault="00B35DE2" w:rsidP="00383F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 Денис Вячеславович</w:t>
            </w:r>
          </w:p>
          <w:p w:rsidR="00B35DE2" w:rsidRPr="0000658D" w:rsidRDefault="00B35DE2" w:rsidP="00383F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21.11.1995г.р.</w:t>
            </w:r>
          </w:p>
        </w:tc>
        <w:tc>
          <w:tcPr>
            <w:tcW w:w="1406" w:type="dxa"/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-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1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нет</w:t>
            </w:r>
          </w:p>
        </w:tc>
        <w:tc>
          <w:tcPr>
            <w:tcW w:w="1596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нет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-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-</w:t>
            </w:r>
          </w:p>
        </w:tc>
      </w:tr>
      <w:tr w:rsidR="00B35DE2" w:rsidRPr="0000658D" w:rsidTr="00383F6D">
        <w:tc>
          <w:tcPr>
            <w:tcW w:w="2514" w:type="dxa"/>
          </w:tcPr>
          <w:p w:rsidR="00B35DE2" w:rsidRDefault="00B35DE2" w:rsidP="00383F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Захарова Полина Вячеславовна</w:t>
            </w:r>
          </w:p>
          <w:p w:rsidR="00B35DE2" w:rsidRDefault="00B35DE2" w:rsidP="00383F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24.10.2007г.р.</w:t>
            </w:r>
          </w:p>
        </w:tc>
        <w:tc>
          <w:tcPr>
            <w:tcW w:w="1406" w:type="dxa"/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B35DE2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1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96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4"/>
        <w:gridCol w:w="1406"/>
        <w:gridCol w:w="1993"/>
        <w:gridCol w:w="1437"/>
        <w:gridCol w:w="1558"/>
        <w:gridCol w:w="1571"/>
        <w:gridCol w:w="1596"/>
        <w:gridCol w:w="1155"/>
        <w:gridCol w:w="1556"/>
      </w:tblGrid>
      <w:tr w:rsidR="00B35DE2" w:rsidRPr="001265E7" w:rsidTr="00383F6D">
        <w:tc>
          <w:tcPr>
            <w:tcW w:w="2514" w:type="dxa"/>
            <w:vMerge w:val="restart"/>
          </w:tcPr>
          <w:p w:rsidR="00B35DE2" w:rsidRPr="001265E7" w:rsidRDefault="00B35DE2" w:rsidP="00A36389">
            <w:pPr>
              <w:jc w:val="center"/>
              <w:rPr>
                <w:sz w:val="28"/>
                <w:szCs w:val="28"/>
              </w:rPr>
            </w:pPr>
            <w:r w:rsidRPr="001265E7">
              <w:rPr>
                <w:sz w:val="28"/>
                <w:szCs w:val="28"/>
              </w:rPr>
              <w:t>ФИО</w:t>
            </w:r>
          </w:p>
        </w:tc>
        <w:tc>
          <w:tcPr>
            <w:tcW w:w="1406" w:type="dxa"/>
            <w:vMerge w:val="restart"/>
          </w:tcPr>
          <w:p w:rsidR="00B35DE2" w:rsidRPr="001265E7" w:rsidRDefault="00B35DE2" w:rsidP="00A36389">
            <w:pPr>
              <w:jc w:val="center"/>
              <w:rPr>
                <w:sz w:val="28"/>
                <w:szCs w:val="28"/>
              </w:rPr>
            </w:pPr>
            <w:r w:rsidRPr="001265E7">
              <w:rPr>
                <w:sz w:val="28"/>
                <w:szCs w:val="28"/>
              </w:rPr>
              <w:t>Общая сумма дохода за 2012г.</w:t>
            </w:r>
          </w:p>
        </w:tc>
        <w:tc>
          <w:tcPr>
            <w:tcW w:w="6559" w:type="dxa"/>
            <w:gridSpan w:val="4"/>
          </w:tcPr>
          <w:p w:rsidR="00B35DE2" w:rsidRPr="001265E7" w:rsidRDefault="00B35DE2" w:rsidP="00A36389">
            <w:pPr>
              <w:jc w:val="center"/>
              <w:rPr>
                <w:sz w:val="22"/>
                <w:szCs w:val="22"/>
              </w:rPr>
            </w:pPr>
            <w:r w:rsidRPr="001265E7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7" w:type="dxa"/>
            <w:gridSpan w:val="3"/>
          </w:tcPr>
          <w:p w:rsidR="00B35DE2" w:rsidRPr="001265E7" w:rsidRDefault="00B35DE2" w:rsidP="00A36389">
            <w:pPr>
              <w:jc w:val="center"/>
              <w:rPr>
                <w:sz w:val="22"/>
                <w:szCs w:val="22"/>
              </w:rPr>
            </w:pPr>
            <w:r w:rsidRPr="001265E7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35DE2" w:rsidRPr="001265E7" w:rsidTr="00383F6D">
        <w:tc>
          <w:tcPr>
            <w:tcW w:w="2514" w:type="dxa"/>
            <w:vMerge/>
          </w:tcPr>
          <w:p w:rsidR="00B35DE2" w:rsidRPr="001265E7" w:rsidRDefault="00B35DE2" w:rsidP="00A363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vMerge/>
          </w:tcPr>
          <w:p w:rsidR="00B35DE2" w:rsidRPr="001265E7" w:rsidRDefault="00B35DE2" w:rsidP="00A363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B35DE2" w:rsidRPr="001265E7" w:rsidRDefault="00B35DE2" w:rsidP="00A36389">
            <w:pPr>
              <w:jc w:val="center"/>
              <w:rPr>
                <w:sz w:val="22"/>
                <w:szCs w:val="22"/>
              </w:rPr>
            </w:pPr>
            <w:r w:rsidRPr="001265E7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1265E7" w:rsidRDefault="00B35DE2" w:rsidP="00A36389">
            <w:pPr>
              <w:jc w:val="center"/>
              <w:rPr>
                <w:sz w:val="22"/>
                <w:szCs w:val="22"/>
              </w:rPr>
            </w:pPr>
            <w:r w:rsidRPr="001265E7">
              <w:rPr>
                <w:sz w:val="22"/>
                <w:szCs w:val="22"/>
              </w:rPr>
              <w:t>Площадь</w:t>
            </w:r>
          </w:p>
          <w:p w:rsidR="00B35DE2" w:rsidRPr="001265E7" w:rsidRDefault="00B35DE2" w:rsidP="00A36389">
            <w:pPr>
              <w:jc w:val="center"/>
              <w:rPr>
                <w:sz w:val="22"/>
                <w:szCs w:val="22"/>
              </w:rPr>
            </w:pPr>
            <w:r w:rsidRPr="001265E7">
              <w:rPr>
                <w:sz w:val="22"/>
                <w:szCs w:val="22"/>
              </w:rPr>
              <w:t>(кв. м)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1265E7" w:rsidRDefault="00B35DE2" w:rsidP="00A36389">
            <w:pPr>
              <w:jc w:val="center"/>
              <w:rPr>
                <w:sz w:val="22"/>
                <w:szCs w:val="22"/>
              </w:rPr>
            </w:pPr>
            <w:r w:rsidRPr="001265E7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71" w:type="dxa"/>
            <w:tcBorders>
              <w:left w:val="single" w:sz="4" w:space="0" w:color="auto"/>
            </w:tcBorders>
          </w:tcPr>
          <w:p w:rsidR="00B35DE2" w:rsidRPr="001265E7" w:rsidRDefault="00B35DE2" w:rsidP="00A36389">
            <w:pPr>
              <w:jc w:val="center"/>
              <w:rPr>
                <w:sz w:val="22"/>
                <w:szCs w:val="22"/>
              </w:rPr>
            </w:pPr>
            <w:r w:rsidRPr="001265E7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596" w:type="dxa"/>
            <w:tcBorders>
              <w:right w:val="single" w:sz="4" w:space="0" w:color="auto"/>
            </w:tcBorders>
          </w:tcPr>
          <w:p w:rsidR="00B35DE2" w:rsidRPr="001265E7" w:rsidRDefault="00B35DE2" w:rsidP="00A36389">
            <w:pPr>
              <w:jc w:val="center"/>
              <w:rPr>
                <w:sz w:val="22"/>
                <w:szCs w:val="22"/>
              </w:rPr>
            </w:pPr>
            <w:r w:rsidRPr="001265E7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1265E7" w:rsidRDefault="00B35DE2" w:rsidP="00A36389">
            <w:pPr>
              <w:jc w:val="center"/>
              <w:rPr>
                <w:sz w:val="22"/>
                <w:szCs w:val="22"/>
              </w:rPr>
            </w:pPr>
            <w:r w:rsidRPr="001265E7">
              <w:rPr>
                <w:sz w:val="22"/>
                <w:szCs w:val="22"/>
              </w:rPr>
              <w:t>Площадь</w:t>
            </w:r>
          </w:p>
          <w:p w:rsidR="00B35DE2" w:rsidRPr="001265E7" w:rsidRDefault="00B35DE2" w:rsidP="00A36389">
            <w:pPr>
              <w:jc w:val="center"/>
              <w:rPr>
                <w:sz w:val="22"/>
                <w:szCs w:val="22"/>
              </w:rPr>
            </w:pPr>
            <w:r w:rsidRPr="001265E7">
              <w:rPr>
                <w:sz w:val="22"/>
                <w:szCs w:val="22"/>
              </w:rPr>
              <w:t>(кв. м)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35DE2" w:rsidRPr="001265E7" w:rsidRDefault="00B35DE2" w:rsidP="00A36389">
            <w:pPr>
              <w:jc w:val="center"/>
              <w:rPr>
                <w:sz w:val="22"/>
                <w:szCs w:val="22"/>
              </w:rPr>
            </w:pPr>
            <w:r w:rsidRPr="001265E7">
              <w:rPr>
                <w:sz w:val="22"/>
                <w:szCs w:val="22"/>
              </w:rPr>
              <w:t>Страна расположения</w:t>
            </w:r>
          </w:p>
        </w:tc>
      </w:tr>
      <w:tr w:rsidR="00B35DE2" w:rsidRPr="001265E7" w:rsidTr="00383F6D">
        <w:tc>
          <w:tcPr>
            <w:tcW w:w="2514" w:type="dxa"/>
          </w:tcPr>
          <w:p w:rsidR="00B35DE2" w:rsidRPr="001265E7" w:rsidRDefault="00B35DE2" w:rsidP="00383F6D">
            <w:pPr>
              <w:jc w:val="both"/>
              <w:rPr>
                <w:sz w:val="28"/>
                <w:szCs w:val="28"/>
              </w:rPr>
            </w:pPr>
            <w:r w:rsidRPr="001265E7">
              <w:rPr>
                <w:sz w:val="28"/>
                <w:szCs w:val="28"/>
              </w:rPr>
              <w:t>Фролова Нина Сергеевна</w:t>
            </w:r>
          </w:p>
          <w:p w:rsidR="00B35DE2" w:rsidRPr="001265E7" w:rsidRDefault="00B35DE2" w:rsidP="00383F6D">
            <w:pPr>
              <w:jc w:val="both"/>
              <w:rPr>
                <w:sz w:val="28"/>
                <w:szCs w:val="28"/>
              </w:rPr>
            </w:pPr>
            <w:r w:rsidRPr="001265E7">
              <w:rPr>
                <w:sz w:val="28"/>
                <w:szCs w:val="28"/>
              </w:rPr>
              <w:t>26.08.1989г.р.</w:t>
            </w:r>
          </w:p>
        </w:tc>
        <w:tc>
          <w:tcPr>
            <w:tcW w:w="1406" w:type="dxa"/>
          </w:tcPr>
          <w:p w:rsidR="00B35DE2" w:rsidRPr="001265E7" w:rsidRDefault="00B35DE2" w:rsidP="00383F6D">
            <w:pPr>
              <w:jc w:val="both"/>
              <w:rPr>
                <w:sz w:val="28"/>
                <w:szCs w:val="28"/>
              </w:rPr>
            </w:pPr>
            <w:r w:rsidRPr="001265E7">
              <w:rPr>
                <w:sz w:val="28"/>
                <w:szCs w:val="28"/>
              </w:rPr>
              <w:t>98294,41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B35DE2" w:rsidRPr="001265E7" w:rsidRDefault="00B35DE2" w:rsidP="00A36389">
            <w:pPr>
              <w:jc w:val="center"/>
              <w:rPr>
                <w:sz w:val="28"/>
                <w:szCs w:val="28"/>
              </w:rPr>
            </w:pPr>
            <w:r w:rsidRPr="001265E7">
              <w:rPr>
                <w:sz w:val="28"/>
                <w:szCs w:val="28"/>
              </w:rPr>
              <w:t>нет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1265E7" w:rsidRDefault="00B35DE2" w:rsidP="00A36389">
            <w:pPr>
              <w:jc w:val="center"/>
              <w:rPr>
                <w:sz w:val="28"/>
                <w:szCs w:val="28"/>
              </w:rPr>
            </w:pPr>
            <w:r w:rsidRPr="001265E7">
              <w:rPr>
                <w:sz w:val="28"/>
                <w:szCs w:val="28"/>
              </w:rPr>
              <w:t>-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1265E7" w:rsidRDefault="00B35DE2" w:rsidP="00A36389">
            <w:pPr>
              <w:jc w:val="center"/>
              <w:rPr>
                <w:sz w:val="28"/>
                <w:szCs w:val="28"/>
              </w:rPr>
            </w:pPr>
            <w:r w:rsidRPr="001265E7">
              <w:rPr>
                <w:sz w:val="28"/>
                <w:szCs w:val="28"/>
              </w:rPr>
              <w:t>-</w:t>
            </w:r>
          </w:p>
        </w:tc>
        <w:tc>
          <w:tcPr>
            <w:tcW w:w="1571" w:type="dxa"/>
            <w:tcBorders>
              <w:left w:val="single" w:sz="4" w:space="0" w:color="auto"/>
            </w:tcBorders>
          </w:tcPr>
          <w:p w:rsidR="00B35DE2" w:rsidRPr="001265E7" w:rsidRDefault="00B35DE2" w:rsidP="00A36389">
            <w:pPr>
              <w:jc w:val="center"/>
              <w:rPr>
                <w:sz w:val="28"/>
                <w:szCs w:val="28"/>
              </w:rPr>
            </w:pPr>
            <w:r w:rsidRPr="001265E7">
              <w:rPr>
                <w:sz w:val="28"/>
                <w:szCs w:val="28"/>
              </w:rPr>
              <w:t>нет</w:t>
            </w:r>
          </w:p>
        </w:tc>
        <w:tc>
          <w:tcPr>
            <w:tcW w:w="1596" w:type="dxa"/>
            <w:tcBorders>
              <w:right w:val="single" w:sz="4" w:space="0" w:color="auto"/>
            </w:tcBorders>
          </w:tcPr>
          <w:p w:rsidR="00B35DE2" w:rsidRPr="001265E7" w:rsidRDefault="00B35DE2" w:rsidP="00A36389">
            <w:pPr>
              <w:jc w:val="center"/>
              <w:rPr>
                <w:sz w:val="28"/>
                <w:szCs w:val="28"/>
              </w:rPr>
            </w:pPr>
            <w:r w:rsidRPr="001265E7">
              <w:rPr>
                <w:sz w:val="28"/>
                <w:szCs w:val="28"/>
              </w:rPr>
              <w:t>нет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1265E7" w:rsidRDefault="00B35DE2" w:rsidP="00A36389">
            <w:pPr>
              <w:jc w:val="center"/>
              <w:rPr>
                <w:sz w:val="28"/>
                <w:szCs w:val="28"/>
              </w:rPr>
            </w:pPr>
            <w:r w:rsidRPr="001265E7">
              <w:rPr>
                <w:sz w:val="28"/>
                <w:szCs w:val="28"/>
              </w:rPr>
              <w:t>-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35DE2" w:rsidRPr="001265E7" w:rsidRDefault="00B35DE2" w:rsidP="00A36389">
            <w:pPr>
              <w:jc w:val="center"/>
              <w:rPr>
                <w:sz w:val="28"/>
                <w:szCs w:val="28"/>
              </w:rPr>
            </w:pPr>
            <w:r w:rsidRPr="001265E7">
              <w:rPr>
                <w:sz w:val="28"/>
                <w:szCs w:val="28"/>
              </w:rPr>
              <w:t>-</w:t>
            </w:r>
          </w:p>
        </w:tc>
      </w:tr>
    </w:tbl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p w:rsidR="00B35DE2" w:rsidRDefault="00B35DE2">
      <w:pPr>
        <w:rPr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4"/>
        <w:gridCol w:w="1406"/>
        <w:gridCol w:w="1993"/>
        <w:gridCol w:w="1437"/>
        <w:gridCol w:w="1558"/>
        <w:gridCol w:w="1571"/>
        <w:gridCol w:w="1596"/>
        <w:gridCol w:w="1155"/>
        <w:gridCol w:w="1556"/>
      </w:tblGrid>
      <w:tr w:rsidR="00B35DE2" w:rsidRPr="0000658D" w:rsidTr="00383F6D">
        <w:tc>
          <w:tcPr>
            <w:tcW w:w="2514" w:type="dxa"/>
            <w:vMerge w:val="restart"/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ФИО</w:t>
            </w:r>
          </w:p>
        </w:tc>
        <w:tc>
          <w:tcPr>
            <w:tcW w:w="1406" w:type="dxa"/>
            <w:vMerge w:val="restart"/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Общая сумма дохода за 2012г.</w:t>
            </w:r>
          </w:p>
        </w:tc>
        <w:tc>
          <w:tcPr>
            <w:tcW w:w="6559" w:type="dxa"/>
            <w:gridSpan w:val="4"/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07" w:type="dxa"/>
            <w:gridSpan w:val="3"/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B35DE2" w:rsidRPr="0000658D" w:rsidTr="00383F6D">
        <w:tc>
          <w:tcPr>
            <w:tcW w:w="2514" w:type="dxa"/>
            <w:vMerge/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vMerge/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Площадь</w:t>
            </w:r>
          </w:p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(кв. м)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71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596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Площадь</w:t>
            </w:r>
          </w:p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(кв. м)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2"/>
                <w:szCs w:val="22"/>
              </w:rPr>
            </w:pPr>
            <w:r w:rsidRPr="0000658D">
              <w:rPr>
                <w:sz w:val="22"/>
                <w:szCs w:val="22"/>
              </w:rPr>
              <w:t>Страна расположения</w:t>
            </w:r>
          </w:p>
        </w:tc>
      </w:tr>
      <w:tr w:rsidR="00B35DE2" w:rsidRPr="0000658D" w:rsidTr="00383F6D">
        <w:tc>
          <w:tcPr>
            <w:tcW w:w="2514" w:type="dxa"/>
          </w:tcPr>
          <w:p w:rsidR="00B35DE2" w:rsidRPr="0000658D" w:rsidRDefault="00B35DE2" w:rsidP="00383F6D">
            <w:pPr>
              <w:jc w:val="both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Синева Марина Михайловна</w:t>
            </w:r>
          </w:p>
          <w:p w:rsidR="00B35DE2" w:rsidRPr="0000658D" w:rsidRDefault="00B35DE2" w:rsidP="00383F6D">
            <w:pPr>
              <w:jc w:val="both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12.03.1970г.р.</w:t>
            </w:r>
          </w:p>
        </w:tc>
        <w:tc>
          <w:tcPr>
            <w:tcW w:w="1406" w:type="dxa"/>
          </w:tcPr>
          <w:p w:rsidR="00B35DE2" w:rsidRPr="0000658D" w:rsidRDefault="00B35DE2" w:rsidP="00383F6D">
            <w:pPr>
              <w:jc w:val="both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142033,15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Квартира 1/2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46,8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Россия</w:t>
            </w:r>
          </w:p>
        </w:tc>
        <w:tc>
          <w:tcPr>
            <w:tcW w:w="1571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нет</w:t>
            </w:r>
          </w:p>
        </w:tc>
        <w:tc>
          <w:tcPr>
            <w:tcW w:w="1596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нет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-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-</w:t>
            </w:r>
          </w:p>
        </w:tc>
      </w:tr>
      <w:tr w:rsidR="00B35DE2" w:rsidRPr="0000658D" w:rsidTr="00383F6D">
        <w:tc>
          <w:tcPr>
            <w:tcW w:w="2514" w:type="dxa"/>
          </w:tcPr>
          <w:p w:rsidR="00B35DE2" w:rsidRPr="0000658D" w:rsidRDefault="00B35DE2" w:rsidP="00383F6D">
            <w:pPr>
              <w:jc w:val="both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Синев Александр Анатольевич</w:t>
            </w:r>
          </w:p>
          <w:p w:rsidR="00B35DE2" w:rsidRPr="0000658D" w:rsidRDefault="00B35DE2" w:rsidP="00383F6D">
            <w:pPr>
              <w:jc w:val="both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31.01.1976г.р.</w:t>
            </w:r>
          </w:p>
        </w:tc>
        <w:tc>
          <w:tcPr>
            <w:tcW w:w="1406" w:type="dxa"/>
          </w:tcPr>
          <w:p w:rsidR="00B35DE2" w:rsidRPr="0000658D" w:rsidRDefault="00B35DE2" w:rsidP="00383F6D">
            <w:pPr>
              <w:jc w:val="both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229989,36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Квартира и земельный участок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36,7</w:t>
            </w:r>
          </w:p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1500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Россия</w:t>
            </w:r>
          </w:p>
        </w:tc>
        <w:tc>
          <w:tcPr>
            <w:tcW w:w="1571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нет</w:t>
            </w:r>
          </w:p>
        </w:tc>
        <w:tc>
          <w:tcPr>
            <w:tcW w:w="1596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нет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-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-</w:t>
            </w:r>
          </w:p>
        </w:tc>
      </w:tr>
      <w:tr w:rsidR="00B35DE2" w:rsidRPr="0000658D" w:rsidTr="00383F6D">
        <w:tc>
          <w:tcPr>
            <w:tcW w:w="2514" w:type="dxa"/>
          </w:tcPr>
          <w:p w:rsidR="00B35DE2" w:rsidRPr="0000658D" w:rsidRDefault="00B35DE2" w:rsidP="00383F6D">
            <w:pPr>
              <w:jc w:val="both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Синева Полина Александровна</w:t>
            </w:r>
          </w:p>
          <w:p w:rsidR="00B35DE2" w:rsidRPr="0000658D" w:rsidRDefault="00B35DE2" w:rsidP="00383F6D">
            <w:pPr>
              <w:jc w:val="both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08.12.2006г.р.</w:t>
            </w:r>
          </w:p>
        </w:tc>
        <w:tc>
          <w:tcPr>
            <w:tcW w:w="1406" w:type="dxa"/>
          </w:tcPr>
          <w:p w:rsidR="00B35DE2" w:rsidRPr="0000658D" w:rsidRDefault="00B35DE2" w:rsidP="00383F6D">
            <w:pPr>
              <w:jc w:val="both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-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Квартира 1/2</w:t>
            </w:r>
          </w:p>
        </w:tc>
        <w:tc>
          <w:tcPr>
            <w:tcW w:w="1437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46,8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Россия</w:t>
            </w:r>
          </w:p>
        </w:tc>
        <w:tc>
          <w:tcPr>
            <w:tcW w:w="1571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нет</w:t>
            </w:r>
          </w:p>
        </w:tc>
        <w:tc>
          <w:tcPr>
            <w:tcW w:w="1596" w:type="dxa"/>
            <w:tcBorders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нет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-</w:t>
            </w:r>
          </w:p>
        </w:tc>
        <w:tc>
          <w:tcPr>
            <w:tcW w:w="1556" w:type="dxa"/>
            <w:tcBorders>
              <w:left w:val="single" w:sz="4" w:space="0" w:color="auto"/>
            </w:tcBorders>
          </w:tcPr>
          <w:p w:rsidR="00B35DE2" w:rsidRPr="0000658D" w:rsidRDefault="00B35DE2" w:rsidP="00A36389">
            <w:pPr>
              <w:jc w:val="center"/>
              <w:rPr>
                <w:sz w:val="28"/>
                <w:szCs w:val="28"/>
              </w:rPr>
            </w:pPr>
            <w:r w:rsidRPr="0000658D">
              <w:rPr>
                <w:sz w:val="28"/>
                <w:szCs w:val="28"/>
              </w:rPr>
              <w:t>-</w:t>
            </w:r>
          </w:p>
        </w:tc>
      </w:tr>
    </w:tbl>
    <w:p w:rsidR="00B35DE2" w:rsidRPr="00A36389" w:rsidRDefault="00B35DE2">
      <w:pPr>
        <w:rPr>
          <w:lang w:val="en-US"/>
        </w:rPr>
      </w:pPr>
    </w:p>
    <w:sectPr w:rsidR="00B35DE2" w:rsidRPr="00A36389" w:rsidSect="00A3638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389"/>
    <w:rsid w:val="0000658D"/>
    <w:rsid w:val="000234C3"/>
    <w:rsid w:val="00043972"/>
    <w:rsid w:val="00072F31"/>
    <w:rsid w:val="00073E0F"/>
    <w:rsid w:val="00086ECA"/>
    <w:rsid w:val="00092238"/>
    <w:rsid w:val="00094217"/>
    <w:rsid w:val="000D6CB4"/>
    <w:rsid w:val="001005BA"/>
    <w:rsid w:val="001161D3"/>
    <w:rsid w:val="001265E7"/>
    <w:rsid w:val="0013062C"/>
    <w:rsid w:val="0013240C"/>
    <w:rsid w:val="00133488"/>
    <w:rsid w:val="001418EF"/>
    <w:rsid w:val="001542A6"/>
    <w:rsid w:val="00165074"/>
    <w:rsid w:val="00173FEC"/>
    <w:rsid w:val="0018388A"/>
    <w:rsid w:val="001A5042"/>
    <w:rsid w:val="001A5F4E"/>
    <w:rsid w:val="001A6DC6"/>
    <w:rsid w:val="001B16AA"/>
    <w:rsid w:val="001B4F95"/>
    <w:rsid w:val="001C111F"/>
    <w:rsid w:val="001C46D0"/>
    <w:rsid w:val="001D63E9"/>
    <w:rsid w:val="001D738D"/>
    <w:rsid w:val="001D7F7E"/>
    <w:rsid w:val="002248A6"/>
    <w:rsid w:val="00227855"/>
    <w:rsid w:val="00234AC2"/>
    <w:rsid w:val="00260F86"/>
    <w:rsid w:val="00270C98"/>
    <w:rsid w:val="002851F6"/>
    <w:rsid w:val="00296ADB"/>
    <w:rsid w:val="002A29A0"/>
    <w:rsid w:val="002A6C9B"/>
    <w:rsid w:val="002B32F0"/>
    <w:rsid w:val="002B731C"/>
    <w:rsid w:val="002D5C71"/>
    <w:rsid w:val="002E3032"/>
    <w:rsid w:val="002E6ADB"/>
    <w:rsid w:val="00306F9F"/>
    <w:rsid w:val="0032334D"/>
    <w:rsid w:val="00325C96"/>
    <w:rsid w:val="0034683B"/>
    <w:rsid w:val="00346FF6"/>
    <w:rsid w:val="003726D9"/>
    <w:rsid w:val="00377DB7"/>
    <w:rsid w:val="00383F6D"/>
    <w:rsid w:val="003906B3"/>
    <w:rsid w:val="003916A2"/>
    <w:rsid w:val="003B4DBD"/>
    <w:rsid w:val="003C2652"/>
    <w:rsid w:val="003E45D2"/>
    <w:rsid w:val="003E671D"/>
    <w:rsid w:val="003F3FFE"/>
    <w:rsid w:val="0040011B"/>
    <w:rsid w:val="00400DD8"/>
    <w:rsid w:val="00425EA7"/>
    <w:rsid w:val="00441085"/>
    <w:rsid w:val="00452B95"/>
    <w:rsid w:val="00455820"/>
    <w:rsid w:val="00486883"/>
    <w:rsid w:val="00491F0C"/>
    <w:rsid w:val="004C07FB"/>
    <w:rsid w:val="004E35CC"/>
    <w:rsid w:val="004E5495"/>
    <w:rsid w:val="004F7A4A"/>
    <w:rsid w:val="0052392F"/>
    <w:rsid w:val="005242AF"/>
    <w:rsid w:val="0053300A"/>
    <w:rsid w:val="00544C03"/>
    <w:rsid w:val="00552EE9"/>
    <w:rsid w:val="00573C0A"/>
    <w:rsid w:val="00585985"/>
    <w:rsid w:val="005971AC"/>
    <w:rsid w:val="005B4BAC"/>
    <w:rsid w:val="005B7D41"/>
    <w:rsid w:val="005C56B0"/>
    <w:rsid w:val="005E76BF"/>
    <w:rsid w:val="00626D28"/>
    <w:rsid w:val="00637F0F"/>
    <w:rsid w:val="0067688D"/>
    <w:rsid w:val="00682C6E"/>
    <w:rsid w:val="0068494B"/>
    <w:rsid w:val="00685B88"/>
    <w:rsid w:val="00685C7B"/>
    <w:rsid w:val="006D6729"/>
    <w:rsid w:val="00706647"/>
    <w:rsid w:val="00720D7B"/>
    <w:rsid w:val="00724732"/>
    <w:rsid w:val="007327B0"/>
    <w:rsid w:val="00736F21"/>
    <w:rsid w:val="00770599"/>
    <w:rsid w:val="0077469A"/>
    <w:rsid w:val="007807FE"/>
    <w:rsid w:val="0078683E"/>
    <w:rsid w:val="007B1858"/>
    <w:rsid w:val="007C0F3F"/>
    <w:rsid w:val="007C673C"/>
    <w:rsid w:val="007D21AB"/>
    <w:rsid w:val="007F23F5"/>
    <w:rsid w:val="008062DC"/>
    <w:rsid w:val="008071DF"/>
    <w:rsid w:val="008255F5"/>
    <w:rsid w:val="008400DA"/>
    <w:rsid w:val="00840BF7"/>
    <w:rsid w:val="00850760"/>
    <w:rsid w:val="00851D1D"/>
    <w:rsid w:val="008B3E3E"/>
    <w:rsid w:val="008B6B06"/>
    <w:rsid w:val="008D4C3B"/>
    <w:rsid w:val="008E0563"/>
    <w:rsid w:val="008E7ED1"/>
    <w:rsid w:val="008F1ACF"/>
    <w:rsid w:val="008F4245"/>
    <w:rsid w:val="009164BE"/>
    <w:rsid w:val="00923850"/>
    <w:rsid w:val="00926E65"/>
    <w:rsid w:val="00950B7D"/>
    <w:rsid w:val="00963CD6"/>
    <w:rsid w:val="00967F78"/>
    <w:rsid w:val="00984A39"/>
    <w:rsid w:val="009925E3"/>
    <w:rsid w:val="00996442"/>
    <w:rsid w:val="009A7875"/>
    <w:rsid w:val="009C2E3D"/>
    <w:rsid w:val="009C3F6D"/>
    <w:rsid w:val="009D56DC"/>
    <w:rsid w:val="009F45E1"/>
    <w:rsid w:val="009F4BC1"/>
    <w:rsid w:val="00A042A9"/>
    <w:rsid w:val="00A0605B"/>
    <w:rsid w:val="00A10EA4"/>
    <w:rsid w:val="00A2162F"/>
    <w:rsid w:val="00A27F75"/>
    <w:rsid w:val="00A3225A"/>
    <w:rsid w:val="00A3424E"/>
    <w:rsid w:val="00A36389"/>
    <w:rsid w:val="00A445BF"/>
    <w:rsid w:val="00A639EF"/>
    <w:rsid w:val="00A8280B"/>
    <w:rsid w:val="00A839E1"/>
    <w:rsid w:val="00AB2ECD"/>
    <w:rsid w:val="00AC297C"/>
    <w:rsid w:val="00AD1883"/>
    <w:rsid w:val="00AD3FDB"/>
    <w:rsid w:val="00AD525A"/>
    <w:rsid w:val="00AD7F2D"/>
    <w:rsid w:val="00B005C3"/>
    <w:rsid w:val="00B14484"/>
    <w:rsid w:val="00B35A23"/>
    <w:rsid w:val="00B35DE2"/>
    <w:rsid w:val="00B61C2A"/>
    <w:rsid w:val="00B6441D"/>
    <w:rsid w:val="00B6514F"/>
    <w:rsid w:val="00B917C6"/>
    <w:rsid w:val="00B92770"/>
    <w:rsid w:val="00B93526"/>
    <w:rsid w:val="00B96620"/>
    <w:rsid w:val="00BB30EF"/>
    <w:rsid w:val="00BB7A26"/>
    <w:rsid w:val="00BC51E7"/>
    <w:rsid w:val="00BD18B7"/>
    <w:rsid w:val="00BD4D45"/>
    <w:rsid w:val="00C029EB"/>
    <w:rsid w:val="00C158DA"/>
    <w:rsid w:val="00C15AFF"/>
    <w:rsid w:val="00C16314"/>
    <w:rsid w:val="00C33AB1"/>
    <w:rsid w:val="00C44723"/>
    <w:rsid w:val="00C724D8"/>
    <w:rsid w:val="00CB4C3F"/>
    <w:rsid w:val="00CF03C4"/>
    <w:rsid w:val="00CF5C80"/>
    <w:rsid w:val="00CF5FE4"/>
    <w:rsid w:val="00D02AAD"/>
    <w:rsid w:val="00D4429A"/>
    <w:rsid w:val="00D944DA"/>
    <w:rsid w:val="00D968FA"/>
    <w:rsid w:val="00D977BC"/>
    <w:rsid w:val="00DA586C"/>
    <w:rsid w:val="00DA6C4C"/>
    <w:rsid w:val="00DB4ED2"/>
    <w:rsid w:val="00DE658B"/>
    <w:rsid w:val="00E037CB"/>
    <w:rsid w:val="00E106A4"/>
    <w:rsid w:val="00E17729"/>
    <w:rsid w:val="00E26289"/>
    <w:rsid w:val="00E63833"/>
    <w:rsid w:val="00E76EAC"/>
    <w:rsid w:val="00E81552"/>
    <w:rsid w:val="00EA0CD9"/>
    <w:rsid w:val="00EA2657"/>
    <w:rsid w:val="00EB1D4A"/>
    <w:rsid w:val="00EB3DFF"/>
    <w:rsid w:val="00EB4919"/>
    <w:rsid w:val="00EC601E"/>
    <w:rsid w:val="00ED6271"/>
    <w:rsid w:val="00EF0D1B"/>
    <w:rsid w:val="00EF5727"/>
    <w:rsid w:val="00F03985"/>
    <w:rsid w:val="00F04DC9"/>
    <w:rsid w:val="00F148B5"/>
    <w:rsid w:val="00F16A86"/>
    <w:rsid w:val="00F22B19"/>
    <w:rsid w:val="00F2363F"/>
    <w:rsid w:val="00F33496"/>
    <w:rsid w:val="00F53004"/>
    <w:rsid w:val="00FB33C7"/>
    <w:rsid w:val="00FC71D3"/>
    <w:rsid w:val="00FE3B2E"/>
    <w:rsid w:val="00FE75C7"/>
    <w:rsid w:val="00FF065D"/>
    <w:rsid w:val="00FF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38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294</Words>
  <Characters>1678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2013-05-08T03:37:00Z</dcterms:created>
  <dcterms:modified xsi:type="dcterms:W3CDTF">2013-06-04T09:36:00Z</dcterms:modified>
</cp:coreProperties>
</file>